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0F" w:rsidRPr="005223FA" w:rsidRDefault="00703EA5" w:rsidP="002E7D74">
      <w:pPr>
        <w:pStyle w:val="ContactInfo"/>
        <w:rPr>
          <w:b/>
          <w:sz w:val="34"/>
          <w:szCs w:val="24"/>
        </w:rPr>
      </w:pPr>
      <w:r w:rsidRPr="005223FA">
        <w:rPr>
          <w:b/>
          <w:sz w:val="34"/>
          <w:szCs w:val="24"/>
        </w:rPr>
        <w:t>[</w:t>
      </w:r>
      <w:sdt>
        <w:sdtPr>
          <w:rPr>
            <w:b/>
            <w:sz w:val="34"/>
            <w:szCs w:val="24"/>
          </w:rPr>
          <w:alias w:val="Enter your name:"/>
          <w:tag w:val="Enter your name:"/>
          <w:id w:val="1965236114"/>
          <w:placeholder>
            <w:docPart w:val="D2A8AF0AB4624480AD1CBF05F6B4EC99"/>
          </w:placeholder>
          <w:showingPlcHdr/>
          <w15:dataBinding w:prefixMappings="xmlns:ns0='http://schemas.microsoft.com/temp/samples' " w:xpath="/ns0:employees[1]/ns0:employee[1]/ns0:Address[1]" w:storeItemID="{81B59EC0-D38D-478D-91F7-78B237EF0A99}"/>
          <w15:appearance w15:val="hidden"/>
        </w:sdtPr>
        <w:sdtEndPr/>
        <w:sdtContent>
          <w:r w:rsidR="009D616A" w:rsidRPr="005223FA">
            <w:rPr>
              <w:sz w:val="28"/>
            </w:rPr>
            <w:t>Your Name</w:t>
          </w:r>
        </w:sdtContent>
      </w:sdt>
      <w:r w:rsidRPr="005223FA">
        <w:rPr>
          <w:b/>
          <w:sz w:val="34"/>
          <w:szCs w:val="24"/>
        </w:rPr>
        <w:t>]</w:t>
      </w:r>
    </w:p>
    <w:p w:rsidR="0006430F" w:rsidRPr="00703EA5" w:rsidRDefault="0006430F" w:rsidP="00703EA5">
      <w:pPr>
        <w:pStyle w:val="ContactInfo"/>
        <w:spacing w:line="480" w:lineRule="auto"/>
        <w:rPr>
          <w:sz w:val="24"/>
          <w:szCs w:val="24"/>
        </w:rPr>
      </w:pPr>
    </w:p>
    <w:sdt>
      <w:sdtPr>
        <w:rPr>
          <w:sz w:val="24"/>
          <w:szCs w:val="24"/>
        </w:rPr>
        <w:alias w:val="Enter Date:"/>
        <w:tag w:val="Enter Date:"/>
        <w:id w:val="-875155147"/>
        <w:placeholder>
          <w:docPart w:val="F646580E82C6412CABC8D2366484370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06430F" w:rsidRPr="00703EA5" w:rsidRDefault="00703EA5" w:rsidP="00703EA5">
          <w:pPr>
            <w:pStyle w:val="Date"/>
            <w:spacing w:line="480" w:lineRule="auto"/>
            <w:rPr>
              <w:sz w:val="24"/>
              <w:szCs w:val="24"/>
            </w:rPr>
          </w:pPr>
          <w:r>
            <w:rPr>
              <w:sz w:val="24"/>
              <w:szCs w:val="24"/>
            </w:rPr>
            <w:t>September 13, 2018</w:t>
          </w:r>
        </w:p>
      </w:sdtContent>
    </w:sdt>
    <w:sdt>
      <w:sdtPr>
        <w:rPr>
          <w:sz w:val="24"/>
          <w:szCs w:val="24"/>
        </w:rPr>
        <w:alias w:val="Enter recipient name:"/>
        <w:tag w:val="Enter recipient name:"/>
        <w:id w:val="-378937380"/>
        <w:placeholder>
          <w:docPart w:val="FFC30C2F5B4249D882B51D79B399834B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/>
      </w:sdtPr>
      <w:sdtEndPr/>
      <w:sdtContent>
        <w:p w:rsidR="0006430F" w:rsidRPr="00703EA5" w:rsidRDefault="002C338E">
          <w:pPr>
            <w:pStyle w:val="ContactInfo"/>
            <w:rPr>
              <w:sz w:val="24"/>
              <w:szCs w:val="24"/>
            </w:rPr>
          </w:pPr>
          <w:r w:rsidRPr="00703EA5">
            <w:rPr>
              <w:sz w:val="24"/>
              <w:szCs w:val="24"/>
            </w:rPr>
            <w:t>Recipient Name</w:t>
          </w:r>
        </w:p>
      </w:sdtContent>
    </w:sdt>
    <w:p w:rsidR="0006430F" w:rsidRPr="00703EA5" w:rsidRDefault="00351E7F">
      <w:pPr>
        <w:pStyle w:val="ContactInfo"/>
        <w:rPr>
          <w:sz w:val="24"/>
          <w:szCs w:val="24"/>
        </w:rPr>
      </w:pPr>
      <w:sdt>
        <w:sdtPr>
          <w:rPr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AB56FB47CF574AD091082D20B2C46A3A"/>
          </w:placeholder>
          <w:temporary/>
          <w:showingPlcHdr/>
          <w15:appearance w15:val="hidden"/>
        </w:sdtPr>
        <w:sdtEndPr/>
        <w:sdtContent>
          <w:r w:rsidR="002C338E" w:rsidRPr="00703EA5">
            <w:rPr>
              <w:sz w:val="24"/>
              <w:szCs w:val="24"/>
            </w:rPr>
            <w:t>Title</w:t>
          </w:r>
        </w:sdtContent>
      </w:sdt>
    </w:p>
    <w:sdt>
      <w:sdtPr>
        <w:rPr>
          <w:sz w:val="24"/>
          <w:szCs w:val="24"/>
        </w:rPr>
        <w:alias w:val="Enter company name:"/>
        <w:tag w:val="Enter company name:"/>
        <w:id w:val="1512950494"/>
        <w:placeholder>
          <w:docPart w:val="C8054C2BE1744982BD4A7613EFB6922E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06430F" w:rsidRPr="00703EA5" w:rsidRDefault="002C338E">
          <w:pPr>
            <w:pStyle w:val="ContactInfo"/>
            <w:rPr>
              <w:sz w:val="24"/>
              <w:szCs w:val="24"/>
            </w:rPr>
          </w:pPr>
          <w:r w:rsidRPr="00703EA5">
            <w:rPr>
              <w:sz w:val="24"/>
              <w:szCs w:val="24"/>
            </w:rPr>
            <w:t>Company Name</w:t>
          </w:r>
        </w:p>
      </w:sdtContent>
    </w:sdt>
    <w:p w:rsidR="0006430F" w:rsidRPr="00703EA5" w:rsidRDefault="00351E7F">
      <w:pPr>
        <w:pStyle w:val="ContactInfo"/>
        <w:rPr>
          <w:sz w:val="24"/>
          <w:szCs w:val="24"/>
        </w:rPr>
      </w:pPr>
      <w:sdt>
        <w:sdtPr>
          <w:rPr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ACCAB3B53EF46829B054BD47096D6BD"/>
          </w:placeholder>
          <w:temporary/>
          <w:showingPlcHdr/>
          <w15:appearance w15:val="hidden"/>
        </w:sdtPr>
        <w:sdtEndPr/>
        <w:sdtContent>
          <w:r w:rsidR="006135D4" w:rsidRPr="00703EA5">
            <w:rPr>
              <w:sz w:val="24"/>
              <w:szCs w:val="24"/>
            </w:rPr>
            <w:t>Street Address</w:t>
          </w:r>
        </w:sdtContent>
      </w:sdt>
      <w:r w:rsidR="00703EA5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2891A1887BC2473CB57E6981D1E78774"/>
          </w:placeholder>
          <w:temporary/>
          <w:showingPlcHdr/>
          <w15:appearance w15:val="hidden"/>
        </w:sdtPr>
        <w:sdtEndPr/>
        <w:sdtContent>
          <w:r w:rsidR="006135D4" w:rsidRPr="00703EA5">
            <w:rPr>
              <w:sz w:val="24"/>
              <w:szCs w:val="24"/>
            </w:rPr>
            <w:t>City, ST ZIP Code</w:t>
          </w:r>
        </w:sdtContent>
      </w:sdt>
    </w:p>
    <w:p w:rsidR="0006430F" w:rsidRPr="00703EA5" w:rsidRDefault="002C338E">
      <w:pPr>
        <w:pStyle w:val="Salutation"/>
        <w:rPr>
          <w:sz w:val="24"/>
          <w:szCs w:val="24"/>
        </w:rPr>
      </w:pPr>
      <w:r w:rsidRPr="00703EA5">
        <w:rPr>
          <w:sz w:val="24"/>
          <w:szCs w:val="24"/>
        </w:rPr>
        <w:t xml:space="preserve">Dear </w:t>
      </w:r>
      <w:sdt>
        <w:sdtPr>
          <w:rPr>
            <w:sz w:val="24"/>
            <w:szCs w:val="24"/>
          </w:rPr>
          <w:alias w:val="Enter recipient name:"/>
          <w:tag w:val="Enter recipient name:"/>
          <w:id w:val="1231501734"/>
          <w:placeholder>
            <w:docPart w:val="FFC30C2F5B4249D882B51D79B399834B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="006135D4" w:rsidRPr="00703EA5">
            <w:rPr>
              <w:sz w:val="24"/>
              <w:szCs w:val="24"/>
            </w:rPr>
            <w:t>Recipient Name</w:t>
          </w:r>
        </w:sdtContent>
      </w:sdt>
      <w:r w:rsidRPr="00703EA5">
        <w:rPr>
          <w:sz w:val="24"/>
          <w:szCs w:val="24"/>
        </w:rPr>
        <w:t>:</w:t>
      </w:r>
    </w:p>
    <w:p w:rsidR="009D616A" w:rsidRDefault="009D616A" w:rsidP="009D616A">
      <w:r>
        <w:t xml:space="preserve">Your team lead has bought to our attention that you have taken a leave without prior notice and leave approval on date (d/m/y). You can avail your leaves any time you want but for that it is very important to inform your lead so that he can review the work load and/or assign your tasks to another employee. Any leaves that are uninformed and unauthorized will not be applicable for paid leaves. Also, uninformed leaves are regarded as breach of employment laws. </w:t>
      </w:r>
    </w:p>
    <w:p w:rsidR="009D616A" w:rsidRDefault="009D616A" w:rsidP="009D616A">
      <w:r>
        <w:t xml:space="preserve">You have been a diligent employee and we have always praised your work well. But discipline has been our major focus to maintain decorum at work. In case of </w:t>
      </w:r>
      <w:r>
        <w:t>an emergency</w:t>
      </w:r>
      <w:r>
        <w:t xml:space="preserve">, it is your duty to inform your line manager at your earliest. Employee absence has a direct effect on your performance and morale. We encourage every employee to speak to the HR or the team lead regarding any issues to reduce the employee absenteeism from work. </w:t>
      </w:r>
    </w:p>
    <w:p w:rsidR="009D616A" w:rsidRDefault="009D616A" w:rsidP="009D616A">
      <w:r>
        <w:t xml:space="preserve">If you continue this behavior, we will have to consider some serious disciplinary action. We expect you to improve your behavior and carry on your responsibilities with due diligence. </w:t>
      </w:r>
    </w:p>
    <w:p w:rsidR="0006430F" w:rsidRPr="00703EA5" w:rsidRDefault="00351E7F">
      <w:pPr>
        <w:pStyle w:val="Closing"/>
        <w:rPr>
          <w:sz w:val="24"/>
          <w:szCs w:val="24"/>
        </w:rPr>
      </w:pPr>
      <w:sdt>
        <w:sdtPr>
          <w:rPr>
            <w:sz w:val="24"/>
            <w:szCs w:val="24"/>
          </w:rPr>
          <w:alias w:val="Sincerely:"/>
          <w:tag w:val="Sincerely:"/>
          <w:id w:val="1629200226"/>
          <w:placeholder>
            <w:docPart w:val="A982D1CB3BB44433B9701A0713464AF6"/>
          </w:placeholder>
          <w:temporary/>
          <w:showingPlcHdr/>
          <w15:appearance w15:val="hidden"/>
        </w:sdtPr>
        <w:sdtEndPr/>
        <w:sdtContent>
          <w:r w:rsidR="00552A41" w:rsidRPr="00703EA5">
            <w:rPr>
              <w:sz w:val="24"/>
              <w:szCs w:val="24"/>
            </w:rPr>
            <w:t>Sincerely</w:t>
          </w:r>
        </w:sdtContent>
      </w:sdt>
      <w:r w:rsidR="002C338E" w:rsidRPr="00703EA5">
        <w:rPr>
          <w:sz w:val="24"/>
          <w:szCs w:val="24"/>
        </w:rPr>
        <w:t>,</w:t>
      </w:r>
    </w:p>
    <w:sdt>
      <w:sdtPr>
        <w:rPr>
          <w:sz w:val="24"/>
          <w:szCs w:val="24"/>
        </w:rPr>
        <w:alias w:val="Enter your name:"/>
        <w:tag w:val="Enter your name:"/>
        <w:id w:val="-1933656422"/>
        <w:placeholder>
          <w:docPart w:val="7DA085262CF24248A08E58426F0BC220"/>
        </w:placeholder>
        <w:showingPlcHdr/>
        <w15:dataBinding w:prefixMappings="xmlns:ns0='http://schemas.microsoft.com/temp/samples' " w:xpath="/ns0:employees[1]/ns0:employee[1]/ns0:Address[1]" w:storeItemID="{81B59EC0-D38D-478D-91F7-78B237EF0A99}"/>
        <w15:appearance w15:val="hidden"/>
      </w:sdtPr>
      <w:sdtEndPr/>
      <w:sdtContent>
        <w:p w:rsidR="0006430F" w:rsidRPr="00703EA5" w:rsidRDefault="009D616A" w:rsidP="002E7D74">
          <w:pPr>
            <w:pStyle w:val="Signature"/>
            <w:rPr>
              <w:sz w:val="24"/>
              <w:szCs w:val="24"/>
            </w:rPr>
          </w:pPr>
          <w:r>
            <w:t>Your Name</w:t>
          </w:r>
        </w:p>
      </w:sdtContent>
    </w:sdt>
    <w:p w:rsidR="007B5814" w:rsidRPr="00703EA5" w:rsidRDefault="00351E7F" w:rsidP="007B5814">
      <w:pPr>
        <w:pStyle w:val="Signature"/>
        <w:rPr>
          <w:sz w:val="24"/>
          <w:szCs w:val="24"/>
        </w:rPr>
      </w:pPr>
      <w:sdt>
        <w:sdtPr>
          <w:rPr>
            <w:sz w:val="24"/>
            <w:szCs w:val="24"/>
          </w:rPr>
          <w:alias w:val="Enter title:"/>
          <w:tag w:val="Enter title:"/>
          <w:id w:val="66694578"/>
          <w:placeholder>
            <w:docPart w:val="579B59DA10684DDDBA6B0B013D027402"/>
          </w:placeholder>
          <w:temporary/>
          <w:showingPlcHdr/>
          <w15:appearance w15:val="hidden"/>
        </w:sdtPr>
        <w:sdtEndPr/>
        <w:sdtContent>
          <w:r w:rsidR="002C338E" w:rsidRPr="00703EA5">
            <w:rPr>
              <w:sz w:val="24"/>
              <w:szCs w:val="24"/>
            </w:rPr>
            <w:t>Title</w:t>
          </w:r>
        </w:sdtContent>
      </w:sdt>
    </w:p>
    <w:sectPr w:rsidR="007B5814" w:rsidRPr="00703EA5" w:rsidSect="00703EA5">
      <w:headerReference w:type="default" r:id="rId12"/>
      <w:footerReference w:type="first" r:id="rId13"/>
      <w:pgSz w:w="12240" w:h="15840"/>
      <w:pgMar w:top="1620" w:right="90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7F" w:rsidRDefault="00351E7F">
      <w:pPr>
        <w:spacing w:after="0" w:line="240" w:lineRule="auto"/>
      </w:pPr>
      <w:r>
        <w:separator/>
      </w:r>
    </w:p>
  </w:endnote>
  <w:endnote w:type="continuationSeparator" w:id="0">
    <w:p w:rsidR="00351E7F" w:rsidRDefault="0035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16A" w:rsidRDefault="009D616A">
    <w:pPr>
      <w:pStyle w:val="Footer"/>
    </w:pPr>
    <w:r>
      <w:t>worddox.org</w:t>
    </w:r>
  </w:p>
  <w:p w:rsidR="009D616A" w:rsidRDefault="009D61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7F" w:rsidRDefault="00351E7F">
      <w:pPr>
        <w:spacing w:after="0" w:line="240" w:lineRule="auto"/>
      </w:pPr>
      <w:r>
        <w:separator/>
      </w:r>
    </w:p>
  </w:footnote>
  <w:footnote w:type="continuationSeparator" w:id="0">
    <w:p w:rsidR="00351E7F" w:rsidRDefault="0035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Enter recipient name:"/>
      <w:tag w:val="Enter recipient name:"/>
      <w:id w:val="-311641155"/>
      <w:placeholder>
        <w:docPart w:val="F646580E82C6412CABC8D2366484370C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06430F" w:rsidRDefault="006135D4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1627393769"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06430F" w:rsidRDefault="00703EA5" w:rsidP="007B5814">
        <w:pPr>
          <w:pStyle w:val="Header"/>
        </w:pPr>
        <w:r>
          <w:t>September 13, 2018</w:t>
        </w:r>
      </w:p>
    </w:sdtContent>
  </w:sdt>
  <w:p w:rsidR="0006430F" w:rsidRDefault="002C338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B581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D189F7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6C1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A0B5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232AC9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9FEDF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18EC1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FA586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3A85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085F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E83D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A5"/>
    <w:rsid w:val="0006430F"/>
    <w:rsid w:val="00066BBC"/>
    <w:rsid w:val="00282AEA"/>
    <w:rsid w:val="002C338E"/>
    <w:rsid w:val="002E7D74"/>
    <w:rsid w:val="00351E7F"/>
    <w:rsid w:val="003E7B5A"/>
    <w:rsid w:val="005223FA"/>
    <w:rsid w:val="00552A41"/>
    <w:rsid w:val="00592504"/>
    <w:rsid w:val="005C320B"/>
    <w:rsid w:val="006135D4"/>
    <w:rsid w:val="006D5FA3"/>
    <w:rsid w:val="00703EA5"/>
    <w:rsid w:val="007169DC"/>
    <w:rsid w:val="007B5814"/>
    <w:rsid w:val="009D616A"/>
    <w:rsid w:val="00AB72D4"/>
    <w:rsid w:val="00CE5955"/>
    <w:rsid w:val="00DB1998"/>
    <w:rsid w:val="00DF164A"/>
    <w:rsid w:val="00E07D01"/>
    <w:rsid w:val="00E310E7"/>
    <w:rsid w:val="00EF0221"/>
    <w:rsid w:val="00F53423"/>
    <w:rsid w:val="00F60067"/>
    <w:rsid w:val="00F62E24"/>
    <w:rsid w:val="00F8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52577"/>
  <w15:chartTrackingRefBased/>
  <w15:docId w15:val="{CCEF9F74-3F1D-4B01-99BE-6D94D5B1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5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5814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066B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6B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6B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6B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6B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6BB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6BB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6BB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6BB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6"/>
    <w:qFormat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E07D01"/>
    <w:rPr>
      <w:spacing w:val="4"/>
      <w:szCs w:val="20"/>
    </w:rPr>
  </w:style>
  <w:style w:type="paragraph" w:styleId="Signature">
    <w:name w:val="Signature"/>
    <w:basedOn w:val="Normal"/>
    <w:next w:val="Normal"/>
    <w:link w:val="SignatureChar"/>
    <w:uiPriority w:val="7"/>
    <w:qFormat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E07D01"/>
    <w:rPr>
      <w:spacing w:val="4"/>
      <w:szCs w:val="20"/>
    </w:rPr>
  </w:style>
  <w:style w:type="paragraph" w:styleId="Date">
    <w:name w:val="Date"/>
    <w:basedOn w:val="Normal"/>
    <w:next w:val="Normal"/>
    <w:link w:val="DateChar"/>
    <w:uiPriority w:val="3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3"/>
    <w:rsid w:val="00E07D01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unhideWhenUsed/>
    <w:rsid w:val="00EF02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F0221"/>
    <w:rPr>
      <w:spacing w:val="4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4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4"/>
    <w:rsid w:val="00E07D01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BB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BBC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66BBC"/>
  </w:style>
  <w:style w:type="paragraph" w:styleId="BlockText">
    <w:name w:val="Block Text"/>
    <w:basedOn w:val="Normal"/>
    <w:uiPriority w:val="99"/>
    <w:semiHidden/>
    <w:unhideWhenUsed/>
    <w:rsid w:val="00592504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066B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6BBC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66B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66BBC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66BB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66BBC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66BBC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66BBC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66BB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66BBC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66BBC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66BBC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66BB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66BBC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66BBC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66BBC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066BBC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6BBC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66BBC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BB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BBC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BBC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066BB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6BBC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66BB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66BBC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066BBC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066BB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66BBC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6BBC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66BB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66BBC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F0221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221"/>
    <w:rPr>
      <w:spacing w:val="4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6BB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6BBC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6BBC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66B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066B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066BB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066BB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066B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066BB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066B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066B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066BB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066BB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066B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066BB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semiHidden/>
    <w:rsid w:val="00066B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6B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6B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6B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6B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6B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6B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6B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6B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066BBC"/>
  </w:style>
  <w:style w:type="paragraph" w:styleId="HTMLAddress">
    <w:name w:val="HTML Address"/>
    <w:basedOn w:val="Normal"/>
    <w:link w:val="HTMLAddressChar"/>
    <w:uiPriority w:val="99"/>
    <w:semiHidden/>
    <w:unhideWhenUsed/>
    <w:rsid w:val="00066BB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66BBC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66BB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66BBC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066BB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066BBC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6BBC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6BBC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66BBC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066BBC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066BB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66BBC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66BB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66BB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9250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9250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92504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592504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066B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66B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66B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66BB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66BB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66B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66BB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66BBC"/>
  </w:style>
  <w:style w:type="paragraph" w:styleId="List">
    <w:name w:val="List"/>
    <w:basedOn w:val="Normal"/>
    <w:uiPriority w:val="99"/>
    <w:semiHidden/>
    <w:unhideWhenUsed/>
    <w:rsid w:val="00066BBC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66BBC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66BBC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66BBC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66BBC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66BBC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66BBC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66BBC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66BBC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66BBC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66BBC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66BBC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66BBC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66BBC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66BBC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66BB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66BB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66BB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66BBC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66BBC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066BB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066BB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66B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066B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066BB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066BB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066B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066BB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066B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66B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66BB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66BB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66B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066BB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066B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6BBC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66B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66B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66BB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66B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66BBC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066BBC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066BB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66BB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66BB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66BBC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66BBC"/>
  </w:style>
  <w:style w:type="table" w:styleId="PlainTable1">
    <w:name w:val="Plain Table 1"/>
    <w:basedOn w:val="TableNormal"/>
    <w:uiPriority w:val="41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66B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66BB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066BBC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6BBC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066BB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66BBC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066BBC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066BBC"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66BBC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066BB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5"/>
    <w:unhideWhenUsed/>
    <w:qFormat/>
    <w:rsid w:val="00AB72D4"/>
    <w:rPr>
      <w:caps w:val="0"/>
      <w:smallCaps w:val="0"/>
      <w:color w:val="595959" w:themeColor="text1" w:themeTint="A6"/>
    </w:rPr>
  </w:style>
  <w:style w:type="table" w:styleId="Table3Deffects1">
    <w:name w:val="Table 3D effects 1"/>
    <w:basedOn w:val="TableNormal"/>
    <w:uiPriority w:val="99"/>
    <w:semiHidden/>
    <w:unhideWhenUsed/>
    <w:rsid w:val="00066BB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66BB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66BB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66BB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66BB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66BB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66BB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66BB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66BB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66BB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66BB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66BB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66BB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66BB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66BB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66BB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66B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066BB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66BB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66BB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66BB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66BB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66BB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66BB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66BB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066B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066BB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66BB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66BB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66BB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66BB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66BB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66BB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66BB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66BB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66BB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066BB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66BB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66BB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66BB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66BB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66BB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66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066BB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66BB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66BB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066B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066B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066BB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66BB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66B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66BB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66BB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66BB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66BB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66BB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66BB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66BB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6BB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resignation%20due%20to%20merg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A8AF0AB4624480AD1CBF05F6B4E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83FA4-70E7-4745-B782-CBAA955CD8B5}"/>
      </w:docPartPr>
      <w:docPartBody>
        <w:p w:rsidR="00E0321A" w:rsidRDefault="00582069">
          <w:pPr>
            <w:pStyle w:val="D2A8AF0AB4624480AD1CBF05F6B4EC99"/>
          </w:pPr>
          <w:r w:rsidRPr="002E7D74">
            <w:t>Your Name</w:t>
          </w:r>
        </w:p>
      </w:docPartBody>
    </w:docPart>
    <w:docPart>
      <w:docPartPr>
        <w:name w:val="4ACCAB3B53EF46829B054BD47096D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A814E-0139-45A1-9DAA-95F2006B71D4}"/>
      </w:docPartPr>
      <w:docPartBody>
        <w:p w:rsidR="00E0321A" w:rsidRDefault="00582069">
          <w:pPr>
            <w:pStyle w:val="4ACCAB3B53EF46829B054BD47096D6BD"/>
          </w:pPr>
          <w:r>
            <w:t>Street Address</w:t>
          </w:r>
        </w:p>
      </w:docPartBody>
    </w:docPart>
    <w:docPart>
      <w:docPartPr>
        <w:name w:val="2891A1887BC2473CB57E6981D1E78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F76BE-3C35-4E9D-A912-2CEF883B4257}"/>
      </w:docPartPr>
      <w:docPartBody>
        <w:p w:rsidR="00E0321A" w:rsidRDefault="00582069">
          <w:pPr>
            <w:pStyle w:val="2891A1887BC2473CB57E6981D1E78774"/>
          </w:pPr>
          <w:r>
            <w:t>City, ST ZIP Code</w:t>
          </w:r>
        </w:p>
      </w:docPartBody>
    </w:docPart>
    <w:docPart>
      <w:docPartPr>
        <w:name w:val="F646580E82C6412CABC8D23664843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65C69-8C42-4ED1-B602-3429D1C9CACC}"/>
      </w:docPartPr>
      <w:docPartBody>
        <w:p w:rsidR="00E0321A" w:rsidRDefault="00582069">
          <w:pPr>
            <w:pStyle w:val="F646580E82C6412CABC8D2366484370C"/>
          </w:pPr>
          <w:r>
            <w:t>Date</w:t>
          </w:r>
        </w:p>
      </w:docPartBody>
    </w:docPart>
    <w:docPart>
      <w:docPartPr>
        <w:name w:val="FFC30C2F5B4249D882B51D79B3998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9FD95-9625-47A0-B74E-4BA3B933746D}"/>
      </w:docPartPr>
      <w:docPartBody>
        <w:p w:rsidR="00E0321A" w:rsidRDefault="00582069">
          <w:pPr>
            <w:pStyle w:val="FFC30C2F5B4249D882B51D79B399834B"/>
          </w:pPr>
          <w:r>
            <w:t>Recipient Name</w:t>
          </w:r>
        </w:p>
      </w:docPartBody>
    </w:docPart>
    <w:docPart>
      <w:docPartPr>
        <w:name w:val="AB56FB47CF574AD091082D20B2C46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89914-0D85-4891-8D60-2BA29343176F}"/>
      </w:docPartPr>
      <w:docPartBody>
        <w:p w:rsidR="00E0321A" w:rsidRDefault="00582069">
          <w:pPr>
            <w:pStyle w:val="AB56FB47CF574AD091082D20B2C46A3A"/>
          </w:pPr>
          <w:r>
            <w:t>Title</w:t>
          </w:r>
        </w:p>
      </w:docPartBody>
    </w:docPart>
    <w:docPart>
      <w:docPartPr>
        <w:name w:val="C8054C2BE1744982BD4A7613EFB69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8F0F0-7D74-4C37-8CE6-407545C23CBA}"/>
      </w:docPartPr>
      <w:docPartBody>
        <w:p w:rsidR="00E0321A" w:rsidRDefault="00582069">
          <w:pPr>
            <w:pStyle w:val="C8054C2BE1744982BD4A7613EFB6922E"/>
          </w:pPr>
          <w:r>
            <w:t>Company Name</w:t>
          </w:r>
        </w:p>
      </w:docPartBody>
    </w:docPart>
    <w:docPart>
      <w:docPartPr>
        <w:name w:val="A982D1CB3BB44433B9701A0713464A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0C3EE-7B6C-43D7-938A-C3843CA18547}"/>
      </w:docPartPr>
      <w:docPartBody>
        <w:p w:rsidR="00E0321A" w:rsidRDefault="00582069">
          <w:pPr>
            <w:pStyle w:val="A982D1CB3BB44433B9701A0713464AF6"/>
          </w:pPr>
          <w:r>
            <w:t>Sincerely</w:t>
          </w:r>
        </w:p>
      </w:docPartBody>
    </w:docPart>
    <w:docPart>
      <w:docPartPr>
        <w:name w:val="7DA085262CF24248A08E58426F0BC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60735-58C2-4EE7-A479-747BDFE3F54D}"/>
      </w:docPartPr>
      <w:docPartBody>
        <w:p w:rsidR="00E0321A" w:rsidRDefault="00582069">
          <w:pPr>
            <w:pStyle w:val="7DA085262CF24248A08E58426F0BC220"/>
          </w:pPr>
          <w:r>
            <w:t>Your Name</w:t>
          </w:r>
        </w:p>
      </w:docPartBody>
    </w:docPart>
    <w:docPart>
      <w:docPartPr>
        <w:name w:val="579B59DA10684DDDBA6B0B013D027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D9E6B-147C-4D36-91CC-87273550889B}"/>
      </w:docPartPr>
      <w:docPartBody>
        <w:p w:rsidR="00E0321A" w:rsidRDefault="00582069">
          <w:pPr>
            <w:pStyle w:val="579B59DA10684DDDBA6B0B013D027402"/>
          </w:pPr>
          <w:r w:rsidRPr="002E7D74"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69"/>
    <w:rsid w:val="00582069"/>
    <w:rsid w:val="008B16A2"/>
    <w:rsid w:val="00E0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A8AF0AB4624480AD1CBF05F6B4EC99">
    <w:name w:val="D2A8AF0AB4624480AD1CBF05F6B4EC99"/>
  </w:style>
  <w:style w:type="paragraph" w:customStyle="1" w:styleId="4ACCAB3B53EF46829B054BD47096D6BD">
    <w:name w:val="4ACCAB3B53EF46829B054BD47096D6BD"/>
  </w:style>
  <w:style w:type="paragraph" w:customStyle="1" w:styleId="2891A1887BC2473CB57E6981D1E78774">
    <w:name w:val="2891A1887BC2473CB57E6981D1E78774"/>
  </w:style>
  <w:style w:type="paragraph" w:customStyle="1" w:styleId="F646580E82C6412CABC8D2366484370C">
    <w:name w:val="F646580E82C6412CABC8D2366484370C"/>
  </w:style>
  <w:style w:type="paragraph" w:customStyle="1" w:styleId="FFC30C2F5B4249D882B51D79B399834B">
    <w:name w:val="FFC30C2F5B4249D882B51D79B399834B"/>
  </w:style>
  <w:style w:type="paragraph" w:customStyle="1" w:styleId="AB56FB47CF574AD091082D20B2C46A3A">
    <w:name w:val="AB56FB47CF574AD091082D20B2C46A3A"/>
  </w:style>
  <w:style w:type="paragraph" w:customStyle="1" w:styleId="C8054C2BE1744982BD4A7613EFB6922E">
    <w:name w:val="C8054C2BE1744982BD4A7613EFB6922E"/>
  </w:style>
  <w:style w:type="paragraph" w:customStyle="1" w:styleId="2B28E5AE769A48868E5B9011CE3D2178">
    <w:name w:val="2B28E5AE769A48868E5B9011CE3D2178"/>
  </w:style>
  <w:style w:type="character" w:styleId="SubtleReference">
    <w:name w:val="Subtle Reference"/>
    <w:basedOn w:val="DefaultParagraphFont"/>
    <w:uiPriority w:val="5"/>
    <w:unhideWhenUsed/>
    <w:qFormat/>
    <w:rPr>
      <w:caps w:val="0"/>
      <w:smallCaps w:val="0"/>
      <w:color w:val="595959" w:themeColor="text1" w:themeTint="A6"/>
    </w:rPr>
  </w:style>
  <w:style w:type="paragraph" w:customStyle="1" w:styleId="7BB4AFF20B724E9E9FFC307A0BA4FD7D">
    <w:name w:val="7BB4AFF20B724E9E9FFC307A0BA4FD7D"/>
  </w:style>
  <w:style w:type="paragraph" w:customStyle="1" w:styleId="FED89F9824B84D558D91577BC84DE294">
    <w:name w:val="FED89F9824B84D558D91577BC84DE294"/>
  </w:style>
  <w:style w:type="paragraph" w:customStyle="1" w:styleId="BB10E674A9D248CC90F2009D6A38B0F4">
    <w:name w:val="BB10E674A9D248CC90F2009D6A38B0F4"/>
  </w:style>
  <w:style w:type="paragraph" w:customStyle="1" w:styleId="E939C585A5C2415EB722F6ACB6B06EAC">
    <w:name w:val="E939C585A5C2415EB722F6ACB6B06EAC"/>
  </w:style>
  <w:style w:type="paragraph" w:customStyle="1" w:styleId="72795D1D46E44E30ACEADF6AB3EDD80D">
    <w:name w:val="72795D1D46E44E30ACEADF6AB3EDD80D"/>
  </w:style>
  <w:style w:type="paragraph" w:customStyle="1" w:styleId="7FD251195C554FE48A9C2A88DE40EF58">
    <w:name w:val="7FD251195C554FE48A9C2A88DE40EF58"/>
  </w:style>
  <w:style w:type="paragraph" w:customStyle="1" w:styleId="0A065738A05F4BD9BBF44F4F72A504E2">
    <w:name w:val="0A065738A05F4BD9BBF44F4F72A504E2"/>
  </w:style>
  <w:style w:type="paragraph" w:customStyle="1" w:styleId="8F69AB1177384AC689B03420BF2BDD4F">
    <w:name w:val="8F69AB1177384AC689B03420BF2BDD4F"/>
  </w:style>
  <w:style w:type="paragraph" w:customStyle="1" w:styleId="A982D1CB3BB44433B9701A0713464AF6">
    <w:name w:val="A982D1CB3BB44433B9701A0713464AF6"/>
  </w:style>
  <w:style w:type="paragraph" w:customStyle="1" w:styleId="7DA085262CF24248A08E58426F0BC220">
    <w:name w:val="7DA085262CF24248A08E58426F0BC220"/>
  </w:style>
  <w:style w:type="paragraph" w:customStyle="1" w:styleId="579B59DA10684DDDBA6B0B013D027402">
    <w:name w:val="579B59DA10684DDDBA6B0B013D027402"/>
  </w:style>
  <w:style w:type="paragraph" w:customStyle="1" w:styleId="6E80420A3F074BC99CD6F9782EEE2877">
    <w:name w:val="6E80420A3F074BC99CD6F9782EEE2877"/>
    <w:rsid w:val="00E032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employees xmlns="http://schemas.microsoft.com/temp/samples">
  <employee>
    <CustomerName/>
    <CompanyName/>
    <SenderAddress/>
    <Address/>
  </employee>
</employe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86057C-91DD-423E-9AC4-D48A057B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59EC0-D38D-478D-91F7-78B237EF0A99}">
  <ds:schemaRefs>
    <ds:schemaRef ds:uri="http://schemas.microsoft.com/temp/samples"/>
  </ds:schemaRefs>
</ds:datastoreItem>
</file>

<file path=customXml/itemProps4.xml><?xml version="1.0" encoding="utf-8"?>
<ds:datastoreItem xmlns:ds="http://schemas.openxmlformats.org/officeDocument/2006/customXml" ds:itemID="{C93B4CC0-DED5-41DD-9002-3BAD0996900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CD43E0-FFEE-4A41-993E-736539E2857F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resignation due to merger.dotx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September 13, 2018</dc:subject>
  <dc:creator>Alex</dc:creator>
  <cp:lastModifiedBy>Alex</cp:lastModifiedBy>
  <cp:revision>3</cp:revision>
  <dcterms:created xsi:type="dcterms:W3CDTF">2017-08-21T07:57:00Z</dcterms:created>
  <dcterms:modified xsi:type="dcterms:W3CDTF">2017-08-21T07:59:00Z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