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2F4" w:rsidRPr="00416C48" w:rsidRDefault="00416C48" w:rsidP="00752D50">
      <w:pPr>
        <w:pStyle w:val="Heading1"/>
      </w:pPr>
      <w:r w:rsidRPr="00416C48">
        <w:t>VEHICLE MAINTENANCE SERVICE REPORT</w:t>
      </w:r>
    </w:p>
    <w:tbl>
      <w:tblPr>
        <w:tblW w:w="5000" w:type="pct"/>
        <w:tblInd w:w="328" w:type="dxa"/>
        <w:tblBorders>
          <w:bottom w:val="single" w:sz="4" w:space="0" w:color="808080" w:themeColor="background1" w:themeShade="80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031"/>
        <w:gridCol w:w="1005"/>
        <w:gridCol w:w="2029"/>
        <w:gridCol w:w="1065"/>
        <w:gridCol w:w="2029"/>
        <w:gridCol w:w="996"/>
        <w:gridCol w:w="1072"/>
        <w:gridCol w:w="1033"/>
      </w:tblGrid>
      <w:tr w:rsidR="00FA02F4" w:rsidRPr="00416C48" w:rsidTr="00416C48">
        <w:trPr>
          <w:trHeight w:val="354"/>
          <w:tblHeader/>
        </w:trPr>
        <w:tc>
          <w:tcPr>
            <w:tcW w:w="1042" w:type="dxa"/>
            <w:vAlign w:val="center"/>
          </w:tcPr>
          <w:p w:rsidR="00FA02F4" w:rsidRPr="00416C48" w:rsidRDefault="00FA02F4" w:rsidP="00FA02F4">
            <w:pPr>
              <w:rPr>
                <w:rFonts w:asciiTheme="majorHAnsi" w:hAnsiTheme="majorHAnsi"/>
              </w:rPr>
            </w:pPr>
          </w:p>
        </w:tc>
        <w:tc>
          <w:tcPr>
            <w:tcW w:w="1016" w:type="dxa"/>
            <w:vAlign w:val="center"/>
          </w:tcPr>
          <w:p w:rsidR="00FA02F4" w:rsidRPr="00416C48" w:rsidRDefault="00FA02F4" w:rsidP="00CB04B1">
            <w:pPr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Make:</w:t>
            </w:r>
          </w:p>
        </w:tc>
        <w:tc>
          <w:tcPr>
            <w:tcW w:w="2053" w:type="dxa"/>
            <w:vAlign w:val="center"/>
          </w:tcPr>
          <w:p w:rsidR="00FA02F4" w:rsidRPr="00416C48" w:rsidRDefault="00FA02F4" w:rsidP="00CB04B1">
            <w:pPr>
              <w:rPr>
                <w:rFonts w:asciiTheme="majorHAnsi" w:hAnsiTheme="majorHAnsi"/>
              </w:rPr>
            </w:pPr>
          </w:p>
        </w:tc>
        <w:tc>
          <w:tcPr>
            <w:tcW w:w="1077" w:type="dxa"/>
            <w:vAlign w:val="center"/>
          </w:tcPr>
          <w:p w:rsidR="00FA02F4" w:rsidRPr="00416C48" w:rsidRDefault="00FA02F4" w:rsidP="00CB04B1">
            <w:pPr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Model:</w:t>
            </w:r>
          </w:p>
        </w:tc>
        <w:tc>
          <w:tcPr>
            <w:tcW w:w="2053" w:type="dxa"/>
            <w:vAlign w:val="center"/>
          </w:tcPr>
          <w:p w:rsidR="00FA02F4" w:rsidRPr="00416C48" w:rsidRDefault="00FA02F4" w:rsidP="00CB04B1">
            <w:pPr>
              <w:rPr>
                <w:rFonts w:asciiTheme="majorHAnsi" w:hAnsiTheme="majorHAnsi"/>
              </w:rPr>
            </w:pPr>
          </w:p>
        </w:tc>
        <w:tc>
          <w:tcPr>
            <w:tcW w:w="1007" w:type="dxa"/>
            <w:vAlign w:val="center"/>
          </w:tcPr>
          <w:p w:rsidR="00FA02F4" w:rsidRPr="00416C48" w:rsidRDefault="00FA02F4" w:rsidP="00CB04B1">
            <w:pPr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Year:</w:t>
            </w:r>
          </w:p>
        </w:tc>
        <w:tc>
          <w:tcPr>
            <w:tcW w:w="1084" w:type="dxa"/>
            <w:vAlign w:val="center"/>
          </w:tcPr>
          <w:p w:rsidR="00FA02F4" w:rsidRPr="00416C48" w:rsidRDefault="00FA02F4" w:rsidP="00CB04B1">
            <w:pPr>
              <w:rPr>
                <w:rFonts w:asciiTheme="majorHAnsi" w:hAnsiTheme="majorHAnsi"/>
              </w:rPr>
            </w:pPr>
          </w:p>
        </w:tc>
        <w:tc>
          <w:tcPr>
            <w:tcW w:w="1044" w:type="dxa"/>
            <w:vAlign w:val="center"/>
          </w:tcPr>
          <w:p w:rsidR="00FA02F4" w:rsidRPr="00416C48" w:rsidRDefault="00FA02F4" w:rsidP="00FA02F4">
            <w:pPr>
              <w:rPr>
                <w:rFonts w:asciiTheme="majorHAnsi" w:hAnsiTheme="majorHAnsi"/>
              </w:rPr>
            </w:pPr>
          </w:p>
        </w:tc>
      </w:tr>
    </w:tbl>
    <w:p w:rsidR="00FA02F4" w:rsidRPr="00416C48" w:rsidRDefault="00FA02F4">
      <w:pPr>
        <w:rPr>
          <w:rFonts w:asciiTheme="majorHAnsi" w:hAnsiTheme="majorHAnsi"/>
        </w:rPr>
      </w:pPr>
    </w:p>
    <w:tbl>
      <w:tblPr>
        <w:tblW w:w="5336" w:type="pct"/>
        <w:tblInd w:w="5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093"/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</w:tblGrid>
      <w:tr w:rsidR="00416C48" w:rsidRPr="00416C48" w:rsidTr="00416C48">
        <w:trPr>
          <w:trHeight w:val="237"/>
          <w:tblHeader/>
        </w:trPr>
        <w:tc>
          <w:tcPr>
            <w:tcW w:w="1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D24F12" w:rsidRPr="00416C48" w:rsidRDefault="00D24F12" w:rsidP="00FA02F4">
            <w:pPr>
              <w:pStyle w:val="Heading2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>Miles</w:t>
            </w:r>
          </w:p>
        </w:tc>
        <w:tc>
          <w:tcPr>
            <w:tcW w:w="1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Change oil </w:t>
            </w:r>
            <w:r w:rsidR="00170574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and filter</w:t>
            </w:r>
          </w:p>
        </w:tc>
        <w:tc>
          <w:tcPr>
            <w:tcW w:w="1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Rotate tires </w:t>
            </w:r>
            <w:r w:rsidR="00E96C8C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and check pressure</w:t>
            </w:r>
          </w:p>
        </w:tc>
        <w:tc>
          <w:tcPr>
            <w:tcW w:w="1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>Check coolant, hoses, clamps, and belts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Replace </w:t>
            </w:r>
            <w:r w:rsidR="00E96C8C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air filter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Replace </w:t>
            </w:r>
            <w:r w:rsidR="00E96C8C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spark plugs or glow plugs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Lubricate </w:t>
            </w:r>
            <w:r w:rsidR="00E96C8C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suspension and universal joints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Change </w:t>
            </w:r>
            <w:r w:rsidR="00E96C8C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transmission fluid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</w:rPr>
            </w:pPr>
            <w:r w:rsidRPr="00416C48">
              <w:rPr>
                <w:rFonts w:asciiTheme="majorHAnsi" w:hAnsiTheme="majorHAnsi"/>
                <w:color w:val="FFFFFF" w:themeColor="background1"/>
              </w:rPr>
              <w:t xml:space="preserve">Inspect </w:t>
            </w:r>
            <w:r w:rsidR="00E96C8C" w:rsidRPr="00416C48">
              <w:rPr>
                <w:rFonts w:asciiTheme="majorHAnsi" w:hAnsiTheme="majorHAnsi"/>
                <w:color w:val="FFFFFF" w:themeColor="background1"/>
              </w:rPr>
              <w:br/>
            </w:r>
            <w:r w:rsidRPr="00416C48">
              <w:rPr>
                <w:rFonts w:asciiTheme="majorHAnsi" w:hAnsiTheme="majorHAnsi"/>
                <w:color w:val="FFFFFF" w:themeColor="background1"/>
              </w:rPr>
              <w:t>brakes</w:t>
            </w:r>
          </w:p>
        </w:tc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E96C8C">
            <w:pPr>
              <w:pStyle w:val="SectionTitles"/>
              <w:rPr>
                <w:rFonts w:asciiTheme="majorHAnsi" w:hAnsiTheme="majorHAnsi"/>
                <w:color w:val="FFFFFF" w:themeColor="background1"/>
                <w:szCs w:val="22"/>
              </w:rPr>
            </w:pPr>
            <w:r w:rsidRPr="00416C48">
              <w:rPr>
                <w:rFonts w:asciiTheme="majorHAnsi" w:hAnsiTheme="majorHAnsi"/>
                <w:color w:val="FFFFFF" w:themeColor="background1"/>
                <w:szCs w:val="22"/>
              </w:rPr>
              <w:t>Other</w:t>
            </w: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5,000</w:t>
            </w:r>
          </w:p>
        </w:tc>
        <w:tc>
          <w:tcPr>
            <w:tcW w:w="1114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FFFFFF" w:themeColor="background1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  <w:bookmarkStart w:id="0" w:name="_GoBack"/>
            <w:bookmarkEnd w:id="0"/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20,000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25,000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30,000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35,000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40,000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45,000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50,000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55,000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60,000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65,000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70,000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75,000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80,000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85,000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90,000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95,000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100,000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105,000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110,000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115,000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120,000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125,000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130,000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135,000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140,000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145,000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416C48">
        <w:trPr>
          <w:trHeight w:hRule="exact" w:val="360"/>
        </w:trPr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150,000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FA02F4" w:rsidRDefault="00FA02F4" w:rsidP="00752D50">
      <w:pPr>
        <w:rPr>
          <w:rFonts w:asciiTheme="majorHAnsi" w:hAnsiTheme="majorHAnsi"/>
        </w:rPr>
      </w:pPr>
    </w:p>
    <w:p w:rsidR="00416C48" w:rsidRPr="00416C48" w:rsidRDefault="00416C48" w:rsidP="00752D50">
      <w:pPr>
        <w:rPr>
          <w:rFonts w:asciiTheme="majorHAnsi" w:hAnsiTheme="majorHAnsi"/>
        </w:rPr>
      </w:pPr>
      <w:r>
        <w:rPr>
          <w:rFonts w:asciiTheme="majorHAnsi" w:hAnsiTheme="majorHAnsi"/>
        </w:rPr>
        <w:t>NOTE:</w:t>
      </w:r>
    </w:p>
    <w:sectPr w:rsidR="00416C48" w:rsidRPr="00416C48" w:rsidSect="00752D50">
      <w:footerReference w:type="even" r:id="rId7"/>
      <w:footerReference w:type="default" r:id="rId8"/>
      <w:pgSz w:w="12240" w:h="15840"/>
      <w:pgMar w:top="540" w:right="1440" w:bottom="90" w:left="5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950" w:rsidRDefault="00D34950" w:rsidP="00D24F12">
      <w:r>
        <w:separator/>
      </w:r>
    </w:p>
  </w:endnote>
  <w:endnote w:type="continuationSeparator" w:id="0">
    <w:p w:rsidR="00D34950" w:rsidRDefault="00D34950" w:rsidP="00D2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2F4" w:rsidRDefault="00FA02F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FA02F4" w:rsidRDefault="00FA02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2F4" w:rsidRDefault="00D3495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A02F4" w:rsidRDefault="00FA02F4" w:rsidP="00FA02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950" w:rsidRDefault="00D34950" w:rsidP="00D24F12">
      <w:r>
        <w:separator/>
      </w:r>
    </w:p>
  </w:footnote>
  <w:footnote w:type="continuationSeparator" w:id="0">
    <w:p w:rsidR="00D34950" w:rsidRDefault="00D34950" w:rsidP="00D24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autoHyphenatio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50"/>
    <w:rsid w:val="00170574"/>
    <w:rsid w:val="00211927"/>
    <w:rsid w:val="002B0B0E"/>
    <w:rsid w:val="003740F4"/>
    <w:rsid w:val="00397BFA"/>
    <w:rsid w:val="00416C48"/>
    <w:rsid w:val="005721B2"/>
    <w:rsid w:val="005F69E1"/>
    <w:rsid w:val="006E307F"/>
    <w:rsid w:val="00752D50"/>
    <w:rsid w:val="007E25E4"/>
    <w:rsid w:val="00804328"/>
    <w:rsid w:val="009C56C9"/>
    <w:rsid w:val="00C06188"/>
    <w:rsid w:val="00CB04B1"/>
    <w:rsid w:val="00D24F12"/>
    <w:rsid w:val="00D34950"/>
    <w:rsid w:val="00D752AC"/>
    <w:rsid w:val="00E96C8C"/>
    <w:rsid w:val="00FA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ED5D4"/>
  <w15:docId w15:val="{FE849DC1-96D2-4BC5-8C06-299A2FBB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21B2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FA02F4"/>
    <w:pPr>
      <w:spacing w:after="200"/>
      <w:jc w:val="center"/>
      <w:outlineLvl w:val="0"/>
    </w:pPr>
    <w:rPr>
      <w:rFonts w:asciiTheme="majorHAnsi" w:hAnsiTheme="majorHAnsi"/>
      <w:b/>
      <w:caps/>
      <w:spacing w:val="10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A02F4"/>
    <w:pPr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A02F4"/>
    <w:rPr>
      <w:rFonts w:asciiTheme="minorHAnsi" w:hAnsiTheme="minorHAnsi"/>
      <w:b/>
      <w:szCs w:val="24"/>
    </w:rPr>
  </w:style>
  <w:style w:type="paragraph" w:styleId="BalloonText">
    <w:name w:val="Balloon Text"/>
    <w:basedOn w:val="Normal"/>
    <w:semiHidden/>
    <w:unhideWhenUsed/>
    <w:rsid w:val="006E307F"/>
    <w:rPr>
      <w:rFonts w:ascii="Tahoma" w:hAnsi="Tahoma" w:cs="Tahoma"/>
      <w:sz w:val="16"/>
      <w:szCs w:val="16"/>
    </w:rPr>
  </w:style>
  <w:style w:type="paragraph" w:customStyle="1" w:styleId="SectionTitles">
    <w:name w:val="Section Titles"/>
    <w:basedOn w:val="Normal"/>
    <w:qFormat/>
    <w:rsid w:val="00FA02F4"/>
    <w:pPr>
      <w:jc w:val="center"/>
    </w:pPr>
    <w:rPr>
      <w:sz w:val="16"/>
    </w:rPr>
  </w:style>
  <w:style w:type="paragraph" w:customStyle="1" w:styleId="Numbers">
    <w:name w:val="Numbers"/>
    <w:basedOn w:val="Normal"/>
    <w:unhideWhenUsed/>
    <w:qFormat/>
    <w:rsid w:val="002B0B0E"/>
    <w:pPr>
      <w:jc w:val="right"/>
    </w:pPr>
    <w:rPr>
      <w:b/>
      <w:spacing w:val="10"/>
      <w:sz w:val="16"/>
      <w:szCs w:val="16"/>
    </w:rPr>
  </w:style>
  <w:style w:type="paragraph" w:styleId="Footer">
    <w:name w:val="footer"/>
    <w:basedOn w:val="Normal"/>
    <w:qFormat/>
    <w:rsid w:val="00FA02F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Vehicle%20maintenance%20schedule%20with%205,000-mile%20interval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3187B42-DC39-4AB0-8DA5-19C03B67FB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Vehicle maintenance schedule with 5,000-mile intervals.dotx</Template>
  <TotalTime>12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Vehicle maintenance schedule with 5,000-mile intervals</vt:lpstr>
      <vt:lpstr>VEHICLE MAINTENANCE SERVICE REPORT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Vehicle maintenance schedule with 5,000-mile intervals</dc:title>
  <dc:creator>Alex</dc:creator>
  <cp:keywords/>
  <cp:lastModifiedBy>Alex</cp:lastModifiedBy>
  <cp:revision>3</cp:revision>
  <cp:lastPrinted>2003-12-10T18:54:00Z</cp:lastPrinted>
  <dcterms:created xsi:type="dcterms:W3CDTF">2017-08-10T09:37:00Z</dcterms:created>
  <dcterms:modified xsi:type="dcterms:W3CDTF">2017-08-10T09:52:00Z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TC010186481033</vt:lpwstr>
  </property>
</Properties>
</file>