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1C6" w:rsidRPr="00200C11" w:rsidRDefault="00593208" w:rsidP="00200C11">
      <w:pPr>
        <w:ind w:left="0"/>
        <w:rPr>
          <w:rFonts w:ascii="Calibri" w:hAnsi="Calibri" w:cs="Calibri"/>
          <w:color w:val="auto"/>
          <w:sz w:val="44"/>
          <w:szCs w:val="44"/>
        </w:rPr>
      </w:pPr>
      <w:r w:rsidRPr="00200C11">
        <w:rPr>
          <w:rFonts w:ascii="Calibri" w:hAnsi="Calibri" w:cs="Calibri"/>
          <w:color w:val="auto"/>
          <w:sz w:val="44"/>
          <w:szCs w:val="44"/>
        </w:rPr>
        <w:t>While you were out</w:t>
      </w:r>
    </w:p>
    <w:tbl>
      <w:tblPr>
        <w:tblStyle w:val="TableGridLight"/>
        <w:tblW w:w="8368" w:type="pct"/>
        <w:tblInd w:w="-635" w:type="dxa"/>
        <w:tblLook w:val="04A0" w:firstRow="1" w:lastRow="0" w:firstColumn="1" w:lastColumn="0" w:noHBand="0" w:noVBand="1"/>
        <w:tblDescription w:val="Message table with multiple categories"/>
      </w:tblPr>
      <w:tblGrid>
        <w:gridCol w:w="1712"/>
        <w:gridCol w:w="4318"/>
        <w:gridCol w:w="1348"/>
        <w:gridCol w:w="2998"/>
      </w:tblGrid>
      <w:tr w:rsidR="00200C11" w:rsidTr="00200C11">
        <w:trPr>
          <w:trHeight w:val="360"/>
        </w:trPr>
        <w:tc>
          <w:tcPr>
            <w:tcW w:w="1712" w:type="dxa"/>
          </w:tcPr>
          <w:p w:rsidR="00200C11" w:rsidRDefault="00200C11" w:rsidP="00200C11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-1737701576"/>
            <w:placeholder>
              <w:docPart w:val="53754E2B771F4AA6846221AE505A85C5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200C11" w:rsidRDefault="00200C11" w:rsidP="00200C11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200C11" w:rsidRDefault="00200C11" w:rsidP="00200C11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200C11" w:rsidRDefault="00200C11" w:rsidP="00200C11"/>
        </w:tc>
      </w:tr>
      <w:tr w:rsidR="00200C11" w:rsidTr="00200C11">
        <w:trPr>
          <w:trHeight w:val="360"/>
        </w:trPr>
        <w:tc>
          <w:tcPr>
            <w:tcW w:w="1712" w:type="dxa"/>
          </w:tcPr>
          <w:p w:rsidR="00200C11" w:rsidRDefault="00200C11" w:rsidP="00200C11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200C11" w:rsidRDefault="00200C11" w:rsidP="00200C11">
            <w:sdt>
              <w:sdtPr>
                <w:alias w:val="Message time"/>
                <w:tag w:val=""/>
                <w:id w:val="537166217"/>
                <w:placeholder>
                  <w:docPart w:val="1FEE5D974AD74D9A819971BC87697924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200C11" w:rsidRDefault="00200C11" w:rsidP="00200C11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200C11" w:rsidRDefault="00200C11" w:rsidP="00200C11"/>
        </w:tc>
      </w:tr>
      <w:tr w:rsidR="00200C11" w:rsidTr="00200C11">
        <w:trPr>
          <w:trHeight w:val="360"/>
        </w:trPr>
        <w:tc>
          <w:tcPr>
            <w:tcW w:w="1712" w:type="dxa"/>
          </w:tcPr>
          <w:p w:rsidR="00200C11" w:rsidRDefault="00200C11" w:rsidP="00200C11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200C11" w:rsidRDefault="00200C11" w:rsidP="00200C11">
            <w:sdt>
              <w:sdtPr>
                <w:alias w:val="Message Date"/>
                <w:tag w:val=""/>
                <w:id w:val="-993263772"/>
                <w:placeholder>
                  <w:docPart w:val="C4F8EBC170294373B54F2EAD8D2D16CA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200C11" w:rsidRDefault="00200C11" w:rsidP="00200C11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200C11" w:rsidRDefault="00200C11" w:rsidP="00200C11"/>
        </w:tc>
      </w:tr>
      <w:tr w:rsidR="00200C11" w:rsidTr="00200C11">
        <w:trPr>
          <w:trHeight w:val="360"/>
        </w:trPr>
        <w:tc>
          <w:tcPr>
            <w:tcW w:w="1712" w:type="dxa"/>
          </w:tcPr>
          <w:p w:rsidR="00200C11" w:rsidRDefault="00200C11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395862885"/>
            <w:placeholder>
              <w:docPart w:val="F411A02599D04F3C9511E2A82093AF25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200C11" w:rsidRDefault="00200C11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200C11" w:rsidRDefault="00200C11"/>
        </w:tc>
        <w:tc>
          <w:tcPr>
            <w:tcW w:w="2998" w:type="dxa"/>
          </w:tcPr>
          <w:p w:rsidR="00200C11" w:rsidRDefault="00200C11"/>
        </w:tc>
      </w:tr>
      <w:tr w:rsidR="00200C11" w:rsidTr="00E2040A">
        <w:trPr>
          <w:trHeight w:val="542"/>
        </w:trPr>
        <w:tc>
          <w:tcPr>
            <w:tcW w:w="10376" w:type="dxa"/>
            <w:gridSpan w:val="4"/>
          </w:tcPr>
          <w:p w:rsidR="00200C11" w:rsidRDefault="00200C11" w:rsidP="00200C11">
            <w:pPr>
              <w:pStyle w:val="Heading3"/>
            </w:pPr>
            <w:r>
              <w:t>Message</w:t>
            </w:r>
          </w:p>
        </w:tc>
      </w:tr>
      <w:tr w:rsidR="00200C11" w:rsidTr="000B55B7">
        <w:trPr>
          <w:trHeight w:val="1152"/>
        </w:trPr>
        <w:tc>
          <w:tcPr>
            <w:tcW w:w="10376" w:type="dxa"/>
            <w:gridSpan w:val="4"/>
          </w:tcPr>
          <w:sdt>
            <w:sdtPr>
              <w:id w:val="-928271164"/>
              <w:placeholder>
                <w:docPart w:val="D168F46F2D0A474597A545A881F7A69C"/>
              </w:placeholder>
              <w:temporary/>
              <w:showingPlcHdr/>
              <w15:appearance w15:val="hidden"/>
            </w:sdtPr>
            <w:sdtContent>
              <w:p w:rsidR="00200C11" w:rsidRDefault="00200C11" w:rsidP="00200C11">
                <w:r>
                  <w:t>[Insert message here]</w:t>
                </w:r>
              </w:p>
            </w:sdtContent>
          </w:sdt>
          <w:p w:rsidR="00200C11" w:rsidRDefault="00200C11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-1944902631"/>
            <w:placeholder>
              <w:docPart w:val="07CDE474B211476E8AEE2FB351096208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462774998"/>
                <w:placeholder>
                  <w:docPart w:val="20943418D3E5403F8F57E50A071AD746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-116222573"/>
                <w:placeholder>
                  <w:docPart w:val="8D49ED13AD7D4011BFE3C800BFD394DA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2030285217"/>
            <w:placeholder>
              <w:docPart w:val="F96D9EF562DC4922B21DCDFF91859FE1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-1069721359"/>
              <w:placeholder>
                <w:docPart w:val="F668408901C94712951B0F0FB52D1D02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-1933888054"/>
            <w:placeholder>
              <w:docPart w:val="3786F84CC28948B2A5ED742915ED2275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-876535852"/>
                <w:placeholder>
                  <w:docPart w:val="7326182C6801415BBC9DEE25D44667E6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1520346961"/>
                <w:placeholder>
                  <w:docPart w:val="584D54FDE741460A98598394990178B8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920456474"/>
            <w:placeholder>
              <w:docPart w:val="D3E0D9C5034A469388C2858F4965D5E8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-665862821"/>
              <w:placeholder>
                <w:docPart w:val="48FE6DB8C3FF430F8889825E45D8FD7D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lastRenderedPageBreak/>
              <w:t>Name</w:t>
            </w:r>
          </w:p>
        </w:tc>
        <w:sdt>
          <w:sdtPr>
            <w:alias w:val="Name"/>
            <w:tag w:val=""/>
            <w:id w:val="-981386680"/>
            <w:placeholder>
              <w:docPart w:val="4CF9FBB4B0894CCCBA77C7A07FB94638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563229760"/>
                <w:placeholder>
                  <w:docPart w:val="915097E6352A437982FB8892676EA356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-753585229"/>
                <w:placeholder>
                  <w:docPart w:val="C10B5302A04E4B50A673EC221DE23CB3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-1521003284"/>
            <w:placeholder>
              <w:docPart w:val="0BA005739F004E82A3328122E245B2A2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684252550"/>
              <w:placeholder>
                <w:docPart w:val="E588017762D5456C94B929D77C5E5D8E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-104279092"/>
            <w:placeholder>
              <w:docPart w:val="1FEA7EEECB3D42F78F58C5ACF1FB2BC3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-1834282075"/>
                <w:placeholder>
                  <w:docPart w:val="E8579890CAF8429F9B6B1A123943A66D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-9756282"/>
                <w:placeholder>
                  <w:docPart w:val="9F3000C0AE704338B2C2F98682BE9444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1834258075"/>
            <w:placeholder>
              <w:docPart w:val="F710E37069684EBFB38F6B48E01ACC21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-1956857757"/>
              <w:placeholder>
                <w:docPart w:val="D0EF7EFB83724574B2FEAEDCB14532F4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1561528101"/>
            <w:placeholder>
              <w:docPart w:val="184FBA37761A4AFCA08D496C3D8BE2A1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1870418337"/>
                <w:placeholder>
                  <w:docPart w:val="55A5C18CF6FE4CFBA1647104365B4614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-285427764"/>
                <w:placeholder>
                  <w:docPart w:val="E7D27EEEB79646E388DB222CD9437898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-2107024341"/>
            <w:placeholder>
              <w:docPart w:val="CDF138CF2A6849779952DDAA2E4B674E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1097606453"/>
              <w:placeholder>
                <w:docPart w:val="FB7E8A70268A499B982BF0E26B98E41C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</w:tbl>
    <w:p w:rsidR="002851C6" w:rsidRDefault="002851C6" w:rsidP="00200C11"/>
    <w:p w:rsidR="0012616D" w:rsidRDefault="0012616D" w:rsidP="00200C11"/>
    <w:tbl>
      <w:tblPr>
        <w:tblStyle w:val="TableGridLight"/>
        <w:tblW w:w="8368" w:type="pct"/>
        <w:tblInd w:w="-635" w:type="dxa"/>
        <w:tblLook w:val="04A0" w:firstRow="1" w:lastRow="0" w:firstColumn="1" w:lastColumn="0" w:noHBand="0" w:noVBand="1"/>
        <w:tblDescription w:val="Message table with multiple categories"/>
      </w:tblPr>
      <w:tblGrid>
        <w:gridCol w:w="1712"/>
        <w:gridCol w:w="4318"/>
        <w:gridCol w:w="1348"/>
        <w:gridCol w:w="2998"/>
      </w:tblGrid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77880346"/>
            <w:placeholder>
              <w:docPart w:val="430DA8E1CC01414B913D94AE0C978900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-1312632813"/>
                <w:placeholder>
                  <w:docPart w:val="378DE04AAA284BF681E8AB8BF5725F5C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-875538558"/>
                <w:placeholder>
                  <w:docPart w:val="032455054942497384432A136AC9C1E5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1998760223"/>
            <w:placeholder>
              <w:docPart w:val="83A08CFD35A34414A8D8127C6C02FE1C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1784067567"/>
              <w:placeholder>
                <w:docPart w:val="172DC78F0880444D9126CC4828BE4627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907114583"/>
            <w:placeholder>
              <w:docPart w:val="51890C795DF3409F8C812465E4A1ADBA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-222217493"/>
                <w:placeholder>
                  <w:docPart w:val="6349707267D946A8B26EBEC384F8D7B4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-1861427990"/>
                <w:placeholder>
                  <w:docPart w:val="45A688856CC140C6B99A4CD65A8C5ED4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1454526088"/>
            <w:placeholder>
              <w:docPart w:val="DF2245C26DBC46A69F1507B3D6C2FA18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236753246"/>
              <w:placeholder>
                <w:docPart w:val="B844199DBBA742C08030490EAD91166C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Name</w:t>
            </w:r>
          </w:p>
        </w:tc>
        <w:sdt>
          <w:sdtPr>
            <w:alias w:val="Name"/>
            <w:tag w:val=""/>
            <w:id w:val="1533771581"/>
            <w:placeholder>
              <w:docPart w:val="1DC1B10A95BE45ACB41B8E367BAA7337"/>
            </w:placeholder>
            <w:showingPlcHdr/>
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<w:text w:multiLine="1"/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[Name]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Phone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time"/>
                <w:tag w:val=""/>
                <w:id w:val="-1431663630"/>
                <w:placeholder>
                  <w:docPart w:val="96BA3EE6FA9C47979D4E9BC7E2C28F50"/>
                </w:placeholder>
                <w:showingPlcHdr/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Content>
                <w:r>
                  <w:t>[Message time]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E-mail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Date</w:t>
            </w:r>
          </w:p>
        </w:tc>
        <w:tc>
          <w:tcPr>
            <w:tcW w:w="4318" w:type="dxa"/>
          </w:tcPr>
          <w:p w:rsidR="0012616D" w:rsidRDefault="0012616D" w:rsidP="007F45C4">
            <w:sdt>
              <w:sdtPr>
                <w:alias w:val="Message Date"/>
                <w:tag w:val=""/>
                <w:id w:val="403119243"/>
                <w:placeholder>
                  <w:docPart w:val="0280C2B2B24A4A3186AE21251BC4546B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[Message Date]</w:t>
                </w:r>
              </w:sdtContent>
            </w:sdt>
          </w:p>
        </w:tc>
        <w:tc>
          <w:tcPr>
            <w:tcW w:w="1348" w:type="dxa"/>
          </w:tcPr>
          <w:p w:rsidR="0012616D" w:rsidRDefault="0012616D" w:rsidP="007F45C4">
            <w:pPr>
              <w:pStyle w:val="Heading2"/>
              <w:outlineLvl w:val="1"/>
            </w:pPr>
            <w:r>
              <w:t>Fax</w:t>
            </w:r>
          </w:p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360"/>
        </w:trPr>
        <w:tc>
          <w:tcPr>
            <w:tcW w:w="1712" w:type="dxa"/>
          </w:tcPr>
          <w:p w:rsidR="0012616D" w:rsidRDefault="0012616D" w:rsidP="007F45C4">
            <w:pPr>
              <w:pStyle w:val="Heading2"/>
              <w:outlineLvl w:val="1"/>
            </w:pPr>
            <w:r>
              <w:t>Respond By</w:t>
            </w:r>
          </w:p>
        </w:tc>
        <w:sdt>
          <w:sdtPr>
            <w:id w:val="1253087735"/>
            <w:placeholder>
              <w:docPart w:val="B611440FB2AF47B899F44340C5C1A562"/>
            </w:placeholder>
            <w:temporary/>
            <w:showingPlcHdr/>
            <w:date>
              <w:dateFormat w:val="dddd, MMMM dd, yyyy"/>
              <w:lid w:val="en-US"/>
              <w:storeMappedDataAs w:val="dateTime"/>
              <w:calendar w:val="gregorian"/>
            </w:date>
          </w:sdtPr>
          <w:sdtContent>
            <w:tc>
              <w:tcPr>
                <w:tcW w:w="4318" w:type="dxa"/>
              </w:tcPr>
              <w:p w:rsidR="0012616D" w:rsidRDefault="0012616D" w:rsidP="007F45C4">
                <w:r>
                  <w:t>[Response deadline]</w:t>
                </w:r>
              </w:p>
            </w:tc>
          </w:sdtContent>
        </w:sdt>
        <w:tc>
          <w:tcPr>
            <w:tcW w:w="1348" w:type="dxa"/>
          </w:tcPr>
          <w:p w:rsidR="0012616D" w:rsidRDefault="0012616D" w:rsidP="007F45C4"/>
        </w:tc>
        <w:tc>
          <w:tcPr>
            <w:tcW w:w="2998" w:type="dxa"/>
          </w:tcPr>
          <w:p w:rsidR="0012616D" w:rsidRDefault="0012616D" w:rsidP="007F45C4"/>
        </w:tc>
      </w:tr>
      <w:tr w:rsidR="0012616D" w:rsidTr="007F45C4">
        <w:trPr>
          <w:trHeight w:val="542"/>
        </w:trPr>
        <w:tc>
          <w:tcPr>
            <w:tcW w:w="10376" w:type="dxa"/>
            <w:gridSpan w:val="4"/>
          </w:tcPr>
          <w:p w:rsidR="0012616D" w:rsidRDefault="0012616D" w:rsidP="007F45C4">
            <w:pPr>
              <w:pStyle w:val="Heading3"/>
            </w:pPr>
            <w:r>
              <w:t>Message</w:t>
            </w:r>
          </w:p>
        </w:tc>
      </w:tr>
      <w:tr w:rsidR="0012616D" w:rsidTr="007F45C4">
        <w:trPr>
          <w:trHeight w:val="1152"/>
        </w:trPr>
        <w:tc>
          <w:tcPr>
            <w:tcW w:w="10376" w:type="dxa"/>
            <w:gridSpan w:val="4"/>
          </w:tcPr>
          <w:sdt>
            <w:sdtPr>
              <w:id w:val="-242257892"/>
              <w:placeholder>
                <w:docPart w:val="3A6E04A85E6D452DA71C8F380D5AD8B0"/>
              </w:placeholder>
              <w:temporary/>
              <w:showingPlcHdr/>
              <w15:appearance w15:val="hidden"/>
            </w:sdtPr>
            <w:sdtContent>
              <w:p w:rsidR="0012616D" w:rsidRDefault="0012616D" w:rsidP="007F45C4">
                <w:r>
                  <w:t>[Insert message here]</w:t>
                </w:r>
              </w:p>
            </w:sdtContent>
          </w:sdt>
          <w:p w:rsidR="0012616D" w:rsidRDefault="0012616D" w:rsidP="007F45C4"/>
        </w:tc>
      </w:tr>
    </w:tbl>
    <w:p w:rsidR="0012616D" w:rsidRDefault="0012616D" w:rsidP="00200C11">
      <w:bookmarkStart w:id="0" w:name="_GoBack"/>
      <w:bookmarkEnd w:id="0"/>
    </w:p>
    <w:sectPr w:rsidR="0012616D" w:rsidSect="00200C11">
      <w:pgSz w:w="12240" w:h="15840"/>
      <w:pgMar w:top="810" w:right="459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208" w:rsidRDefault="00593208">
      <w:pPr>
        <w:spacing w:before="0" w:after="0"/>
      </w:pPr>
      <w:r>
        <w:separator/>
      </w:r>
    </w:p>
  </w:endnote>
  <w:endnote w:type="continuationSeparator" w:id="0">
    <w:p w:rsidR="00593208" w:rsidRDefault="0059320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208" w:rsidRDefault="00593208">
      <w:pPr>
        <w:spacing w:before="0" w:after="0"/>
      </w:pPr>
      <w:r>
        <w:separator/>
      </w:r>
    </w:p>
  </w:footnote>
  <w:footnote w:type="continuationSeparator" w:id="0">
    <w:p w:rsidR="00593208" w:rsidRDefault="0059320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removePersonalInformation/>
  <w:removeDateAndTime/>
  <w:proofState w:spelling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C11"/>
    <w:rsid w:val="0012616D"/>
    <w:rsid w:val="00200C11"/>
    <w:rsid w:val="002851C6"/>
    <w:rsid w:val="0059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E344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240" w:after="60" w:line="240" w:lineRule="auto"/>
      <w:ind w:left="72" w:right="72"/>
    </w:pPr>
    <w:rPr>
      <w:color w:val="7F7F7F" w:themeColor="text1" w:themeTint="8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pBdr>
        <w:bottom w:val="single" w:sz="12" w:space="15" w:color="D0CECE" w:themeColor="background2" w:themeShade="E6"/>
      </w:pBdr>
      <w:spacing w:after="240"/>
      <w:ind w:left="0" w:right="0"/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60"/>
      <w:szCs w:val="60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spacing w:before="360"/>
      <w:outlineLvl w:val="2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60"/>
      <w:szCs w:val="6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er">
    <w:name w:val="footer"/>
    <w:basedOn w:val="Normal"/>
    <w:link w:val="FooterChar"/>
    <w:uiPriority w:val="2"/>
    <w:pPr>
      <w:pBdr>
        <w:top w:val="single" w:sz="8" w:space="1" w:color="D0CECE" w:themeColor="background2" w:themeShade="E6"/>
      </w:pBdr>
      <w:tabs>
        <w:tab w:val="center" w:pos="4680"/>
        <w:tab w:val="right" w:pos="9360"/>
      </w:tabs>
      <w:spacing w:before="0" w:after="0"/>
      <w:ind w:left="0" w:right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2"/>
    <w:rPr>
      <w:color w:val="7F7F7F" w:themeColor="text1" w:themeTint="80"/>
      <w:sz w:val="20"/>
      <w:szCs w:val="20"/>
    </w:rPr>
  </w:style>
  <w:style w:type="table" w:styleId="TableGridLight">
    <w:name w:val="Grid Table Light"/>
    <w:basedOn w:val="TableNormal"/>
    <w:uiPriority w:val="40"/>
    <w:rsid w:val="00200C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1261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616D"/>
    <w:rPr>
      <w:color w:val="7F7F7F" w:themeColor="text1" w:themeTint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elephone%20message%20sli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11A02599D04F3C9511E2A82093A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5A5B8-4B64-47DE-AD02-BB89FFA40C33}"/>
      </w:docPartPr>
      <w:docPartBody>
        <w:p w:rsidR="00000000" w:rsidRDefault="00D604B9" w:rsidP="00D604B9">
          <w:pPr>
            <w:pStyle w:val="F411A02599D04F3C9511E2A82093AF25"/>
          </w:pPr>
          <w:r>
            <w:t>[Response deadline]</w:t>
          </w:r>
        </w:p>
      </w:docPartBody>
    </w:docPart>
    <w:docPart>
      <w:docPartPr>
        <w:name w:val="53754E2B771F4AA6846221AE505A8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F7F39-B8F8-4911-9C6F-67F18CD7E621}"/>
      </w:docPartPr>
      <w:docPartBody>
        <w:p w:rsidR="00000000" w:rsidRDefault="00D604B9" w:rsidP="00D604B9">
          <w:pPr>
            <w:pStyle w:val="53754E2B771F4AA6846221AE505A85C5"/>
          </w:pPr>
          <w:r>
            <w:t>[Name]</w:t>
          </w:r>
        </w:p>
      </w:docPartBody>
    </w:docPart>
    <w:docPart>
      <w:docPartPr>
        <w:name w:val="1FEE5D974AD74D9A819971BC87697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16446-F862-4965-8017-3BA50E04EA0D}"/>
      </w:docPartPr>
      <w:docPartBody>
        <w:p w:rsidR="00000000" w:rsidRDefault="00D604B9" w:rsidP="00D604B9">
          <w:pPr>
            <w:pStyle w:val="1FEE5D974AD74D9A819971BC87697924"/>
          </w:pPr>
          <w:r>
            <w:t>[Message time]</w:t>
          </w:r>
        </w:p>
      </w:docPartBody>
    </w:docPart>
    <w:docPart>
      <w:docPartPr>
        <w:name w:val="C4F8EBC170294373B54F2EAD8D2D1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B8E8F-4B3A-4D26-88B8-FF59B99CAF8A}"/>
      </w:docPartPr>
      <w:docPartBody>
        <w:p w:rsidR="00000000" w:rsidRDefault="00D604B9" w:rsidP="00D604B9">
          <w:pPr>
            <w:pStyle w:val="C4F8EBC170294373B54F2EAD8D2D16CA"/>
          </w:pPr>
          <w:r>
            <w:t>[Message Date]</w:t>
          </w:r>
        </w:p>
      </w:docPartBody>
    </w:docPart>
    <w:docPart>
      <w:docPartPr>
        <w:name w:val="D168F46F2D0A474597A545A881F7A6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BED96-CF82-48C0-B9F0-5A042D93EFAD}"/>
      </w:docPartPr>
      <w:docPartBody>
        <w:p w:rsidR="00000000" w:rsidRDefault="00D604B9" w:rsidP="00D604B9">
          <w:pPr>
            <w:pStyle w:val="D168F46F2D0A474597A545A881F7A69C"/>
          </w:pPr>
          <w:r>
            <w:t>[Insert message here]</w:t>
          </w:r>
        </w:p>
      </w:docPartBody>
    </w:docPart>
    <w:docPart>
      <w:docPartPr>
        <w:name w:val="07CDE474B211476E8AEE2FB3510962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CA2A1-1E85-4C48-9391-01973E7766EA}"/>
      </w:docPartPr>
      <w:docPartBody>
        <w:p w:rsidR="00000000" w:rsidRDefault="00D604B9" w:rsidP="00D604B9">
          <w:pPr>
            <w:pStyle w:val="07CDE474B211476E8AEE2FB351096208"/>
          </w:pPr>
          <w:r>
            <w:t>[Name]</w:t>
          </w:r>
        </w:p>
      </w:docPartBody>
    </w:docPart>
    <w:docPart>
      <w:docPartPr>
        <w:name w:val="20943418D3E5403F8F57E50A071AD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892E0-E229-4F08-AE3C-768BC3F3D723}"/>
      </w:docPartPr>
      <w:docPartBody>
        <w:p w:rsidR="00000000" w:rsidRDefault="00D604B9" w:rsidP="00D604B9">
          <w:pPr>
            <w:pStyle w:val="20943418D3E5403F8F57E50A071AD746"/>
          </w:pPr>
          <w:r>
            <w:t>[Message time]</w:t>
          </w:r>
        </w:p>
      </w:docPartBody>
    </w:docPart>
    <w:docPart>
      <w:docPartPr>
        <w:name w:val="8D49ED13AD7D4011BFE3C800BFD39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AFC1E-0B7B-483D-A073-AEFE728E9C9B}"/>
      </w:docPartPr>
      <w:docPartBody>
        <w:p w:rsidR="00000000" w:rsidRDefault="00D604B9" w:rsidP="00D604B9">
          <w:pPr>
            <w:pStyle w:val="8D49ED13AD7D4011BFE3C800BFD394DA"/>
          </w:pPr>
          <w:r>
            <w:t>[Message Date]</w:t>
          </w:r>
        </w:p>
      </w:docPartBody>
    </w:docPart>
    <w:docPart>
      <w:docPartPr>
        <w:name w:val="F96D9EF562DC4922B21DCDFF91859F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DAC1A-AD80-41E9-8DF1-BC399BE86497}"/>
      </w:docPartPr>
      <w:docPartBody>
        <w:p w:rsidR="00000000" w:rsidRDefault="00D604B9" w:rsidP="00D604B9">
          <w:pPr>
            <w:pStyle w:val="F96D9EF562DC4922B21DCDFF91859FE1"/>
          </w:pPr>
          <w:r>
            <w:t>[Response deadline]</w:t>
          </w:r>
        </w:p>
      </w:docPartBody>
    </w:docPart>
    <w:docPart>
      <w:docPartPr>
        <w:name w:val="F668408901C94712951B0F0FB52D1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91A0F-64C3-4D24-8118-49679A9AF001}"/>
      </w:docPartPr>
      <w:docPartBody>
        <w:p w:rsidR="00000000" w:rsidRDefault="00D604B9" w:rsidP="00D604B9">
          <w:pPr>
            <w:pStyle w:val="F668408901C94712951B0F0FB52D1D02"/>
          </w:pPr>
          <w:r>
            <w:t>[Insert message here]</w:t>
          </w:r>
        </w:p>
      </w:docPartBody>
    </w:docPart>
    <w:docPart>
      <w:docPartPr>
        <w:name w:val="3786F84CC28948B2A5ED742915ED2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E7CF1-3886-4893-984A-C1346F4DFBA8}"/>
      </w:docPartPr>
      <w:docPartBody>
        <w:p w:rsidR="00000000" w:rsidRDefault="00D604B9" w:rsidP="00D604B9">
          <w:pPr>
            <w:pStyle w:val="3786F84CC28948B2A5ED742915ED2275"/>
          </w:pPr>
          <w:r>
            <w:t>[Name]</w:t>
          </w:r>
        </w:p>
      </w:docPartBody>
    </w:docPart>
    <w:docPart>
      <w:docPartPr>
        <w:name w:val="7326182C6801415BBC9DEE25D4466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03A892-B20C-40E8-926C-0612A95CD577}"/>
      </w:docPartPr>
      <w:docPartBody>
        <w:p w:rsidR="00000000" w:rsidRDefault="00D604B9" w:rsidP="00D604B9">
          <w:pPr>
            <w:pStyle w:val="7326182C6801415BBC9DEE25D44667E6"/>
          </w:pPr>
          <w:r>
            <w:t>[Message time]</w:t>
          </w:r>
        </w:p>
      </w:docPartBody>
    </w:docPart>
    <w:docPart>
      <w:docPartPr>
        <w:name w:val="584D54FDE741460A9859839499017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867E0-B623-475B-BB33-E98B3925FFD5}"/>
      </w:docPartPr>
      <w:docPartBody>
        <w:p w:rsidR="00000000" w:rsidRDefault="00D604B9" w:rsidP="00D604B9">
          <w:pPr>
            <w:pStyle w:val="584D54FDE741460A98598394990178B8"/>
          </w:pPr>
          <w:r>
            <w:t>[Message Date]</w:t>
          </w:r>
        </w:p>
      </w:docPartBody>
    </w:docPart>
    <w:docPart>
      <w:docPartPr>
        <w:name w:val="D3E0D9C5034A469388C2858F4965D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A1855-C194-4FFC-92B5-7FE727212CF8}"/>
      </w:docPartPr>
      <w:docPartBody>
        <w:p w:rsidR="00000000" w:rsidRDefault="00D604B9" w:rsidP="00D604B9">
          <w:pPr>
            <w:pStyle w:val="D3E0D9C5034A469388C2858F4965D5E8"/>
          </w:pPr>
          <w:r>
            <w:t>[Response deadline]</w:t>
          </w:r>
        </w:p>
      </w:docPartBody>
    </w:docPart>
    <w:docPart>
      <w:docPartPr>
        <w:name w:val="48FE6DB8C3FF430F8889825E45D8F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90407-F66F-41F2-9408-AF25E7A2EB78}"/>
      </w:docPartPr>
      <w:docPartBody>
        <w:p w:rsidR="00000000" w:rsidRDefault="00D604B9" w:rsidP="00D604B9">
          <w:pPr>
            <w:pStyle w:val="48FE6DB8C3FF430F8889825E45D8FD7D"/>
          </w:pPr>
          <w:r>
            <w:t>[Insert message here]</w:t>
          </w:r>
        </w:p>
      </w:docPartBody>
    </w:docPart>
    <w:docPart>
      <w:docPartPr>
        <w:name w:val="4CF9FBB4B0894CCCBA77C7A07FB94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B5DE2-AC3C-4A8A-A411-C9D8DFA50A15}"/>
      </w:docPartPr>
      <w:docPartBody>
        <w:p w:rsidR="00000000" w:rsidRDefault="00D604B9" w:rsidP="00D604B9">
          <w:pPr>
            <w:pStyle w:val="4CF9FBB4B0894CCCBA77C7A07FB94638"/>
          </w:pPr>
          <w:r>
            <w:t>[Name]</w:t>
          </w:r>
        </w:p>
      </w:docPartBody>
    </w:docPart>
    <w:docPart>
      <w:docPartPr>
        <w:name w:val="915097E6352A437982FB8892676EA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D860A9-7A49-471D-B024-50C8555FB53B}"/>
      </w:docPartPr>
      <w:docPartBody>
        <w:p w:rsidR="00000000" w:rsidRDefault="00D604B9" w:rsidP="00D604B9">
          <w:pPr>
            <w:pStyle w:val="915097E6352A437982FB8892676EA356"/>
          </w:pPr>
          <w:r>
            <w:t>[Message time]</w:t>
          </w:r>
        </w:p>
      </w:docPartBody>
    </w:docPart>
    <w:docPart>
      <w:docPartPr>
        <w:name w:val="C10B5302A04E4B50A673EC221DE23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16E3E2-BF57-48E2-B691-A9C7C9952797}"/>
      </w:docPartPr>
      <w:docPartBody>
        <w:p w:rsidR="00000000" w:rsidRDefault="00D604B9" w:rsidP="00D604B9">
          <w:pPr>
            <w:pStyle w:val="C10B5302A04E4B50A673EC221DE23CB3"/>
          </w:pPr>
          <w:r>
            <w:t>[Message Date]</w:t>
          </w:r>
        </w:p>
      </w:docPartBody>
    </w:docPart>
    <w:docPart>
      <w:docPartPr>
        <w:name w:val="0BA005739F004E82A3328122E245B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65996-593E-4302-80DA-CF74D7A9597E}"/>
      </w:docPartPr>
      <w:docPartBody>
        <w:p w:rsidR="00000000" w:rsidRDefault="00D604B9" w:rsidP="00D604B9">
          <w:pPr>
            <w:pStyle w:val="0BA005739F004E82A3328122E245B2A2"/>
          </w:pPr>
          <w:r>
            <w:t>[Response deadline]</w:t>
          </w:r>
        </w:p>
      </w:docPartBody>
    </w:docPart>
    <w:docPart>
      <w:docPartPr>
        <w:name w:val="E588017762D5456C94B929D77C5E5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5804A-CFD0-45A6-A52C-9810A090A983}"/>
      </w:docPartPr>
      <w:docPartBody>
        <w:p w:rsidR="00000000" w:rsidRDefault="00D604B9" w:rsidP="00D604B9">
          <w:pPr>
            <w:pStyle w:val="E588017762D5456C94B929D77C5E5D8E"/>
          </w:pPr>
          <w:r>
            <w:t>[Insert message here]</w:t>
          </w:r>
        </w:p>
      </w:docPartBody>
    </w:docPart>
    <w:docPart>
      <w:docPartPr>
        <w:name w:val="1FEA7EEECB3D42F78F58C5ACF1FB2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826D3-DDC6-430A-8C93-BD075306DF9D}"/>
      </w:docPartPr>
      <w:docPartBody>
        <w:p w:rsidR="00000000" w:rsidRDefault="00D604B9" w:rsidP="00D604B9">
          <w:pPr>
            <w:pStyle w:val="1FEA7EEECB3D42F78F58C5ACF1FB2BC3"/>
          </w:pPr>
          <w:r>
            <w:t>[Name]</w:t>
          </w:r>
        </w:p>
      </w:docPartBody>
    </w:docPart>
    <w:docPart>
      <w:docPartPr>
        <w:name w:val="E8579890CAF8429F9B6B1A123943A6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E20CC-9CCC-4C98-AAE9-C3D09CC99188}"/>
      </w:docPartPr>
      <w:docPartBody>
        <w:p w:rsidR="00000000" w:rsidRDefault="00D604B9" w:rsidP="00D604B9">
          <w:pPr>
            <w:pStyle w:val="E8579890CAF8429F9B6B1A123943A66D"/>
          </w:pPr>
          <w:r>
            <w:t>[Message time]</w:t>
          </w:r>
        </w:p>
      </w:docPartBody>
    </w:docPart>
    <w:docPart>
      <w:docPartPr>
        <w:name w:val="9F3000C0AE704338B2C2F98682BE9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702F8-99BB-406E-970C-33C2245A1654}"/>
      </w:docPartPr>
      <w:docPartBody>
        <w:p w:rsidR="00000000" w:rsidRDefault="00D604B9" w:rsidP="00D604B9">
          <w:pPr>
            <w:pStyle w:val="9F3000C0AE704338B2C2F98682BE9444"/>
          </w:pPr>
          <w:r>
            <w:t>[Message Date]</w:t>
          </w:r>
        </w:p>
      </w:docPartBody>
    </w:docPart>
    <w:docPart>
      <w:docPartPr>
        <w:name w:val="F710E37069684EBFB38F6B48E01AC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38CEF-481B-44B4-B7A5-85AFAB1AF89D}"/>
      </w:docPartPr>
      <w:docPartBody>
        <w:p w:rsidR="00000000" w:rsidRDefault="00D604B9" w:rsidP="00D604B9">
          <w:pPr>
            <w:pStyle w:val="F710E37069684EBFB38F6B48E01ACC21"/>
          </w:pPr>
          <w:r>
            <w:t>[Response deadline]</w:t>
          </w:r>
        </w:p>
      </w:docPartBody>
    </w:docPart>
    <w:docPart>
      <w:docPartPr>
        <w:name w:val="D0EF7EFB83724574B2FEAEDCB1453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D3298-736A-483B-B77C-89597D91E8A4}"/>
      </w:docPartPr>
      <w:docPartBody>
        <w:p w:rsidR="00000000" w:rsidRDefault="00D604B9" w:rsidP="00D604B9">
          <w:pPr>
            <w:pStyle w:val="D0EF7EFB83724574B2FEAEDCB14532F4"/>
          </w:pPr>
          <w:r>
            <w:t>[Insert message here]</w:t>
          </w:r>
        </w:p>
      </w:docPartBody>
    </w:docPart>
    <w:docPart>
      <w:docPartPr>
        <w:name w:val="184FBA37761A4AFCA08D496C3D8BE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3C196-003D-43E7-B69E-8E2472068E69}"/>
      </w:docPartPr>
      <w:docPartBody>
        <w:p w:rsidR="00000000" w:rsidRDefault="00D604B9" w:rsidP="00D604B9">
          <w:pPr>
            <w:pStyle w:val="184FBA37761A4AFCA08D496C3D8BE2A1"/>
          </w:pPr>
          <w:r>
            <w:t>[Name]</w:t>
          </w:r>
        </w:p>
      </w:docPartBody>
    </w:docPart>
    <w:docPart>
      <w:docPartPr>
        <w:name w:val="55A5C18CF6FE4CFBA1647104365B4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3B95E-C8A2-4DC0-B3A9-F4CA7CA22354}"/>
      </w:docPartPr>
      <w:docPartBody>
        <w:p w:rsidR="00000000" w:rsidRDefault="00D604B9" w:rsidP="00D604B9">
          <w:pPr>
            <w:pStyle w:val="55A5C18CF6FE4CFBA1647104365B4614"/>
          </w:pPr>
          <w:r>
            <w:t>[Message time]</w:t>
          </w:r>
        </w:p>
      </w:docPartBody>
    </w:docPart>
    <w:docPart>
      <w:docPartPr>
        <w:name w:val="E7D27EEEB79646E388DB222CD94378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66C6-941E-4718-91C3-5402FBC44F8C}"/>
      </w:docPartPr>
      <w:docPartBody>
        <w:p w:rsidR="00000000" w:rsidRDefault="00D604B9" w:rsidP="00D604B9">
          <w:pPr>
            <w:pStyle w:val="E7D27EEEB79646E388DB222CD9437898"/>
          </w:pPr>
          <w:r>
            <w:t>[Message Date]</w:t>
          </w:r>
        </w:p>
      </w:docPartBody>
    </w:docPart>
    <w:docPart>
      <w:docPartPr>
        <w:name w:val="CDF138CF2A6849779952DDAA2E4B6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CB1B21-28C4-4E4E-BAAA-4280C300066A}"/>
      </w:docPartPr>
      <w:docPartBody>
        <w:p w:rsidR="00000000" w:rsidRDefault="00D604B9" w:rsidP="00D604B9">
          <w:pPr>
            <w:pStyle w:val="CDF138CF2A6849779952DDAA2E4B674E"/>
          </w:pPr>
          <w:r>
            <w:t>[Response deadline]</w:t>
          </w:r>
        </w:p>
      </w:docPartBody>
    </w:docPart>
    <w:docPart>
      <w:docPartPr>
        <w:name w:val="FB7E8A70268A499B982BF0E26B98E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858CDA-7F43-4916-AF3C-E95C76ADCF78}"/>
      </w:docPartPr>
      <w:docPartBody>
        <w:p w:rsidR="00000000" w:rsidRDefault="00D604B9" w:rsidP="00D604B9">
          <w:pPr>
            <w:pStyle w:val="FB7E8A70268A499B982BF0E26B98E41C"/>
          </w:pPr>
          <w:r>
            <w:t>[Insert message here]</w:t>
          </w:r>
        </w:p>
      </w:docPartBody>
    </w:docPart>
    <w:docPart>
      <w:docPartPr>
        <w:name w:val="430DA8E1CC01414B913D94AE0C978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BADA80-33B4-482B-853A-AE8B56555780}"/>
      </w:docPartPr>
      <w:docPartBody>
        <w:p w:rsidR="00000000" w:rsidRDefault="00D604B9" w:rsidP="00D604B9">
          <w:pPr>
            <w:pStyle w:val="430DA8E1CC01414B913D94AE0C978900"/>
          </w:pPr>
          <w:r>
            <w:t>[Name]</w:t>
          </w:r>
        </w:p>
      </w:docPartBody>
    </w:docPart>
    <w:docPart>
      <w:docPartPr>
        <w:name w:val="378DE04AAA284BF681E8AB8BF5725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E86E5-ACA9-4CA1-A485-F19A72E4028F}"/>
      </w:docPartPr>
      <w:docPartBody>
        <w:p w:rsidR="00000000" w:rsidRDefault="00D604B9" w:rsidP="00D604B9">
          <w:pPr>
            <w:pStyle w:val="378DE04AAA284BF681E8AB8BF5725F5C"/>
          </w:pPr>
          <w:r>
            <w:t>[Message time]</w:t>
          </w:r>
        </w:p>
      </w:docPartBody>
    </w:docPart>
    <w:docPart>
      <w:docPartPr>
        <w:name w:val="032455054942497384432A136AC9C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C6158-B872-4538-8451-A709BBEEA6F3}"/>
      </w:docPartPr>
      <w:docPartBody>
        <w:p w:rsidR="00000000" w:rsidRDefault="00D604B9" w:rsidP="00D604B9">
          <w:pPr>
            <w:pStyle w:val="032455054942497384432A136AC9C1E5"/>
          </w:pPr>
          <w:r>
            <w:t>[Message Date]</w:t>
          </w:r>
        </w:p>
      </w:docPartBody>
    </w:docPart>
    <w:docPart>
      <w:docPartPr>
        <w:name w:val="83A08CFD35A34414A8D8127C6C02F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349AB-6ADF-4DAE-B72A-A2D0757299B0}"/>
      </w:docPartPr>
      <w:docPartBody>
        <w:p w:rsidR="00000000" w:rsidRDefault="00D604B9" w:rsidP="00D604B9">
          <w:pPr>
            <w:pStyle w:val="83A08CFD35A34414A8D8127C6C02FE1C"/>
          </w:pPr>
          <w:r>
            <w:t>[Response deadline]</w:t>
          </w:r>
        </w:p>
      </w:docPartBody>
    </w:docPart>
    <w:docPart>
      <w:docPartPr>
        <w:name w:val="172DC78F0880444D9126CC4828BE4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0F92C-000C-4647-A738-DBA27A9264BC}"/>
      </w:docPartPr>
      <w:docPartBody>
        <w:p w:rsidR="00000000" w:rsidRDefault="00D604B9" w:rsidP="00D604B9">
          <w:pPr>
            <w:pStyle w:val="172DC78F0880444D9126CC4828BE4627"/>
          </w:pPr>
          <w:r>
            <w:t>[Insert message here]</w:t>
          </w:r>
        </w:p>
      </w:docPartBody>
    </w:docPart>
    <w:docPart>
      <w:docPartPr>
        <w:name w:val="51890C795DF3409F8C812465E4A1A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1D537-84B1-4429-9BD9-CE414851C7ED}"/>
      </w:docPartPr>
      <w:docPartBody>
        <w:p w:rsidR="00000000" w:rsidRDefault="00D604B9" w:rsidP="00D604B9">
          <w:pPr>
            <w:pStyle w:val="51890C795DF3409F8C812465E4A1ADBA"/>
          </w:pPr>
          <w:r>
            <w:t>[Name]</w:t>
          </w:r>
        </w:p>
      </w:docPartBody>
    </w:docPart>
    <w:docPart>
      <w:docPartPr>
        <w:name w:val="6349707267D946A8B26EBEC384F8D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FE5B8-A56E-4AC7-B099-9ED7D113A9FC}"/>
      </w:docPartPr>
      <w:docPartBody>
        <w:p w:rsidR="00000000" w:rsidRDefault="00D604B9" w:rsidP="00D604B9">
          <w:pPr>
            <w:pStyle w:val="6349707267D946A8B26EBEC384F8D7B4"/>
          </w:pPr>
          <w:r>
            <w:t>[Message time]</w:t>
          </w:r>
        </w:p>
      </w:docPartBody>
    </w:docPart>
    <w:docPart>
      <w:docPartPr>
        <w:name w:val="45A688856CC140C6B99A4CD65A8C5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A9EC81-EB4E-4366-9CCE-7214CCC22A73}"/>
      </w:docPartPr>
      <w:docPartBody>
        <w:p w:rsidR="00000000" w:rsidRDefault="00D604B9" w:rsidP="00D604B9">
          <w:pPr>
            <w:pStyle w:val="45A688856CC140C6B99A4CD65A8C5ED4"/>
          </w:pPr>
          <w:r>
            <w:t>[Message Date]</w:t>
          </w:r>
        </w:p>
      </w:docPartBody>
    </w:docPart>
    <w:docPart>
      <w:docPartPr>
        <w:name w:val="DF2245C26DBC46A69F1507B3D6C2F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6931E9-C259-4CF8-8EAE-8E46AD430A09}"/>
      </w:docPartPr>
      <w:docPartBody>
        <w:p w:rsidR="00000000" w:rsidRDefault="00D604B9" w:rsidP="00D604B9">
          <w:pPr>
            <w:pStyle w:val="DF2245C26DBC46A69F1507B3D6C2FA18"/>
          </w:pPr>
          <w:r>
            <w:t>[Response deadline]</w:t>
          </w:r>
        </w:p>
      </w:docPartBody>
    </w:docPart>
    <w:docPart>
      <w:docPartPr>
        <w:name w:val="B844199DBBA742C08030490EAD911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6163C-3D2B-4133-B6DE-235427C6ECBD}"/>
      </w:docPartPr>
      <w:docPartBody>
        <w:p w:rsidR="00000000" w:rsidRDefault="00D604B9" w:rsidP="00D604B9">
          <w:pPr>
            <w:pStyle w:val="B844199DBBA742C08030490EAD91166C"/>
          </w:pPr>
          <w:r>
            <w:t>[Insert message here]</w:t>
          </w:r>
        </w:p>
      </w:docPartBody>
    </w:docPart>
    <w:docPart>
      <w:docPartPr>
        <w:name w:val="1DC1B10A95BE45ACB41B8E367BAA73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B1A690-1E7F-47F4-B3AC-F82FC5FA6BA1}"/>
      </w:docPartPr>
      <w:docPartBody>
        <w:p w:rsidR="00000000" w:rsidRDefault="00D604B9" w:rsidP="00D604B9">
          <w:pPr>
            <w:pStyle w:val="1DC1B10A95BE45ACB41B8E367BAA7337"/>
          </w:pPr>
          <w:r>
            <w:t>[Name]</w:t>
          </w:r>
        </w:p>
      </w:docPartBody>
    </w:docPart>
    <w:docPart>
      <w:docPartPr>
        <w:name w:val="96BA3EE6FA9C47979D4E9BC7E2C28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9917D-E294-48CA-AA36-EAB155E0A4D1}"/>
      </w:docPartPr>
      <w:docPartBody>
        <w:p w:rsidR="00000000" w:rsidRDefault="00D604B9" w:rsidP="00D604B9">
          <w:pPr>
            <w:pStyle w:val="96BA3EE6FA9C47979D4E9BC7E2C28F50"/>
          </w:pPr>
          <w:r>
            <w:t>[Message time]</w:t>
          </w:r>
        </w:p>
      </w:docPartBody>
    </w:docPart>
    <w:docPart>
      <w:docPartPr>
        <w:name w:val="0280C2B2B24A4A3186AE21251BC45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F8247-6AAE-46BC-88FF-4E1137D520EF}"/>
      </w:docPartPr>
      <w:docPartBody>
        <w:p w:rsidR="00000000" w:rsidRDefault="00D604B9" w:rsidP="00D604B9">
          <w:pPr>
            <w:pStyle w:val="0280C2B2B24A4A3186AE21251BC4546B"/>
          </w:pPr>
          <w:r>
            <w:t>[Message Date]</w:t>
          </w:r>
        </w:p>
      </w:docPartBody>
    </w:docPart>
    <w:docPart>
      <w:docPartPr>
        <w:name w:val="B611440FB2AF47B899F44340C5C1A5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B35FE3-AC39-4D02-BDB1-B884B7E7E784}"/>
      </w:docPartPr>
      <w:docPartBody>
        <w:p w:rsidR="00000000" w:rsidRDefault="00D604B9" w:rsidP="00D604B9">
          <w:pPr>
            <w:pStyle w:val="B611440FB2AF47B899F44340C5C1A562"/>
          </w:pPr>
          <w:r>
            <w:t>[Response deadline]</w:t>
          </w:r>
        </w:p>
      </w:docPartBody>
    </w:docPart>
    <w:docPart>
      <w:docPartPr>
        <w:name w:val="3A6E04A85E6D452DA71C8F380D5AD8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92062-2432-470C-A2EB-880495FA2364}"/>
      </w:docPartPr>
      <w:docPartBody>
        <w:p w:rsidR="00000000" w:rsidRDefault="00D604B9" w:rsidP="00D604B9">
          <w:pPr>
            <w:pStyle w:val="3A6E04A85E6D452DA71C8F380D5AD8B0"/>
          </w:pPr>
          <w:r>
            <w:t>[Insert message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4B9"/>
    <w:rsid w:val="00006119"/>
    <w:rsid w:val="00D6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B112DCBD2D48FCA51E7BC355A2A5F2">
    <w:name w:val="41B112DCBD2D48FCA51E7BC355A2A5F2"/>
  </w:style>
  <w:style w:type="paragraph" w:customStyle="1" w:styleId="6B1AB050C87541CCB5355F8FDD6A91C7">
    <w:name w:val="6B1AB050C87541CCB5355F8FDD6A91C7"/>
  </w:style>
  <w:style w:type="paragraph" w:customStyle="1" w:styleId="6E5F9E7716A74108A16C823A781BE615">
    <w:name w:val="6E5F9E7716A74108A16C823A781BE615"/>
  </w:style>
  <w:style w:type="paragraph" w:customStyle="1" w:styleId="F75505B12B2B4D9FBA3767A0B701C6B0">
    <w:name w:val="F75505B12B2B4D9FBA3767A0B701C6B0"/>
  </w:style>
  <w:style w:type="paragraph" w:customStyle="1" w:styleId="5FFC3DC08DA44082BC89852AA1EC3CEF">
    <w:name w:val="5FFC3DC08DA44082BC89852AA1EC3CEF"/>
  </w:style>
  <w:style w:type="paragraph" w:customStyle="1" w:styleId="FCFB336A2D87418CBF740C3022975714">
    <w:name w:val="FCFB336A2D87418CBF740C3022975714"/>
    <w:rsid w:val="00D604B9"/>
  </w:style>
  <w:style w:type="paragraph" w:customStyle="1" w:styleId="EF89D8BB132D4882B08EE42B79068EE8">
    <w:name w:val="EF89D8BB132D4882B08EE42B79068EE8"/>
    <w:rsid w:val="00D604B9"/>
  </w:style>
  <w:style w:type="paragraph" w:customStyle="1" w:styleId="D9CABF1451B54BD38B5C712D7C9A6FA0">
    <w:name w:val="D9CABF1451B54BD38B5C712D7C9A6FA0"/>
    <w:rsid w:val="00D604B9"/>
  </w:style>
  <w:style w:type="paragraph" w:customStyle="1" w:styleId="3176A0A15BCB4ADCAD770C46B9A3E0C0">
    <w:name w:val="3176A0A15BCB4ADCAD770C46B9A3E0C0"/>
    <w:rsid w:val="00D604B9"/>
  </w:style>
  <w:style w:type="paragraph" w:customStyle="1" w:styleId="1DD0B27EF15F40B49D8E809ED9B5C38F">
    <w:name w:val="1DD0B27EF15F40B49D8E809ED9B5C38F"/>
    <w:rsid w:val="00D604B9"/>
  </w:style>
  <w:style w:type="paragraph" w:customStyle="1" w:styleId="6B6803B8ED804EC89648E1CE543528F7">
    <w:name w:val="6B6803B8ED804EC89648E1CE543528F7"/>
    <w:rsid w:val="00D604B9"/>
  </w:style>
  <w:style w:type="paragraph" w:customStyle="1" w:styleId="7CAEBC9B0FD54E7B887F60B80BE2C59C">
    <w:name w:val="7CAEBC9B0FD54E7B887F60B80BE2C59C"/>
    <w:rsid w:val="00D604B9"/>
  </w:style>
  <w:style w:type="paragraph" w:customStyle="1" w:styleId="F411A02599D04F3C9511E2A82093AF25">
    <w:name w:val="F411A02599D04F3C9511E2A82093AF25"/>
    <w:rsid w:val="00D604B9"/>
  </w:style>
  <w:style w:type="paragraph" w:customStyle="1" w:styleId="53754E2B771F4AA6846221AE505A85C5">
    <w:name w:val="53754E2B771F4AA6846221AE505A85C5"/>
    <w:rsid w:val="00D604B9"/>
  </w:style>
  <w:style w:type="paragraph" w:customStyle="1" w:styleId="1FEE5D974AD74D9A819971BC87697924">
    <w:name w:val="1FEE5D974AD74D9A819971BC87697924"/>
    <w:rsid w:val="00D604B9"/>
  </w:style>
  <w:style w:type="paragraph" w:customStyle="1" w:styleId="C4F8EBC170294373B54F2EAD8D2D16CA">
    <w:name w:val="C4F8EBC170294373B54F2EAD8D2D16CA"/>
    <w:rsid w:val="00D604B9"/>
  </w:style>
  <w:style w:type="paragraph" w:customStyle="1" w:styleId="D168F46F2D0A474597A545A881F7A69C">
    <w:name w:val="D168F46F2D0A474597A545A881F7A69C"/>
    <w:rsid w:val="00D604B9"/>
  </w:style>
  <w:style w:type="paragraph" w:customStyle="1" w:styleId="1562EB9565144B44A64498C780208AC2">
    <w:name w:val="1562EB9565144B44A64498C780208AC2"/>
    <w:rsid w:val="00D604B9"/>
  </w:style>
  <w:style w:type="paragraph" w:customStyle="1" w:styleId="B57FA59A24AC4006BFC36531A1B6D0C2">
    <w:name w:val="B57FA59A24AC4006BFC36531A1B6D0C2"/>
    <w:rsid w:val="00D604B9"/>
  </w:style>
  <w:style w:type="paragraph" w:customStyle="1" w:styleId="1DA4A3C5CE1E47E989E1B95EA0CF335A">
    <w:name w:val="1DA4A3C5CE1E47E989E1B95EA0CF335A"/>
    <w:rsid w:val="00D604B9"/>
  </w:style>
  <w:style w:type="paragraph" w:customStyle="1" w:styleId="5BF65DEB8259421883E7A09F66809CFB">
    <w:name w:val="5BF65DEB8259421883E7A09F66809CFB"/>
    <w:rsid w:val="00D604B9"/>
  </w:style>
  <w:style w:type="paragraph" w:customStyle="1" w:styleId="6CEE3B1D2E1348C885D5B22C9F908984">
    <w:name w:val="6CEE3B1D2E1348C885D5B22C9F908984"/>
    <w:rsid w:val="00D604B9"/>
  </w:style>
  <w:style w:type="paragraph" w:customStyle="1" w:styleId="4017EB23FE844FBE9FEB3F8F8BC943AB">
    <w:name w:val="4017EB23FE844FBE9FEB3F8F8BC943AB"/>
    <w:rsid w:val="00D604B9"/>
  </w:style>
  <w:style w:type="paragraph" w:customStyle="1" w:styleId="5F9C6C7901374574AD86DD4CE158F90F">
    <w:name w:val="5F9C6C7901374574AD86DD4CE158F90F"/>
    <w:rsid w:val="00D604B9"/>
  </w:style>
  <w:style w:type="paragraph" w:customStyle="1" w:styleId="D90A8E1F1D70403D9F05C91828870789">
    <w:name w:val="D90A8E1F1D70403D9F05C91828870789"/>
    <w:rsid w:val="00D604B9"/>
  </w:style>
  <w:style w:type="paragraph" w:customStyle="1" w:styleId="A1155974F5DE43D4818C3455C35F66C2">
    <w:name w:val="A1155974F5DE43D4818C3455C35F66C2"/>
    <w:rsid w:val="00D604B9"/>
  </w:style>
  <w:style w:type="paragraph" w:customStyle="1" w:styleId="B92D1223723748D1A9B1B56F52DE41D1">
    <w:name w:val="B92D1223723748D1A9B1B56F52DE41D1"/>
    <w:rsid w:val="00D604B9"/>
  </w:style>
  <w:style w:type="paragraph" w:customStyle="1" w:styleId="94AAD4117D28468FBFBB35865F751735">
    <w:name w:val="94AAD4117D28468FBFBB35865F751735"/>
    <w:rsid w:val="00D604B9"/>
  </w:style>
  <w:style w:type="paragraph" w:customStyle="1" w:styleId="225ED66A44E7409BA0BA99A73422D953">
    <w:name w:val="225ED66A44E7409BA0BA99A73422D953"/>
    <w:rsid w:val="00D604B9"/>
  </w:style>
  <w:style w:type="paragraph" w:customStyle="1" w:styleId="A88C115E0D284103BF79213519799425">
    <w:name w:val="A88C115E0D284103BF79213519799425"/>
    <w:rsid w:val="00D604B9"/>
  </w:style>
  <w:style w:type="paragraph" w:customStyle="1" w:styleId="BDD7D39165864D2E8E355B54D19B37F0">
    <w:name w:val="BDD7D39165864D2E8E355B54D19B37F0"/>
    <w:rsid w:val="00D604B9"/>
  </w:style>
  <w:style w:type="paragraph" w:customStyle="1" w:styleId="DDE25E811427449EAB6AF5559B4E7056">
    <w:name w:val="DDE25E811427449EAB6AF5559B4E7056"/>
    <w:rsid w:val="00D604B9"/>
  </w:style>
  <w:style w:type="paragraph" w:customStyle="1" w:styleId="A3150B41FCCC4731ABCC84660AFB3D4F">
    <w:name w:val="A3150B41FCCC4731ABCC84660AFB3D4F"/>
    <w:rsid w:val="00D604B9"/>
  </w:style>
  <w:style w:type="paragraph" w:customStyle="1" w:styleId="D5833EE303DA45D4B36E331959D7F1EB">
    <w:name w:val="D5833EE303DA45D4B36E331959D7F1EB"/>
    <w:rsid w:val="00D604B9"/>
  </w:style>
  <w:style w:type="paragraph" w:customStyle="1" w:styleId="4C5499FF12DF42A5917BD42A5055223B">
    <w:name w:val="4C5499FF12DF42A5917BD42A5055223B"/>
    <w:rsid w:val="00D604B9"/>
  </w:style>
  <w:style w:type="paragraph" w:customStyle="1" w:styleId="211127869EC04230BD287831FC9B7ABD">
    <w:name w:val="211127869EC04230BD287831FC9B7ABD"/>
    <w:rsid w:val="00D604B9"/>
  </w:style>
  <w:style w:type="paragraph" w:customStyle="1" w:styleId="2915017683494DB39B30578CD0A13AC7">
    <w:name w:val="2915017683494DB39B30578CD0A13AC7"/>
    <w:rsid w:val="00D604B9"/>
  </w:style>
  <w:style w:type="paragraph" w:customStyle="1" w:styleId="8C377305C0C445BFB01971A8A5AF4C06">
    <w:name w:val="8C377305C0C445BFB01971A8A5AF4C06"/>
    <w:rsid w:val="00D604B9"/>
  </w:style>
  <w:style w:type="paragraph" w:customStyle="1" w:styleId="61230DAB7AB147DC8B04CA2939057258">
    <w:name w:val="61230DAB7AB147DC8B04CA2939057258"/>
    <w:rsid w:val="00D604B9"/>
  </w:style>
  <w:style w:type="paragraph" w:customStyle="1" w:styleId="873240EEF2C743DDAF8D8ACB4514A7E2">
    <w:name w:val="873240EEF2C743DDAF8D8ACB4514A7E2"/>
    <w:rsid w:val="00D604B9"/>
  </w:style>
  <w:style w:type="paragraph" w:customStyle="1" w:styleId="84A573EA8277450A9544D70C3EA0ADAB">
    <w:name w:val="84A573EA8277450A9544D70C3EA0ADAB"/>
    <w:rsid w:val="00D604B9"/>
  </w:style>
  <w:style w:type="paragraph" w:customStyle="1" w:styleId="A509EF2F6F8A436FA7AFBDD528E578F6">
    <w:name w:val="A509EF2F6F8A436FA7AFBDD528E578F6"/>
    <w:rsid w:val="00D604B9"/>
  </w:style>
  <w:style w:type="paragraph" w:customStyle="1" w:styleId="07CDE474B211476E8AEE2FB351096208">
    <w:name w:val="07CDE474B211476E8AEE2FB351096208"/>
    <w:rsid w:val="00D604B9"/>
  </w:style>
  <w:style w:type="paragraph" w:customStyle="1" w:styleId="20943418D3E5403F8F57E50A071AD746">
    <w:name w:val="20943418D3E5403F8F57E50A071AD746"/>
    <w:rsid w:val="00D604B9"/>
  </w:style>
  <w:style w:type="paragraph" w:customStyle="1" w:styleId="8D49ED13AD7D4011BFE3C800BFD394DA">
    <w:name w:val="8D49ED13AD7D4011BFE3C800BFD394DA"/>
    <w:rsid w:val="00D604B9"/>
  </w:style>
  <w:style w:type="paragraph" w:customStyle="1" w:styleId="F96D9EF562DC4922B21DCDFF91859FE1">
    <w:name w:val="F96D9EF562DC4922B21DCDFF91859FE1"/>
    <w:rsid w:val="00D604B9"/>
  </w:style>
  <w:style w:type="paragraph" w:customStyle="1" w:styleId="F668408901C94712951B0F0FB52D1D02">
    <w:name w:val="F668408901C94712951B0F0FB52D1D02"/>
    <w:rsid w:val="00D604B9"/>
  </w:style>
  <w:style w:type="paragraph" w:customStyle="1" w:styleId="3786F84CC28948B2A5ED742915ED2275">
    <w:name w:val="3786F84CC28948B2A5ED742915ED2275"/>
    <w:rsid w:val="00D604B9"/>
  </w:style>
  <w:style w:type="paragraph" w:customStyle="1" w:styleId="7326182C6801415BBC9DEE25D44667E6">
    <w:name w:val="7326182C6801415BBC9DEE25D44667E6"/>
    <w:rsid w:val="00D604B9"/>
  </w:style>
  <w:style w:type="paragraph" w:customStyle="1" w:styleId="584D54FDE741460A98598394990178B8">
    <w:name w:val="584D54FDE741460A98598394990178B8"/>
    <w:rsid w:val="00D604B9"/>
  </w:style>
  <w:style w:type="paragraph" w:customStyle="1" w:styleId="D3E0D9C5034A469388C2858F4965D5E8">
    <w:name w:val="D3E0D9C5034A469388C2858F4965D5E8"/>
    <w:rsid w:val="00D604B9"/>
  </w:style>
  <w:style w:type="paragraph" w:customStyle="1" w:styleId="48FE6DB8C3FF430F8889825E45D8FD7D">
    <w:name w:val="48FE6DB8C3FF430F8889825E45D8FD7D"/>
    <w:rsid w:val="00D604B9"/>
  </w:style>
  <w:style w:type="paragraph" w:customStyle="1" w:styleId="4CF9FBB4B0894CCCBA77C7A07FB94638">
    <w:name w:val="4CF9FBB4B0894CCCBA77C7A07FB94638"/>
    <w:rsid w:val="00D604B9"/>
  </w:style>
  <w:style w:type="paragraph" w:customStyle="1" w:styleId="915097E6352A437982FB8892676EA356">
    <w:name w:val="915097E6352A437982FB8892676EA356"/>
    <w:rsid w:val="00D604B9"/>
  </w:style>
  <w:style w:type="paragraph" w:customStyle="1" w:styleId="C10B5302A04E4B50A673EC221DE23CB3">
    <w:name w:val="C10B5302A04E4B50A673EC221DE23CB3"/>
    <w:rsid w:val="00D604B9"/>
  </w:style>
  <w:style w:type="paragraph" w:customStyle="1" w:styleId="0BA005739F004E82A3328122E245B2A2">
    <w:name w:val="0BA005739F004E82A3328122E245B2A2"/>
    <w:rsid w:val="00D604B9"/>
  </w:style>
  <w:style w:type="paragraph" w:customStyle="1" w:styleId="E588017762D5456C94B929D77C5E5D8E">
    <w:name w:val="E588017762D5456C94B929D77C5E5D8E"/>
    <w:rsid w:val="00D604B9"/>
  </w:style>
  <w:style w:type="paragraph" w:customStyle="1" w:styleId="1FEA7EEECB3D42F78F58C5ACF1FB2BC3">
    <w:name w:val="1FEA7EEECB3D42F78F58C5ACF1FB2BC3"/>
    <w:rsid w:val="00D604B9"/>
  </w:style>
  <w:style w:type="paragraph" w:customStyle="1" w:styleId="E8579890CAF8429F9B6B1A123943A66D">
    <w:name w:val="E8579890CAF8429F9B6B1A123943A66D"/>
    <w:rsid w:val="00D604B9"/>
  </w:style>
  <w:style w:type="paragraph" w:customStyle="1" w:styleId="9F3000C0AE704338B2C2F98682BE9444">
    <w:name w:val="9F3000C0AE704338B2C2F98682BE9444"/>
    <w:rsid w:val="00D604B9"/>
  </w:style>
  <w:style w:type="paragraph" w:customStyle="1" w:styleId="F710E37069684EBFB38F6B48E01ACC21">
    <w:name w:val="F710E37069684EBFB38F6B48E01ACC21"/>
    <w:rsid w:val="00D604B9"/>
  </w:style>
  <w:style w:type="paragraph" w:customStyle="1" w:styleId="D0EF7EFB83724574B2FEAEDCB14532F4">
    <w:name w:val="D0EF7EFB83724574B2FEAEDCB14532F4"/>
    <w:rsid w:val="00D604B9"/>
  </w:style>
  <w:style w:type="paragraph" w:customStyle="1" w:styleId="184FBA37761A4AFCA08D496C3D8BE2A1">
    <w:name w:val="184FBA37761A4AFCA08D496C3D8BE2A1"/>
    <w:rsid w:val="00D604B9"/>
  </w:style>
  <w:style w:type="paragraph" w:customStyle="1" w:styleId="55A5C18CF6FE4CFBA1647104365B4614">
    <w:name w:val="55A5C18CF6FE4CFBA1647104365B4614"/>
    <w:rsid w:val="00D604B9"/>
  </w:style>
  <w:style w:type="paragraph" w:customStyle="1" w:styleId="E7D27EEEB79646E388DB222CD9437898">
    <w:name w:val="E7D27EEEB79646E388DB222CD9437898"/>
    <w:rsid w:val="00D604B9"/>
  </w:style>
  <w:style w:type="paragraph" w:customStyle="1" w:styleId="CDF138CF2A6849779952DDAA2E4B674E">
    <w:name w:val="CDF138CF2A6849779952DDAA2E4B674E"/>
    <w:rsid w:val="00D604B9"/>
  </w:style>
  <w:style w:type="paragraph" w:customStyle="1" w:styleId="FB7E8A70268A499B982BF0E26B98E41C">
    <w:name w:val="FB7E8A70268A499B982BF0E26B98E41C"/>
    <w:rsid w:val="00D604B9"/>
  </w:style>
  <w:style w:type="paragraph" w:customStyle="1" w:styleId="5343AC09215246FF8178812CAEE7450C">
    <w:name w:val="5343AC09215246FF8178812CAEE7450C"/>
    <w:rsid w:val="00D604B9"/>
  </w:style>
  <w:style w:type="paragraph" w:customStyle="1" w:styleId="D535DE555F7649D4B62961B36DE24AF5">
    <w:name w:val="D535DE555F7649D4B62961B36DE24AF5"/>
    <w:rsid w:val="00D604B9"/>
  </w:style>
  <w:style w:type="paragraph" w:customStyle="1" w:styleId="0AF52A12C53F45DC87EF3983B21B2AC0">
    <w:name w:val="0AF52A12C53F45DC87EF3983B21B2AC0"/>
    <w:rsid w:val="00D604B9"/>
  </w:style>
  <w:style w:type="paragraph" w:customStyle="1" w:styleId="F7209BC5D38D49179B15766325A1A163">
    <w:name w:val="F7209BC5D38D49179B15766325A1A163"/>
    <w:rsid w:val="00D604B9"/>
  </w:style>
  <w:style w:type="paragraph" w:customStyle="1" w:styleId="A21F92598F5D453A893CEE9192110D28">
    <w:name w:val="A21F92598F5D453A893CEE9192110D28"/>
    <w:rsid w:val="00D604B9"/>
  </w:style>
  <w:style w:type="paragraph" w:customStyle="1" w:styleId="08267DA9DB4043219CDF55AEBC2288E4">
    <w:name w:val="08267DA9DB4043219CDF55AEBC2288E4"/>
    <w:rsid w:val="00D604B9"/>
  </w:style>
  <w:style w:type="paragraph" w:customStyle="1" w:styleId="D56CFBBCF99C48E98515A85CE2EF81AF">
    <w:name w:val="D56CFBBCF99C48E98515A85CE2EF81AF"/>
    <w:rsid w:val="00D604B9"/>
  </w:style>
  <w:style w:type="paragraph" w:customStyle="1" w:styleId="481C25AC45DA40979D7CE323A481E533">
    <w:name w:val="481C25AC45DA40979D7CE323A481E533"/>
    <w:rsid w:val="00D604B9"/>
  </w:style>
  <w:style w:type="paragraph" w:customStyle="1" w:styleId="2E8115057E4C4E92BAEF4F60EA7E8013">
    <w:name w:val="2E8115057E4C4E92BAEF4F60EA7E8013"/>
    <w:rsid w:val="00D604B9"/>
  </w:style>
  <w:style w:type="paragraph" w:customStyle="1" w:styleId="6720A0E1094B4944A758870436667E2A">
    <w:name w:val="6720A0E1094B4944A758870436667E2A"/>
    <w:rsid w:val="00D604B9"/>
  </w:style>
  <w:style w:type="paragraph" w:customStyle="1" w:styleId="430DA8E1CC01414B913D94AE0C978900">
    <w:name w:val="430DA8E1CC01414B913D94AE0C978900"/>
    <w:rsid w:val="00D604B9"/>
  </w:style>
  <w:style w:type="paragraph" w:customStyle="1" w:styleId="378DE04AAA284BF681E8AB8BF5725F5C">
    <w:name w:val="378DE04AAA284BF681E8AB8BF5725F5C"/>
    <w:rsid w:val="00D604B9"/>
  </w:style>
  <w:style w:type="paragraph" w:customStyle="1" w:styleId="032455054942497384432A136AC9C1E5">
    <w:name w:val="032455054942497384432A136AC9C1E5"/>
    <w:rsid w:val="00D604B9"/>
  </w:style>
  <w:style w:type="paragraph" w:customStyle="1" w:styleId="83A08CFD35A34414A8D8127C6C02FE1C">
    <w:name w:val="83A08CFD35A34414A8D8127C6C02FE1C"/>
    <w:rsid w:val="00D604B9"/>
  </w:style>
  <w:style w:type="paragraph" w:customStyle="1" w:styleId="172DC78F0880444D9126CC4828BE4627">
    <w:name w:val="172DC78F0880444D9126CC4828BE4627"/>
    <w:rsid w:val="00D604B9"/>
  </w:style>
  <w:style w:type="paragraph" w:customStyle="1" w:styleId="51890C795DF3409F8C812465E4A1ADBA">
    <w:name w:val="51890C795DF3409F8C812465E4A1ADBA"/>
    <w:rsid w:val="00D604B9"/>
  </w:style>
  <w:style w:type="paragraph" w:customStyle="1" w:styleId="6349707267D946A8B26EBEC384F8D7B4">
    <w:name w:val="6349707267D946A8B26EBEC384F8D7B4"/>
    <w:rsid w:val="00D604B9"/>
  </w:style>
  <w:style w:type="paragraph" w:customStyle="1" w:styleId="45A688856CC140C6B99A4CD65A8C5ED4">
    <w:name w:val="45A688856CC140C6B99A4CD65A8C5ED4"/>
    <w:rsid w:val="00D604B9"/>
  </w:style>
  <w:style w:type="paragraph" w:customStyle="1" w:styleId="DF2245C26DBC46A69F1507B3D6C2FA18">
    <w:name w:val="DF2245C26DBC46A69F1507B3D6C2FA18"/>
    <w:rsid w:val="00D604B9"/>
  </w:style>
  <w:style w:type="paragraph" w:customStyle="1" w:styleId="B844199DBBA742C08030490EAD91166C">
    <w:name w:val="B844199DBBA742C08030490EAD91166C"/>
    <w:rsid w:val="00D604B9"/>
  </w:style>
  <w:style w:type="paragraph" w:customStyle="1" w:styleId="1DC1B10A95BE45ACB41B8E367BAA7337">
    <w:name w:val="1DC1B10A95BE45ACB41B8E367BAA7337"/>
    <w:rsid w:val="00D604B9"/>
  </w:style>
  <w:style w:type="paragraph" w:customStyle="1" w:styleId="96BA3EE6FA9C47979D4E9BC7E2C28F50">
    <w:name w:val="96BA3EE6FA9C47979D4E9BC7E2C28F50"/>
    <w:rsid w:val="00D604B9"/>
  </w:style>
  <w:style w:type="paragraph" w:customStyle="1" w:styleId="0280C2B2B24A4A3186AE21251BC4546B">
    <w:name w:val="0280C2B2B24A4A3186AE21251BC4546B"/>
    <w:rsid w:val="00D604B9"/>
  </w:style>
  <w:style w:type="paragraph" w:customStyle="1" w:styleId="B611440FB2AF47B899F44340C5C1A562">
    <w:name w:val="B611440FB2AF47B899F44340C5C1A562"/>
    <w:rsid w:val="00D604B9"/>
  </w:style>
  <w:style w:type="paragraph" w:customStyle="1" w:styleId="3A6E04A85E6D452DA71C8F380D5AD8B0">
    <w:name w:val="3A6E04A85E6D452DA71C8F380D5AD8B0"/>
    <w:rsid w:val="00D604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While you were out messag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97C50CD-761F-4E8E-9683-54ABAF2197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Telephone message slip.dotx</Template>
  <TotalTime>0</TotalTime>
  <Pages>3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2017-08-09T12:14:00Z</dcterms:created>
  <dcterms:modified xsi:type="dcterms:W3CDTF">2017-08-09T12:25:00Z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TC039741479991</vt:lpwstr>
  </property>
</Properties>
</file>