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1E5355" w:rsidTr="001E5355">
        <w:trPr>
          <w:trHeight w:val="891"/>
        </w:trPr>
        <w:tc>
          <w:tcPr>
            <w:tcW w:w="2160" w:type="dxa"/>
            <w:vAlign w:val="bottom"/>
          </w:tcPr>
          <w:p w:rsidR="001E5355" w:rsidRDefault="00DA3024">
            <w:pPr>
              <w:pStyle w:val="Heading1"/>
              <w:outlineLvl w:val="0"/>
            </w:pPr>
            <w:r>
              <w:t xml:space="preserve">Patient name: </w:t>
            </w:r>
          </w:p>
        </w:tc>
        <w:tc>
          <w:tcPr>
            <w:tcW w:w="4410" w:type="dxa"/>
            <w:vAlign w:val="bottom"/>
          </w:tcPr>
          <w:p w:rsidR="001E5355" w:rsidRDefault="00DA3024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5445E1631644AF98AA43AD5FA9E0BAC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>
                  <w:t>[Patient name]</w:t>
                </w:r>
              </w:sdtContent>
            </w:sdt>
          </w:p>
        </w:tc>
        <w:tc>
          <w:tcPr>
            <w:tcW w:w="4230" w:type="dxa"/>
            <w:vAlign w:val="bottom"/>
          </w:tcPr>
          <w:p w:rsidR="001E5355" w:rsidRDefault="00DA3024">
            <w:pPr>
              <w:pStyle w:val="Title"/>
            </w:pPr>
            <w:r>
              <w:t>PROGRESS NOTES</w:t>
            </w:r>
          </w:p>
        </w:tc>
      </w:tr>
    </w:tbl>
    <w:p w:rsidR="001E5355" w:rsidRPr="004A2127" w:rsidRDefault="004A2127">
      <w:pPr>
        <w:rPr>
          <w:sz w:val="28"/>
        </w:rPr>
      </w:pPr>
      <w:r w:rsidRPr="004A2127">
        <w:rPr>
          <w:sz w:val="28"/>
        </w:rPr>
        <w:t>[Date]</w:t>
      </w:r>
    </w:p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1529"/>
        <w:gridCol w:w="9271"/>
      </w:tblGrid>
      <w:tr w:rsidR="001E5355" w:rsidTr="001E5355">
        <w:tc>
          <w:tcPr>
            <w:tcW w:w="708" w:type="pct"/>
          </w:tcPr>
          <w:p w:rsidR="001E5355" w:rsidRDefault="004A2127">
            <w:pPr>
              <w:pStyle w:val="Date"/>
            </w:pPr>
            <w:r>
              <w:t>06:00 AM</w:t>
            </w:r>
          </w:p>
        </w:tc>
        <w:sdt>
          <w:sdtPr>
            <w:id w:val="-718750401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4A2127">
            <w:pPr>
              <w:pStyle w:val="Date"/>
            </w:pPr>
            <w:r>
              <w:t>06:30 AM</w:t>
            </w:r>
          </w:p>
        </w:tc>
        <w:sdt>
          <w:sdtPr>
            <w:id w:val="1154406263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4A2127">
            <w:pPr>
              <w:pStyle w:val="Date"/>
            </w:pPr>
            <w:r>
              <w:t>07:00 AM</w:t>
            </w:r>
          </w:p>
        </w:tc>
        <w:sdt>
          <w:sdtPr>
            <w:id w:val="-1938594428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4A2127">
            <w:pPr>
              <w:pStyle w:val="Date"/>
            </w:pPr>
            <w:r>
              <w:t>08:00 AM</w:t>
            </w:r>
            <w:bookmarkStart w:id="0" w:name="_GoBack"/>
            <w:bookmarkEnd w:id="0"/>
          </w:p>
        </w:tc>
        <w:sdt>
          <w:sdtPr>
            <w:id w:val="-945920141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959525399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409114222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626734123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928729048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959921475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597061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783308682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469700222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113050666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763801890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899629505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20902985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2056922573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244146928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520710079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2030255802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069646413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029633857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250507035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772463107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1876529430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-988318652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278231004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1702208508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  <w:tr w:rsidR="001E5355" w:rsidTr="001E5355">
        <w:tc>
          <w:tcPr>
            <w:tcW w:w="708" w:type="pct"/>
          </w:tcPr>
          <w:p w:rsidR="001E5355" w:rsidRDefault="001E5355">
            <w:pPr>
              <w:pStyle w:val="Date"/>
            </w:pPr>
          </w:p>
        </w:tc>
        <w:sdt>
          <w:sdtPr>
            <w:id w:val="585735547"/>
            <w:placeholder>
              <w:docPart w:val="56BE651DDF574776957D4EAE3BE4E80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92" w:type="pct"/>
              </w:tcPr>
              <w:p w:rsidR="001E5355" w:rsidRDefault="00DA3024">
                <w:r>
                  <w:t>[Notes]</w:t>
                </w:r>
              </w:p>
            </w:tc>
          </w:sdtContent>
        </w:sdt>
      </w:tr>
    </w:tbl>
    <w:p w:rsidR="001E5355" w:rsidRDefault="001E5355"/>
    <w:sectPr w:rsidR="001E5355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024" w:rsidRDefault="00DA3024">
      <w:pPr>
        <w:spacing w:before="0"/>
      </w:pPr>
      <w:r>
        <w:separator/>
      </w:r>
    </w:p>
  </w:endnote>
  <w:endnote w:type="continuationSeparator" w:id="0">
    <w:p w:rsidR="00DA3024" w:rsidRDefault="00DA302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024" w:rsidRDefault="00DA3024">
      <w:pPr>
        <w:spacing w:before="0"/>
      </w:pPr>
      <w:r>
        <w:separator/>
      </w:r>
    </w:p>
  </w:footnote>
  <w:footnote w:type="continuationSeparator" w:id="0">
    <w:p w:rsidR="00DA3024" w:rsidRDefault="00DA302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355" w:rsidRDefault="00DA3024">
    <w:pPr>
      <w:pStyle w:val="Header"/>
    </w:pPr>
    <w:r>
      <w:t xml:space="preserve">Patient name: </w:t>
    </w:r>
    <w:sdt>
      <w:sdtPr>
        <w:alias w:val="Patient Name"/>
        <w:tag w:val=""/>
        <w:id w:val="322160525"/>
        <w:placeholder/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>
          <w:t>[Patient Name]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27"/>
    <w:rsid w:val="001E5355"/>
    <w:rsid w:val="004A2127"/>
    <w:rsid w:val="00D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FEE0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445E1631644AF98AA43AD5FA9E0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B31D8-C675-4E45-8306-EFD24C1B75D9}"/>
      </w:docPartPr>
      <w:docPartBody>
        <w:p w:rsidR="00000000" w:rsidRDefault="00752B61">
          <w:pPr>
            <w:pStyle w:val="45445E1631644AF98AA43AD5FA9E0BAC"/>
          </w:pPr>
          <w:r>
            <w:t>[Patient name]</w:t>
          </w:r>
        </w:p>
      </w:docPartBody>
    </w:docPart>
    <w:docPart>
      <w:docPartPr>
        <w:name w:val="56BE651DDF574776957D4EAE3BE4E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AE97C-EA86-430E-89B9-8D598A3FAE25}"/>
      </w:docPartPr>
      <w:docPartBody>
        <w:p w:rsidR="00000000" w:rsidRDefault="00752B61">
          <w:pPr>
            <w:pStyle w:val="56BE651DDF574776957D4EAE3BE4E80F"/>
          </w:pPr>
          <w:r>
            <w:t>[Notes]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61"/>
    <w:rsid w:val="0075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445E1631644AF98AA43AD5FA9E0BAC">
    <w:name w:val="45445E1631644AF98AA43AD5FA9E0BAC"/>
  </w:style>
  <w:style w:type="paragraph" w:customStyle="1" w:styleId="20DC8D2BBD9B4A9EA51A8CCE97C39A2C">
    <w:name w:val="20DC8D2BBD9B4A9EA51A8CCE97C39A2C"/>
  </w:style>
  <w:style w:type="paragraph" w:customStyle="1" w:styleId="56BE651DDF574776957D4EAE3BE4E80F">
    <w:name w:val="56BE651DDF574776957D4EAE3BE4E8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2017-08-23T10:13:00Z</dcterms:created>
  <dcterms:modified xsi:type="dcterms:W3CDTF">2017-08-23T10:20:00Z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