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octors' names"/>
      </w:tblPr>
      <w:tblGrid>
        <w:gridCol w:w="5400"/>
        <w:gridCol w:w="5400"/>
      </w:tblGrid>
      <w:tr w:rsidR="00DB7A86">
        <w:tc>
          <w:tcPr>
            <w:tcW w:w="5400" w:type="dxa"/>
            <w:vAlign w:val="bottom"/>
          </w:tcPr>
          <w:p w:rsidR="00DB7A86" w:rsidRPr="000C30AB" w:rsidRDefault="000C30AB">
            <w:pPr>
              <w:rPr>
                <w:b/>
              </w:rPr>
            </w:pPr>
            <w:r w:rsidRPr="000C30AB">
              <w:rPr>
                <w:b/>
                <w:noProof/>
                <w:sz w:val="40"/>
              </w:rPr>
              <w:t>[HOSPITAL/CLINIC NAME]</w:t>
            </w:r>
          </w:p>
        </w:tc>
        <w:tc>
          <w:tcPr>
            <w:tcW w:w="5400" w:type="dxa"/>
          </w:tcPr>
          <w:p w:rsidR="00DB7A86" w:rsidRDefault="00DB7A86">
            <w:pPr>
              <w:pStyle w:val="Rightalign"/>
            </w:pPr>
          </w:p>
          <w:p w:rsidR="00DB7A86" w:rsidRDefault="00DB7A86">
            <w:pPr>
              <w:pStyle w:val="Rightalign"/>
            </w:pPr>
            <w:bookmarkStart w:id="0" w:name="_GoBack"/>
            <w:bookmarkEnd w:id="0"/>
          </w:p>
        </w:tc>
      </w:tr>
    </w:tbl>
    <w:p w:rsidR="00DB7A86" w:rsidRDefault="000C30AB">
      <w:pPr>
        <w:pStyle w:val="NoSpacing"/>
      </w:pPr>
      <w:sdt>
        <w:sdtPr>
          <w:id w:val="-1179343876"/>
          <w:placeholder>
            <w:docPart w:val="70D69FA7861E4E8980211B8BB34CC8CF"/>
          </w:placeholder>
          <w:temporary/>
          <w:showingPlcHdr/>
          <w15:appearance w15:val="hidden"/>
        </w:sdtPr>
        <w:sdtEndPr/>
        <w:sdtContent>
          <w:r>
            <w:t>[Street address]</w:t>
          </w:r>
        </w:sdtContent>
      </w:sdt>
      <w:r>
        <w:t xml:space="preserve"> | </w:t>
      </w:r>
      <w:sdt>
        <w:sdtPr>
          <w:id w:val="-1192065121"/>
          <w:placeholder>
            <w:docPart w:val="C64DEBF9DCE549C884FF507EF57EDDCC"/>
          </w:placeholder>
          <w:temporary/>
          <w:showingPlcHdr/>
          <w15:appearance w15:val="hidden"/>
        </w:sdtPr>
        <w:sdtEndPr/>
        <w:sdtContent>
          <w:r>
            <w:t>[City, ST  ZIP Code]</w:t>
          </w:r>
        </w:sdtContent>
      </w:sdt>
    </w:p>
    <w:p w:rsidR="00DB7A86" w:rsidRDefault="000C30AB">
      <w:pPr>
        <w:pStyle w:val="NoSpacing"/>
      </w:pPr>
      <w:r>
        <w:t xml:space="preserve">Phone: </w:t>
      </w:r>
      <w:sdt>
        <w:sdtPr>
          <w:id w:val="-1955704499"/>
          <w:placeholder>
            <w:docPart w:val="C1EF0C0553714DA0BFCCBBFE3F010947"/>
          </w:placeholder>
          <w:temporary/>
          <w:showingPlcHdr/>
          <w15:appearance w15:val="hidden"/>
        </w:sdtPr>
        <w:sdtEndPr/>
        <w:sdtContent>
          <w:r>
            <w:t>[Phone number]</w:t>
          </w:r>
        </w:sdtContent>
      </w:sdt>
      <w:r>
        <w:t xml:space="preserve"> | Fax: </w:t>
      </w:r>
      <w:sdt>
        <w:sdtPr>
          <w:id w:val="1055889350"/>
          <w:placeholder>
            <w:docPart w:val="3A40688EF1D841FFABFAF47F944EEAD0"/>
          </w:placeholder>
          <w:temporary/>
          <w:showingPlcHdr/>
          <w15:appearance w15:val="hidden"/>
        </w:sdtPr>
        <w:sdtEndPr/>
        <w:sdtContent>
          <w:r>
            <w:t>[Fax number]</w:t>
          </w:r>
        </w:sdtContent>
      </w:sdt>
      <w:r>
        <w:t xml:space="preserve"> | </w:t>
      </w:r>
      <w:sdt>
        <w:sdtPr>
          <w:id w:val="883673533"/>
          <w:placeholder>
            <w:docPart w:val="1A5FDBBA798D46C6A898BFB99B7D2AB7"/>
          </w:placeholder>
          <w:temporary/>
          <w:showingPlcHdr/>
          <w15:appearance w15:val="hidden"/>
        </w:sdtPr>
        <w:sdtEndPr/>
        <w:sdtContent>
          <w:r>
            <w:t>[Email]</w:t>
          </w:r>
        </w:sdtContent>
      </w:sdt>
      <w:r>
        <w:t xml:space="preserve"> | </w:t>
      </w:r>
      <w:sdt>
        <w:sdtPr>
          <w:id w:val="-955018419"/>
          <w:placeholder>
            <w:docPart w:val="51BB2F1EE1EC45CBBC1CF1921983DF16"/>
          </w:placeholder>
          <w:temporary/>
          <w:showingPlcHdr/>
          <w15:appearance w15:val="hidden"/>
        </w:sdtPr>
        <w:sdtEndPr/>
        <w:sdtContent>
          <w:r>
            <w:t>[Website]</w:t>
          </w:r>
        </w:sdtContent>
      </w:sdt>
    </w:p>
    <w:p w:rsidR="00DB7A86" w:rsidRDefault="000C30AB">
      <w:pPr>
        <w:pStyle w:val="Heading1"/>
        <w:spacing w:before="360"/>
        <w:jc w:val="center"/>
      </w:pPr>
      <w:r>
        <w:t>PATIENT GRIEVANCE FORM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Patient information and authorization to release information"/>
      </w:tblPr>
      <w:tblGrid>
        <w:gridCol w:w="6480"/>
        <w:gridCol w:w="4320"/>
      </w:tblGrid>
      <w:tr w:rsidR="00DB7A86">
        <w:tc>
          <w:tcPr>
            <w:tcW w:w="6480" w:type="dxa"/>
          </w:tcPr>
          <w:p w:rsidR="00DB7A86" w:rsidRDefault="000C30AB">
            <w:r>
              <w:t xml:space="preserve">Patient’s Name: </w:t>
            </w:r>
            <w:sdt>
              <w:sdtPr>
                <w:alias w:val="   "/>
                <w:tag w:val="   "/>
                <w:id w:val="-1423175724"/>
                <w:placeholder>
                  <w:docPart w:val="632C160CADD1416ABA0F3CE43E2037F0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[Current name]</w:t>
                </w:r>
              </w:sdtContent>
            </w:sdt>
          </w:p>
        </w:tc>
        <w:tc>
          <w:tcPr>
            <w:tcW w:w="4320" w:type="dxa"/>
          </w:tcPr>
          <w:p w:rsidR="00DB7A86" w:rsidRDefault="000C30AB">
            <w:r>
              <w:t xml:space="preserve">Date of Birth: </w:t>
            </w:r>
            <w:sdt>
              <w:sdtPr>
                <w:id w:val="-2102092993"/>
                <w:placeholder>
                  <w:docPart w:val="5F7479113C814704B1082CB4BC33D92E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[DOB]</w:t>
                </w:r>
              </w:sdtContent>
            </w:sdt>
          </w:p>
        </w:tc>
      </w:tr>
      <w:tr w:rsidR="00DB7A86">
        <w:tc>
          <w:tcPr>
            <w:tcW w:w="6480" w:type="dxa"/>
            <w:tcBorders>
              <w:bottom w:val="single" w:sz="4" w:space="0" w:color="auto"/>
            </w:tcBorders>
          </w:tcPr>
          <w:p w:rsidR="00DB7A86" w:rsidRDefault="000C30AB">
            <w:r>
              <w:t xml:space="preserve">Previous Name: </w:t>
            </w:r>
            <w:sdt>
              <w:sdtPr>
                <w:alias w:val="   "/>
                <w:tag w:val="   "/>
                <w:id w:val="631289722"/>
                <w:placeholder>
                  <w:docPart w:val="430B764FA20044368C9FB18F4E973A89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[Previous name]</w:t>
                </w:r>
              </w:sdtContent>
            </w:sdt>
          </w:p>
        </w:tc>
        <w:tc>
          <w:tcPr>
            <w:tcW w:w="4320" w:type="dxa"/>
            <w:tcBorders>
              <w:bottom w:val="single" w:sz="4" w:space="0" w:color="auto"/>
            </w:tcBorders>
          </w:tcPr>
          <w:p w:rsidR="00DB7A86" w:rsidRDefault="000C30AB">
            <w:r>
              <w:t xml:space="preserve">Social Security #: </w:t>
            </w:r>
            <w:sdt>
              <w:sdtPr>
                <w:alias w:val="   "/>
                <w:tag w:val="   "/>
                <w:id w:val="830403970"/>
                <w:placeholder>
                  <w:docPart w:val="49D09E4482C8478894799EDC81B14413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[SSN]</w:t>
                </w:r>
              </w:sdtContent>
            </w:sdt>
          </w:p>
        </w:tc>
      </w:tr>
    </w:tbl>
    <w:p w:rsidR="000C30AB" w:rsidRDefault="000C30AB">
      <w:pPr>
        <w:rPr>
          <w:rFonts w:ascii="Calibri Light" w:eastAsia="Times New Roman" w:hAnsi="Calibri Light" w:cs="Calibri Light"/>
        </w:rPr>
      </w:pPr>
      <w:r w:rsidRPr="000C30AB">
        <w:rPr>
          <w:rFonts w:ascii="Calibri Light" w:eastAsia="Times New Roman" w:hAnsi="Calibri Light" w:cs="Calibri Light"/>
        </w:rPr>
        <w:t>D</w:t>
      </w:r>
      <w:r>
        <w:rPr>
          <w:rFonts w:ascii="Calibri Light" w:eastAsia="Times New Roman" w:hAnsi="Calibri Light" w:cs="Calibri Light"/>
        </w:rPr>
        <w:t xml:space="preserve">escribe the concern in detail: </w:t>
      </w:r>
      <w:r w:rsidRPr="000C30AB">
        <w:rPr>
          <w:rFonts w:ascii="Calibri Light" w:eastAsia="Times New Roman" w:hAnsi="Calibri Light" w:cs="Calibri Light"/>
        </w:rPr>
        <w:t xml:space="preserve">(Use additional sheets if necessary) </w:t>
      </w:r>
    </w:p>
    <w:tbl>
      <w:tblPr>
        <w:tblStyle w:val="TableGrid"/>
        <w:tblW w:w="0" w:type="auto"/>
        <w:tblInd w:w="7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728"/>
      </w:tblGrid>
      <w:tr w:rsidR="000C30AB" w:rsidTr="000C30AB">
        <w:tc>
          <w:tcPr>
            <w:tcW w:w="10728" w:type="dxa"/>
          </w:tcPr>
          <w:p w:rsidR="000C30AB" w:rsidRDefault="000C30AB">
            <w:pPr>
              <w:ind w:left="0"/>
            </w:pPr>
          </w:p>
        </w:tc>
      </w:tr>
      <w:tr w:rsidR="000C30AB" w:rsidTr="000C30AB">
        <w:tc>
          <w:tcPr>
            <w:tcW w:w="10728" w:type="dxa"/>
          </w:tcPr>
          <w:p w:rsidR="000C30AB" w:rsidRDefault="000C30AB">
            <w:pPr>
              <w:ind w:left="0"/>
            </w:pPr>
          </w:p>
        </w:tc>
      </w:tr>
      <w:tr w:rsidR="000C30AB" w:rsidTr="000C30AB">
        <w:tc>
          <w:tcPr>
            <w:tcW w:w="10728" w:type="dxa"/>
          </w:tcPr>
          <w:p w:rsidR="000C30AB" w:rsidRDefault="000C30AB">
            <w:pPr>
              <w:ind w:left="0"/>
            </w:pPr>
          </w:p>
        </w:tc>
      </w:tr>
      <w:tr w:rsidR="000C30AB" w:rsidTr="000C30AB">
        <w:tc>
          <w:tcPr>
            <w:tcW w:w="10728" w:type="dxa"/>
          </w:tcPr>
          <w:p w:rsidR="000C30AB" w:rsidRDefault="000C30AB">
            <w:pPr>
              <w:ind w:left="0"/>
            </w:pPr>
          </w:p>
        </w:tc>
      </w:tr>
      <w:tr w:rsidR="000C30AB" w:rsidTr="000C30AB">
        <w:tc>
          <w:tcPr>
            <w:tcW w:w="10728" w:type="dxa"/>
          </w:tcPr>
          <w:p w:rsidR="000C30AB" w:rsidRDefault="000C30AB">
            <w:pPr>
              <w:ind w:left="0"/>
            </w:pPr>
          </w:p>
        </w:tc>
      </w:tr>
      <w:tr w:rsidR="000C30AB" w:rsidTr="000C30AB">
        <w:tc>
          <w:tcPr>
            <w:tcW w:w="10728" w:type="dxa"/>
          </w:tcPr>
          <w:p w:rsidR="000C30AB" w:rsidRDefault="000C30AB">
            <w:pPr>
              <w:ind w:left="0"/>
            </w:pPr>
          </w:p>
        </w:tc>
      </w:tr>
    </w:tbl>
    <w:p w:rsidR="000C30AB" w:rsidRDefault="000C30AB" w:rsidP="000C30AB">
      <w:pPr>
        <w:pStyle w:val="Heading2"/>
        <w:rPr>
          <w:rFonts w:eastAsia="Times New Roman"/>
        </w:rPr>
      </w:pPr>
      <w:r w:rsidRPr="000C30AB">
        <w:rPr>
          <w:rFonts w:eastAsia="Times New Roman"/>
        </w:rPr>
        <w:t>How have you tried to resolve the concern?  (Use additional sheets if necessary)</w:t>
      </w:r>
    </w:p>
    <w:tbl>
      <w:tblPr>
        <w:tblStyle w:val="TableGrid"/>
        <w:tblW w:w="0" w:type="auto"/>
        <w:tblInd w:w="7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728"/>
      </w:tblGrid>
      <w:tr w:rsidR="000C30AB" w:rsidTr="00253D98">
        <w:tc>
          <w:tcPr>
            <w:tcW w:w="10728" w:type="dxa"/>
          </w:tcPr>
          <w:p w:rsidR="000C30AB" w:rsidRDefault="000C30AB" w:rsidP="00253D98">
            <w:pPr>
              <w:ind w:left="0"/>
            </w:pPr>
          </w:p>
        </w:tc>
      </w:tr>
      <w:tr w:rsidR="000C30AB" w:rsidTr="00253D98">
        <w:tc>
          <w:tcPr>
            <w:tcW w:w="10728" w:type="dxa"/>
          </w:tcPr>
          <w:p w:rsidR="000C30AB" w:rsidRDefault="000C30AB" w:rsidP="00253D98">
            <w:pPr>
              <w:ind w:left="0"/>
            </w:pPr>
          </w:p>
        </w:tc>
      </w:tr>
      <w:tr w:rsidR="000C30AB" w:rsidTr="00253D98">
        <w:tc>
          <w:tcPr>
            <w:tcW w:w="10728" w:type="dxa"/>
          </w:tcPr>
          <w:p w:rsidR="000C30AB" w:rsidRDefault="000C30AB" w:rsidP="00253D98">
            <w:pPr>
              <w:ind w:left="0"/>
            </w:pPr>
          </w:p>
        </w:tc>
      </w:tr>
      <w:tr w:rsidR="000C30AB" w:rsidTr="00253D98">
        <w:tc>
          <w:tcPr>
            <w:tcW w:w="10728" w:type="dxa"/>
          </w:tcPr>
          <w:p w:rsidR="000C30AB" w:rsidRDefault="000C30AB" w:rsidP="00253D98">
            <w:pPr>
              <w:ind w:left="0"/>
            </w:pPr>
          </w:p>
        </w:tc>
      </w:tr>
    </w:tbl>
    <w:p w:rsidR="000C30AB" w:rsidRDefault="000C30AB" w:rsidP="000C30AB">
      <w:pPr>
        <w:pStyle w:val="Heading2"/>
        <w:rPr>
          <w:rFonts w:eastAsia="Times New Roman"/>
        </w:rPr>
      </w:pPr>
      <w:r>
        <w:rPr>
          <w:rFonts w:eastAsia="Times New Roman"/>
        </w:rPr>
        <w:t xml:space="preserve">What can we do to resolve the concern? </w:t>
      </w:r>
      <w:r w:rsidRPr="000C30AB">
        <w:rPr>
          <w:rFonts w:eastAsia="Times New Roman"/>
        </w:rPr>
        <w:t>(Use additional sheets if necessary)</w:t>
      </w:r>
    </w:p>
    <w:tbl>
      <w:tblPr>
        <w:tblStyle w:val="TableGrid"/>
        <w:tblW w:w="0" w:type="auto"/>
        <w:tblInd w:w="7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728"/>
      </w:tblGrid>
      <w:tr w:rsidR="000C30AB" w:rsidTr="00253D98">
        <w:tc>
          <w:tcPr>
            <w:tcW w:w="10728" w:type="dxa"/>
          </w:tcPr>
          <w:p w:rsidR="000C30AB" w:rsidRDefault="000C30AB" w:rsidP="00253D98">
            <w:pPr>
              <w:ind w:left="0"/>
            </w:pPr>
          </w:p>
        </w:tc>
      </w:tr>
      <w:tr w:rsidR="000C30AB" w:rsidTr="00253D98">
        <w:tc>
          <w:tcPr>
            <w:tcW w:w="10728" w:type="dxa"/>
          </w:tcPr>
          <w:p w:rsidR="000C30AB" w:rsidRDefault="000C30AB" w:rsidP="00253D98">
            <w:pPr>
              <w:ind w:left="0"/>
            </w:pPr>
          </w:p>
        </w:tc>
      </w:tr>
    </w:tbl>
    <w:p w:rsidR="000C30AB" w:rsidRDefault="000C30AB">
      <w:pPr>
        <w:pStyle w:val="NoSpacing"/>
      </w:pPr>
    </w:p>
    <w:p w:rsidR="000C30AB" w:rsidRDefault="000C30AB">
      <w:pPr>
        <w:pStyle w:val="NoSpacing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980"/>
        <w:gridCol w:w="6570"/>
        <w:gridCol w:w="2250"/>
      </w:tblGrid>
      <w:tr w:rsidR="00DB7A86">
        <w:trPr>
          <w:trHeight w:val="666"/>
        </w:trPr>
        <w:tc>
          <w:tcPr>
            <w:tcW w:w="1980" w:type="dxa"/>
            <w:vAlign w:val="bottom"/>
          </w:tcPr>
          <w:p w:rsidR="00DB7A86" w:rsidRDefault="000C30AB">
            <w:pPr>
              <w:pStyle w:val="NoSpacing"/>
            </w:pPr>
            <w:r>
              <w:t>Patient Si</w:t>
            </w:r>
            <w:r>
              <w:t>gnature: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bottom"/>
          </w:tcPr>
          <w:p w:rsidR="00DB7A86" w:rsidRDefault="00DB7A86">
            <w:pPr>
              <w:pStyle w:val="NoSpacing"/>
            </w:pPr>
          </w:p>
        </w:tc>
        <w:tc>
          <w:tcPr>
            <w:tcW w:w="2250" w:type="dxa"/>
            <w:vAlign w:val="bottom"/>
          </w:tcPr>
          <w:p w:rsidR="00DB7A86" w:rsidRDefault="000C30AB">
            <w:pPr>
              <w:pStyle w:val="NoSpacing"/>
            </w:pPr>
            <w:r>
              <w:t xml:space="preserve">Date signed: </w:t>
            </w:r>
            <w:sdt>
              <w:sdtPr>
                <w:id w:val="-767700539"/>
                <w:placeholder>
                  <w:docPart w:val="CC04D750222C4E56A976B2F957463095"/>
                </w:placeholder>
                <w:date>
                  <w:dateFormat w:val="M/d/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</w:tr>
    </w:tbl>
    <w:p w:rsidR="00DB7A86" w:rsidRDefault="000C30AB">
      <w:pPr>
        <w:pStyle w:val="Heading3"/>
      </w:pPr>
      <w:r>
        <w:t>HOSPITAL/CLINIC NAME</w:t>
      </w:r>
    </w:p>
    <w:sectPr w:rsidR="00DB7A86">
      <w:pgSz w:w="12240" w:h="15840"/>
      <w:pgMar w:top="864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0AB"/>
    <w:rsid w:val="000C30AB"/>
    <w:rsid w:val="006829DE"/>
    <w:rsid w:val="00DB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73761C"/>
  <w15:chartTrackingRefBased/>
  <w15:docId w15:val="{10A257F1-0367-4E58-80C8-BCF5EF385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20" w:after="120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qFormat/>
    <w:pPr>
      <w:tabs>
        <w:tab w:val="right" w:leader="underscore" w:pos="10800"/>
      </w:tabs>
      <w:spacing w:before="360"/>
      <w:outlineLvl w:val="1"/>
    </w:pPr>
  </w:style>
  <w:style w:type="paragraph" w:styleId="Heading3">
    <w:name w:val="heading 3"/>
    <w:basedOn w:val="Normal"/>
    <w:next w:val="Normal"/>
    <w:link w:val="Heading3Char"/>
    <w:uiPriority w:val="1"/>
    <w:qFormat/>
    <w:pPr>
      <w:spacing w:before="360"/>
      <w:jc w:val="center"/>
      <w:outlineLvl w:val="2"/>
    </w:pPr>
    <w:rPr>
      <w:rFonts w:asciiTheme="majorHAnsi" w:eastAsiaTheme="majorEastAsia" w:hAnsiTheme="majorHAnsi" w:cstheme="majorBidi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basedOn w:val="Normal"/>
    <w:uiPriority w:val="1"/>
    <w:qFormat/>
    <w:pPr>
      <w:spacing w:before="0"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Strong">
    <w:name w:val="Strong"/>
    <w:basedOn w:val="DefaultParagraphFont"/>
    <w:uiPriority w:val="1"/>
    <w:qFormat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1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</w:rPr>
  </w:style>
  <w:style w:type="paragraph" w:customStyle="1" w:styleId="Rightalign">
    <w:name w:val="Right align"/>
    <w:basedOn w:val="Normal"/>
    <w:uiPriority w:val="1"/>
    <w:qFormat/>
    <w:pPr>
      <w:spacing w:before="0" w:after="0"/>
      <w:jc w:val="right"/>
    </w:p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Authorization%20to%20release%20healthcare%20information%20(onlin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D69FA7861E4E8980211B8BB34CC8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DF095-6658-4CA9-B3E9-59EA35645320}"/>
      </w:docPartPr>
      <w:docPartBody>
        <w:p w:rsidR="00000000" w:rsidRDefault="007C5D9A">
          <w:pPr>
            <w:pStyle w:val="70D69FA7861E4E8980211B8BB34CC8CF"/>
          </w:pPr>
          <w:r>
            <w:t>[Street address]</w:t>
          </w:r>
        </w:p>
      </w:docPartBody>
    </w:docPart>
    <w:docPart>
      <w:docPartPr>
        <w:name w:val="C64DEBF9DCE549C884FF507EF57ED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3FC49-22E2-4135-A803-23F100E64844}"/>
      </w:docPartPr>
      <w:docPartBody>
        <w:p w:rsidR="00000000" w:rsidRDefault="007C5D9A">
          <w:pPr>
            <w:pStyle w:val="C64DEBF9DCE549C884FF507EF57EDDCC"/>
          </w:pPr>
          <w:r>
            <w:t>[City, ST  ZIP Code]</w:t>
          </w:r>
        </w:p>
      </w:docPartBody>
    </w:docPart>
    <w:docPart>
      <w:docPartPr>
        <w:name w:val="C1EF0C0553714DA0BFCCBBFE3F0109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9AF12-CB40-4ABC-8D83-E42C24472B4F}"/>
      </w:docPartPr>
      <w:docPartBody>
        <w:p w:rsidR="00000000" w:rsidRDefault="007C5D9A">
          <w:pPr>
            <w:pStyle w:val="C1EF0C0553714DA0BFCCBBFE3F010947"/>
          </w:pPr>
          <w:r>
            <w:t>[Phone number]</w:t>
          </w:r>
        </w:p>
      </w:docPartBody>
    </w:docPart>
    <w:docPart>
      <w:docPartPr>
        <w:name w:val="3A40688EF1D841FFABFAF47F944EE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C5B017-0029-42B9-AA24-97DBEDA4D915}"/>
      </w:docPartPr>
      <w:docPartBody>
        <w:p w:rsidR="00000000" w:rsidRDefault="007C5D9A">
          <w:pPr>
            <w:pStyle w:val="3A40688EF1D841FFABFAF47F944EEAD0"/>
          </w:pPr>
          <w:r>
            <w:t>[Fax number]</w:t>
          </w:r>
        </w:p>
      </w:docPartBody>
    </w:docPart>
    <w:docPart>
      <w:docPartPr>
        <w:name w:val="1A5FDBBA798D46C6A898BFB99B7D2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A47B9-8B74-4F94-A7F8-D562F2AEE5DC}"/>
      </w:docPartPr>
      <w:docPartBody>
        <w:p w:rsidR="00000000" w:rsidRDefault="007C5D9A">
          <w:pPr>
            <w:pStyle w:val="1A5FDBBA798D46C6A898BFB99B7D2AB7"/>
          </w:pPr>
          <w:r>
            <w:t>[Email]</w:t>
          </w:r>
        </w:p>
      </w:docPartBody>
    </w:docPart>
    <w:docPart>
      <w:docPartPr>
        <w:name w:val="51BB2F1EE1EC45CBBC1CF1921983D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28D50-F4E8-4672-A8D9-DB30A0724056}"/>
      </w:docPartPr>
      <w:docPartBody>
        <w:p w:rsidR="00000000" w:rsidRDefault="007C5D9A">
          <w:pPr>
            <w:pStyle w:val="51BB2F1EE1EC45CBBC1CF1921983DF16"/>
          </w:pPr>
          <w:r>
            <w:t>[Website]</w:t>
          </w:r>
        </w:p>
      </w:docPartBody>
    </w:docPart>
    <w:docPart>
      <w:docPartPr>
        <w:name w:val="632C160CADD1416ABA0F3CE43E2037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969D21-405D-460A-9265-693B40BDC12D}"/>
      </w:docPartPr>
      <w:docPartBody>
        <w:p w:rsidR="00000000" w:rsidRDefault="007C5D9A">
          <w:pPr>
            <w:pStyle w:val="632C160CADD1416ABA0F3CE43E2037F0"/>
          </w:pPr>
          <w:r>
            <w:t>[Current name]</w:t>
          </w:r>
        </w:p>
      </w:docPartBody>
    </w:docPart>
    <w:docPart>
      <w:docPartPr>
        <w:name w:val="5F7479113C814704B1082CB4BC33D9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782D90-7635-4C83-B292-209EE94719D2}"/>
      </w:docPartPr>
      <w:docPartBody>
        <w:p w:rsidR="00000000" w:rsidRDefault="007C5D9A">
          <w:pPr>
            <w:pStyle w:val="5F7479113C814704B1082CB4BC33D92E"/>
          </w:pPr>
          <w:r>
            <w:t>[DOB]</w:t>
          </w:r>
        </w:p>
      </w:docPartBody>
    </w:docPart>
    <w:docPart>
      <w:docPartPr>
        <w:name w:val="430B764FA20044368C9FB18F4E973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19A071-04F4-4653-89B8-57C1C8F88EDE}"/>
      </w:docPartPr>
      <w:docPartBody>
        <w:p w:rsidR="00000000" w:rsidRDefault="007C5D9A">
          <w:pPr>
            <w:pStyle w:val="430B764FA20044368C9FB18F4E973A89"/>
          </w:pPr>
          <w:r>
            <w:t>[Previous name]</w:t>
          </w:r>
        </w:p>
      </w:docPartBody>
    </w:docPart>
    <w:docPart>
      <w:docPartPr>
        <w:name w:val="49D09E4482C8478894799EDC81B14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5B8F90-26BD-45A5-9A99-A3668D50FC5D}"/>
      </w:docPartPr>
      <w:docPartBody>
        <w:p w:rsidR="00000000" w:rsidRDefault="007C5D9A">
          <w:pPr>
            <w:pStyle w:val="49D09E4482C8478894799EDC81B14413"/>
          </w:pPr>
          <w:r>
            <w:t>[SSN]</w:t>
          </w:r>
        </w:p>
      </w:docPartBody>
    </w:docPart>
    <w:docPart>
      <w:docPartPr>
        <w:name w:val="CC04D750222C4E56A976B2F9574630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58B5C-552E-4932-973F-15013A427C65}"/>
      </w:docPartPr>
      <w:docPartBody>
        <w:p w:rsidR="00000000" w:rsidRDefault="007C5D9A">
          <w:pPr>
            <w:pStyle w:val="CC04D750222C4E56A976B2F957463095"/>
          </w:pPr>
          <w: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9A"/>
    <w:rsid w:val="007C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81C7EE5907A4E1FA112F7CAC5E1C8DB">
    <w:name w:val="181C7EE5907A4E1FA112F7CAC5E1C8DB"/>
  </w:style>
  <w:style w:type="paragraph" w:customStyle="1" w:styleId="70D69FA7861E4E8980211B8BB34CC8CF">
    <w:name w:val="70D69FA7861E4E8980211B8BB34CC8CF"/>
  </w:style>
  <w:style w:type="paragraph" w:customStyle="1" w:styleId="C64DEBF9DCE549C884FF507EF57EDDCC">
    <w:name w:val="C64DEBF9DCE549C884FF507EF57EDDCC"/>
  </w:style>
  <w:style w:type="paragraph" w:customStyle="1" w:styleId="C1EF0C0553714DA0BFCCBBFE3F010947">
    <w:name w:val="C1EF0C0553714DA0BFCCBBFE3F010947"/>
  </w:style>
  <w:style w:type="paragraph" w:customStyle="1" w:styleId="3A40688EF1D841FFABFAF47F944EEAD0">
    <w:name w:val="3A40688EF1D841FFABFAF47F944EEAD0"/>
  </w:style>
  <w:style w:type="paragraph" w:customStyle="1" w:styleId="1A5FDBBA798D46C6A898BFB99B7D2AB7">
    <w:name w:val="1A5FDBBA798D46C6A898BFB99B7D2AB7"/>
  </w:style>
  <w:style w:type="paragraph" w:customStyle="1" w:styleId="51BB2F1EE1EC45CBBC1CF1921983DF16">
    <w:name w:val="51BB2F1EE1EC45CBBC1CF1921983DF16"/>
  </w:style>
  <w:style w:type="paragraph" w:customStyle="1" w:styleId="632C160CADD1416ABA0F3CE43E2037F0">
    <w:name w:val="632C160CADD1416ABA0F3CE43E2037F0"/>
  </w:style>
  <w:style w:type="paragraph" w:customStyle="1" w:styleId="5F7479113C814704B1082CB4BC33D92E">
    <w:name w:val="5F7479113C814704B1082CB4BC33D92E"/>
  </w:style>
  <w:style w:type="paragraph" w:customStyle="1" w:styleId="430B764FA20044368C9FB18F4E973A89">
    <w:name w:val="430B764FA20044368C9FB18F4E973A89"/>
  </w:style>
  <w:style w:type="paragraph" w:customStyle="1" w:styleId="49D09E4482C8478894799EDC81B14413">
    <w:name w:val="49D09E4482C8478894799EDC81B14413"/>
  </w:style>
  <w:style w:type="paragraph" w:customStyle="1" w:styleId="AB9DD42E3DD143A78E692A4D4D4E1F45">
    <w:name w:val="AB9DD42E3DD143A78E692A4D4D4E1F45"/>
  </w:style>
  <w:style w:type="paragraph" w:customStyle="1" w:styleId="E7479AA9273C48609571AA1458F7DC3E">
    <w:name w:val="E7479AA9273C48609571AA1458F7DC3E"/>
  </w:style>
  <w:style w:type="paragraph" w:customStyle="1" w:styleId="C6176AE880624758869A19F83C2E5D39">
    <w:name w:val="C6176AE880624758869A19F83C2E5D39"/>
  </w:style>
  <w:style w:type="paragraph" w:customStyle="1" w:styleId="5EE091C0AB56401D94566A78C25052A1">
    <w:name w:val="5EE091C0AB56401D94566A78C25052A1"/>
  </w:style>
  <w:style w:type="paragraph" w:customStyle="1" w:styleId="CC04D750222C4E56A976B2F957463095">
    <w:name w:val="CC04D750222C4E56A976B2F9574630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EDA33-69C1-47B9-82C1-1A1811A2F9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65606E-5FE4-402D-A1FB-930BC8082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Authorization to release healthcare information (online).dotx</Template>
  <TotalTime>5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PATIENT GRIEVANCE FORM</vt:lpstr>
      <vt:lpstr>    How have you tried to resolve the concern?  (Use additional sheets if necessary)</vt:lpstr>
      <vt:lpstr>    What can we do to resolve the concern? (Use additional sheets if necessary)</vt:lpstr>
      <vt:lpstr>        HOSPITAL/CLINIC NAME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2017-08-23T12:27:00Z</dcterms:created>
  <dcterms:modified xsi:type="dcterms:W3CDTF">2017-08-23T12:36:00Z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TC039736599991</vt:lpwstr>
  </property>
</Properties>
</file>