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115" w:type="dxa"/>
        </w:tblCellMar>
        <w:tblLook w:val="04A0" w:firstRow="1" w:lastRow="0" w:firstColumn="1" w:lastColumn="0" w:noHBand="0" w:noVBand="1"/>
        <w:tblDescription w:val="Company logo and name"/>
      </w:tblPr>
      <w:tblGrid>
        <w:gridCol w:w="6278"/>
        <w:gridCol w:w="4252"/>
      </w:tblGrid>
      <w:tr w:rsidR="00EE337A" w:rsidRPr="00E76F01" w:rsidTr="007B7ED0">
        <w:tc>
          <w:tcPr>
            <w:tcW w:w="6278" w:type="dxa"/>
          </w:tcPr>
          <w:p w:rsidR="00EE337A" w:rsidRPr="00E76F01" w:rsidRDefault="007B7ED0">
            <w:pPr>
              <w:rPr>
                <w:rFonts w:ascii="Century Gothic" w:hAnsi="Century Gothic"/>
                <w:b/>
              </w:rPr>
            </w:pPr>
            <w:r w:rsidRPr="00E76F01">
              <w:rPr>
                <w:rFonts w:ascii="Century Gothic" w:hAnsi="Century Gothic"/>
                <w:b/>
                <w:sz w:val="38"/>
              </w:rPr>
              <w:t>Customer Information Sheet</w:t>
            </w:r>
          </w:p>
        </w:tc>
        <w:sdt>
          <w:sdtPr>
            <w:rPr>
              <w:rFonts w:ascii="Century Gothic" w:hAnsi="Century Gothic"/>
            </w:rPr>
            <w:id w:val="401255053"/>
            <w:placeholder>
              <w:docPart w:val="ACBB477E3485464C8DDFEAE777C92B02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52" w:type="dxa"/>
              </w:tcPr>
              <w:p w:rsidR="00EE337A" w:rsidRPr="00E76F01" w:rsidRDefault="00B42734" w:rsidP="007B7ED0">
                <w:pPr>
                  <w:pStyle w:val="Heading1"/>
                  <w:spacing w:after="240"/>
                  <w:rPr>
                    <w:rFonts w:ascii="Century Gothic" w:hAnsi="Century Gothic"/>
                  </w:rPr>
                </w:pPr>
                <w:r w:rsidRPr="00E76F01">
                  <w:rPr>
                    <w:rStyle w:val="PlaceholderText"/>
                    <w:rFonts w:ascii="Century Gothic" w:hAnsi="Century Gothic"/>
                  </w:rPr>
                  <w:t>[Company Name]</w:t>
                </w:r>
              </w:p>
            </w:tc>
          </w:sdtContent>
        </w:sdt>
      </w:tr>
    </w:tbl>
    <w:p w:rsidR="00EE337A" w:rsidRPr="00E76F01" w:rsidRDefault="007B7ED0">
      <w:pPr>
        <w:pStyle w:val="Heading2"/>
        <w:rPr>
          <w:rFonts w:ascii="Century Gothic" w:hAnsi="Century Gothic"/>
          <w:b w:val="0"/>
          <w:sz w:val="16"/>
        </w:rPr>
      </w:pPr>
      <w:r w:rsidRPr="00E76F01">
        <w:rPr>
          <w:rFonts w:ascii="Century Gothic" w:hAnsi="Century Gothic"/>
          <w:b w:val="0"/>
          <w:sz w:val="16"/>
        </w:rPr>
        <w:t>Comment/Special instructions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qual Employment Opportunity job application form"/>
      </w:tblPr>
      <w:tblGrid>
        <w:gridCol w:w="10530"/>
      </w:tblGrid>
      <w:tr w:rsidR="00EE337A" w:rsidRPr="00E76F01" w:rsidTr="007B7ED0">
        <w:tc>
          <w:tcPr>
            <w:tcW w:w="10530" w:type="dxa"/>
            <w:shd w:val="clear" w:color="auto" w:fill="000000" w:themeFill="text1"/>
          </w:tcPr>
          <w:p w:rsidR="00EE337A" w:rsidRPr="00E76F01" w:rsidRDefault="007B7ED0" w:rsidP="0072654F">
            <w:pPr>
              <w:pStyle w:val="Heading4"/>
              <w:rPr>
                <w:rFonts w:ascii="Century Gothic" w:hAnsi="Century Gothic"/>
              </w:rPr>
            </w:pPr>
            <w:r w:rsidRPr="00E76F01">
              <w:rPr>
                <w:rFonts w:ascii="Century Gothic" w:hAnsi="Century Gothic"/>
                <w:sz w:val="26"/>
              </w:rPr>
              <w:t>Customer</w:t>
            </w:r>
            <w:r w:rsidR="00B42734" w:rsidRPr="00E76F01">
              <w:rPr>
                <w:rFonts w:ascii="Century Gothic" w:hAnsi="Century Gothic"/>
                <w:sz w:val="26"/>
              </w:rPr>
              <w:t xml:space="preserve"> Information</w:t>
            </w:r>
          </w:p>
        </w:tc>
      </w:tr>
      <w:tr w:rsidR="00EE337A" w:rsidRPr="00E76F01" w:rsidTr="007B7ED0">
        <w:tc>
          <w:tcPr>
            <w:tcW w:w="10530" w:type="dxa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pplicant details"/>
            </w:tblPr>
            <w:tblGrid>
              <w:gridCol w:w="2024"/>
              <w:gridCol w:w="3240"/>
              <w:gridCol w:w="2633"/>
              <w:gridCol w:w="2633"/>
            </w:tblGrid>
            <w:tr w:rsidR="00EE337A" w:rsidRPr="00E76F01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:rsidR="00EE337A" w:rsidRPr="00E76F01" w:rsidRDefault="00B42734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Full Name:</w:t>
                  </w: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EE337A" w:rsidRPr="00E76F01">
              <w:trPr>
                <w:trHeight w:val="288"/>
              </w:trPr>
              <w:tc>
                <w:tcPr>
                  <w:tcW w:w="1800" w:type="dxa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</w:tcBorders>
                </w:tcPr>
                <w:p w:rsidR="00EE337A" w:rsidRPr="00E76F01" w:rsidRDefault="00B42734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Last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EE337A" w:rsidRPr="00E76F01" w:rsidRDefault="00B42734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First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EE337A" w:rsidRPr="00E76F01" w:rsidRDefault="00B42734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M.I.</w:t>
                  </w:r>
                </w:p>
              </w:tc>
            </w:tr>
            <w:tr w:rsidR="00EE337A" w:rsidRPr="00E76F01">
              <w:trPr>
                <w:trHeight w:val="288"/>
              </w:trPr>
              <w:tc>
                <w:tcPr>
                  <w:tcW w:w="1800" w:type="dxa"/>
                  <w:vAlign w:val="bottom"/>
                </w:tcPr>
                <w:p w:rsidR="00EE337A" w:rsidRPr="00E76F01" w:rsidRDefault="00B42734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Address:</w:t>
                  </w: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EE337A" w:rsidRPr="00E76F01">
              <w:trPr>
                <w:trHeight w:val="288"/>
              </w:trPr>
              <w:tc>
                <w:tcPr>
                  <w:tcW w:w="1800" w:type="dxa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</w:tcBorders>
                </w:tcPr>
                <w:p w:rsidR="00EE337A" w:rsidRPr="00E76F01" w:rsidRDefault="00B42734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Street Address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EE337A" w:rsidRPr="00E76F01" w:rsidRDefault="00EE337A">
                  <w:pPr>
                    <w:pStyle w:val="ApplicantInformation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EE337A" w:rsidRPr="00E76F01" w:rsidRDefault="00B42734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Apartment/Unit #</w:t>
                  </w:r>
                </w:p>
              </w:tc>
            </w:tr>
            <w:tr w:rsidR="00EE337A" w:rsidRPr="00E76F01">
              <w:trPr>
                <w:trHeight w:val="288"/>
              </w:trPr>
              <w:tc>
                <w:tcPr>
                  <w:tcW w:w="1800" w:type="dxa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EE337A" w:rsidRPr="00E76F01">
              <w:trPr>
                <w:trHeight w:val="288"/>
              </w:trPr>
              <w:tc>
                <w:tcPr>
                  <w:tcW w:w="1800" w:type="dxa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</w:tcBorders>
                </w:tcPr>
                <w:p w:rsidR="00EE337A" w:rsidRPr="00E76F01" w:rsidRDefault="00B42734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City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EE337A" w:rsidRPr="00E76F01" w:rsidRDefault="00B42734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State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EE337A" w:rsidRPr="00E76F01" w:rsidRDefault="00B42734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ZIP Code</w:t>
                  </w:r>
                </w:p>
              </w:tc>
            </w:tr>
            <w:tr w:rsidR="00EE337A" w:rsidRPr="00E76F01">
              <w:trPr>
                <w:trHeight w:val="288"/>
              </w:trPr>
              <w:tc>
                <w:tcPr>
                  <w:tcW w:w="1800" w:type="dxa"/>
                  <w:vAlign w:val="bottom"/>
                </w:tcPr>
                <w:p w:rsidR="00EE337A" w:rsidRPr="00E76F01" w:rsidRDefault="00B42734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Home Phone:</w:t>
                  </w: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76F01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[Phone]</w:t>
                  </w:r>
                </w:p>
              </w:tc>
              <w:tc>
                <w:tcPr>
                  <w:tcW w:w="2340" w:type="dxa"/>
                  <w:vAlign w:val="bottom"/>
                </w:tcPr>
                <w:p w:rsidR="00EE337A" w:rsidRPr="00E76F01" w:rsidRDefault="00B42734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Social Security Number:</w:t>
                  </w: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EE337A" w:rsidRPr="00E76F01" w:rsidRDefault="00EE337A">
            <w:pPr>
              <w:rPr>
                <w:rFonts w:ascii="Century Gothic" w:hAnsi="Century Gothic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osition applied for"/>
            </w:tblPr>
            <w:tblGrid>
              <w:gridCol w:w="2025"/>
              <w:gridCol w:w="8505"/>
            </w:tblGrid>
            <w:tr w:rsidR="00EE337A" w:rsidRPr="00E76F01">
              <w:trPr>
                <w:trHeight w:val="288"/>
              </w:trPr>
              <w:tc>
                <w:tcPr>
                  <w:tcW w:w="1800" w:type="dxa"/>
                  <w:vAlign w:val="bottom"/>
                </w:tcPr>
                <w:p w:rsidR="00EE337A" w:rsidRPr="00E76F01" w:rsidRDefault="007B7ED0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Bill to address</w:t>
                  </w:r>
                  <w:r w:rsidR="00B42734" w:rsidRPr="00E76F01">
                    <w:rPr>
                      <w:rFonts w:ascii="Century Gothic" w:hAnsi="Century Gothic"/>
                    </w:rPr>
                    <w:t>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EE337A" w:rsidRPr="00E76F01">
              <w:tc>
                <w:tcPr>
                  <w:tcW w:w="1800" w:type="dxa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7560" w:type="dxa"/>
                  <w:tcBorders>
                    <w:top w:val="single" w:sz="4" w:space="0" w:color="auto"/>
                  </w:tcBorders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EE337A" w:rsidRPr="00E76F01" w:rsidRDefault="00EE337A">
            <w:pPr>
              <w:rPr>
                <w:rFonts w:ascii="Century Gothic" w:hAnsi="Century Gothic"/>
              </w:rPr>
            </w:pPr>
          </w:p>
        </w:tc>
      </w:tr>
      <w:tr w:rsidR="0072654F" w:rsidRPr="00E76F01" w:rsidTr="0072654F">
        <w:tc>
          <w:tcPr>
            <w:tcW w:w="10530" w:type="dxa"/>
            <w:shd w:val="clear" w:color="auto" w:fill="000000" w:themeFill="text1"/>
            <w:vAlign w:val="bottom"/>
          </w:tcPr>
          <w:p w:rsidR="0072654F" w:rsidRPr="00E76F01" w:rsidRDefault="0072654F" w:rsidP="00580BD1">
            <w:pPr>
              <w:pStyle w:val="Heading4"/>
              <w:rPr>
                <w:rFonts w:ascii="Century Gothic" w:hAnsi="Century Gothic"/>
              </w:rPr>
            </w:pPr>
            <w:r w:rsidRPr="00E76F01">
              <w:rPr>
                <w:rFonts w:ascii="Century Gothic" w:hAnsi="Century Gothic"/>
                <w:sz w:val="26"/>
              </w:rPr>
              <w:t>Billing Address</w:t>
            </w:r>
          </w:p>
        </w:tc>
      </w:tr>
      <w:tr w:rsidR="0072654F" w:rsidRPr="00E76F01" w:rsidTr="0072654F">
        <w:tc>
          <w:tcPr>
            <w:tcW w:w="10530" w:type="dxa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pplicant details"/>
            </w:tblPr>
            <w:tblGrid>
              <w:gridCol w:w="2024"/>
              <w:gridCol w:w="3240"/>
              <w:gridCol w:w="2633"/>
              <w:gridCol w:w="2633"/>
            </w:tblGrid>
            <w:tr w:rsidR="0072654F" w:rsidRPr="00E76F01" w:rsidTr="00580BD1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Name [if different from above]</w:t>
                  </w:r>
                  <w:r w:rsidRPr="00E76F01">
                    <w:rPr>
                      <w:rFonts w:ascii="Century Gothic" w:hAnsi="Century Gothic"/>
                    </w:rPr>
                    <w:t>:</w:t>
                  </w: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72654F" w:rsidRPr="00E76F01" w:rsidTr="00580BD1">
              <w:trPr>
                <w:trHeight w:val="288"/>
              </w:trPr>
              <w:tc>
                <w:tcPr>
                  <w:tcW w:w="1800" w:type="dxa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Last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First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M.I.</w:t>
                  </w:r>
                </w:p>
              </w:tc>
            </w:tr>
            <w:tr w:rsidR="0072654F" w:rsidRPr="00E76F01" w:rsidTr="00580BD1">
              <w:trPr>
                <w:trHeight w:val="288"/>
              </w:trPr>
              <w:tc>
                <w:tcPr>
                  <w:tcW w:w="1800" w:type="dxa"/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Address:</w:t>
                  </w: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72654F" w:rsidRPr="00E76F01" w:rsidTr="00580BD1">
              <w:trPr>
                <w:trHeight w:val="288"/>
              </w:trPr>
              <w:tc>
                <w:tcPr>
                  <w:tcW w:w="1800" w:type="dxa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Street Address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P.O. Box</w:t>
                  </w:r>
                </w:p>
              </w:tc>
            </w:tr>
            <w:tr w:rsidR="0072654F" w:rsidRPr="00E76F01" w:rsidTr="00580BD1">
              <w:trPr>
                <w:trHeight w:val="288"/>
              </w:trPr>
              <w:tc>
                <w:tcPr>
                  <w:tcW w:w="1800" w:type="dxa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72654F" w:rsidRPr="00E76F01" w:rsidTr="00580BD1">
              <w:trPr>
                <w:trHeight w:val="288"/>
              </w:trPr>
              <w:tc>
                <w:tcPr>
                  <w:tcW w:w="1800" w:type="dxa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City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State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ZIP Code</w:t>
                  </w:r>
                </w:p>
              </w:tc>
            </w:tr>
            <w:tr w:rsidR="0072654F" w:rsidRPr="00E76F01" w:rsidTr="00580BD1">
              <w:trPr>
                <w:trHeight w:val="288"/>
              </w:trPr>
              <w:tc>
                <w:tcPr>
                  <w:tcW w:w="1800" w:type="dxa"/>
                  <w:vAlign w:val="bottom"/>
                </w:tcPr>
                <w:p w:rsidR="0072654F" w:rsidRPr="00E76F01" w:rsidRDefault="00A5357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Preferred Invoice Method</w:t>
                  </w:r>
                  <w:r w:rsidR="0072654F" w:rsidRPr="00E76F01">
                    <w:rPr>
                      <w:rFonts w:ascii="Century Gothic" w:hAnsi="Century Gothic"/>
                    </w:rPr>
                    <w:t>:</w:t>
                  </w: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A5357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Email</w:t>
                  </w:r>
                </w:p>
              </w:tc>
              <w:tc>
                <w:tcPr>
                  <w:tcW w:w="2340" w:type="dxa"/>
                  <w:vAlign w:val="bottom"/>
                </w:tcPr>
                <w:p w:rsidR="0072654F" w:rsidRPr="00E76F01" w:rsidRDefault="00A53579" w:rsidP="00A53579">
                  <w:pPr>
                    <w:jc w:val="right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Fax</w:t>
                  </w:r>
                  <w:r w:rsidR="0072654F" w:rsidRPr="00E76F01">
                    <w:rPr>
                      <w:rFonts w:ascii="Century Gothic" w:hAnsi="Century Gothic"/>
                    </w:rPr>
                    <w:t>:</w:t>
                  </w: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72654F" w:rsidRPr="00E76F01" w:rsidRDefault="0072654F" w:rsidP="00580BD1">
            <w:pPr>
              <w:rPr>
                <w:rFonts w:ascii="Century Gothic" w:hAnsi="Century Gothic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osition applied for"/>
            </w:tblPr>
            <w:tblGrid>
              <w:gridCol w:w="2025"/>
              <w:gridCol w:w="8505"/>
            </w:tblGrid>
            <w:tr w:rsidR="0072654F" w:rsidRPr="00E76F01" w:rsidTr="00580BD1">
              <w:trPr>
                <w:trHeight w:val="288"/>
              </w:trPr>
              <w:tc>
                <w:tcPr>
                  <w:tcW w:w="1800" w:type="dxa"/>
                  <w:vAlign w:val="bottom"/>
                </w:tcPr>
                <w:p w:rsidR="0072654F" w:rsidRPr="00E76F01" w:rsidRDefault="00A5357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 xml:space="preserve">Mail 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E76F01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[Provide Address]:</w:t>
                  </w:r>
                </w:p>
              </w:tc>
            </w:tr>
            <w:tr w:rsidR="0072654F" w:rsidRPr="00E76F01" w:rsidTr="00580BD1">
              <w:tc>
                <w:tcPr>
                  <w:tcW w:w="1800" w:type="dxa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756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72654F" w:rsidRPr="00E76F01" w:rsidRDefault="0072654F" w:rsidP="00580BD1">
            <w:pPr>
              <w:rPr>
                <w:rFonts w:ascii="Century Gothic" w:hAnsi="Century Gothic"/>
              </w:rPr>
            </w:pPr>
          </w:p>
        </w:tc>
      </w:tr>
      <w:tr w:rsidR="00A53579" w:rsidRPr="00E76F01" w:rsidTr="00A53579">
        <w:tc>
          <w:tcPr>
            <w:tcW w:w="10530" w:type="dxa"/>
            <w:shd w:val="clear" w:color="auto" w:fill="000000" w:themeFill="text1"/>
            <w:vAlign w:val="bottom"/>
          </w:tcPr>
          <w:p w:rsidR="00A53579" w:rsidRPr="00E76F01" w:rsidRDefault="00A53579" w:rsidP="00580BD1">
            <w:pPr>
              <w:pStyle w:val="Heading4"/>
              <w:rPr>
                <w:rFonts w:ascii="Century Gothic" w:hAnsi="Century Gothic"/>
              </w:rPr>
            </w:pPr>
            <w:r w:rsidRPr="00E76F01">
              <w:rPr>
                <w:rFonts w:ascii="Century Gothic" w:hAnsi="Century Gothic"/>
                <w:sz w:val="26"/>
              </w:rPr>
              <w:t>Shipping Address</w:t>
            </w:r>
          </w:p>
        </w:tc>
      </w:tr>
      <w:tr w:rsidR="00A53579" w:rsidRPr="00E76F01" w:rsidTr="00A53579">
        <w:tc>
          <w:tcPr>
            <w:tcW w:w="10530" w:type="dxa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pplicant details"/>
            </w:tblPr>
            <w:tblGrid>
              <w:gridCol w:w="2024"/>
              <w:gridCol w:w="3240"/>
              <w:gridCol w:w="2633"/>
              <w:gridCol w:w="2633"/>
            </w:tblGrid>
            <w:tr w:rsidR="00A53579" w:rsidRPr="00E76F01" w:rsidTr="00E76F01">
              <w:trPr>
                <w:trHeight w:val="432"/>
              </w:trPr>
              <w:tc>
                <w:tcPr>
                  <w:tcW w:w="2024" w:type="dxa"/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Address:</w:t>
                  </w: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YES             NO</w:t>
                  </w:r>
                </w:p>
              </w:tc>
            </w:tr>
            <w:tr w:rsidR="00A53579" w:rsidRPr="00E76F01" w:rsidTr="00E76F01">
              <w:trPr>
                <w:trHeight w:val="288"/>
              </w:trPr>
              <w:tc>
                <w:tcPr>
                  <w:tcW w:w="2024" w:type="dxa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Loading Dock Available</w:t>
                  </w:r>
                </w:p>
              </w:tc>
            </w:tr>
            <w:tr w:rsidR="00A53579" w:rsidRPr="00E76F01" w:rsidTr="00E76F01">
              <w:trPr>
                <w:trHeight w:val="288"/>
              </w:trPr>
              <w:tc>
                <w:tcPr>
                  <w:tcW w:w="2024" w:type="dxa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A53579" w:rsidRPr="00E76F01" w:rsidTr="00E76F01">
              <w:trPr>
                <w:trHeight w:val="288"/>
              </w:trPr>
              <w:tc>
                <w:tcPr>
                  <w:tcW w:w="2024" w:type="dxa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City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State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ZIP Code</w:t>
                  </w:r>
                </w:p>
              </w:tc>
            </w:tr>
            <w:tr w:rsidR="00A53579" w:rsidRPr="00E76F01" w:rsidTr="00E76F01">
              <w:trPr>
                <w:trHeight w:val="288"/>
              </w:trPr>
              <w:tc>
                <w:tcPr>
                  <w:tcW w:w="2024" w:type="dxa"/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Contact:</w:t>
                  </w: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(        )</w:t>
                  </w:r>
                </w:p>
              </w:tc>
              <w:tc>
                <w:tcPr>
                  <w:tcW w:w="2633" w:type="dxa"/>
                  <w:vAlign w:val="bottom"/>
                </w:tcPr>
                <w:p w:rsidR="00A53579" w:rsidRPr="00E76F01" w:rsidRDefault="00A53579" w:rsidP="00A53579">
                  <w:pPr>
                    <w:jc w:val="center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Phone</w:t>
                  </w:r>
                  <w:r w:rsidRPr="00E76F01">
                    <w:rPr>
                      <w:rFonts w:ascii="Century Gothic" w:hAnsi="Century Gothic"/>
                    </w:rPr>
                    <w:t xml:space="preserve"> Number:</w:t>
                  </w: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osition applied for"/>
            </w:tblPr>
            <w:tblGrid>
              <w:gridCol w:w="2025"/>
              <w:gridCol w:w="2835"/>
              <w:gridCol w:w="2835"/>
              <w:gridCol w:w="2835"/>
            </w:tblGrid>
            <w:tr w:rsidR="00E76F01" w:rsidRPr="00E76F01" w:rsidTr="00E76F01">
              <w:trPr>
                <w:trHeight w:val="288"/>
              </w:trPr>
              <w:tc>
                <w:tcPr>
                  <w:tcW w:w="2025" w:type="dxa"/>
                  <w:vAlign w:val="bottom"/>
                </w:tcPr>
                <w:p w:rsidR="00E76F01" w:rsidRPr="00E76F01" w:rsidRDefault="00E76F01" w:rsidP="00580BD1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Times Open: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vAlign w:val="bottom"/>
                </w:tcPr>
                <w:p w:rsidR="00E76F01" w:rsidRPr="00E76F01" w:rsidRDefault="00E76F01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vAlign w:val="bottom"/>
                </w:tcPr>
                <w:p w:rsidR="00E76F01" w:rsidRPr="00E76F01" w:rsidRDefault="00E76F01" w:rsidP="00E76F01">
                  <w:pPr>
                    <w:jc w:val="right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[Email]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vAlign w:val="bottom"/>
                </w:tcPr>
                <w:p w:rsidR="00E76F01" w:rsidRPr="00E76F01" w:rsidRDefault="00E76F01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A53579" w:rsidRPr="00E76F01" w:rsidTr="00E76F01">
              <w:tc>
                <w:tcPr>
                  <w:tcW w:w="2025" w:type="dxa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8505" w:type="dxa"/>
                  <w:gridSpan w:val="3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</w:tc>
      </w:tr>
    </w:tbl>
    <w:p w:rsidR="0072654F" w:rsidRPr="00E76F01" w:rsidRDefault="0072654F" w:rsidP="0072654F">
      <w:pPr>
        <w:pStyle w:val="Heading3"/>
        <w:jc w:val="left"/>
        <w:rPr>
          <w:rFonts w:ascii="Century Gothic" w:hAnsi="Century Gothic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4"/>
        <w:gridCol w:w="3240"/>
        <w:gridCol w:w="2633"/>
        <w:gridCol w:w="2633"/>
      </w:tblGrid>
      <w:tr w:rsidR="00A53579" w:rsidRPr="00E76F01" w:rsidTr="00580BD1">
        <w:tc>
          <w:tcPr>
            <w:tcW w:w="10530" w:type="dxa"/>
            <w:gridSpan w:val="4"/>
            <w:shd w:val="clear" w:color="auto" w:fill="000000" w:themeFill="text1"/>
          </w:tcPr>
          <w:p w:rsidR="00A53579" w:rsidRPr="00E76F01" w:rsidRDefault="00A53579" w:rsidP="00580BD1">
            <w:pPr>
              <w:pStyle w:val="Heading4"/>
              <w:rPr>
                <w:rFonts w:ascii="Century Gothic" w:hAnsi="Century Gothic"/>
              </w:rPr>
            </w:pPr>
            <w:r w:rsidRPr="00E76F01">
              <w:rPr>
                <w:rFonts w:ascii="Century Gothic" w:hAnsi="Century Gothic"/>
                <w:sz w:val="26"/>
              </w:rPr>
              <w:t>Key Contact</w:t>
            </w:r>
          </w:p>
        </w:tc>
      </w:tr>
      <w:tr w:rsidR="00A53579" w:rsidRPr="00E76F01" w:rsidTr="00580BD1">
        <w:tc>
          <w:tcPr>
            <w:tcW w:w="10530" w:type="dxa"/>
            <w:gridSpan w:val="4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pplicant details"/>
            </w:tblPr>
            <w:tblGrid>
              <w:gridCol w:w="2024"/>
              <w:gridCol w:w="3240"/>
              <w:gridCol w:w="2633"/>
              <w:gridCol w:w="2633"/>
            </w:tblGrid>
            <w:tr w:rsidR="00A53579" w:rsidRPr="00E76F01" w:rsidTr="00A53579">
              <w:trPr>
                <w:trHeight w:val="432"/>
              </w:trPr>
              <w:tc>
                <w:tcPr>
                  <w:tcW w:w="2024" w:type="dxa"/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Technical Contact</w:t>
                  </w: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A53579" w:rsidRPr="00E76F01" w:rsidTr="00A53579">
              <w:trPr>
                <w:trHeight w:val="288"/>
              </w:trPr>
              <w:tc>
                <w:tcPr>
                  <w:tcW w:w="2024" w:type="dxa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Title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Phone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Email</w:t>
                  </w:r>
                </w:p>
              </w:tc>
            </w:tr>
            <w:tr w:rsidR="00A53579" w:rsidRPr="00E76F01" w:rsidTr="00A53579">
              <w:trPr>
                <w:trHeight w:val="288"/>
              </w:trPr>
              <w:tc>
                <w:tcPr>
                  <w:tcW w:w="2024" w:type="dxa"/>
                  <w:vAlign w:val="bottom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  <w:sz w:val="18"/>
                    </w:rPr>
                    <w:t>Accounting Contact</w:t>
                  </w: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A53579" w:rsidRPr="00E76F01" w:rsidTr="00A53579">
              <w:trPr>
                <w:trHeight w:val="288"/>
              </w:trPr>
              <w:tc>
                <w:tcPr>
                  <w:tcW w:w="2024" w:type="dxa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A53579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Title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A53579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Phone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A53579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Email</w:t>
                  </w:r>
                </w:p>
              </w:tc>
            </w:tr>
            <w:tr w:rsidR="00A53579" w:rsidRPr="00E76F01" w:rsidTr="00384276">
              <w:trPr>
                <w:trHeight w:val="288"/>
              </w:trPr>
              <w:tc>
                <w:tcPr>
                  <w:tcW w:w="2024" w:type="dxa"/>
                  <w:vAlign w:val="bottom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Sales</w:t>
                  </w:r>
                  <w:r w:rsidRPr="00E76F01">
                    <w:rPr>
                      <w:rFonts w:ascii="Century Gothic" w:hAnsi="Century Gothic"/>
                    </w:rPr>
                    <w:t xml:space="preserve"> Contact</w:t>
                  </w: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A53579" w:rsidRPr="00E76F01" w:rsidTr="00A53579">
              <w:trPr>
                <w:trHeight w:val="288"/>
              </w:trPr>
              <w:tc>
                <w:tcPr>
                  <w:tcW w:w="2024" w:type="dxa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A53579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Title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A53579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Phone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A53579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Email</w:t>
                  </w:r>
                </w:p>
              </w:tc>
            </w:tr>
          </w:tbl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</w:tc>
      </w:tr>
      <w:tr w:rsidR="00A53579" w:rsidRPr="00E76F01" w:rsidTr="00580BD1">
        <w:trPr>
          <w:trHeight w:val="288"/>
        </w:trPr>
        <w:tc>
          <w:tcPr>
            <w:tcW w:w="2024" w:type="dxa"/>
            <w:vAlign w:val="bottom"/>
          </w:tcPr>
          <w:p w:rsidR="00A53579" w:rsidRPr="00E76F01" w:rsidRDefault="00A53579" w:rsidP="00580BD1">
            <w:pPr>
              <w:rPr>
                <w:rFonts w:ascii="Century Gothic" w:hAnsi="Century Gothic"/>
              </w:rPr>
            </w:pPr>
            <w:r w:rsidRPr="00E76F01">
              <w:rPr>
                <w:rFonts w:ascii="Century Gothic" w:hAnsi="Century Gothic"/>
              </w:rPr>
              <w:t>Alternate</w:t>
            </w:r>
            <w:r w:rsidRPr="00E76F01">
              <w:rPr>
                <w:rFonts w:ascii="Century Gothic" w:hAnsi="Century Gothic"/>
              </w:rPr>
              <w:t xml:space="preserve"> Contact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</w:tc>
        <w:tc>
          <w:tcPr>
            <w:tcW w:w="2633" w:type="dxa"/>
            <w:tcBorders>
              <w:bottom w:val="single" w:sz="4" w:space="0" w:color="auto"/>
            </w:tcBorders>
            <w:vAlign w:val="bottom"/>
          </w:tcPr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</w:tc>
        <w:tc>
          <w:tcPr>
            <w:tcW w:w="2633" w:type="dxa"/>
            <w:tcBorders>
              <w:bottom w:val="single" w:sz="4" w:space="0" w:color="auto"/>
            </w:tcBorders>
            <w:vAlign w:val="bottom"/>
          </w:tcPr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</w:tc>
      </w:tr>
      <w:tr w:rsidR="00A53579" w:rsidRPr="00E76F01" w:rsidTr="00580BD1">
        <w:trPr>
          <w:trHeight w:val="288"/>
        </w:trPr>
        <w:tc>
          <w:tcPr>
            <w:tcW w:w="2024" w:type="dxa"/>
          </w:tcPr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53579" w:rsidRPr="00E76F01" w:rsidRDefault="00A53579" w:rsidP="00580BD1">
            <w:pPr>
              <w:pStyle w:val="ApplicantInformation"/>
              <w:rPr>
                <w:rFonts w:ascii="Century Gothic" w:hAnsi="Century Gothic"/>
              </w:rPr>
            </w:pPr>
            <w:r w:rsidRPr="00E76F01">
              <w:rPr>
                <w:rFonts w:ascii="Century Gothic" w:hAnsi="Century Gothic"/>
              </w:rPr>
              <w:t>Title</w:t>
            </w:r>
          </w:p>
        </w:tc>
        <w:tc>
          <w:tcPr>
            <w:tcW w:w="2633" w:type="dxa"/>
            <w:tcBorders>
              <w:top w:val="single" w:sz="4" w:space="0" w:color="auto"/>
            </w:tcBorders>
          </w:tcPr>
          <w:p w:rsidR="00A53579" w:rsidRPr="00E76F01" w:rsidRDefault="00A53579" w:rsidP="00580BD1">
            <w:pPr>
              <w:pStyle w:val="ApplicantInformation"/>
              <w:rPr>
                <w:rFonts w:ascii="Century Gothic" w:hAnsi="Century Gothic"/>
              </w:rPr>
            </w:pPr>
            <w:r w:rsidRPr="00E76F01">
              <w:rPr>
                <w:rFonts w:ascii="Century Gothic" w:hAnsi="Century Gothic"/>
              </w:rPr>
              <w:t>Phone</w:t>
            </w:r>
          </w:p>
        </w:tc>
        <w:tc>
          <w:tcPr>
            <w:tcW w:w="2633" w:type="dxa"/>
            <w:tcBorders>
              <w:top w:val="single" w:sz="4" w:space="0" w:color="auto"/>
            </w:tcBorders>
          </w:tcPr>
          <w:p w:rsidR="00A53579" w:rsidRPr="00E76F01" w:rsidRDefault="00A53579" w:rsidP="00580BD1">
            <w:pPr>
              <w:pStyle w:val="ApplicantInformation"/>
              <w:rPr>
                <w:rFonts w:ascii="Century Gothic" w:hAnsi="Century Gothic"/>
              </w:rPr>
            </w:pPr>
            <w:r w:rsidRPr="00E76F01">
              <w:rPr>
                <w:rFonts w:ascii="Century Gothic" w:hAnsi="Century Gothic"/>
              </w:rPr>
              <w:t>Email</w:t>
            </w:r>
          </w:p>
        </w:tc>
      </w:tr>
      <w:tr w:rsidR="00A53579" w:rsidRPr="00E76F01" w:rsidTr="00580BD1">
        <w:tc>
          <w:tcPr>
            <w:tcW w:w="10530" w:type="dxa"/>
            <w:gridSpan w:val="4"/>
            <w:shd w:val="clear" w:color="auto" w:fill="000000" w:themeFill="text1"/>
          </w:tcPr>
          <w:p w:rsidR="00A53579" w:rsidRPr="00E76F01" w:rsidRDefault="00A53579" w:rsidP="00580BD1">
            <w:pPr>
              <w:pStyle w:val="Heading4"/>
              <w:rPr>
                <w:rFonts w:ascii="Century Gothic" w:hAnsi="Century Gothic"/>
                <w:sz w:val="24"/>
              </w:rPr>
            </w:pPr>
            <w:r w:rsidRPr="00E76F01">
              <w:rPr>
                <w:rFonts w:ascii="Century Gothic" w:hAnsi="Century Gothic"/>
                <w:sz w:val="24"/>
              </w:rPr>
              <w:lastRenderedPageBreak/>
              <w:t xml:space="preserve">General </w:t>
            </w:r>
            <w:r w:rsidR="008F26A9" w:rsidRPr="00E76F01">
              <w:rPr>
                <w:rFonts w:ascii="Century Gothic" w:hAnsi="Century Gothic"/>
                <w:sz w:val="24"/>
              </w:rPr>
              <w:t xml:space="preserve">Information </w:t>
            </w:r>
            <w:r w:rsidR="008F26A9" w:rsidRPr="00E76F01">
              <w:rPr>
                <w:rFonts w:ascii="Century Gothic" w:hAnsi="Century Gothic"/>
                <w:b w:val="0"/>
                <w:sz w:val="18"/>
              </w:rPr>
              <w:t>[please answer all questions]</w:t>
            </w:r>
          </w:p>
        </w:tc>
      </w:tr>
      <w:tr w:rsidR="00A53579" w:rsidRPr="00E76F01" w:rsidTr="00580BD1">
        <w:tc>
          <w:tcPr>
            <w:tcW w:w="10530" w:type="dxa"/>
            <w:gridSpan w:val="4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pplicant details"/>
            </w:tblPr>
            <w:tblGrid>
              <w:gridCol w:w="2024"/>
              <w:gridCol w:w="3240"/>
              <w:gridCol w:w="2633"/>
              <w:gridCol w:w="2633"/>
            </w:tblGrid>
            <w:tr w:rsidR="00A53579" w:rsidRPr="00E76F01" w:rsidTr="00B30809">
              <w:trPr>
                <w:trHeight w:val="432"/>
              </w:trPr>
              <w:tc>
                <w:tcPr>
                  <w:tcW w:w="2024" w:type="dxa"/>
                  <w:vAlign w:val="bottom"/>
                </w:tcPr>
                <w:p w:rsidR="00A53579" w:rsidRPr="00E76F01" w:rsidRDefault="008F26A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Customer Type:</w:t>
                  </w: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A53579" w:rsidRPr="00E76F01" w:rsidTr="00B30809">
              <w:trPr>
                <w:trHeight w:val="288"/>
              </w:trPr>
              <w:tc>
                <w:tcPr>
                  <w:tcW w:w="2024" w:type="dxa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:rsidR="00A53579" w:rsidRPr="00E76F01" w:rsidRDefault="008F26A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Individual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8F26A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Company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8F26A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Govt. Agency</w:t>
                  </w:r>
                </w:p>
              </w:tc>
            </w:tr>
            <w:tr w:rsidR="00B30809" w:rsidRPr="00E76F01" w:rsidTr="00DE015E">
              <w:trPr>
                <w:trHeight w:val="288"/>
              </w:trPr>
              <w:tc>
                <w:tcPr>
                  <w:tcW w:w="10530" w:type="dxa"/>
                  <w:gridSpan w:val="4"/>
                  <w:vAlign w:val="bottom"/>
                </w:tcPr>
                <w:p w:rsidR="00B30809" w:rsidRPr="00E76F01" w:rsidRDefault="00B3080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Briefly describe company/agency’s primary endeavors:</w:t>
                  </w:r>
                </w:p>
              </w:tc>
            </w:tr>
            <w:tr w:rsidR="00B30809" w:rsidRPr="00E76F01" w:rsidTr="0068767E">
              <w:trPr>
                <w:trHeight w:val="576"/>
              </w:trPr>
              <w:tc>
                <w:tcPr>
                  <w:tcW w:w="10530" w:type="dxa"/>
                  <w:gridSpan w:val="4"/>
                </w:tcPr>
                <w:p w:rsidR="00B30809" w:rsidRPr="00E76F01" w:rsidRDefault="00B3080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</w:p>
              </w:tc>
            </w:tr>
            <w:tr w:rsidR="00A53579" w:rsidRPr="00E76F01" w:rsidTr="00B30809">
              <w:trPr>
                <w:trHeight w:val="288"/>
              </w:trPr>
              <w:tc>
                <w:tcPr>
                  <w:tcW w:w="2024" w:type="dxa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</w:p>
              </w:tc>
            </w:tr>
            <w:tr w:rsidR="00B30809" w:rsidRPr="00E76F01" w:rsidTr="009E0415">
              <w:trPr>
                <w:trHeight w:val="288"/>
              </w:trPr>
              <w:tc>
                <w:tcPr>
                  <w:tcW w:w="10530" w:type="dxa"/>
                  <w:gridSpan w:val="4"/>
                  <w:vAlign w:val="bottom"/>
                </w:tcPr>
                <w:p w:rsidR="00B30809" w:rsidRDefault="00B3080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How did you first hear about us?</w:t>
                  </w:r>
                </w:p>
                <w:p w:rsidR="00E76F01" w:rsidRPr="00E76F01" w:rsidRDefault="00E76F01" w:rsidP="00580BD1">
                  <w:pPr>
                    <w:rPr>
                      <w:rFonts w:ascii="Century Gothic" w:hAnsi="Century Gothic"/>
                    </w:rPr>
                  </w:pPr>
                </w:p>
                <w:p w:rsidR="00B30809" w:rsidRPr="00E76F01" w:rsidRDefault="00B30809" w:rsidP="00580BD1">
                  <w:pPr>
                    <w:rPr>
                      <w:rFonts w:ascii="Century Gothic" w:hAnsi="Century Gothic"/>
                    </w:rPr>
                  </w:pPr>
                </w:p>
                <w:p w:rsidR="00B30809" w:rsidRPr="00E76F01" w:rsidRDefault="00B3080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 xml:space="preserve">May we contact you by email with a customer review survey?         </w:t>
                  </w:r>
                  <w:r w:rsidRPr="00E76F01">
                    <w:rPr>
                      <w:rFonts w:ascii="Century Gothic" w:eastAsia="Myriad Pro" w:hAnsi="Century Gothic" w:cs="Myriad Pro"/>
                    </w:rPr>
                    <w:t xml:space="preserve">Yes                    No      </w:t>
                  </w:r>
                  <w:r w:rsidRPr="00E76F01">
                    <w:rPr>
                      <w:rFonts w:ascii="Century Gothic" w:eastAsia="Myriad Pro" w:hAnsi="Century Gothic" w:cs="Myriad Pro"/>
                    </w:rPr>
                    <w:tab/>
                  </w:r>
                </w:p>
              </w:tc>
            </w:tr>
          </w:tbl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osition applied for"/>
            </w:tblPr>
            <w:tblGrid>
              <w:gridCol w:w="2025"/>
              <w:gridCol w:w="8505"/>
            </w:tblGrid>
            <w:tr w:rsidR="00A53579" w:rsidRPr="00E76F01" w:rsidTr="00580BD1">
              <w:trPr>
                <w:trHeight w:val="288"/>
              </w:trPr>
              <w:tc>
                <w:tcPr>
                  <w:tcW w:w="1800" w:type="dxa"/>
                  <w:vAlign w:val="bottom"/>
                </w:tcPr>
                <w:p w:rsidR="00A53579" w:rsidRPr="00E76F01" w:rsidRDefault="00B3080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Best Email</w:t>
                  </w:r>
                  <w:r w:rsidR="00A53579" w:rsidRPr="00E76F01">
                    <w:rPr>
                      <w:rFonts w:ascii="Century Gothic" w:hAnsi="Century Gothic"/>
                    </w:rPr>
                    <w:t>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A53579" w:rsidRPr="00E76F01" w:rsidTr="00580BD1">
              <w:tc>
                <w:tcPr>
                  <w:tcW w:w="1800" w:type="dxa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7560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</w:tc>
      </w:tr>
    </w:tbl>
    <w:p w:rsidR="00A53579" w:rsidRPr="00E76F01" w:rsidRDefault="00A53579" w:rsidP="00B30809">
      <w:pPr>
        <w:rPr>
          <w:rFonts w:ascii="Century Gothic" w:hAnsi="Century Gothic"/>
        </w:rPr>
      </w:pPr>
    </w:p>
    <w:p w:rsidR="00B30809" w:rsidRPr="00E76F01" w:rsidRDefault="00B30809" w:rsidP="00B30809">
      <w:pPr>
        <w:rPr>
          <w:rFonts w:ascii="Century Gothic" w:hAnsi="Century Gothic"/>
        </w:rPr>
      </w:pPr>
      <w:r w:rsidRPr="00E76F01">
        <w:rPr>
          <w:rFonts w:ascii="Century Gothic" w:hAnsi="Century Gothic"/>
        </w:rPr>
        <w:t>Signature: _____________________</w:t>
      </w:r>
      <w:r w:rsidRPr="00E76F01">
        <w:rPr>
          <w:rFonts w:ascii="Century Gothic" w:hAnsi="Century Gothic"/>
        </w:rPr>
        <w:t>_</w:t>
      </w:r>
      <w:r w:rsidRPr="00E76F01">
        <w:rPr>
          <w:rFonts w:ascii="Century Gothic" w:hAnsi="Century Gothic"/>
        </w:rPr>
        <w:t xml:space="preserve">_________________________      </w:t>
      </w:r>
      <w:r w:rsidRPr="00E76F01">
        <w:rPr>
          <w:rFonts w:ascii="Century Gothic" w:hAnsi="Century Gothic"/>
        </w:rPr>
        <w:tab/>
        <w:t>Date: ________________________________</w:t>
      </w:r>
    </w:p>
    <w:p w:rsidR="00B30809" w:rsidRPr="00E76F01" w:rsidRDefault="00B30809" w:rsidP="00B30809">
      <w:pPr>
        <w:rPr>
          <w:rFonts w:ascii="Century Gothic" w:hAnsi="Century Gothic"/>
        </w:rPr>
      </w:pPr>
    </w:p>
    <w:p w:rsidR="00B30809" w:rsidRPr="00E76F01" w:rsidRDefault="00B30809" w:rsidP="00B30809">
      <w:pPr>
        <w:rPr>
          <w:rFonts w:ascii="Century Gothic" w:hAnsi="Century Gothic"/>
        </w:rPr>
      </w:pPr>
    </w:p>
    <w:tbl>
      <w:tblPr>
        <w:tblStyle w:val="TableGrid0"/>
        <w:tblpPr w:vertAnchor="text" w:tblpX="43" w:tblpY="67"/>
        <w:tblOverlap w:val="never"/>
        <w:tblW w:w="10522" w:type="dxa"/>
        <w:tblInd w:w="0" w:type="dxa"/>
        <w:tblCellMar>
          <w:top w:w="0" w:type="dxa"/>
          <w:left w:w="151" w:type="dxa"/>
          <w:bottom w:w="0" w:type="dxa"/>
          <w:right w:w="243" w:type="dxa"/>
        </w:tblCellMar>
        <w:tblLook w:val="04A0" w:firstRow="1" w:lastRow="0" w:firstColumn="1" w:lastColumn="0" w:noHBand="0" w:noVBand="1"/>
      </w:tblPr>
      <w:tblGrid>
        <w:gridCol w:w="10522"/>
      </w:tblGrid>
      <w:tr w:rsidR="00B30809" w:rsidRPr="00E76F01" w:rsidTr="00B30809">
        <w:trPr>
          <w:trHeight w:val="1274"/>
        </w:trPr>
        <w:tc>
          <w:tcPr>
            <w:tcW w:w="10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  <w:vAlign w:val="center"/>
          </w:tcPr>
          <w:p w:rsidR="00B30809" w:rsidRPr="00E76F01" w:rsidRDefault="00B30809" w:rsidP="00B30809">
            <w:pPr>
              <w:rPr>
                <w:rFonts w:ascii="Century Gothic" w:hAnsi="Century Gothic"/>
              </w:rPr>
            </w:pPr>
            <w:r w:rsidRPr="00E76F01">
              <w:rPr>
                <w:rFonts w:ascii="Century Gothic" w:eastAsia="Calibri" w:hAnsi="Century Gothic" w:cs="Calibri"/>
                <w:sz w:val="22"/>
              </w:rPr>
              <w:t xml:space="preserve">FOR OFFICE USE ONLY </w:t>
            </w:r>
          </w:p>
          <w:p w:rsidR="00B30809" w:rsidRPr="00E76F01" w:rsidRDefault="00B30809" w:rsidP="00B30809">
            <w:pPr>
              <w:spacing w:after="33" w:line="239" w:lineRule="auto"/>
              <w:rPr>
                <w:rFonts w:ascii="Century Gothic" w:hAnsi="Century Gothic"/>
              </w:rPr>
            </w:pPr>
            <w:r w:rsidRPr="00E76F01">
              <w:rPr>
                <w:rFonts w:ascii="Century Gothic" w:eastAsia="Calibri" w:hAnsi="Century Gothic" w:cs="Calibri"/>
                <w:sz w:val="22"/>
              </w:rPr>
              <w:t xml:space="preserve">Date Received: _________________________ Customer Number: _______________________ </w:t>
            </w:r>
          </w:p>
          <w:p w:rsidR="00B30809" w:rsidRPr="00E76F01" w:rsidRDefault="00B30809" w:rsidP="00B30809">
            <w:pPr>
              <w:tabs>
                <w:tab w:val="right" w:pos="4334"/>
              </w:tabs>
              <w:rPr>
                <w:rFonts w:ascii="Century Gothic" w:hAnsi="Century Gothic"/>
              </w:rPr>
            </w:pPr>
            <w:r w:rsidRPr="00E76F01">
              <w:rPr>
                <w:rFonts w:ascii="Century Gothic" w:eastAsia="Calibri" w:hAnsi="Century Gothic" w:cs="Calibri"/>
                <w:sz w:val="22"/>
              </w:rPr>
              <w:t>Ap</w:t>
            </w:r>
            <w:r w:rsidRPr="00E76F01">
              <w:rPr>
                <w:rFonts w:ascii="Century Gothic" w:eastAsia="Calibri" w:hAnsi="Century Gothic" w:cs="Calibri"/>
                <w:sz w:val="22"/>
              </w:rPr>
              <w:t xml:space="preserve">proved:  __YES     __ NO </w:t>
            </w:r>
            <w:r w:rsidRPr="00E76F01">
              <w:rPr>
                <w:rFonts w:ascii="Century Gothic" w:eastAsia="Calibri" w:hAnsi="Century Gothic" w:cs="Calibri"/>
                <w:sz w:val="22"/>
              </w:rPr>
              <w:tab/>
              <w:t xml:space="preserve">     </w:t>
            </w:r>
          </w:p>
        </w:tc>
      </w:tr>
    </w:tbl>
    <w:p w:rsidR="00B30809" w:rsidRDefault="00B30809" w:rsidP="00B30809">
      <w:pPr>
        <w:rPr>
          <w:rFonts w:ascii="Century Gothic" w:hAnsi="Century Gothic"/>
        </w:rPr>
      </w:pPr>
    </w:p>
    <w:p w:rsidR="003F0BEB" w:rsidRDefault="003F0BEB" w:rsidP="00B30809">
      <w:pPr>
        <w:rPr>
          <w:rFonts w:ascii="Century Gothic" w:hAnsi="Century Gothic"/>
        </w:rPr>
      </w:pPr>
    </w:p>
    <w:p w:rsidR="003F0BEB" w:rsidRDefault="003F0BEB" w:rsidP="00B3080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Prepared by: </w:t>
      </w:r>
      <w:hyperlink r:id="rId8" w:history="1">
        <w:r w:rsidRPr="00E80CDA">
          <w:rPr>
            <w:rStyle w:val="Hyperlink"/>
            <w:rFonts w:ascii="Century Gothic" w:hAnsi="Century Gothic"/>
          </w:rPr>
          <w:t>www.wordexceltemplates.com</w:t>
        </w:r>
      </w:hyperlink>
    </w:p>
    <w:p w:rsidR="003F0BEB" w:rsidRPr="00E76F01" w:rsidRDefault="003F0BEB" w:rsidP="00B30809">
      <w:pPr>
        <w:rPr>
          <w:rFonts w:ascii="Century Gothic" w:hAnsi="Century Gothic"/>
        </w:rPr>
      </w:pPr>
      <w:bookmarkStart w:id="0" w:name="_GoBack"/>
      <w:bookmarkEnd w:id="0"/>
    </w:p>
    <w:sectPr w:rsidR="003F0BEB" w:rsidRPr="00E76F01" w:rsidSect="00E76F01">
      <w:footerReference w:type="default" r:id="rId9"/>
      <w:pgSz w:w="12240" w:h="15840"/>
      <w:pgMar w:top="360" w:right="720" w:bottom="90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734" w:rsidRDefault="00B42734">
      <w:pPr>
        <w:spacing w:line="240" w:lineRule="auto"/>
      </w:pPr>
      <w:r>
        <w:separator/>
      </w:r>
    </w:p>
  </w:endnote>
  <w:endnote w:type="continuationSeparator" w:id="0">
    <w:p w:rsidR="00B42734" w:rsidRDefault="00B427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0859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337A" w:rsidRDefault="00B42734">
        <w:pPr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0B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734" w:rsidRDefault="00B42734">
      <w:pPr>
        <w:spacing w:line="240" w:lineRule="auto"/>
      </w:pPr>
      <w:r>
        <w:separator/>
      </w:r>
    </w:p>
  </w:footnote>
  <w:footnote w:type="continuationSeparator" w:id="0">
    <w:p w:rsidR="00B42734" w:rsidRDefault="00B4273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ED0"/>
    <w:rsid w:val="0002415E"/>
    <w:rsid w:val="003F0BEB"/>
    <w:rsid w:val="0072654F"/>
    <w:rsid w:val="007B7ED0"/>
    <w:rsid w:val="008F26A9"/>
    <w:rsid w:val="00A53579"/>
    <w:rsid w:val="00B30809"/>
    <w:rsid w:val="00B42734"/>
    <w:rsid w:val="00E76F01"/>
    <w:rsid w:val="00EE337A"/>
    <w:rsid w:val="00F1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0A82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keepNext/>
      <w:keepLines/>
      <w:jc w:val="right"/>
      <w:outlineLvl w:val="0"/>
    </w:pPr>
    <w:rPr>
      <w:rFonts w:asciiTheme="majorHAnsi" w:eastAsiaTheme="majorEastAsia" w:hAnsiTheme="majorHAnsi" w:cstheme="majorBidi"/>
      <w:b/>
      <w:bCs/>
      <w:color w:val="7F7F7F" w:themeColor="text1" w:themeTint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spacing w:line="240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2415E"/>
    <w:pPr>
      <w:keepNext/>
      <w:keepLines/>
      <w:shd w:val="clear" w:color="auto" w:fill="F2F2F2" w:themeFill="background1" w:themeFillShade="F2"/>
      <w:spacing w:before="16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7F7F7F" w:themeColor="text1" w:themeTint="80"/>
      <w:spacing w:val="4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000000" w:themeColor="text1"/>
      <w:spacing w:val="4"/>
      <w:sz w:val="26"/>
      <w:szCs w:val="26"/>
    </w:rPr>
  </w:style>
  <w:style w:type="table" w:styleId="TableGrid">
    <w:name w:val="Table Grid"/>
    <w:basedOn w:val="TableNormal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spacing w:val="4"/>
    </w:rPr>
  </w:style>
  <w:style w:type="paragraph" w:customStyle="1" w:styleId="ApplicantInformation">
    <w:name w:val="Applicant Information"/>
    <w:basedOn w:val="Normal"/>
    <w:next w:val="Normal"/>
    <w:uiPriority w:val="1"/>
    <w:qFormat/>
    <w:pPr>
      <w:spacing w:line="240" w:lineRule="auto"/>
    </w:pPr>
    <w:rPr>
      <w:i/>
      <w:iCs/>
      <w:sz w:val="17"/>
      <w:szCs w:val="17"/>
    </w:rPr>
  </w:style>
  <w:style w:type="character" w:customStyle="1" w:styleId="Heading4Char">
    <w:name w:val="Heading 4 Char"/>
    <w:basedOn w:val="DefaultParagraphFont"/>
    <w:link w:val="Heading4"/>
    <w:uiPriority w:val="9"/>
    <w:rsid w:val="0002415E"/>
    <w:rPr>
      <w:rFonts w:asciiTheme="majorHAnsi" w:eastAsiaTheme="majorEastAsia" w:hAnsiTheme="majorHAnsi" w:cstheme="majorBidi"/>
      <w:b/>
      <w:bCs/>
      <w:spacing w:val="4"/>
      <w:sz w:val="20"/>
      <w:szCs w:val="20"/>
      <w:shd w:val="clear" w:color="auto" w:fill="F2F2F2" w:themeFill="background1" w:themeFillShade="F2"/>
    </w:rPr>
  </w:style>
  <w:style w:type="paragraph" w:customStyle="1" w:styleId="Explanation">
    <w:name w:val="Explanation"/>
    <w:basedOn w:val="Normal"/>
    <w:next w:val="Normal"/>
    <w:uiPriority w:val="1"/>
    <w:qFormat/>
    <w:pPr>
      <w:spacing w:before="60" w:line="240" w:lineRule="auto"/>
    </w:pPr>
    <w:rPr>
      <w:i/>
      <w:iC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pacing w:val="4"/>
      <w:sz w:val="20"/>
      <w:szCs w:val="20"/>
    </w:rPr>
  </w:style>
  <w:style w:type="table" w:customStyle="1" w:styleId="TableGrid0">
    <w:name w:val="TableGrid"/>
    <w:rsid w:val="00B30809"/>
    <w:pPr>
      <w:spacing w:line="240" w:lineRule="auto"/>
    </w:pPr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3F0BE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0B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dexceltemplate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EOC%20application%20supplem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CBB477E3485464C8DDFEAE777C92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1A76F-1054-406A-A0A1-46BD1B9D221D}"/>
      </w:docPartPr>
      <w:docPartBody>
        <w:p w:rsidR="00000000" w:rsidRDefault="00FA2D5C">
          <w:pPr>
            <w:pStyle w:val="ACBB477E3485464C8DDFEAE777C92B02"/>
          </w:pPr>
          <w:r>
            <w:rPr>
              <w:rStyle w:val="PlaceholderText"/>
            </w:rP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5C"/>
    <w:rsid w:val="00FA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CBB477E3485464C8DDFEAE777C92B02">
    <w:name w:val="ACBB477E3485464C8DDFEAE777C92B02"/>
  </w:style>
  <w:style w:type="paragraph" w:customStyle="1" w:styleId="4C8DF2CD253A49C2A3DB2093944D7467">
    <w:name w:val="4C8DF2CD253A49C2A3DB2093944D74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F359B8-6C4A-46DA-8490-1AD9EB85F8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EEOC application supplement.dotx</Template>
  <TotalTime>0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Comment/Special instructions</vt:lpstr>
      <vt:lpstr>        </vt:lpstr>
    </vt:vector>
  </TitlesOfParts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2017-08-10T07:45:00Z</dcterms:created>
  <dcterms:modified xsi:type="dcterms:W3CDTF">2017-08-10T08:27:00Z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TC040217139991</vt:lpwstr>
  </property>
</Properties>
</file>