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patient contact information"/>
      </w:tblPr>
      <w:tblGrid>
        <w:gridCol w:w="7291"/>
        <w:gridCol w:w="3509"/>
      </w:tblGrid>
      <w:tr w:rsidR="00BE5820" w:rsidTr="00FF657D">
        <w:trPr>
          <w:trHeight w:val="900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sdt>
            <w:sdtPr>
              <w:alias w:val="Company Name"/>
              <w:tag w:val=""/>
              <w:id w:val="1894769217"/>
              <w:placeholder>
                <w:docPart w:val="8B26043DEE9546CBB06D1A189378D86E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BE5820" w:rsidRDefault="00644995">
                <w:pPr>
                  <w:pStyle w:val="Heading3"/>
                </w:pPr>
                <w:r>
                  <w:t>[Company Name]</w:t>
                </w:r>
              </w:p>
            </w:sdtContent>
          </w:sdt>
          <w:sdt>
            <w:sdtPr>
              <w:id w:val="-970132316"/>
              <w:placeholder>
                <w:docPart w:val="6E0F13269D3846F780FE795FEE35A0F1"/>
              </w:placeholder>
              <w:temporary/>
              <w:showingPlcHdr/>
              <w15:appearance w15:val="hidden"/>
            </w:sdtPr>
            <w:sdtEndPr/>
            <w:sdtContent>
              <w:p w:rsidR="00BE5820" w:rsidRDefault="00644995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316409396"/>
              <w:placeholder>
                <w:docPart w:val="C3A2A12FEC2F4B9BAB9B958E382E2389"/>
              </w:placeholder>
              <w:temporary/>
              <w:showingPlcHdr/>
              <w15:appearance w15:val="hidden"/>
            </w:sdtPr>
            <w:sdtEndPr/>
            <w:sdtContent>
              <w:p w:rsidR="00BE5820" w:rsidRDefault="00644995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BE5820" w:rsidRDefault="00BE5820"/>
        </w:tc>
        <w:tc>
          <w:tcPr>
            <w:tcW w:w="3514" w:type="dxa"/>
            <w:tcBorders>
              <w:left w:val="single" w:sz="48" w:space="0" w:color="FFFFFF" w:themeColor="background1"/>
            </w:tcBorders>
          </w:tcPr>
          <w:sdt>
            <w:sdtPr>
              <w:id w:val="-423957620"/>
              <w:placeholder>
                <w:docPart w:val="869967A951264CF7B11C17B62D3F0977"/>
              </w:placeholder>
              <w:temporary/>
              <w:showingPlcHdr/>
              <w15:appearance w15:val="hidden"/>
            </w:sdtPr>
            <w:sdtEndPr/>
            <w:sdtContent>
              <w:p w:rsidR="00BE5820" w:rsidRDefault="00644995">
                <w:pPr>
                  <w:pStyle w:val="Contactinformation"/>
                </w:pPr>
                <w:r>
                  <w:t>[Contact information</w:t>
                </w:r>
                <w:r>
                  <w:br/>
                  <w:t>for Privacy Official]</w:t>
                </w:r>
              </w:p>
            </w:sdtContent>
          </w:sdt>
        </w:tc>
      </w:tr>
      <w:tr w:rsidR="00BE5820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  <w:vAlign w:val="bottom"/>
          </w:tcPr>
          <w:p w:rsidR="00BE5820" w:rsidRDefault="00FF657D">
            <w:pPr>
              <w:pStyle w:val="Heading1"/>
            </w:pPr>
            <w:r>
              <w:t>Medical Treatment Reimbursement Form</w:t>
            </w:r>
          </w:p>
          <w:p w:rsidR="00BE5820" w:rsidRDefault="00644995">
            <w:pPr>
              <w:pStyle w:val="Heading2"/>
            </w:pPr>
            <w:r>
              <w:t>PATIENT INFORMATION</w:t>
            </w:r>
          </w:p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BE5820" w:rsidRDefault="00BE5820"/>
        </w:tc>
      </w:tr>
      <w:tr w:rsidR="00BE5820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p w:rsidR="00BE5820" w:rsidRDefault="00BE5820">
            <w:pPr>
              <w:pStyle w:val="NoSpacing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BE5820" w:rsidRDefault="00644995">
            <w:pPr>
              <w:pStyle w:val="NoSpacing"/>
            </w:pPr>
            <w:r>
              <w:t>Date</w:t>
            </w:r>
          </w:p>
        </w:tc>
      </w:tr>
      <w:tr w:rsidR="00BE5820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BE5820" w:rsidRDefault="00BE5820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BE5820" w:rsidRDefault="00BE5820"/>
        </w:tc>
      </w:tr>
      <w:tr w:rsidR="00BE5820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BE5820" w:rsidRDefault="00FF657D">
            <w:pPr>
              <w:pStyle w:val="NoSpacing"/>
            </w:pPr>
            <w:r>
              <w:t xml:space="preserve">Card Holder’s </w:t>
            </w:r>
            <w:r w:rsidR="00644995">
              <w:t xml:space="preserve">Name (Last, </w:t>
            </w:r>
            <w:r w:rsidR="00644995">
              <w:t>first, middle initial)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BE5820" w:rsidRDefault="00644995">
            <w:pPr>
              <w:pStyle w:val="NoSpacing"/>
            </w:pPr>
            <w:r>
              <w:t>Social Security # or Patient ID</w:t>
            </w:r>
          </w:p>
        </w:tc>
      </w:tr>
      <w:tr w:rsidR="00BE5820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BE5820" w:rsidRDefault="00BE5820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BE5820" w:rsidRDefault="00BE5820"/>
        </w:tc>
      </w:tr>
      <w:tr w:rsidR="00BE5820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BE5820" w:rsidRDefault="00FF657D">
            <w:pPr>
              <w:pStyle w:val="NoSpacing"/>
            </w:pPr>
            <w:r>
              <w:t>Card #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BE5820" w:rsidRDefault="00FF657D">
            <w:pPr>
              <w:pStyle w:val="NoSpacing"/>
            </w:pPr>
            <w:r>
              <w:t>Valid until:</w:t>
            </w:r>
          </w:p>
        </w:tc>
      </w:tr>
      <w:tr w:rsidR="00BE5820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BE5820" w:rsidRDefault="00BE5820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BE5820" w:rsidRDefault="00BE5820"/>
        </w:tc>
      </w:tr>
      <w:tr w:rsidR="00BE5820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BE5820" w:rsidRDefault="00FF657D">
            <w:pPr>
              <w:pStyle w:val="NoSpacing"/>
            </w:pPr>
            <w:r>
              <w:t>Street address, City, ST, ZIP Code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BE5820" w:rsidRDefault="00644995">
            <w:pPr>
              <w:pStyle w:val="NoSpacing"/>
            </w:pPr>
            <w:r>
              <w:t>Email address</w:t>
            </w:r>
          </w:p>
        </w:tc>
      </w:tr>
    </w:tbl>
    <w:p w:rsidR="00BE5820" w:rsidRDefault="00FF657D">
      <w:pPr>
        <w:rPr>
          <w:rStyle w:val="Emphasis"/>
        </w:rPr>
      </w:pPr>
      <w:r>
        <w:rPr>
          <w:rStyle w:val="Strong"/>
        </w:rPr>
        <w:t>Diagnosis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ture of action note area"/>
      </w:tblPr>
      <w:tblGrid>
        <w:gridCol w:w="10800"/>
      </w:tblGrid>
      <w:tr w:rsidR="00BE5820">
        <w:tc>
          <w:tcPr>
            <w:tcW w:w="10790" w:type="dxa"/>
          </w:tcPr>
          <w:p w:rsidR="00BE5820" w:rsidRDefault="00BE5820"/>
        </w:tc>
      </w:tr>
      <w:tr w:rsidR="00BE5820">
        <w:tc>
          <w:tcPr>
            <w:tcW w:w="10790" w:type="dxa"/>
          </w:tcPr>
          <w:p w:rsidR="00BE5820" w:rsidRDefault="00BE5820"/>
        </w:tc>
      </w:tr>
      <w:tr w:rsidR="00BE5820">
        <w:tc>
          <w:tcPr>
            <w:tcW w:w="10790" w:type="dxa"/>
          </w:tcPr>
          <w:p w:rsidR="00BE5820" w:rsidRDefault="00BE5820"/>
        </w:tc>
      </w:tr>
      <w:tr w:rsidR="00BE5820">
        <w:tc>
          <w:tcPr>
            <w:tcW w:w="10790" w:type="dxa"/>
          </w:tcPr>
          <w:p w:rsidR="00BE5820" w:rsidRDefault="00BE5820"/>
        </w:tc>
      </w:tr>
    </w:tbl>
    <w:p w:rsidR="00BE5820" w:rsidRPr="0082650C" w:rsidRDefault="00FF657D">
      <w:pPr>
        <w:rPr>
          <w:b/>
        </w:rPr>
      </w:pPr>
      <w:r w:rsidRPr="0082650C">
        <w:rPr>
          <w:b/>
        </w:rPr>
        <w:t>If hospitalized: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staff members contacted and administrative section"/>
      </w:tblPr>
      <w:tblGrid>
        <w:gridCol w:w="7560"/>
        <w:gridCol w:w="216"/>
        <w:gridCol w:w="3024"/>
      </w:tblGrid>
      <w:tr w:rsidR="00BE5820">
        <w:trPr>
          <w:trHeight w:val="414"/>
        </w:trPr>
        <w:tc>
          <w:tcPr>
            <w:tcW w:w="3500" w:type="pct"/>
            <w:tcBorders>
              <w:bottom w:val="single" w:sz="4" w:space="0" w:color="auto"/>
            </w:tcBorders>
          </w:tcPr>
          <w:p w:rsidR="00BE5820" w:rsidRDefault="00BE5820"/>
        </w:tc>
        <w:tc>
          <w:tcPr>
            <w:tcW w:w="100" w:type="pct"/>
          </w:tcPr>
          <w:p w:rsidR="00BE5820" w:rsidRDefault="00BE5820"/>
        </w:tc>
        <w:tc>
          <w:tcPr>
            <w:tcW w:w="1400" w:type="pct"/>
            <w:tcBorders>
              <w:bottom w:val="single" w:sz="4" w:space="0" w:color="auto"/>
            </w:tcBorders>
          </w:tcPr>
          <w:p w:rsidR="00BE5820" w:rsidRDefault="00BE5820"/>
        </w:tc>
      </w:tr>
      <w:tr w:rsidR="00BE5820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BE5820" w:rsidRDefault="00FF657D">
            <w:pPr>
              <w:pStyle w:val="NoSpacing"/>
            </w:pPr>
            <w:r>
              <w:t>Hospital Name &amp; Date of Admission</w:t>
            </w:r>
          </w:p>
        </w:tc>
        <w:tc>
          <w:tcPr>
            <w:tcW w:w="100" w:type="pct"/>
          </w:tcPr>
          <w:p w:rsidR="00BE5820" w:rsidRDefault="00BE5820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BE5820" w:rsidRDefault="00FF657D">
            <w:pPr>
              <w:pStyle w:val="NoSpacing"/>
            </w:pPr>
            <w:r>
              <w:t>Discharge Date</w:t>
            </w:r>
          </w:p>
        </w:tc>
      </w:tr>
      <w:tr w:rsidR="00BE5820">
        <w:trPr>
          <w:trHeight w:val="405"/>
        </w:trPr>
        <w:tc>
          <w:tcPr>
            <w:tcW w:w="3500" w:type="pct"/>
            <w:tcBorders>
              <w:bottom w:val="single" w:sz="4" w:space="0" w:color="auto"/>
            </w:tcBorders>
          </w:tcPr>
          <w:p w:rsidR="00BE5820" w:rsidRDefault="00BE5820"/>
        </w:tc>
        <w:tc>
          <w:tcPr>
            <w:tcW w:w="100" w:type="pct"/>
          </w:tcPr>
          <w:p w:rsidR="00BE5820" w:rsidRDefault="00BE5820"/>
        </w:tc>
        <w:tc>
          <w:tcPr>
            <w:tcW w:w="1400" w:type="pct"/>
            <w:tcBorders>
              <w:bottom w:val="single" w:sz="4" w:space="0" w:color="auto"/>
            </w:tcBorders>
          </w:tcPr>
          <w:p w:rsidR="00BE5820" w:rsidRDefault="00BE5820"/>
        </w:tc>
      </w:tr>
      <w:tr w:rsidR="00BE5820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BE5820" w:rsidRDefault="00FF657D">
            <w:pPr>
              <w:pStyle w:val="NoSpacing"/>
            </w:pPr>
            <w:r>
              <w:t>Hospital Name &amp; Date of Admission</w:t>
            </w:r>
          </w:p>
        </w:tc>
        <w:tc>
          <w:tcPr>
            <w:tcW w:w="100" w:type="pct"/>
          </w:tcPr>
          <w:p w:rsidR="00BE5820" w:rsidRDefault="00BE5820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BE5820" w:rsidRDefault="00FF657D">
            <w:pPr>
              <w:pStyle w:val="NoSpacing"/>
            </w:pPr>
            <w:r>
              <w:t>Discharge Date</w:t>
            </w:r>
          </w:p>
        </w:tc>
      </w:tr>
      <w:tr w:rsidR="00BE5820" w:rsidTr="00FF657D">
        <w:trPr>
          <w:trHeight w:hRule="exact" w:val="621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BE5820" w:rsidRDefault="00BE5820"/>
        </w:tc>
        <w:tc>
          <w:tcPr>
            <w:tcW w:w="100" w:type="pct"/>
            <w:vAlign w:val="bottom"/>
          </w:tcPr>
          <w:p w:rsidR="00BE5820" w:rsidRDefault="00BE5820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BE5820" w:rsidRDefault="00BE5820"/>
        </w:tc>
      </w:tr>
      <w:tr w:rsidR="00BE5820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BE5820" w:rsidRDefault="00644995">
            <w:pPr>
              <w:pStyle w:val="NoSpacing"/>
            </w:pPr>
            <w:r>
              <w:t>Signature</w:t>
            </w:r>
            <w:r w:rsidR="00FF657D">
              <w:t xml:space="preserve"> of Authorization</w:t>
            </w:r>
            <w:bookmarkStart w:id="0" w:name="_GoBack"/>
            <w:bookmarkEnd w:id="0"/>
          </w:p>
        </w:tc>
        <w:tc>
          <w:tcPr>
            <w:tcW w:w="100" w:type="pct"/>
          </w:tcPr>
          <w:p w:rsidR="00BE5820" w:rsidRDefault="00BE5820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BE5820" w:rsidRDefault="00644995">
            <w:pPr>
              <w:pStyle w:val="NoSpacing"/>
            </w:pPr>
            <w:r>
              <w:t>Date</w:t>
            </w:r>
          </w:p>
        </w:tc>
      </w:tr>
      <w:tr w:rsidR="004B6270" w:rsidTr="004B6270">
        <w:trPr>
          <w:trHeight w:val="855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bottom"/>
          </w:tcPr>
          <w:p w:rsidR="004B6270" w:rsidRPr="005807EF" w:rsidRDefault="004B6270" w:rsidP="005807EF">
            <w:pPr>
              <w:pStyle w:val="NoSpacing"/>
            </w:pPr>
            <w:r w:rsidRPr="005807EF">
              <w:rPr>
                <w:rStyle w:val="Strong"/>
                <w:bCs w:val="0"/>
              </w:rPr>
              <w:t>Case Management</w:t>
            </w:r>
            <w:r w:rsidR="00193A08" w:rsidRPr="005807EF">
              <w:rPr>
                <w:rStyle w:val="Strong"/>
                <w:bCs w:val="0"/>
              </w:rPr>
              <w:t xml:space="preserve"> &amp; Actual Cost</w:t>
            </w:r>
          </w:p>
        </w:tc>
      </w:tr>
      <w:tr w:rsidR="004B6270" w:rsidTr="004B6270">
        <w:trPr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4B6270" w:rsidRDefault="004B6270" w:rsidP="000744BC"/>
        </w:tc>
      </w:tr>
      <w:tr w:rsidR="004B6270" w:rsidTr="004B6270">
        <w:trPr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6270" w:rsidRDefault="004B6270">
            <w:pPr>
              <w:pStyle w:val="NoSpacing"/>
            </w:pPr>
          </w:p>
        </w:tc>
      </w:tr>
      <w:tr w:rsidR="004B6270" w:rsidTr="004B6270">
        <w:trPr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6270" w:rsidRDefault="004B6270"/>
        </w:tc>
      </w:tr>
    </w:tbl>
    <w:p w:rsidR="00BE5820" w:rsidRDefault="00BE5820" w:rsidP="00F26022"/>
    <w:p w:rsidR="00F26022" w:rsidRPr="005807EF" w:rsidRDefault="00F26022" w:rsidP="005807EF">
      <w:pPr>
        <w:pStyle w:val="NoSpacing"/>
        <w:rPr>
          <w:b/>
          <w:sz w:val="24"/>
        </w:rPr>
      </w:pPr>
      <w:r w:rsidRPr="005807EF">
        <w:rPr>
          <w:b/>
          <w:sz w:val="24"/>
        </w:rPr>
        <w:t>Treatment Plan</w:t>
      </w:r>
    </w:p>
    <w:tbl>
      <w:tblPr>
        <w:tblStyle w:val="TableGrid"/>
        <w:tblW w:w="1077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5440"/>
      </w:tblGrid>
      <w:tr w:rsidR="00F26022" w:rsidTr="005807EF">
        <w:trPr>
          <w:trHeight w:val="450"/>
        </w:trPr>
        <w:tc>
          <w:tcPr>
            <w:tcW w:w="5337" w:type="dxa"/>
          </w:tcPr>
          <w:p w:rsidR="00F26022" w:rsidRPr="005807EF" w:rsidRDefault="00F26022" w:rsidP="005807EF">
            <w:pPr>
              <w:pStyle w:val="NoSpacing"/>
            </w:pPr>
            <w:r w:rsidRPr="005807EF">
              <w:t>Diagnostic Tests</w:t>
            </w:r>
          </w:p>
        </w:tc>
        <w:tc>
          <w:tcPr>
            <w:tcW w:w="5440" w:type="dxa"/>
          </w:tcPr>
          <w:p w:rsidR="00F26022" w:rsidRPr="005807EF" w:rsidRDefault="00F26022" w:rsidP="005807EF">
            <w:pPr>
              <w:pStyle w:val="NoSpacing"/>
            </w:pPr>
            <w:r w:rsidRPr="005807EF">
              <w:t>Pharmaceuticals</w:t>
            </w:r>
          </w:p>
        </w:tc>
      </w:tr>
      <w:tr w:rsidR="00F26022" w:rsidTr="005807EF">
        <w:trPr>
          <w:trHeight w:val="450"/>
        </w:trPr>
        <w:tc>
          <w:tcPr>
            <w:tcW w:w="5337" w:type="dxa"/>
          </w:tcPr>
          <w:p w:rsidR="00F26022" w:rsidRDefault="00F26022" w:rsidP="00F26022"/>
        </w:tc>
        <w:tc>
          <w:tcPr>
            <w:tcW w:w="5440" w:type="dxa"/>
          </w:tcPr>
          <w:p w:rsidR="00F26022" w:rsidRDefault="00F26022" w:rsidP="00F26022"/>
        </w:tc>
      </w:tr>
      <w:tr w:rsidR="00F26022" w:rsidTr="005807EF">
        <w:trPr>
          <w:trHeight w:val="450"/>
        </w:trPr>
        <w:tc>
          <w:tcPr>
            <w:tcW w:w="5337" w:type="dxa"/>
          </w:tcPr>
          <w:p w:rsidR="00F26022" w:rsidRDefault="00F26022" w:rsidP="00F26022"/>
        </w:tc>
        <w:tc>
          <w:tcPr>
            <w:tcW w:w="5440" w:type="dxa"/>
          </w:tcPr>
          <w:p w:rsidR="00F26022" w:rsidRDefault="00F26022" w:rsidP="00F26022"/>
        </w:tc>
      </w:tr>
      <w:tr w:rsidR="00F26022" w:rsidTr="005807EF">
        <w:trPr>
          <w:trHeight w:val="430"/>
        </w:trPr>
        <w:tc>
          <w:tcPr>
            <w:tcW w:w="5337" w:type="dxa"/>
          </w:tcPr>
          <w:p w:rsidR="00F26022" w:rsidRDefault="00F26022" w:rsidP="00F26022"/>
        </w:tc>
        <w:tc>
          <w:tcPr>
            <w:tcW w:w="5440" w:type="dxa"/>
          </w:tcPr>
          <w:p w:rsidR="00F26022" w:rsidRDefault="00F26022" w:rsidP="00F26022"/>
        </w:tc>
      </w:tr>
    </w:tbl>
    <w:p w:rsidR="00CE3C89" w:rsidRDefault="00CE3C89" w:rsidP="00CE3C89">
      <w:pPr>
        <w:spacing w:after="30"/>
      </w:pPr>
      <w:r>
        <w:rPr>
          <w:noProof/>
        </w:rPr>
        <mc:AlternateContent>
          <mc:Choice Requires="wpg">
            <w:drawing>
              <wp:inline distT="0" distB="0" distL="0" distR="0" wp14:anchorId="4BCEE82F" wp14:editId="5BAE25B8">
                <wp:extent cx="6549771" cy="6097"/>
                <wp:effectExtent l="0" t="0" r="0" b="0"/>
                <wp:docPr id="4828" name="Group 4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9771" cy="6097"/>
                          <a:chOff x="0" y="0"/>
                          <a:chExt cx="6549771" cy="6097"/>
                        </a:xfrm>
                      </wpg:grpSpPr>
                      <wps:wsp>
                        <wps:cNvPr id="5072" name="Shape 5072"/>
                        <wps:cNvSpPr/>
                        <wps:spPr>
                          <a:xfrm>
                            <a:off x="0" y="0"/>
                            <a:ext cx="102900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005" h="9144">
                                <a:moveTo>
                                  <a:pt x="0" y="0"/>
                                </a:moveTo>
                                <a:lnTo>
                                  <a:pt x="1029005" y="0"/>
                                </a:lnTo>
                                <a:lnTo>
                                  <a:pt x="102900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3" name="Shape 5073"/>
                        <wps:cNvSpPr/>
                        <wps:spPr>
                          <a:xfrm>
                            <a:off x="3658489" y="0"/>
                            <a:ext cx="28912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1282" h="9144">
                                <a:moveTo>
                                  <a:pt x="0" y="0"/>
                                </a:moveTo>
                                <a:lnTo>
                                  <a:pt x="2891282" y="0"/>
                                </a:lnTo>
                                <a:lnTo>
                                  <a:pt x="28912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318BFC" id="Group 4828" o:spid="_x0000_s1026" style="width:515.75pt;height:.5pt;mso-position-horizontal-relative:char;mso-position-vertical-relative:line" coordsize="6549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">
                <v:shape id="Shape 5072" o:spid="_x0000_s1027" style="position:absolute;width:10290;height:91;visibility:visible;mso-wrap-style:square;v-text-anchor:top" coordsize="102900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" path="m,l1029005,r,9144l,9144,,e" fillcolor="black" stroked="f" strokeweight="0">
                  <v:stroke endcap="round"/>
                  <v:path arrowok="t" textboxrect="0,0,1029005,9144"/>
                </v:shape>
                <v:shape id="Shape 5073" o:spid="_x0000_s1028" style="position:absolute;left:36584;width:28913;height:91;visibility:visible;mso-wrap-style:square;v-text-anchor:top" coordsize="28912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" path="m,l2891282,r,9144l,9144,,e" fillcolor="black" stroked="f" strokeweight="0">
                  <v:stroke endcap="round"/>
                  <v:path arrowok="t" textboxrect="0,0,2891282,9144"/>
                </v:shape>
                <w10:anchorlock/>
              </v:group>
            </w:pict>
          </mc:Fallback>
        </mc:AlternateContent>
      </w:r>
    </w:p>
    <w:p w:rsidR="00CE3C89" w:rsidRDefault="00CE3C89" w:rsidP="00CE3C89">
      <w:pPr>
        <w:tabs>
          <w:tab w:val="center" w:pos="1728"/>
          <w:tab w:val="center" w:pos="6775"/>
        </w:tabs>
      </w:pPr>
      <w:r>
        <w:rPr>
          <w:rFonts w:ascii="Arial" w:eastAsia="Arial" w:hAnsi="Arial" w:cs="Arial"/>
        </w:rPr>
        <w:t xml:space="preserve">Date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rPr>
          <w:rFonts w:ascii="Arial" w:eastAsia="Arial" w:hAnsi="Arial" w:cs="Arial"/>
        </w:rPr>
        <w:t xml:space="preserve">Cardholder’s signature 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ab/>
      </w:r>
      <w:r>
        <w:rPr>
          <w:rFonts w:ascii="Arial" w:eastAsia="Arial" w:hAnsi="Arial" w:cs="Arial"/>
          <w:sz w:val="16"/>
        </w:rPr>
        <w:t xml:space="preserve"> </w:t>
      </w:r>
    </w:p>
    <w:p w:rsidR="00CE3C89" w:rsidRPr="00CE3C89" w:rsidRDefault="00CE3C89" w:rsidP="00CE3C89">
      <w:pPr>
        <w:tabs>
          <w:tab w:val="center" w:pos="8037"/>
        </w:tabs>
        <w:rPr>
          <w:rFonts w:asciiTheme="majorHAnsi" w:eastAsia="Arial" w:hAnsiTheme="majorHAnsi" w:cs="Arial"/>
          <w:b/>
        </w:rPr>
      </w:pPr>
      <w:r w:rsidRPr="00CE3C89">
        <w:rPr>
          <w:rFonts w:asciiTheme="majorHAnsi" w:eastAsia="Arial" w:hAnsiTheme="majorHAnsi" w:cs="Arial"/>
          <w:b/>
        </w:rPr>
        <w:t xml:space="preserve">Physician’s Name </w:t>
      </w:r>
      <w:r w:rsidRPr="00CE3C89">
        <w:rPr>
          <w:rFonts w:asciiTheme="majorHAnsi" w:hAnsiTheme="majorHAnsi"/>
          <w:noProof/>
        </w:rPr>
        <mc:AlternateContent>
          <mc:Choice Requires="wpg">
            <w:drawing>
              <wp:inline distT="0" distB="0" distL="0" distR="0" wp14:anchorId="4097678A" wp14:editId="0B6BEB68">
                <wp:extent cx="2400554" cy="6096"/>
                <wp:effectExtent l="0" t="0" r="0" b="0"/>
                <wp:docPr id="4548" name="Group 4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554" cy="6096"/>
                          <a:chOff x="0" y="0"/>
                          <a:chExt cx="2400554" cy="6096"/>
                        </a:xfrm>
                      </wpg:grpSpPr>
                      <wps:wsp>
                        <wps:cNvPr id="5076" name="Shape 5076"/>
                        <wps:cNvSpPr/>
                        <wps:spPr>
                          <a:xfrm>
                            <a:off x="0" y="0"/>
                            <a:ext cx="2400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0554" h="9144">
                                <a:moveTo>
                                  <a:pt x="0" y="0"/>
                                </a:moveTo>
                                <a:lnTo>
                                  <a:pt x="2400554" y="0"/>
                                </a:lnTo>
                                <a:lnTo>
                                  <a:pt x="2400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FBCA4A" id="Group 4548" o:spid="_x0000_s1026" style="width:189pt;height:.5pt;mso-position-horizontal-relative:char;mso-position-vertical-relative:line" coordsize="2400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">
                <v:shape id="Shape 5076" o:spid="_x0000_s1027" style="position:absolute;width:24005;height:91;visibility:visible;mso-wrap-style:square;v-text-anchor:top" coordsize="2400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" path="m,l2400554,r,9144l,9144,,e" fillcolor="black" stroked="f" strokeweight="0">
                  <v:stroke endcap="round"/>
                  <v:path arrowok="t" textboxrect="0,0,2400554,9144"/>
                </v:shape>
                <w10:anchorlock/>
              </v:group>
            </w:pict>
          </mc:Fallback>
        </mc:AlternateContent>
      </w:r>
    </w:p>
    <w:p w:rsidR="00CE3C89" w:rsidRPr="00CE3C89" w:rsidRDefault="00CE3C89" w:rsidP="00CE3C89">
      <w:pPr>
        <w:tabs>
          <w:tab w:val="center" w:pos="5869"/>
        </w:tabs>
        <w:rPr>
          <w:rFonts w:asciiTheme="majorHAnsi" w:hAnsiTheme="majorHAnsi"/>
        </w:rPr>
      </w:pPr>
      <w:r w:rsidRPr="00CE3C89">
        <w:rPr>
          <w:rFonts w:asciiTheme="majorHAnsi" w:eastAsia="Arial" w:hAnsiTheme="majorHAnsi" w:cs="Arial"/>
          <w:b/>
          <w:sz w:val="16"/>
        </w:rPr>
        <w:t xml:space="preserve">Telephone No. </w:t>
      </w:r>
      <w:r w:rsidRPr="00CE3C89">
        <w:rPr>
          <w:rFonts w:asciiTheme="majorHAnsi" w:hAnsiTheme="majorHAnsi"/>
          <w:noProof/>
        </w:rPr>
        <mc:AlternateContent>
          <mc:Choice Requires="wpg">
            <w:drawing>
              <wp:inline distT="0" distB="0" distL="0" distR="0" wp14:anchorId="1A654180" wp14:editId="398E8D36">
                <wp:extent cx="2400554" cy="6096"/>
                <wp:effectExtent l="0" t="0" r="0" b="0"/>
                <wp:docPr id="4549" name="Group 4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554" cy="6096"/>
                          <a:chOff x="0" y="0"/>
                          <a:chExt cx="2400554" cy="6096"/>
                        </a:xfrm>
                      </wpg:grpSpPr>
                      <wps:wsp>
                        <wps:cNvPr id="5078" name="Shape 5078"/>
                        <wps:cNvSpPr/>
                        <wps:spPr>
                          <a:xfrm>
                            <a:off x="0" y="0"/>
                            <a:ext cx="24005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0554" h="9144">
                                <a:moveTo>
                                  <a:pt x="0" y="0"/>
                                </a:moveTo>
                                <a:lnTo>
                                  <a:pt x="2400554" y="0"/>
                                </a:lnTo>
                                <a:lnTo>
                                  <a:pt x="24005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E0B0EF" id="Group 4549" o:spid="_x0000_s1026" style="width:189pt;height:.5pt;mso-position-horizontal-relative:char;mso-position-vertical-relative:line" coordsize="2400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">
                <v:shape id="Shape 5078" o:spid="_x0000_s1027" style="position:absolute;width:24005;height:91;visibility:visible;mso-wrap-style:square;v-text-anchor:top" coordsize="240055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" path="m,l2400554,r,9144l,9144,,e" fillcolor="black" stroked="f" strokeweight="0">
                  <v:stroke endcap="round"/>
                  <v:path arrowok="t" textboxrect="0,0,2400554,9144"/>
                </v:shape>
                <w10:anchorlock/>
              </v:group>
            </w:pict>
          </mc:Fallback>
        </mc:AlternateContent>
      </w:r>
      <w:r w:rsidRPr="00CE3C89">
        <w:rPr>
          <w:rFonts w:asciiTheme="majorHAnsi" w:eastAsia="Arial" w:hAnsiTheme="majorHAnsi" w:cs="Arial"/>
          <w:b/>
          <w:sz w:val="16"/>
        </w:rPr>
        <w:tab/>
        <w:t xml:space="preserve"> </w:t>
      </w:r>
      <w:r w:rsidRPr="00CE3C89">
        <w:rPr>
          <w:rFonts w:asciiTheme="majorHAnsi" w:hAnsiTheme="majorHAnsi"/>
        </w:rPr>
        <w:t xml:space="preserve">       </w:t>
      </w:r>
      <w:r w:rsidRPr="00CE3C89">
        <w:rPr>
          <w:rFonts w:asciiTheme="majorHAnsi" w:eastAsia="Arial" w:hAnsiTheme="majorHAnsi" w:cs="Arial"/>
          <w:b/>
          <w:sz w:val="16"/>
        </w:rPr>
        <w:t xml:space="preserve">  Physician’s Stamp and Signature </w:t>
      </w:r>
      <w:r w:rsidR="00193A08">
        <w:rPr>
          <w:rFonts w:asciiTheme="majorHAnsi" w:eastAsia="Arial" w:hAnsiTheme="majorHAnsi" w:cs="Arial"/>
          <w:b/>
          <w:sz w:val="16"/>
        </w:rPr>
        <w:t xml:space="preserve"> </w:t>
      </w:r>
    </w:p>
    <w:p w:rsidR="00CE3C89" w:rsidRDefault="00CE3C89" w:rsidP="00CE3C89">
      <w:pPr>
        <w:ind w:left="7318"/>
      </w:pPr>
      <w:r w:rsidRPr="00CE3C89">
        <w:rPr>
          <w:rFonts w:asciiTheme="majorHAnsi" w:eastAsia="Arial" w:hAnsiTheme="majorHAnsi" w:cs="Arial"/>
          <w:b/>
          <w:sz w:val="16"/>
        </w:rPr>
        <w:t xml:space="preserve">     </w:t>
      </w:r>
      <w:r w:rsidRPr="00CE3C89">
        <w:rPr>
          <w:rFonts w:asciiTheme="majorHAnsi" w:eastAsia="Arial" w:hAnsiTheme="majorHAnsi" w:cs="Arial"/>
          <w:b/>
          <w:sz w:val="16"/>
        </w:rPr>
        <w:t>Date</w:t>
      </w:r>
      <w:r>
        <w:rPr>
          <w:rFonts w:ascii="Arial" w:eastAsia="Arial" w:hAnsi="Arial" w:cs="Arial"/>
          <w:b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ab/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  <w:t xml:space="preserve"> </w:t>
      </w:r>
      <w:r>
        <w:rPr>
          <w:rFonts w:ascii="Arial" w:eastAsia="Arial" w:hAnsi="Arial" w:cs="Arial"/>
          <w:sz w:val="16"/>
        </w:rPr>
        <w:tab/>
        <w:t xml:space="preserve"> </w:t>
      </w:r>
    </w:p>
    <w:p w:rsidR="00F26022" w:rsidRDefault="00F26022" w:rsidP="00F26022"/>
    <w:sectPr w:rsidR="00F26022" w:rsidSect="00CE3C89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995" w:rsidRDefault="00644995">
      <w:pPr>
        <w:spacing w:before="0"/>
      </w:pPr>
      <w:r>
        <w:separator/>
      </w:r>
    </w:p>
  </w:endnote>
  <w:endnote w:type="continuationSeparator" w:id="0">
    <w:p w:rsidR="00644995" w:rsidRDefault="0064499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995" w:rsidRDefault="00644995">
      <w:pPr>
        <w:spacing w:before="0"/>
      </w:pPr>
      <w:r>
        <w:separator/>
      </w:r>
    </w:p>
  </w:footnote>
  <w:footnote w:type="continuationSeparator" w:id="0">
    <w:p w:rsidR="00644995" w:rsidRDefault="00644995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36E13"/>
    <w:multiLevelType w:val="hybridMultilevel"/>
    <w:tmpl w:val="17B84416"/>
    <w:lvl w:ilvl="0" w:tplc="608C6A30">
      <w:start w:val="1"/>
      <w:numFmt w:val="bullet"/>
      <w:pStyle w:val="ListParagraph"/>
      <w:lvlText w:val="c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7D"/>
    <w:rsid w:val="00193A08"/>
    <w:rsid w:val="004B6270"/>
    <w:rsid w:val="005807EF"/>
    <w:rsid w:val="00644995"/>
    <w:rsid w:val="0082650C"/>
    <w:rsid w:val="00BE5820"/>
    <w:rsid w:val="00CE3C89"/>
    <w:rsid w:val="00F26022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283D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0" w:line="240" w:lineRule="auto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18"/>
      <w:szCs w:val="18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0"/>
    </w:pPr>
  </w:style>
  <w:style w:type="character" w:styleId="Emphasis">
    <w:name w:val="Emphasis"/>
    <w:basedOn w:val="DefaultParagraphFont"/>
    <w:uiPriority w:val="1"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18"/>
      <w:szCs w:val="18"/>
    </w:rPr>
  </w:style>
  <w:style w:type="paragraph" w:customStyle="1" w:styleId="Contactinformation">
    <w:name w:val="Contact information"/>
    <w:basedOn w:val="Normal"/>
    <w:uiPriority w:val="1"/>
    <w:qFormat/>
    <w:pPr>
      <w:spacing w:before="0"/>
      <w:jc w:val="righ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IPAA%20privacy%20rights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26043DEE9546CBB06D1A189378D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47E79-FC45-4A1D-AB58-C73434EFB035}"/>
      </w:docPartPr>
      <w:docPartBody>
        <w:p w:rsidR="00000000" w:rsidRDefault="00025B11">
          <w:pPr>
            <w:pStyle w:val="8B26043DEE9546CBB06D1A189378D86E"/>
          </w:pPr>
          <w:r>
            <w:rPr>
              <w:rStyle w:val="PlaceholderText"/>
            </w:rPr>
            <w:t>[Company</w:t>
          </w:r>
          <w:r>
            <w:t xml:space="preserve">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6E0F13269D3846F780FE795FEE35A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966BF-D0FC-41B4-8FC9-A4D7987AB0CB}"/>
      </w:docPartPr>
      <w:docPartBody>
        <w:p w:rsidR="00000000" w:rsidRDefault="00025B11">
          <w:pPr>
            <w:pStyle w:val="6E0F13269D3846F780FE795FEE35A0F1"/>
          </w:pPr>
          <w:r>
            <w:t>[Street address]</w:t>
          </w:r>
        </w:p>
      </w:docPartBody>
    </w:docPart>
    <w:docPart>
      <w:docPartPr>
        <w:name w:val="C3A2A12FEC2F4B9BAB9B958E382E2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0B8BB-0CE3-43B7-9720-843777E1D5AC}"/>
      </w:docPartPr>
      <w:docPartBody>
        <w:p w:rsidR="00000000" w:rsidRDefault="00025B11">
          <w:pPr>
            <w:pStyle w:val="C3A2A12FEC2F4B9BAB9B958E382E2389"/>
          </w:pPr>
          <w:r>
            <w:t>[City, ST  ZIP Code]</w:t>
          </w:r>
        </w:p>
      </w:docPartBody>
    </w:docPart>
    <w:docPart>
      <w:docPartPr>
        <w:name w:val="869967A951264CF7B11C17B62D3F0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30728-EC40-4F07-820B-F59700174E5A}"/>
      </w:docPartPr>
      <w:docPartBody>
        <w:p w:rsidR="00000000" w:rsidRDefault="00025B11">
          <w:pPr>
            <w:pStyle w:val="869967A951264CF7B11C17B62D3F0977"/>
          </w:pPr>
          <w:r>
            <w:t>[Contact information</w:t>
          </w:r>
          <w:r>
            <w:br/>
            <w:t>for Privacy Official]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11"/>
    <w:rsid w:val="0002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B26043DEE9546CBB06D1A189378D86E">
    <w:name w:val="8B26043DEE9546CBB06D1A189378D86E"/>
  </w:style>
  <w:style w:type="paragraph" w:customStyle="1" w:styleId="6E0F13269D3846F780FE795FEE35A0F1">
    <w:name w:val="6E0F13269D3846F780FE795FEE35A0F1"/>
  </w:style>
  <w:style w:type="paragraph" w:customStyle="1" w:styleId="C3A2A12FEC2F4B9BAB9B958E382E2389">
    <w:name w:val="C3A2A12FEC2F4B9BAB9B958E382E2389"/>
  </w:style>
  <w:style w:type="paragraph" w:customStyle="1" w:styleId="869967A951264CF7B11C17B62D3F0977">
    <w:name w:val="869967A951264CF7B11C17B62D3F0977"/>
  </w:style>
  <w:style w:type="paragraph" w:customStyle="1" w:styleId="218FE31176F441B099B73618F66BCF36">
    <w:name w:val="218FE31176F441B099B73618F66BC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PAA privacy rights request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8F4D600-DC77-4927-8A57-E24DE28C5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rights request form.dotx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2017-08-04T10:51:00Z</dcterms:created>
  <dcterms:modified xsi:type="dcterms:W3CDTF">2017-08-04T11:16:00Z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TC039876049991</vt:lpwstr>
  </property>
</Properties>
</file>