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F2E" w:rsidRPr="009D2D04" w:rsidRDefault="009D2D04" w:rsidP="009D2D04">
      <w:pPr>
        <w:pStyle w:val="Heading1"/>
        <w:jc w:val="left"/>
        <w:rPr>
          <w:color w:val="auto"/>
          <w:sz w:val="42"/>
        </w:rPr>
      </w:pPr>
      <w:r w:rsidRPr="009D2D04">
        <w:rPr>
          <w:color w:val="auto"/>
          <w:sz w:val="42"/>
        </w:rPr>
        <w:t>INTERVIEW EVALUATION FORM</w:t>
      </w:r>
    </w:p>
    <w:sdt>
      <w:sdtPr>
        <w:id w:val="175618495"/>
        <w:placeholder>
          <w:docPart w:val="B6B984D688D245C88852E53F7662A240"/>
        </w:placeholder>
        <w:temporary/>
        <w:showingPlcHdr/>
        <w15:appearance w15:val="hidden"/>
      </w:sdtPr>
      <w:sdtEndPr/>
      <w:sdtContent>
        <w:p w:rsidR="003C6F2E" w:rsidRDefault="008D4D8A" w:rsidP="009D2D04">
          <w:pPr>
            <w:pStyle w:val="Heading2"/>
            <w:jc w:val="left"/>
          </w:pPr>
          <w:r>
            <w:t>[Travel Agency Name]</w:t>
          </w:r>
        </w:p>
      </w:sdtContent>
    </w:sdt>
    <w:sdt>
      <w:sdtPr>
        <w:id w:val="-785111143"/>
        <w:placeholder>
          <w:docPart w:val="E4ACEC1F6CD34C0FB3BB7DFBBD1387F5"/>
        </w:placeholder>
        <w:temporary/>
        <w:showingPlcHdr/>
        <w15:appearance w15:val="hidden"/>
      </w:sdtPr>
      <w:sdtEndPr/>
      <w:sdtContent>
        <w:p w:rsidR="003C6F2E" w:rsidRDefault="008D4D8A" w:rsidP="009D2D04">
          <w:pPr>
            <w:pStyle w:val="Contactinfo"/>
            <w:spacing w:before="0"/>
            <w:jc w:val="left"/>
          </w:pPr>
          <w:r>
            <w:t>[Street Address]</w:t>
          </w:r>
        </w:p>
      </w:sdtContent>
    </w:sdt>
    <w:sdt>
      <w:sdtPr>
        <w:id w:val="463090678"/>
        <w:placeholder>
          <w:docPart w:val="6FE7BF51FA6F4CE3BD3AAFEE19A8EBCE"/>
        </w:placeholder>
        <w:temporary/>
        <w:showingPlcHdr/>
        <w15:appearance w15:val="hidden"/>
      </w:sdtPr>
      <w:sdtEndPr/>
      <w:sdtContent>
        <w:p w:rsidR="003C6F2E" w:rsidRDefault="008D4D8A" w:rsidP="009D2D04">
          <w:pPr>
            <w:pStyle w:val="Contactinfo"/>
            <w:jc w:val="left"/>
          </w:pPr>
          <w:r>
            <w:t>[City, ST  ZIP Code]</w:t>
          </w:r>
        </w:p>
      </w:sdtContent>
    </w:sdt>
    <w:p w:rsidR="003C6F2E" w:rsidRDefault="008D4D8A" w:rsidP="009D2D04">
      <w:pPr>
        <w:pStyle w:val="Contactinfo"/>
        <w:jc w:val="left"/>
      </w:pPr>
      <w:r>
        <w:t xml:space="preserve">p </w:t>
      </w:r>
      <w:sdt>
        <w:sdtPr>
          <w:id w:val="-1434277661"/>
          <w:placeholder>
            <w:docPart w:val="E56366D4AFE84BB4B684FB56C450C37A"/>
          </w:placeholder>
          <w:temporary/>
          <w:showingPlcHdr/>
          <w15:appearance w15:val="hidden"/>
        </w:sdtPr>
        <w:sdtEndPr/>
        <w:sdtContent>
          <w:r>
            <w:t>[Phone]</w:t>
          </w:r>
        </w:sdtContent>
      </w:sdt>
      <w:r>
        <w:t xml:space="preserve"> | f </w:t>
      </w:r>
      <w:sdt>
        <w:sdtPr>
          <w:id w:val="1843578452"/>
          <w:placeholder>
            <w:docPart w:val="9D6ACC8C58A94E3485217E25997E4AB9"/>
          </w:placeholder>
          <w:temporary/>
          <w:showingPlcHdr/>
          <w15:appearance w15:val="hidden"/>
        </w:sdtPr>
        <w:sdtEndPr/>
        <w:sdtContent>
          <w:r>
            <w:t>[Fax]</w:t>
          </w:r>
        </w:sdtContent>
      </w:sdt>
      <w:r>
        <w:t xml:space="preserve"> | </w:t>
      </w:r>
      <w:sdt>
        <w:sdtPr>
          <w:id w:val="-338240281"/>
          <w:placeholder>
            <w:docPart w:val="B388D47B0B56494A84BA7486134015C8"/>
          </w:placeholder>
          <w:temporary/>
          <w:showingPlcHdr/>
          <w15:appearance w15:val="hidden"/>
        </w:sdtPr>
        <w:sdtEndPr/>
        <w:sdtContent>
          <w:r>
            <w:t>[Website]</w:t>
          </w:r>
        </w:sdtContent>
      </w:sdt>
      <w:r>
        <w:t xml:space="preserve"> | </w:t>
      </w:r>
      <w:sdt>
        <w:sdtPr>
          <w:id w:val="-106439846"/>
          <w:placeholder>
            <w:docPart w:val="7F0DDA9C058E463CA977F06F763E2000"/>
          </w:placeholder>
          <w:temporary/>
          <w:showingPlcHdr/>
          <w15:appearance w15:val="hidden"/>
        </w:sdtPr>
        <w:sdtEndPr/>
        <w:sdtContent>
          <w:r>
            <w:t>[Email]</w:t>
          </w:r>
        </w:sdtContent>
      </w:sdt>
    </w:p>
    <w:p w:rsidR="003C6F2E" w:rsidRDefault="009D2D04">
      <w:bookmarkStart w:id="0" w:name="_Hlk491175824"/>
      <w:r w:rsidRPr="00482F73">
        <w:rPr>
          <w:color w:val="808080" w:themeColor="background1" w:themeShade="80"/>
          <w:sz w:val="14"/>
        </w:rPr>
        <w:t>Candidate evaluation forms are to be completed by the interviewer to rank the candidate’s overall qualifications for the position. Under each heading the interviewer should give the candidate a numerical rating and write specific job-related comments in the space provided</w:t>
      </w:r>
      <w:r w:rsidRPr="00482F73">
        <w:t>.</w:t>
      </w:r>
      <w:bookmarkEnd w:id="0"/>
    </w:p>
    <w:tbl>
      <w:tblPr>
        <w:tblStyle w:val="GridTable1Light-Accent1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20" w:firstRow="1" w:lastRow="0" w:firstColumn="0" w:lastColumn="0" w:noHBand="0" w:noVBand="1"/>
        <w:tblDescription w:val="Contact information"/>
      </w:tblPr>
      <w:tblGrid>
        <w:gridCol w:w="2181"/>
        <w:gridCol w:w="8619"/>
      </w:tblGrid>
      <w:tr w:rsidR="009D2D04" w:rsidTr="007473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0800" w:type="dxa"/>
            <w:gridSpan w:val="2"/>
            <w:tcBorders>
              <w:bottom w:val="single" w:sz="4" w:space="0" w:color="94B6D2" w:themeColor="accent1"/>
            </w:tcBorders>
          </w:tcPr>
          <w:p w:rsidR="009D2D04" w:rsidRPr="009D2D04" w:rsidRDefault="009D2D04">
            <w:pPr>
              <w:rPr>
                <w:b/>
              </w:rPr>
            </w:pPr>
            <w:r w:rsidRPr="009D2D04">
              <w:rPr>
                <w:b/>
                <w:sz w:val="24"/>
              </w:rPr>
              <w:t>CANDIDATE INFORMATION</w:t>
            </w:r>
          </w:p>
        </w:tc>
      </w:tr>
      <w:tr w:rsidR="003C6F2E" w:rsidTr="009D2D04">
        <w:trPr>
          <w:jc w:val="center"/>
        </w:trPr>
        <w:tc>
          <w:tcPr>
            <w:tcW w:w="2181" w:type="dxa"/>
            <w:tcBorders>
              <w:top w:val="single" w:sz="4" w:space="0" w:color="94B6D2" w:themeColor="accent1"/>
            </w:tcBorders>
          </w:tcPr>
          <w:p w:rsidR="003C6F2E" w:rsidRPr="009D2D04" w:rsidRDefault="009D2D04">
            <w:pPr>
              <w:pStyle w:val="Heading3"/>
              <w:outlineLvl w:val="2"/>
              <w:rPr>
                <w:color w:val="548AB7" w:themeColor="accent1" w:themeShade="BF"/>
              </w:rPr>
            </w:pPr>
            <w:r w:rsidRPr="009D2D04">
              <w:rPr>
                <w:color w:val="548AB7" w:themeColor="accent1" w:themeShade="BF"/>
              </w:rPr>
              <w:t>Name</w:t>
            </w:r>
          </w:p>
        </w:tc>
        <w:tc>
          <w:tcPr>
            <w:tcW w:w="8619" w:type="dxa"/>
            <w:tcBorders>
              <w:top w:val="single" w:sz="4" w:space="0" w:color="94B6D2" w:themeColor="accent1"/>
            </w:tcBorders>
          </w:tcPr>
          <w:p w:rsidR="003C6F2E" w:rsidRDefault="003C6F2E"/>
        </w:tc>
      </w:tr>
      <w:tr w:rsidR="003C6F2E" w:rsidTr="009D2D04">
        <w:trPr>
          <w:jc w:val="center"/>
        </w:trPr>
        <w:tc>
          <w:tcPr>
            <w:tcW w:w="2181" w:type="dxa"/>
          </w:tcPr>
          <w:p w:rsidR="003C6F2E" w:rsidRPr="009D2D04" w:rsidRDefault="009D2D04">
            <w:pPr>
              <w:pStyle w:val="Heading3"/>
              <w:outlineLvl w:val="2"/>
              <w:rPr>
                <w:color w:val="548AB7" w:themeColor="accent1" w:themeShade="BF"/>
              </w:rPr>
            </w:pPr>
            <w:r w:rsidRPr="009D2D04">
              <w:rPr>
                <w:color w:val="548AB7" w:themeColor="accent1" w:themeShade="BF"/>
              </w:rPr>
              <w:t>Interviewer Name</w:t>
            </w:r>
          </w:p>
        </w:tc>
        <w:tc>
          <w:tcPr>
            <w:tcW w:w="8619" w:type="dxa"/>
          </w:tcPr>
          <w:p w:rsidR="003C6F2E" w:rsidRDefault="003C6F2E"/>
        </w:tc>
      </w:tr>
      <w:tr w:rsidR="003C6F2E" w:rsidTr="009D2D04">
        <w:trPr>
          <w:jc w:val="center"/>
        </w:trPr>
        <w:tc>
          <w:tcPr>
            <w:tcW w:w="2181" w:type="dxa"/>
          </w:tcPr>
          <w:p w:rsidR="003C6F2E" w:rsidRPr="009D2D04" w:rsidRDefault="009D2D04">
            <w:pPr>
              <w:pStyle w:val="Heading3"/>
              <w:outlineLvl w:val="2"/>
              <w:rPr>
                <w:color w:val="548AB7" w:themeColor="accent1" w:themeShade="BF"/>
              </w:rPr>
            </w:pPr>
            <w:r w:rsidRPr="009D2D04">
              <w:rPr>
                <w:color w:val="548AB7" w:themeColor="accent1" w:themeShade="BF"/>
              </w:rPr>
              <w:t>Job Title</w:t>
            </w:r>
          </w:p>
        </w:tc>
        <w:tc>
          <w:tcPr>
            <w:tcW w:w="8619" w:type="dxa"/>
          </w:tcPr>
          <w:p w:rsidR="003C6F2E" w:rsidRDefault="003C6F2E"/>
        </w:tc>
      </w:tr>
      <w:tr w:rsidR="003C6F2E" w:rsidTr="009D2D04">
        <w:trPr>
          <w:jc w:val="center"/>
        </w:trPr>
        <w:tc>
          <w:tcPr>
            <w:tcW w:w="2181" w:type="dxa"/>
            <w:tcBorders>
              <w:bottom w:val="single" w:sz="18" w:space="0" w:color="94B6D2" w:themeColor="accent1"/>
            </w:tcBorders>
          </w:tcPr>
          <w:p w:rsidR="003C6F2E" w:rsidRPr="009D2D04" w:rsidRDefault="009D2D04">
            <w:pPr>
              <w:pStyle w:val="Heading3"/>
              <w:outlineLvl w:val="2"/>
              <w:rPr>
                <w:color w:val="548AB7" w:themeColor="accent1" w:themeShade="BF"/>
              </w:rPr>
            </w:pPr>
            <w:r w:rsidRPr="009D2D04">
              <w:rPr>
                <w:color w:val="548AB7" w:themeColor="accent1" w:themeShade="BF"/>
              </w:rPr>
              <w:t>Date</w:t>
            </w:r>
          </w:p>
        </w:tc>
        <w:tc>
          <w:tcPr>
            <w:tcW w:w="8619" w:type="dxa"/>
            <w:tcBorders>
              <w:bottom w:val="single" w:sz="18" w:space="0" w:color="94B6D2" w:themeColor="accent1"/>
            </w:tcBorders>
          </w:tcPr>
          <w:p w:rsidR="003C6F2E" w:rsidRDefault="003C6F2E"/>
        </w:tc>
      </w:tr>
    </w:tbl>
    <w:p w:rsidR="003C6F2E" w:rsidRDefault="003C6F2E"/>
    <w:tbl>
      <w:tblPr>
        <w:tblStyle w:val="GridTable1Light-Accent1"/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Survey questions"/>
      </w:tblPr>
      <w:tblGrid>
        <w:gridCol w:w="8370"/>
        <w:gridCol w:w="2430"/>
      </w:tblGrid>
      <w:tr w:rsidR="00E34A6A" w:rsidTr="003C6F2E">
        <w:tc>
          <w:tcPr>
            <w:tcW w:w="8370" w:type="dxa"/>
          </w:tcPr>
          <w:p w:rsidR="00E34A6A" w:rsidRDefault="00E34A6A" w:rsidP="00E34A6A">
            <w:r w:rsidRPr="000B2575">
              <w:t>Does the candidate have the appropriate educational qualifications or training for this position?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115336679"/>
              <w:placeholder>
                <w:docPart w:val="933EABB16CB043188C9A48ACD7109F4E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</w:tcPr>
          <w:p w:rsidR="00E34A6A" w:rsidRDefault="00E34A6A" w:rsidP="00E34A6A">
            <w:r w:rsidRPr="000B2575">
              <w:t>Has the candidate acquired necessary skills or qualifications through past work experiences?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03758314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</w:tcPr>
          <w:p w:rsidR="00E34A6A" w:rsidRDefault="00E34A6A" w:rsidP="00E34A6A">
            <w:r w:rsidRPr="000B2575">
              <w:t>Does the candidate have the technical skills necessary for this position?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813215720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</w:tcPr>
          <w:p w:rsidR="00E34A6A" w:rsidRDefault="00E34A6A" w:rsidP="00E34A6A">
            <w:r w:rsidRPr="000B2575">
              <w:t>Does the candidate demonstrate the knowledge of these areas necessary for this position?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324817391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</w:tcPr>
          <w:p w:rsidR="00E34A6A" w:rsidRDefault="00E34A6A" w:rsidP="00E34A6A">
            <w:r w:rsidRPr="000B2575">
              <w:t>Did the candidate demonstrate the leadership skills necessary for this position?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238398142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</w:tcPr>
          <w:p w:rsidR="00E34A6A" w:rsidRDefault="00E34A6A" w:rsidP="00E34A6A">
            <w:r w:rsidRPr="000B2575">
              <w:t>Did the candidate demonstrate the knowledge and skills to create a positive customer experience/interaction necessary for this position?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1731071416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</w:tcPr>
          <w:p w:rsidR="00E34A6A" w:rsidRDefault="00E34A6A" w:rsidP="00E34A6A">
            <w:r w:rsidRPr="009A1C21">
              <w:t>How were the candidate’s communication skills during the interview?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475501849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</w:tcPr>
          <w:p w:rsidR="00E34A6A" w:rsidRDefault="00E34A6A" w:rsidP="00E34A6A">
            <w:r w:rsidRPr="000B2575">
              <w:t>How much interest did the candidate show in the position?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791020744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835DEA">
        <w:tc>
          <w:tcPr>
            <w:tcW w:w="8370" w:type="dxa"/>
            <w:vAlign w:val="center"/>
          </w:tcPr>
          <w:p w:rsidR="00E34A6A" w:rsidRPr="000B2575" w:rsidRDefault="00E34A6A" w:rsidP="00E34A6A">
            <w:pPr>
              <w:pStyle w:val="CheckBox"/>
              <w:jc w:val="left"/>
              <w:rPr>
                <w:sz w:val="20"/>
              </w:rPr>
            </w:pPr>
            <w:r>
              <w:rPr>
                <w:color w:val="auto"/>
                <w:sz w:val="20"/>
              </w:rPr>
              <w:t xml:space="preserve"> </w:t>
            </w:r>
            <w:r w:rsidRPr="000B2575">
              <w:rPr>
                <w:color w:val="auto"/>
                <w:sz w:val="20"/>
              </w:rPr>
              <w:t>Final comments and recommendations for proceeding with this candidate.</w:t>
            </w:r>
          </w:p>
        </w:tc>
        <w:tc>
          <w:tcPr>
            <w:tcW w:w="2430" w:type="dxa"/>
          </w:tcPr>
          <w:sdt>
            <w:sdtPr>
              <w:alias w:val="Rate questions on a scale of 1 - 5"/>
              <w:tag w:val="Rate questions on a scale of 1 - 5"/>
              <w:id w:val="-598013003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  <w:tr w:rsidR="00E34A6A" w:rsidTr="003C6F2E">
        <w:tc>
          <w:tcPr>
            <w:tcW w:w="8370" w:type="dxa"/>
            <w:tcBorders>
              <w:top w:val="nil"/>
              <w:bottom w:val="single" w:sz="12" w:space="0" w:color="94B6D2" w:themeColor="accent1"/>
            </w:tcBorders>
          </w:tcPr>
          <w:p w:rsidR="00E34A6A" w:rsidRDefault="00E34A6A" w:rsidP="00E34A6A">
            <w:r>
              <w:t>Other</w:t>
            </w:r>
          </w:p>
        </w:tc>
        <w:tc>
          <w:tcPr>
            <w:tcW w:w="2430" w:type="dxa"/>
            <w:tcBorders>
              <w:top w:val="nil"/>
              <w:bottom w:val="single" w:sz="12" w:space="0" w:color="94B6D2" w:themeColor="accent1"/>
            </w:tcBorders>
          </w:tcPr>
          <w:sdt>
            <w:sdtPr>
              <w:alias w:val="Rate questions on a scale of 1 - 5"/>
              <w:tag w:val="Rate questions on a scale of 1 - 5"/>
              <w:id w:val="-248740273"/>
              <w:placeholder>
                <w:docPart w:val="562962AA92D6471992C099443FCB9926"/>
              </w:placeholder>
              <w:showingPlcHdr/>
              <w:dropDownList>
                <w:listItem w:value="Choose an item."/>
                <w:listItem w:displayText="1 | Strongly agree" w:value="1 | Strongly agree"/>
                <w:listItem w:displayText="2 | Agree" w:value="2 | Agree"/>
                <w:listItem w:displayText="3 | Neutral" w:value="3 | Neutral"/>
                <w:listItem w:displayText="4 | Disagree" w:value="4 | Disagree"/>
                <w:listItem w:displayText="5 | Strongly disagree" w:value="5 | Strongly disagree"/>
              </w:dropDownList>
            </w:sdtPr>
            <w:sdtContent>
              <w:p w:rsidR="00E34A6A" w:rsidRDefault="00E34A6A" w:rsidP="00E34A6A">
                <w:pPr>
                  <w:rPr>
                    <w:kern w:val="0"/>
                    <w14:ligatures w14:val="none"/>
                  </w:rPr>
                </w:pPr>
                <w:r>
                  <w:rPr>
                    <w:rStyle w:val="PlaceholderText"/>
                    <w:color w:val="auto"/>
                  </w:rPr>
                  <w:t>Choose an item.</w:t>
                </w:r>
              </w:p>
            </w:sdtContent>
          </w:sdt>
        </w:tc>
      </w:tr>
    </w:tbl>
    <w:p w:rsidR="003C6F2E" w:rsidRPr="00E34A6A" w:rsidRDefault="008D4D8A">
      <w:pPr>
        <w:pStyle w:val="Heading3"/>
        <w:rPr>
          <w:color w:val="548AB7" w:themeColor="accent1" w:themeShade="BF"/>
        </w:rPr>
      </w:pPr>
      <w:r w:rsidRPr="00E34A6A">
        <w:rPr>
          <w:color w:val="548AB7" w:themeColor="accent1" w:themeShade="BF"/>
        </w:rPr>
        <w:t>Additional comments</w:t>
      </w:r>
    </w:p>
    <w:sdt>
      <w:sdtPr>
        <w:id w:val="-1591920992"/>
        <w:placeholder>
          <w:docPart w:val="9A368F96483E4F7EB737D1DFDD89C0D2"/>
        </w:placeholder>
        <w:temporary/>
        <w:showingPlcHdr/>
        <w15:appearance w15:val="hidden"/>
      </w:sdtPr>
      <w:sdtEndPr/>
      <w:sdtContent>
        <w:p w:rsidR="003C6F2E" w:rsidRDefault="008D4D8A">
          <w:r>
            <w:t>[Response]</w:t>
          </w:r>
        </w:p>
      </w:sdtContent>
    </w:sdt>
    <w:p w:rsidR="003C6F2E" w:rsidRDefault="003C6F2E"/>
    <w:p w:rsidR="00E34A6A" w:rsidRPr="00E34A6A" w:rsidRDefault="00E34A6A" w:rsidP="00E34A6A">
      <w:pPr>
        <w:pStyle w:val="Heading2"/>
        <w:jc w:val="left"/>
        <w:rPr>
          <w:b w:val="0"/>
          <w:sz w:val="28"/>
        </w:rPr>
      </w:pPr>
      <w:bookmarkStart w:id="1" w:name="_Hlk491175757"/>
      <w:r w:rsidRPr="00E34A6A">
        <w:rPr>
          <w:b w:val="0"/>
          <w:sz w:val="28"/>
        </w:rPr>
        <w:t>Verification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4531"/>
        <w:gridCol w:w="675"/>
        <w:gridCol w:w="3375"/>
      </w:tblGrid>
      <w:tr w:rsidR="00E34A6A" w:rsidRPr="002A733C" w:rsidTr="00421D04">
        <w:trPr>
          <w:trHeight w:val="534"/>
        </w:trPr>
        <w:tc>
          <w:tcPr>
            <w:tcW w:w="10811" w:type="dxa"/>
            <w:gridSpan w:val="4"/>
            <w:vAlign w:val="center"/>
          </w:tcPr>
          <w:p w:rsidR="00E34A6A" w:rsidRDefault="00E34A6A" w:rsidP="00421D04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</w:t>
            </w:r>
            <w:r>
              <w:t>done this evaluation</w:t>
            </w:r>
            <w:r w:rsidRPr="0066051C">
              <w:t xml:space="preserve"> in detail.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E34A6A" w:rsidRPr="002A733C" w:rsidTr="00421D04">
        <w:trPr>
          <w:trHeight w:val="403"/>
        </w:trPr>
        <w:tc>
          <w:tcPr>
            <w:tcW w:w="2221" w:type="dxa"/>
            <w:vAlign w:val="bottom"/>
          </w:tcPr>
          <w:p w:rsidR="00E34A6A" w:rsidRDefault="00E34A6A" w:rsidP="00421D04">
            <w:r>
              <w:t>Employee Signature</w:t>
            </w:r>
          </w:p>
        </w:tc>
        <w:tc>
          <w:tcPr>
            <w:tcW w:w="4536" w:type="dxa"/>
            <w:vAlign w:val="bottom"/>
          </w:tcPr>
          <w:p w:rsidR="00E34A6A" w:rsidRDefault="00E34A6A" w:rsidP="00421D04"/>
        </w:tc>
        <w:tc>
          <w:tcPr>
            <w:tcW w:w="676" w:type="dxa"/>
            <w:vAlign w:val="bottom"/>
          </w:tcPr>
          <w:p w:rsidR="00E34A6A" w:rsidRDefault="00E34A6A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E34A6A" w:rsidRDefault="00E34A6A" w:rsidP="00421D04"/>
        </w:tc>
      </w:tr>
      <w:tr w:rsidR="00E34A6A" w:rsidRPr="002A733C" w:rsidTr="00421D04">
        <w:trPr>
          <w:trHeight w:val="403"/>
        </w:trPr>
        <w:tc>
          <w:tcPr>
            <w:tcW w:w="2221" w:type="dxa"/>
            <w:vAlign w:val="bottom"/>
          </w:tcPr>
          <w:p w:rsidR="00E34A6A" w:rsidRDefault="00E34A6A" w:rsidP="00421D04">
            <w:r>
              <w:t>Manag</w:t>
            </w:r>
            <w:bookmarkStart w:id="2" w:name="_GoBack"/>
            <w:bookmarkEnd w:id="2"/>
            <w:r>
              <w:t>er Signature</w:t>
            </w:r>
          </w:p>
        </w:tc>
        <w:tc>
          <w:tcPr>
            <w:tcW w:w="4536" w:type="dxa"/>
            <w:vAlign w:val="bottom"/>
          </w:tcPr>
          <w:p w:rsidR="00E34A6A" w:rsidRDefault="00E34A6A" w:rsidP="00421D04"/>
        </w:tc>
        <w:tc>
          <w:tcPr>
            <w:tcW w:w="676" w:type="dxa"/>
            <w:vAlign w:val="bottom"/>
          </w:tcPr>
          <w:p w:rsidR="00E34A6A" w:rsidRDefault="00E34A6A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E34A6A" w:rsidRDefault="00E34A6A" w:rsidP="00421D04"/>
        </w:tc>
      </w:tr>
      <w:bookmarkEnd w:id="1"/>
    </w:tbl>
    <w:p w:rsidR="00E34A6A" w:rsidRDefault="00E34A6A"/>
    <w:sectPr w:rsidR="00E34A6A" w:rsidSect="00E34A6A">
      <w:footerReference w:type="default" r:id="rId8"/>
      <w:pgSz w:w="12240" w:h="15840"/>
      <w:pgMar w:top="630" w:right="720" w:bottom="36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D8A" w:rsidRDefault="008D4D8A">
      <w:pPr>
        <w:spacing w:after="0"/>
      </w:pPr>
      <w:r>
        <w:separator/>
      </w:r>
    </w:p>
    <w:p w:rsidR="008D4D8A" w:rsidRDefault="008D4D8A"/>
  </w:endnote>
  <w:endnote w:type="continuationSeparator" w:id="0">
    <w:p w:rsidR="008D4D8A" w:rsidRDefault="008D4D8A">
      <w:pPr>
        <w:spacing w:after="0"/>
      </w:pPr>
      <w:r>
        <w:continuationSeparator/>
      </w:r>
    </w:p>
    <w:p w:rsidR="008D4D8A" w:rsidRDefault="008D4D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F2E" w:rsidRDefault="008D4D8A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D8A" w:rsidRDefault="008D4D8A">
      <w:pPr>
        <w:spacing w:after="0"/>
      </w:pPr>
      <w:r>
        <w:separator/>
      </w:r>
    </w:p>
    <w:p w:rsidR="008D4D8A" w:rsidRDefault="008D4D8A"/>
  </w:footnote>
  <w:footnote w:type="continuationSeparator" w:id="0">
    <w:p w:rsidR="008D4D8A" w:rsidRDefault="008D4D8A">
      <w:pPr>
        <w:spacing w:after="0"/>
      </w:pPr>
      <w:r>
        <w:continuationSeparator/>
      </w:r>
    </w:p>
    <w:p w:rsidR="008D4D8A" w:rsidRDefault="008D4D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C62DF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7D41F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3906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40240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7AA1F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29E8A5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C4C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ACD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7FAFF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D04"/>
    <w:rsid w:val="003C6F2E"/>
    <w:rsid w:val="008D4D8A"/>
    <w:rsid w:val="009D2D04"/>
    <w:rsid w:val="00E34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D5D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00" w:after="100"/>
      <w:ind w:left="72" w:right="72"/>
    </w:pPr>
    <w:rPr>
      <w:sz w:val="20"/>
      <w:szCs w:val="20"/>
    </w:rPr>
  </w:style>
  <w:style w:type="paragraph" w:styleId="Heading1">
    <w:name w:val="heading 1"/>
    <w:basedOn w:val="Normal"/>
    <w:next w:val="Normal"/>
    <w:qFormat/>
    <w:pPr>
      <w:spacing w:before="0" w:after="60"/>
      <w:jc w:val="center"/>
      <w:outlineLvl w:val="0"/>
    </w:pPr>
    <w:rPr>
      <w:rFonts w:asciiTheme="majorHAnsi" w:eastAsiaTheme="majorEastAsia" w:hAnsiTheme="majorHAnsi" w:cstheme="majorBidi"/>
      <w:b/>
      <w:bCs/>
      <w:color w:val="DD8047" w:themeColor="accent2"/>
      <w:kern w:val="28"/>
      <w:sz w:val="32"/>
      <w:szCs w:val="32"/>
    </w:rPr>
  </w:style>
  <w:style w:type="paragraph" w:styleId="Heading2">
    <w:name w:val="heading 2"/>
    <w:basedOn w:val="Normal"/>
    <w:next w:val="Normal"/>
    <w:unhideWhenUsed/>
    <w:qFormat/>
    <w:pPr>
      <w:spacing w:before="0" w:after="0"/>
      <w:jc w:val="center"/>
      <w:outlineLvl w:val="1"/>
    </w:pPr>
    <w:rPr>
      <w:b/>
      <w:bCs/>
      <w:color w:val="548AB7" w:themeColor="accent1" w:themeShade="BF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color w:val="DD8047" w:themeColor="accent2"/>
      <w:kern w:val="22"/>
      <w14:ligatures w14:val="standard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Sample questionnaires table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tabs>
        <w:tab w:val="left" w:pos="9977"/>
      </w:tabs>
      <w:spacing w:before="0" w:after="0"/>
    </w:pPr>
    <w:rPr>
      <w:color w:val="000000" w:themeColor="text1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1"/>
    <w:rPr>
      <w:color w:val="000000" w:themeColor="text1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color w:val="DD8047" w:themeColor="accent2"/>
      <w:kern w:val="22"/>
      <w:sz w:val="20"/>
      <w:szCs w:val="20"/>
      <w14:ligatures w14:val="standard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actinfo">
    <w:name w:val="Contact info"/>
    <w:basedOn w:val="Normal"/>
    <w:qFormat/>
    <w:pPr>
      <w:spacing w:after="240"/>
      <w:contextualSpacing/>
      <w:jc w:val="center"/>
    </w:pPr>
    <w:rPr>
      <w:color w:val="548AB7" w:themeColor="accent1" w:themeShade="BF"/>
    </w:rPr>
  </w:style>
  <w:style w:type="paragraph" w:customStyle="1" w:styleId="CheckBox">
    <w:name w:val="Check Box"/>
    <w:basedOn w:val="Normal"/>
    <w:link w:val="CheckBoxChar"/>
    <w:unhideWhenUsed/>
    <w:qFormat/>
    <w:rsid w:val="00E34A6A"/>
    <w:pPr>
      <w:spacing w:before="40" w:after="0"/>
      <w:ind w:left="0" w:right="0"/>
      <w:jc w:val="center"/>
    </w:pPr>
    <w:rPr>
      <w:rFonts w:eastAsia="Times New Roman" w:cs="Times New Roman"/>
      <w:color w:val="999999"/>
      <w:sz w:val="16"/>
      <w:szCs w:val="24"/>
      <w:lang w:eastAsia="en-US"/>
    </w:rPr>
  </w:style>
  <w:style w:type="character" w:customStyle="1" w:styleId="CheckBoxChar">
    <w:name w:val="Check Box Char"/>
    <w:basedOn w:val="DefaultParagraphFont"/>
    <w:link w:val="CheckBox"/>
    <w:rsid w:val="00E34A6A"/>
    <w:rPr>
      <w:rFonts w:eastAsia="Times New Roman" w:cs="Times New Roman"/>
      <w:color w:val="999999"/>
      <w:sz w:val="16"/>
      <w:szCs w:val="24"/>
      <w:lang w:eastAsia="en-US"/>
    </w:rPr>
  </w:style>
  <w:style w:type="paragraph" w:customStyle="1" w:styleId="Italic">
    <w:name w:val="Italic"/>
    <w:basedOn w:val="Heading4"/>
    <w:qFormat/>
    <w:rsid w:val="00E34A6A"/>
    <w:pPr>
      <w:spacing w:before="40" w:after="0"/>
      <w:ind w:left="0" w:right="0"/>
    </w:pPr>
    <w:rPr>
      <w:rFonts w:eastAsia="Times New Roman" w:cs="Times New Roman"/>
      <w:i/>
      <w:color w:val="auto"/>
      <w:kern w:val="0"/>
      <w:sz w:val="16"/>
      <w:szCs w:val="24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ravel%20services%20surve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6B984D688D245C88852E53F7662A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5514A-CD6E-4DF5-B236-711985871F74}"/>
      </w:docPartPr>
      <w:docPartBody>
        <w:p w:rsidR="00000000" w:rsidRDefault="005A50F9">
          <w:pPr>
            <w:pStyle w:val="B6B984D688D245C88852E53F7662A240"/>
          </w:pPr>
          <w:r>
            <w:t>[Travel Agency Name]</w:t>
          </w:r>
        </w:p>
      </w:docPartBody>
    </w:docPart>
    <w:docPart>
      <w:docPartPr>
        <w:name w:val="E4ACEC1F6CD34C0FB3BB7DFBBD138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0085B-D4BB-49B2-B2F7-4BFF1029C807}"/>
      </w:docPartPr>
      <w:docPartBody>
        <w:p w:rsidR="00000000" w:rsidRDefault="005A50F9">
          <w:pPr>
            <w:pStyle w:val="E4ACEC1F6CD34C0FB3BB7DFBBD1387F5"/>
          </w:pPr>
          <w:r>
            <w:t>[Street Address]</w:t>
          </w:r>
        </w:p>
      </w:docPartBody>
    </w:docPart>
    <w:docPart>
      <w:docPartPr>
        <w:name w:val="6FE7BF51FA6F4CE3BD3AAFEE19A8E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2BFB8-AD25-45D7-91A3-14A72950B1BD}"/>
      </w:docPartPr>
      <w:docPartBody>
        <w:p w:rsidR="00000000" w:rsidRDefault="005A50F9">
          <w:pPr>
            <w:pStyle w:val="6FE7BF51FA6F4CE3BD3AAFEE19A8EBCE"/>
          </w:pPr>
          <w:r>
            <w:t>[City, ST  ZIP Code]</w:t>
          </w:r>
        </w:p>
      </w:docPartBody>
    </w:docPart>
    <w:docPart>
      <w:docPartPr>
        <w:name w:val="E56366D4AFE84BB4B684FB56C450C3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49F34-F03B-4EFE-ABCC-B0487BCF57B0}"/>
      </w:docPartPr>
      <w:docPartBody>
        <w:p w:rsidR="00000000" w:rsidRDefault="005A50F9">
          <w:pPr>
            <w:pStyle w:val="E56366D4AFE84BB4B684FB56C450C37A"/>
          </w:pPr>
          <w:r>
            <w:t>[Phone]</w:t>
          </w:r>
        </w:p>
      </w:docPartBody>
    </w:docPart>
    <w:docPart>
      <w:docPartPr>
        <w:name w:val="9D6ACC8C58A94E3485217E25997E4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CF2EDE-CD0B-4160-970F-2714C541D042}"/>
      </w:docPartPr>
      <w:docPartBody>
        <w:p w:rsidR="00000000" w:rsidRDefault="005A50F9">
          <w:pPr>
            <w:pStyle w:val="9D6ACC8C58A94E3485217E25997E4AB9"/>
          </w:pPr>
          <w:r>
            <w:t>[Fax]</w:t>
          </w:r>
        </w:p>
      </w:docPartBody>
    </w:docPart>
    <w:docPart>
      <w:docPartPr>
        <w:name w:val="B388D47B0B56494A84BA7486134015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17C52B-3461-48DF-9BE4-74E97C5642D2}"/>
      </w:docPartPr>
      <w:docPartBody>
        <w:p w:rsidR="00000000" w:rsidRDefault="005A50F9">
          <w:pPr>
            <w:pStyle w:val="B388D47B0B56494A84BA7486134015C8"/>
          </w:pPr>
          <w:r>
            <w:t>[Website]</w:t>
          </w:r>
        </w:p>
      </w:docPartBody>
    </w:docPart>
    <w:docPart>
      <w:docPartPr>
        <w:name w:val="7F0DDA9C058E463CA977F06F763E2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9077D-1AEF-429F-9811-FD901EEDD75E}"/>
      </w:docPartPr>
      <w:docPartBody>
        <w:p w:rsidR="00000000" w:rsidRDefault="005A50F9">
          <w:pPr>
            <w:pStyle w:val="7F0DDA9C058E463CA977F06F763E2000"/>
          </w:pPr>
          <w:r>
            <w:t>[Email]</w:t>
          </w:r>
        </w:p>
      </w:docPartBody>
    </w:docPart>
    <w:docPart>
      <w:docPartPr>
        <w:name w:val="9A368F96483E4F7EB737D1DFDD89C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7A553-B29C-41B5-9844-1ACD877E478D}"/>
      </w:docPartPr>
      <w:docPartBody>
        <w:p w:rsidR="00000000" w:rsidRDefault="005A50F9">
          <w:pPr>
            <w:pStyle w:val="9A368F96483E4F7EB737D1DFDD89C0D2"/>
          </w:pPr>
          <w:r>
            <w:t>[Response]</w:t>
          </w:r>
        </w:p>
      </w:docPartBody>
    </w:docPart>
    <w:docPart>
      <w:docPartPr>
        <w:name w:val="933EABB16CB043188C9A48ACD7109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AF43F-9A1E-4179-B0B1-2FA77C6B72E7}"/>
      </w:docPartPr>
      <w:docPartBody>
        <w:p w:rsidR="00000000" w:rsidRDefault="007F4458" w:rsidP="007F4458">
          <w:pPr>
            <w:pStyle w:val="933EABB16CB043188C9A48ACD7109F4E"/>
          </w:pPr>
          <w:r>
            <w:t>Choose an item.</w:t>
          </w:r>
        </w:p>
      </w:docPartBody>
    </w:docPart>
    <w:docPart>
      <w:docPartPr>
        <w:name w:val="562962AA92D6471992C099443FCB9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C2205-5419-4026-A50D-87F08BFF5374}"/>
      </w:docPartPr>
      <w:docPartBody>
        <w:p w:rsidR="00000000" w:rsidRDefault="007F4458" w:rsidP="007F4458">
          <w:pPr>
            <w:pStyle w:val="562962AA92D6471992C099443FCB9926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458"/>
    <w:rsid w:val="005A50F9"/>
    <w:rsid w:val="007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A64EEB22E9147EFB8E61AC69E440B0E">
    <w:name w:val="5A64EEB22E9147EFB8E61AC69E440B0E"/>
  </w:style>
  <w:style w:type="paragraph" w:customStyle="1" w:styleId="B6B984D688D245C88852E53F7662A240">
    <w:name w:val="B6B984D688D245C88852E53F7662A240"/>
  </w:style>
  <w:style w:type="paragraph" w:customStyle="1" w:styleId="E4ACEC1F6CD34C0FB3BB7DFBBD1387F5">
    <w:name w:val="E4ACEC1F6CD34C0FB3BB7DFBBD1387F5"/>
  </w:style>
  <w:style w:type="paragraph" w:customStyle="1" w:styleId="6FE7BF51FA6F4CE3BD3AAFEE19A8EBCE">
    <w:name w:val="6FE7BF51FA6F4CE3BD3AAFEE19A8EBCE"/>
  </w:style>
  <w:style w:type="paragraph" w:customStyle="1" w:styleId="E56366D4AFE84BB4B684FB56C450C37A">
    <w:name w:val="E56366D4AFE84BB4B684FB56C450C37A"/>
  </w:style>
  <w:style w:type="paragraph" w:customStyle="1" w:styleId="9D6ACC8C58A94E3485217E25997E4AB9">
    <w:name w:val="9D6ACC8C58A94E3485217E25997E4AB9"/>
  </w:style>
  <w:style w:type="paragraph" w:customStyle="1" w:styleId="B388D47B0B56494A84BA7486134015C8">
    <w:name w:val="B388D47B0B56494A84BA7486134015C8"/>
  </w:style>
  <w:style w:type="paragraph" w:customStyle="1" w:styleId="7F0DDA9C058E463CA977F06F763E2000">
    <w:name w:val="7F0DDA9C058E463CA977F06F763E2000"/>
  </w:style>
  <w:style w:type="paragraph" w:customStyle="1" w:styleId="F5A2C2F763AE4A0B97DCF1D27A451454">
    <w:name w:val="F5A2C2F763AE4A0B97DCF1D27A451454"/>
  </w:style>
  <w:style w:type="paragraph" w:customStyle="1" w:styleId="DEAF03602B984DA489335AAC7B1F0D78">
    <w:name w:val="DEAF03602B984DA489335AAC7B1F0D78"/>
  </w:style>
  <w:style w:type="paragraph" w:customStyle="1" w:styleId="911BF0D28AA145E79F0214D32BEB9B90">
    <w:name w:val="911BF0D28AA145E79F0214D32BEB9B90"/>
  </w:style>
  <w:style w:type="character" w:styleId="PlaceholderText">
    <w:name w:val="Placeholder Text"/>
    <w:basedOn w:val="DefaultParagraphFont"/>
    <w:uiPriority w:val="99"/>
    <w:semiHidden/>
    <w:rsid w:val="007F4458"/>
    <w:rPr>
      <w:color w:val="808080"/>
    </w:rPr>
  </w:style>
  <w:style w:type="paragraph" w:customStyle="1" w:styleId="657BFAF539C0400B9FECFDBC833510F8">
    <w:name w:val="657BFAF539C0400B9FECFDBC833510F8"/>
  </w:style>
  <w:style w:type="paragraph" w:customStyle="1" w:styleId="9A71C5896FB24404BDC02D8FBA11FF49">
    <w:name w:val="9A71C5896FB24404BDC02D8FBA11FF49"/>
  </w:style>
  <w:style w:type="paragraph" w:customStyle="1" w:styleId="5767042745DA42F39BDDC1D4ED91F9DF">
    <w:name w:val="5767042745DA42F39BDDC1D4ED91F9DF"/>
  </w:style>
  <w:style w:type="paragraph" w:customStyle="1" w:styleId="A8C48DA5E8CD42E7A9810BE292A07468">
    <w:name w:val="A8C48DA5E8CD42E7A9810BE292A07468"/>
  </w:style>
  <w:style w:type="paragraph" w:customStyle="1" w:styleId="538AD252F33A49FBB72950948133227C">
    <w:name w:val="538AD252F33A49FBB72950948133227C"/>
  </w:style>
  <w:style w:type="paragraph" w:customStyle="1" w:styleId="B1292D90F8654EFFBBC02726FCBFB713">
    <w:name w:val="B1292D90F8654EFFBBC02726FCBFB713"/>
  </w:style>
  <w:style w:type="paragraph" w:customStyle="1" w:styleId="EE7FB709B0A04F3990FA23D47F12B930">
    <w:name w:val="EE7FB709B0A04F3990FA23D47F12B930"/>
  </w:style>
  <w:style w:type="paragraph" w:customStyle="1" w:styleId="313EE89491A04776A28354F67B74E751">
    <w:name w:val="313EE89491A04776A28354F67B74E751"/>
  </w:style>
  <w:style w:type="paragraph" w:customStyle="1" w:styleId="4FF81CE21CA5476484CCF2E60D0279AC">
    <w:name w:val="4FF81CE21CA5476484CCF2E60D0279AC"/>
  </w:style>
  <w:style w:type="paragraph" w:customStyle="1" w:styleId="0D424EBE385041BEADC51798EA609568">
    <w:name w:val="0D424EBE385041BEADC51798EA609568"/>
  </w:style>
  <w:style w:type="paragraph" w:customStyle="1" w:styleId="F25F85994E0A402D92BF2212AF83BFB0">
    <w:name w:val="F25F85994E0A402D92BF2212AF83BFB0"/>
  </w:style>
  <w:style w:type="paragraph" w:customStyle="1" w:styleId="9A368F96483E4F7EB737D1DFDD89C0D2">
    <w:name w:val="9A368F96483E4F7EB737D1DFDD89C0D2"/>
  </w:style>
  <w:style w:type="paragraph" w:customStyle="1" w:styleId="933EABB16CB043188C9A48ACD7109F4E">
    <w:name w:val="933EABB16CB043188C9A48ACD7109F4E"/>
    <w:rsid w:val="007F4458"/>
  </w:style>
  <w:style w:type="paragraph" w:customStyle="1" w:styleId="562962AA92D6471992C099443FCB9926">
    <w:name w:val="562962AA92D6471992C099443FCB9926"/>
    <w:rsid w:val="007F44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00FBE8E-9136-4EF2-A18B-18868B6181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Travel services survey.dotx</Template>
  <TotalTime>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INTERVIEW EVALUATION FORM</vt:lpstr>
      <vt:lpstr>    &lt;[Travel Agency Name]&gt;</vt:lpstr>
      <vt:lpstr>        Additional comments</vt:lpstr>
    </vt:vector>
  </TitlesOfParts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2017-08-22T09:45:00Z</dcterms:created>
  <dcterms:modified xsi:type="dcterms:W3CDTF">2017-08-22T09:49:00Z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TC034631069991</vt:lpwstr>
  </property>
</Properties>
</file>