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1"/>
        <w:tblW w:w="4992" w:type="pct"/>
        <w:tblBorders>
          <w:insideH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School and student information"/>
      </w:tblPr>
      <w:tblGrid>
        <w:gridCol w:w="5569"/>
        <w:gridCol w:w="2339"/>
        <w:gridCol w:w="2875"/>
      </w:tblGrid>
      <w:tr w:rsidR="007D1670" w:rsidTr="001A7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65"/>
        </w:trPr>
        <w:tc>
          <w:tcPr>
            <w:tcW w:w="55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1A7893" w:rsidRPr="001A7893" w:rsidRDefault="001A7893" w:rsidP="001A7893">
            <w:pPr>
              <w:pStyle w:val="Heading1"/>
              <w:rPr>
                <w:color w:val="auto"/>
                <w:sz w:val="28"/>
              </w:rPr>
            </w:pPr>
            <w:bookmarkStart w:id="0" w:name="_GoBack"/>
            <w:bookmarkEnd w:id="0"/>
            <w:r w:rsidRPr="001A7893">
              <w:rPr>
                <w:color w:val="auto"/>
                <w:sz w:val="28"/>
              </w:rPr>
              <w:t>Interview evaluation form</w:t>
            </w:r>
          </w:p>
          <w:p w:rsidR="007D1670" w:rsidRDefault="007D1670"/>
        </w:tc>
        <w:tc>
          <w:tcPr>
            <w:tcW w:w="521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7D1670" w:rsidRDefault="001A7893" w:rsidP="001A7893">
            <w:bookmarkStart w:id="1" w:name="_Hlk491175824"/>
            <w:r w:rsidRPr="00482F73">
              <w:rPr>
                <w:color w:val="808080" w:themeColor="background1" w:themeShade="80"/>
                <w:sz w:val="14"/>
              </w:rPr>
              <w:t>Candidate evaluation forms are to be completed by the interviewer to rank the candidate’s overall qualifications for the position. Under each heading the interviewer should give the candidate a numerical rating and write specific job-related comments in the space provided</w:t>
            </w:r>
            <w:r w:rsidRPr="00482F73">
              <w:t>.</w:t>
            </w:r>
            <w:bookmarkEnd w:id="1"/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  <w:tblHeader/>
        </w:trPr>
        <w:tc>
          <w:tcPr>
            <w:tcW w:w="7907" w:type="dxa"/>
            <w:gridSpan w:val="2"/>
            <w:shd w:val="clear" w:color="auto" w:fill="355D7E" w:themeFill="accent1" w:themeFillShade="80"/>
          </w:tcPr>
          <w:p w:rsidR="007D1670" w:rsidRDefault="001A7893">
            <w:pPr>
              <w:pStyle w:val="Heading1"/>
              <w:outlineLvl w:val="0"/>
            </w:pPr>
            <w:r>
              <w:t>CANDIDATE INFORMATION</w:t>
            </w:r>
          </w:p>
        </w:tc>
        <w:tc>
          <w:tcPr>
            <w:tcW w:w="2874" w:type="dxa"/>
            <w:shd w:val="clear" w:color="auto" w:fill="355D7E" w:themeFill="accent1" w:themeFillShade="80"/>
          </w:tcPr>
          <w:p w:rsidR="007D1670" w:rsidRDefault="007D1670">
            <w:pPr>
              <w:pStyle w:val="Heading1"/>
              <w:outlineLvl w:val="0"/>
            </w:pPr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  <w:shd w:val="clear" w:color="auto" w:fill="E9F0F6" w:themeFill="accent1" w:themeFillTint="33"/>
          </w:tcPr>
          <w:p w:rsidR="007D1670" w:rsidRDefault="001A7893">
            <w:pPr>
              <w:pStyle w:val="Heading2"/>
              <w:outlineLvl w:val="1"/>
            </w:pPr>
            <w:r>
              <w:t>NAME</w:t>
            </w:r>
          </w:p>
        </w:tc>
        <w:tc>
          <w:tcPr>
            <w:tcW w:w="2874" w:type="dxa"/>
            <w:shd w:val="clear" w:color="auto" w:fill="E9F0F6" w:themeFill="accent1" w:themeFillTint="33"/>
          </w:tcPr>
          <w:p w:rsidR="007D1670" w:rsidRDefault="007D1670">
            <w:pPr>
              <w:pStyle w:val="Heading2"/>
              <w:outlineLvl w:val="1"/>
            </w:pPr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</w:tcPr>
          <w:p w:rsidR="007D1670" w:rsidRDefault="001A7893">
            <w:r>
              <w:t>INTERVIEWER NAME</w:t>
            </w:r>
          </w:p>
        </w:tc>
        <w:tc>
          <w:tcPr>
            <w:tcW w:w="2874" w:type="dxa"/>
          </w:tcPr>
          <w:p w:rsidR="007D1670" w:rsidRDefault="007D1670">
            <w:pPr>
              <w:tabs>
                <w:tab w:val="right" w:pos="2808"/>
              </w:tabs>
            </w:pPr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</w:tcPr>
          <w:p w:rsidR="007D1670" w:rsidRDefault="001A7893">
            <w:r>
              <w:t>JOB TITLE</w:t>
            </w:r>
          </w:p>
        </w:tc>
        <w:tc>
          <w:tcPr>
            <w:tcW w:w="2874" w:type="dxa"/>
          </w:tcPr>
          <w:p w:rsidR="007D1670" w:rsidRDefault="007D1670"/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  <w:shd w:val="clear" w:color="auto" w:fill="E9F0F6" w:themeFill="accent1" w:themeFillTint="33"/>
          </w:tcPr>
          <w:p w:rsidR="007D1670" w:rsidRDefault="001A7893">
            <w:pPr>
              <w:pStyle w:val="Heading2"/>
              <w:outlineLvl w:val="1"/>
            </w:pPr>
            <w:r>
              <w:t>RATINGS</w:t>
            </w:r>
          </w:p>
        </w:tc>
        <w:tc>
          <w:tcPr>
            <w:tcW w:w="2874" w:type="dxa"/>
            <w:shd w:val="clear" w:color="auto" w:fill="E9F0F6" w:themeFill="accent1" w:themeFillTint="33"/>
          </w:tcPr>
          <w:p w:rsidR="007D1670" w:rsidRDefault="007D1670">
            <w:pPr>
              <w:pStyle w:val="Heading2"/>
              <w:outlineLvl w:val="1"/>
            </w:pPr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766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Does the candidate have the appropriate educational qualifications or training for this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-1211727151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766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Has the candidate acquired necessary skills or qualifications through past work experiences?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-251048635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504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Does the candidate have the technical skills necessary for this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1336039845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766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Does the candidate demonstrate the knowledge of these areas necessary for this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-324601608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504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Did the candidate demonstrate the leadership skills necessary for this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-1212810558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766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Did the candidate demonstrate the knowledge and skills to create a positive customer experience/interaction necessary for this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1883832440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85"/>
        </w:trPr>
        <w:tc>
          <w:tcPr>
            <w:tcW w:w="7907" w:type="dxa"/>
            <w:gridSpan w:val="2"/>
          </w:tcPr>
          <w:p w:rsidR="007D1670" w:rsidRDefault="001A7893">
            <w:r w:rsidRPr="009A1C21">
              <w:rPr>
                <w:sz w:val="20"/>
              </w:rPr>
              <w:t>How were the candidate’s communication skills during the interview?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-1501964413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7D1670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504"/>
        </w:trPr>
        <w:tc>
          <w:tcPr>
            <w:tcW w:w="7907" w:type="dxa"/>
            <w:gridSpan w:val="2"/>
          </w:tcPr>
          <w:p w:rsidR="007D1670" w:rsidRDefault="001A7893">
            <w:r w:rsidRPr="000B2575">
              <w:rPr>
                <w:sz w:val="20"/>
              </w:rPr>
              <w:t>How much interest did the candidate show in the position?</w:t>
            </w:r>
          </w:p>
        </w:tc>
        <w:tc>
          <w:tcPr>
            <w:tcW w:w="2874" w:type="dxa"/>
          </w:tcPr>
          <w:p w:rsidR="007D1670" w:rsidRDefault="00C94CE6">
            <w:sdt>
              <w:sdtPr>
                <w:alias w:val="Rating"/>
                <w:tag w:val="Rate your group"/>
                <w:id w:val="450139681"/>
                <w:placeholder>
                  <w:docPart w:val="7DD202625D304A4990A4F41361C91497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EndPr/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1A7893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  <w:vAlign w:val="center"/>
          </w:tcPr>
          <w:p w:rsidR="001A7893" w:rsidRPr="000B2575" w:rsidRDefault="001A7893" w:rsidP="001A7893">
            <w:pPr>
              <w:pStyle w:val="CheckBox"/>
              <w:jc w:val="left"/>
              <w:rPr>
                <w:sz w:val="20"/>
              </w:rPr>
            </w:pPr>
            <w:r w:rsidRPr="000B2575">
              <w:rPr>
                <w:color w:val="auto"/>
                <w:sz w:val="20"/>
              </w:rPr>
              <w:t>Final comments and recommendations for proceeding with this candidate.</w:t>
            </w:r>
          </w:p>
        </w:tc>
        <w:tc>
          <w:tcPr>
            <w:tcW w:w="2874" w:type="dxa"/>
          </w:tcPr>
          <w:p w:rsidR="001A7893" w:rsidRDefault="001A7893" w:rsidP="001A7893">
            <w:sdt>
              <w:sdtPr>
                <w:alias w:val="Rating"/>
                <w:tag w:val="Rate your group"/>
                <w:id w:val="-1006976141"/>
                <w:placeholder>
                  <w:docPart w:val="70E48D59152F42CF8CC3570850E5EE33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1A7893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</w:tcPr>
          <w:p w:rsidR="001A7893" w:rsidRDefault="001A7893" w:rsidP="001A7893">
            <w:r>
              <w:t>Other</w:t>
            </w:r>
          </w:p>
        </w:tc>
        <w:tc>
          <w:tcPr>
            <w:tcW w:w="2874" w:type="dxa"/>
          </w:tcPr>
          <w:p w:rsidR="001A7893" w:rsidRDefault="001A7893" w:rsidP="001A7893">
            <w:sdt>
              <w:sdtPr>
                <w:alias w:val="Rating"/>
                <w:tag w:val="Rate your group"/>
                <w:id w:val="1357470992"/>
                <w:placeholder>
                  <w:docPart w:val="70E48D59152F42CF8CC3570850E5EE33"/>
                </w:placeholder>
                <w:showingPlcHdr/>
                <w:dropDownList>
                  <w:listItem w:value="Choose an item."/>
                  <w:listItem w:displayText="1 | Strongly agree" w:value="1 | Strongly agree"/>
                  <w:listItem w:displayText="2 | Agree" w:value="2 | Agree"/>
                  <w:listItem w:displayText="3 | Neutral" w:value="3 | Neutral"/>
                  <w:listItem w:displayText="4 | Disagree" w:value="4 | Disagree"/>
                  <w:listItem w:displayText="5 | Strongly disagree" w:value="5 | Strongly disagree"/>
                  <w:listItem w:displayText="6 | Don't know" w:value="6 | Don't know"/>
                </w:dropDownList>
              </w:sdtPr>
              <w:sdtContent>
                <w:r>
                  <w:rPr>
                    <w:rStyle w:val="PlaceholderText"/>
                    <w:color w:val="auto"/>
                  </w:rPr>
                  <w:t>Choose an item.</w:t>
                </w:r>
              </w:sdtContent>
            </w:sdt>
          </w:p>
        </w:tc>
      </w:tr>
      <w:tr w:rsidR="001A7893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466"/>
        </w:trPr>
        <w:tc>
          <w:tcPr>
            <w:tcW w:w="7907" w:type="dxa"/>
            <w:gridSpan w:val="2"/>
            <w:shd w:val="clear" w:color="auto" w:fill="E9F0F6" w:themeFill="accent1" w:themeFillTint="33"/>
          </w:tcPr>
          <w:p w:rsidR="001A7893" w:rsidRDefault="001A7893" w:rsidP="001A7893">
            <w:pPr>
              <w:pStyle w:val="Heading2"/>
              <w:outlineLvl w:val="1"/>
            </w:pPr>
            <w:r>
              <w:t>EVALUATION</w:t>
            </w:r>
          </w:p>
        </w:tc>
        <w:tc>
          <w:tcPr>
            <w:tcW w:w="2874" w:type="dxa"/>
            <w:shd w:val="clear" w:color="auto" w:fill="E9F0F6" w:themeFill="accent1" w:themeFillTint="33"/>
          </w:tcPr>
          <w:p w:rsidR="001A7893" w:rsidRDefault="001A7893" w:rsidP="001A7893">
            <w:pPr>
              <w:pStyle w:val="Heading2"/>
              <w:outlineLvl w:val="1"/>
            </w:pPr>
          </w:p>
        </w:tc>
      </w:tr>
      <w:tr w:rsidR="001A7893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821"/>
        </w:trPr>
        <w:tc>
          <w:tcPr>
            <w:tcW w:w="7907" w:type="dxa"/>
            <w:gridSpan w:val="2"/>
            <w:tcBorders>
              <w:bottom w:val="single" w:sz="4" w:space="0" w:color="94B6D2" w:themeColor="accent1"/>
            </w:tcBorders>
          </w:tcPr>
          <w:p w:rsidR="001A7893" w:rsidRDefault="001A7893" w:rsidP="001A7893">
            <w:r>
              <w:t>Insert Comments</w:t>
            </w:r>
          </w:p>
          <w:p w:rsidR="001A7893" w:rsidRDefault="001A7893" w:rsidP="001A7893"/>
        </w:tc>
        <w:tc>
          <w:tcPr>
            <w:tcW w:w="2874" w:type="dxa"/>
            <w:tcBorders>
              <w:bottom w:val="single" w:sz="4" w:space="0" w:color="94B6D2" w:themeColor="accent1"/>
            </w:tcBorders>
          </w:tcPr>
          <w:p w:rsidR="001A7893" w:rsidRDefault="001A7893" w:rsidP="001A7893"/>
        </w:tc>
      </w:tr>
      <w:tr w:rsidR="001A7893" w:rsidTr="001A7893">
        <w:tblPrEx>
          <w:tblBorders>
            <w:insideH w:val="single" w:sz="4" w:space="0" w:color="94B6D2" w:themeColor="accent1"/>
          </w:tblBorders>
          <w:tblLook w:val="0600" w:firstRow="0" w:lastRow="0" w:firstColumn="0" w:lastColumn="0" w:noHBand="1" w:noVBand="1"/>
        </w:tblPrEx>
        <w:trPr>
          <w:trHeight w:val="821"/>
        </w:trPr>
        <w:tc>
          <w:tcPr>
            <w:tcW w:w="7907" w:type="dxa"/>
            <w:gridSpan w:val="2"/>
            <w:tcBorders>
              <w:top w:val="single" w:sz="4" w:space="0" w:color="94B6D2" w:themeColor="accent1"/>
              <w:bottom w:val="single" w:sz="18" w:space="0" w:color="94B6D2" w:themeColor="accent1"/>
            </w:tcBorders>
          </w:tcPr>
          <w:p w:rsidR="001A7893" w:rsidRDefault="001A7893" w:rsidP="001A7893">
            <w:r>
              <w:t>Optional comments</w:t>
            </w:r>
          </w:p>
          <w:p w:rsidR="001A7893" w:rsidRDefault="001A7893" w:rsidP="001A7893">
            <w:sdt>
              <w:sdtPr>
                <w:id w:val="-212119964"/>
                <w:placeholder>
                  <w:docPart w:val="01CBD7DE99C24F7C889C47C2A7B32D95"/>
                </w:placeholder>
                <w:temporary/>
                <w:showingPlcHdr/>
                <w15:appearance w15:val="hidden"/>
              </w:sdtPr>
              <w:sdtContent>
                <w:r>
                  <w:t>[Comments]</w:t>
                </w:r>
              </w:sdtContent>
            </w:sdt>
          </w:p>
        </w:tc>
        <w:tc>
          <w:tcPr>
            <w:tcW w:w="2874" w:type="dxa"/>
            <w:tcBorders>
              <w:top w:val="single" w:sz="4" w:space="0" w:color="94B6D2" w:themeColor="accent1"/>
              <w:bottom w:val="single" w:sz="18" w:space="0" w:color="94B6D2" w:themeColor="accent1"/>
            </w:tcBorders>
          </w:tcPr>
          <w:p w:rsidR="001A7893" w:rsidRDefault="001A7893" w:rsidP="001A7893"/>
        </w:tc>
      </w:tr>
    </w:tbl>
    <w:p w:rsidR="007D1670" w:rsidRDefault="007D1670"/>
    <w:p w:rsidR="001A7893" w:rsidRPr="001A7893" w:rsidRDefault="001A7893" w:rsidP="001A7893">
      <w:pPr>
        <w:pStyle w:val="Heading2"/>
      </w:pPr>
      <w:bookmarkStart w:id="2" w:name="_Hlk491175757"/>
      <w:r>
        <w:t>Verification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1A7893" w:rsidRPr="002A733C" w:rsidTr="00421D04">
        <w:trPr>
          <w:trHeight w:val="534"/>
        </w:trPr>
        <w:tc>
          <w:tcPr>
            <w:tcW w:w="10811" w:type="dxa"/>
            <w:gridSpan w:val="4"/>
            <w:vAlign w:val="center"/>
          </w:tcPr>
          <w:p w:rsidR="001A7893" w:rsidRDefault="001A7893" w:rsidP="00421D04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</w:t>
            </w:r>
            <w:r>
              <w:t>done this evaluation</w:t>
            </w:r>
            <w:r w:rsidRPr="0066051C">
              <w:t xml:space="preserve"> in detail.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1A7893" w:rsidRPr="002A733C" w:rsidTr="00421D04">
        <w:trPr>
          <w:trHeight w:val="403"/>
        </w:trPr>
        <w:tc>
          <w:tcPr>
            <w:tcW w:w="2221" w:type="dxa"/>
            <w:vAlign w:val="bottom"/>
          </w:tcPr>
          <w:p w:rsidR="001A7893" w:rsidRDefault="001A7893" w:rsidP="00421D04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1A7893" w:rsidRDefault="001A7893" w:rsidP="00421D04"/>
        </w:tc>
        <w:tc>
          <w:tcPr>
            <w:tcW w:w="676" w:type="dxa"/>
            <w:vAlign w:val="bottom"/>
          </w:tcPr>
          <w:p w:rsidR="001A7893" w:rsidRDefault="001A7893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1A7893" w:rsidRDefault="001A7893" w:rsidP="00421D04"/>
        </w:tc>
      </w:tr>
      <w:tr w:rsidR="001A7893" w:rsidRPr="002A733C" w:rsidTr="00421D04">
        <w:trPr>
          <w:trHeight w:val="403"/>
        </w:trPr>
        <w:tc>
          <w:tcPr>
            <w:tcW w:w="2221" w:type="dxa"/>
            <w:vAlign w:val="bottom"/>
          </w:tcPr>
          <w:p w:rsidR="001A7893" w:rsidRDefault="001A7893" w:rsidP="00421D04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1A7893" w:rsidRDefault="001A7893" w:rsidP="00421D04"/>
        </w:tc>
        <w:tc>
          <w:tcPr>
            <w:tcW w:w="676" w:type="dxa"/>
            <w:vAlign w:val="bottom"/>
          </w:tcPr>
          <w:p w:rsidR="001A7893" w:rsidRDefault="001A7893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1A7893" w:rsidRDefault="001A7893" w:rsidP="00421D04"/>
        </w:tc>
      </w:tr>
      <w:bookmarkEnd w:id="2"/>
    </w:tbl>
    <w:p w:rsidR="001A7893" w:rsidRDefault="001A7893"/>
    <w:sectPr w:rsidR="001A7893" w:rsidSect="001A7893">
      <w:footerReference w:type="default" r:id="rId8"/>
      <w:pgSz w:w="12240" w:h="15840"/>
      <w:pgMar w:top="720" w:right="720" w:bottom="36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CE6" w:rsidRDefault="00C94CE6">
      <w:r>
        <w:separator/>
      </w:r>
    </w:p>
    <w:p w:rsidR="00C94CE6" w:rsidRDefault="00C94CE6"/>
  </w:endnote>
  <w:endnote w:type="continuationSeparator" w:id="0">
    <w:p w:rsidR="00C94CE6" w:rsidRDefault="00C94CE6">
      <w:r>
        <w:continuationSeparator/>
      </w:r>
    </w:p>
    <w:p w:rsidR="00C94CE6" w:rsidRDefault="00C94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670" w:rsidRDefault="00C94CE6">
    <w:pPr>
      <w:pStyle w:val="Footer"/>
    </w:pP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  <w:noProof w:val="0"/>
        <w:color w:val="auto"/>
        <w:sz w:val="3276"/>
        <w:szCs w:val="3276"/>
      </w:rPr>
      <w:fldChar w:fldCharType="separate"/>
    </w:r>
    <w:r w:rsidR="001A7893"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CE6" w:rsidRDefault="00C94CE6">
      <w:r>
        <w:separator/>
      </w:r>
    </w:p>
    <w:p w:rsidR="00C94CE6" w:rsidRDefault="00C94CE6"/>
  </w:footnote>
  <w:footnote w:type="continuationSeparator" w:id="0">
    <w:p w:rsidR="00C94CE6" w:rsidRDefault="00C94CE6">
      <w:r>
        <w:continuationSeparator/>
      </w:r>
    </w:p>
    <w:p w:rsidR="00C94CE6" w:rsidRDefault="00C94C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C823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66A1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E09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2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FE39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93"/>
    <w:rsid w:val="001A7893"/>
    <w:rsid w:val="007D1670"/>
    <w:rsid w:val="00C9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02EA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kern w:val="22"/>
      <w:sz w:val="18"/>
      <w:szCs w:val="18"/>
      <w14:ligatures w14:val="standard"/>
    </w:rPr>
  </w:style>
  <w:style w:type="paragraph" w:styleId="Heading1">
    <w:name w:val="heading 1"/>
    <w:basedOn w:val="Normal"/>
    <w:next w:val="Normal"/>
    <w:qFormat/>
    <w:pPr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b/>
      <w:bCs/>
      <w:caps/>
      <w:color w:val="3B2F2A" w:themeColor="text2" w:themeShade="80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548AB7" w:themeColor="accent1" w:themeShade="BF"/>
    </w:rPr>
  </w:style>
  <w:style w:type="paragraph" w:styleId="Heading4">
    <w:name w:val="heading 4"/>
    <w:basedOn w:val="Heading3"/>
    <w:next w:val="Normal"/>
    <w:link w:val="Heading4Char"/>
    <w:uiPriority w:val="9"/>
    <w:semiHidden/>
    <w:unhideWhenUsed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rFonts w:asciiTheme="majorHAnsi" w:eastAsiaTheme="majorEastAsia" w:hAnsiTheme="majorHAnsi" w:cstheme="majorBidi"/>
      <w:noProof/>
      <w:color w:val="94B6D2" w:themeColor="accent1"/>
      <w:sz w:val="40"/>
      <w:szCs w:val="40"/>
    </w:rPr>
  </w:style>
  <w:style w:type="character" w:customStyle="1" w:styleId="FooterChar">
    <w:name w:val="Footer Char"/>
    <w:basedOn w:val="DefaultParagraphFont"/>
    <w:link w:val="Footer"/>
    <w:uiPriority w:val="1"/>
    <w:rPr>
      <w:rFonts w:asciiTheme="majorHAnsi" w:eastAsiaTheme="majorEastAsia" w:hAnsiTheme="majorHAnsi" w:cstheme="majorBidi"/>
      <w:noProof/>
      <w:color w:val="94B6D2" w:themeColor="accent1"/>
      <w:kern w:val="22"/>
      <w:sz w:val="40"/>
      <w:szCs w:val="40"/>
      <w14:ligatures w14:val="standard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360"/>
      <w:contextualSpacing/>
    </w:pPr>
  </w:style>
  <w:style w:type="paragraph" w:customStyle="1" w:styleId="CheckBox">
    <w:name w:val="Check Box"/>
    <w:basedOn w:val="Normal"/>
    <w:link w:val="CheckBoxChar"/>
    <w:unhideWhenUsed/>
    <w:qFormat/>
    <w:rsid w:val="001A7893"/>
    <w:pPr>
      <w:spacing w:before="40" w:after="0"/>
      <w:ind w:left="0" w:right="0"/>
      <w:jc w:val="center"/>
    </w:pPr>
    <w:rPr>
      <w:rFonts w:eastAsia="Times New Roman" w:cs="Times New Roman"/>
      <w:color w:val="999999"/>
      <w:kern w:val="0"/>
      <w:sz w:val="16"/>
      <w:szCs w:val="24"/>
      <w:lang w:eastAsia="en-US"/>
      <w14:ligatures w14:val="none"/>
    </w:rPr>
  </w:style>
  <w:style w:type="character" w:customStyle="1" w:styleId="CheckBoxChar">
    <w:name w:val="Check Box Char"/>
    <w:basedOn w:val="DefaultParagraphFont"/>
    <w:link w:val="CheckBox"/>
    <w:rsid w:val="001A7893"/>
    <w:rPr>
      <w:rFonts w:eastAsia="Times New Roman" w:cs="Times New Roman"/>
      <w:color w:val="999999"/>
      <w:sz w:val="16"/>
      <w:szCs w:val="24"/>
      <w:lang w:eastAsia="en-US"/>
    </w:rPr>
  </w:style>
  <w:style w:type="paragraph" w:customStyle="1" w:styleId="Italic">
    <w:name w:val="Italic"/>
    <w:basedOn w:val="Heading4"/>
    <w:qFormat/>
    <w:rsid w:val="001A7893"/>
    <w:pPr>
      <w:spacing w:before="40" w:after="0"/>
      <w:ind w:left="0" w:right="0"/>
    </w:pPr>
    <w:rPr>
      <w:rFonts w:asciiTheme="minorHAnsi" w:eastAsia="Times New Roman" w:hAnsiTheme="minorHAnsi" w:cs="Times New Roman"/>
      <w:i/>
      <w:color w:val="auto"/>
      <w:kern w:val="0"/>
      <w:sz w:val="16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chool%20survey%20for%20pare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D202625D304A4990A4F41361C91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D603F-23E3-47A9-A986-FE5F8092E4D9}"/>
      </w:docPartPr>
      <w:docPartBody>
        <w:p w:rsidR="00000000" w:rsidRDefault="002C5D79">
          <w:pPr>
            <w:pStyle w:val="7DD202625D304A4990A4F41361C9149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0E48D59152F42CF8CC3570850E5E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1FBEE-5579-456B-9257-40400DBFB8AD}"/>
      </w:docPartPr>
      <w:docPartBody>
        <w:p w:rsidR="00000000" w:rsidRDefault="00081DCE" w:rsidP="00081DCE">
          <w:pPr>
            <w:pStyle w:val="70E48D59152F42CF8CC3570850E5EE3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1CBD7DE99C24F7C889C47C2A7B32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7C26B-A349-4863-88E5-6E7DA46AEA5D}"/>
      </w:docPartPr>
      <w:docPartBody>
        <w:p w:rsidR="00000000" w:rsidRDefault="00081DCE" w:rsidP="00081DCE">
          <w:pPr>
            <w:pStyle w:val="01CBD7DE99C24F7C889C47C2A7B32D95"/>
          </w:pPr>
          <w: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CE"/>
    <w:rsid w:val="00081DCE"/>
    <w:rsid w:val="002C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9508FA929749F884D8AE74E314B2C8">
    <w:name w:val="EE9508FA929749F884D8AE74E314B2C8"/>
  </w:style>
  <w:style w:type="paragraph" w:customStyle="1" w:styleId="28F8DA818D834F77B3375813CB877EF8">
    <w:name w:val="28F8DA818D834F77B3375813CB877EF8"/>
  </w:style>
  <w:style w:type="paragraph" w:customStyle="1" w:styleId="DBAD9B98B7304B6F85091BFFFC9AEDEA">
    <w:name w:val="DBAD9B98B7304B6F85091BFFFC9AEDEA"/>
  </w:style>
  <w:style w:type="paragraph" w:customStyle="1" w:styleId="55DA381406C54086BEBE1B576058FF3A">
    <w:name w:val="55DA381406C54086BEBE1B576058FF3A"/>
  </w:style>
  <w:style w:type="paragraph" w:customStyle="1" w:styleId="0DFE0490A17844E3AF5F88B40305F2FA">
    <w:name w:val="0DFE0490A17844E3AF5F88B40305F2FA"/>
  </w:style>
  <w:style w:type="character" w:styleId="PlaceholderText">
    <w:name w:val="Placeholder Text"/>
    <w:basedOn w:val="DefaultParagraphFont"/>
    <w:uiPriority w:val="99"/>
    <w:semiHidden/>
    <w:rsid w:val="00081DCE"/>
    <w:rPr>
      <w:color w:val="808080"/>
    </w:rPr>
  </w:style>
  <w:style w:type="paragraph" w:customStyle="1" w:styleId="7DD202625D304A4990A4F41361C91497">
    <w:name w:val="7DD202625D304A4990A4F41361C91497"/>
  </w:style>
  <w:style w:type="paragraph" w:customStyle="1" w:styleId="31445B3519804C63B9C5719183238E36">
    <w:name w:val="31445B3519804C63B9C5719183238E36"/>
  </w:style>
  <w:style w:type="paragraph" w:customStyle="1" w:styleId="409BD996DF0145E58377881057D8AF37">
    <w:name w:val="409BD996DF0145E58377881057D8AF37"/>
    <w:rsid w:val="00081DCE"/>
  </w:style>
  <w:style w:type="paragraph" w:customStyle="1" w:styleId="6C97E4AF18E749EABE2E092C3B31F7F0">
    <w:name w:val="6C97E4AF18E749EABE2E092C3B31F7F0"/>
    <w:rsid w:val="00081DCE"/>
  </w:style>
  <w:style w:type="paragraph" w:customStyle="1" w:styleId="70E48D59152F42CF8CC3570850E5EE33">
    <w:name w:val="70E48D59152F42CF8CC3570850E5EE33"/>
    <w:rsid w:val="00081DCE"/>
  </w:style>
  <w:style w:type="paragraph" w:customStyle="1" w:styleId="01CBD7DE99C24F7C889C47C2A7B32D95">
    <w:name w:val="01CBD7DE99C24F7C889C47C2A7B32D95"/>
    <w:rsid w:val="00081D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324F10-998A-47A4-964E-1474F1F67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survey for parents.dotx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Verification</vt:lpstr>
    </vt:vector>
  </TitlesOfParts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2017-08-22T09:37:00Z</dcterms:created>
  <dcterms:modified xsi:type="dcterms:W3CDTF">2017-08-22T09:45:00Z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TC034630839991</vt:lpwstr>
  </property>
</Properties>
</file>