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626E3B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626E3B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895500" w:rsidRDefault="00CF3132" w:rsidP="00895500">
      <w:r>
        <w:rPr>
          <w:color w:val="222222"/>
          <w:highlight w:val="white"/>
        </w:rPr>
        <w:t>I</w:t>
      </w:r>
      <w:r w:rsidR="00895500">
        <w:rPr>
          <w:color w:val="222222"/>
          <w:highlight w:val="white"/>
        </w:rPr>
        <w:t xml:space="preserve"> congratulate Mr. [enter name] on his promotion from [enter previous title] to [enter new title]. He will not work with us at the [enter branch] anymore instead, he is promoted as well as transferred to [enter transferred branch]. His main duties there will include [enter description]. This will be a tough job but we have high hopes associated with him since he is a man of action and devotion. </w:t>
      </w:r>
    </w:p>
    <w:p w:rsidR="00895500" w:rsidRDefault="00895500" w:rsidP="00895500">
      <w:r>
        <w:rPr>
          <w:color w:val="222222"/>
          <w:highlight w:val="white"/>
        </w:rPr>
        <w:t xml:space="preserve">As far as his vacant seat is concerned, </w:t>
      </w:r>
      <w:proofErr w:type="spellStart"/>
      <w:r>
        <w:rPr>
          <w:color w:val="222222"/>
          <w:highlight w:val="white"/>
        </w:rPr>
        <w:t>i</w:t>
      </w:r>
      <w:proofErr w:type="spellEnd"/>
      <w:r>
        <w:rPr>
          <w:color w:val="222222"/>
          <w:highlight w:val="white"/>
        </w:rPr>
        <w:t xml:space="preserve"> would like to inform all employees of the rank of [enter title] to submit their proposals if they are interested in taking this position. We will also entertain some proposals of the outsiders to fill this seat that Mr. [enter name [ is vacating. For now, Mr. [enter name] who is currently [enter title] of the company, will take hold of the tasks and projects that were previously done by Mr. [enter promoted employee]. </w:t>
      </w:r>
      <w:bookmarkStart w:id="0" w:name="_GoBack"/>
      <w:bookmarkEnd w:id="0"/>
    </w:p>
    <w:p w:rsidR="00AD0005" w:rsidRDefault="00AD0005">
      <w:pPr>
        <w:pStyle w:val="ContactInfo"/>
      </w:pPr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3B" w:rsidRDefault="00626E3B">
      <w:pPr>
        <w:spacing w:after="0" w:line="240" w:lineRule="auto"/>
      </w:pPr>
      <w:r>
        <w:separator/>
      </w:r>
    </w:p>
  </w:endnote>
  <w:endnote w:type="continuationSeparator" w:id="0">
    <w:p w:rsidR="00626E3B" w:rsidRDefault="0062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2C845BE8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626E3B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7127A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3B" w:rsidRDefault="00626E3B">
      <w:pPr>
        <w:spacing w:after="0" w:line="240" w:lineRule="auto"/>
      </w:pPr>
      <w:r>
        <w:separator/>
      </w:r>
    </w:p>
  </w:footnote>
  <w:footnote w:type="continuationSeparator" w:id="0">
    <w:p w:rsidR="00626E3B" w:rsidRDefault="00626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3FAD378E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D28D0"/>
    <w:rsid w:val="00626E3B"/>
    <w:rsid w:val="006D4AF5"/>
    <w:rsid w:val="00756B5A"/>
    <w:rsid w:val="008678F9"/>
    <w:rsid w:val="00895500"/>
    <w:rsid w:val="00A94352"/>
    <w:rsid w:val="00AD0005"/>
    <w:rsid w:val="00CF3132"/>
    <w:rsid w:val="00E0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82577B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82577B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82577B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82577B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82577B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7B"/>
    <w:rsid w:val="0082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2017-08-18T13:56:00Z</dcterms:created>
  <dcterms:modified xsi:type="dcterms:W3CDTF">2017-08-18T13:56:00Z</dcterms:modified>
</cp:coreProperties>
</file>