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19741A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19741A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E007E0" w:rsidRPr="00F050BE" w:rsidRDefault="00E007E0" w:rsidP="00E007E0">
      <w:pPr>
        <w:rPr>
          <w:rFonts w:asciiTheme="majorHAnsi" w:hAnsiTheme="majorHAnsi" w:cstheme="majorHAnsi"/>
        </w:rPr>
      </w:pPr>
      <w:r>
        <w:rPr>
          <w:rFonts w:asciiTheme="majorHAnsi" w:eastAsia="Droid Serif" w:hAnsiTheme="majorHAnsi" w:cstheme="majorHAnsi"/>
          <w:color w:val="222222"/>
          <w:highlight w:val="white"/>
        </w:rPr>
        <w:t xml:space="preserve">This memo </w:t>
      </w:r>
      <w:r w:rsidRPr="00F050BE">
        <w:rPr>
          <w:rFonts w:asciiTheme="majorHAnsi" w:eastAsia="Droid Serif" w:hAnsiTheme="majorHAnsi" w:cstheme="majorHAnsi"/>
          <w:color w:val="222222"/>
          <w:highlight w:val="white"/>
        </w:rPr>
        <w:t xml:space="preserve">is to announce the leaving of Mr. [enter name], who has been working at our company as [enter title]. He has been a hardworking employee and his creative ideas benefited us very much for which we owe thanks to him. Due to some personal reasons, he is leaving [enter company name] and will no more work with us. We will indeed miss his company and now it is a very tough task to find an alternative of him. Nonetheless, we are sad on his departure but we wholeheartedly wish him good luck for future endeavors. A farewell party has also been arranged for Mr. [enter name] on [enter date] so that we can say him a special goodbye. Please join in. Thank you!   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6"/>
      <w:footerReference w:type="default" r:id="rId7"/>
      <w:footerReference w:type="first" r:id="rId8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41A" w:rsidRDefault="0019741A">
      <w:pPr>
        <w:spacing w:after="0" w:line="240" w:lineRule="auto"/>
      </w:pPr>
      <w:r>
        <w:separator/>
      </w:r>
    </w:p>
  </w:endnote>
  <w:endnote w:type="continuationSeparator" w:id="0">
    <w:p w:rsidR="0019741A" w:rsidRDefault="00197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14CC03C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19741A">
    <w:pPr>
      <w:pStyle w:val="Footer"/>
      <w:rPr>
        <w:rStyle w:val="Emphasis"/>
      </w:rPr>
    </w:pPr>
    <w:sdt>
      <w:sdtPr>
        <w:rPr>
          <w:rStyle w:val="Emphasis"/>
        </w:rPr>
        <w:id w:val="-741561759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08ABB8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41A" w:rsidRDefault="0019741A">
      <w:pPr>
        <w:spacing w:after="0" w:line="240" w:lineRule="auto"/>
      </w:pPr>
      <w:r>
        <w:separator/>
      </w:r>
    </w:p>
  </w:footnote>
  <w:footnote w:type="continuationSeparator" w:id="0">
    <w:p w:rsidR="0019741A" w:rsidRDefault="00197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2E168B97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19741A"/>
    <w:rsid w:val="001D28D0"/>
    <w:rsid w:val="006D4AF5"/>
    <w:rsid w:val="00756B5A"/>
    <w:rsid w:val="008678F9"/>
    <w:rsid w:val="00A94352"/>
    <w:rsid w:val="00AD0005"/>
    <w:rsid w:val="00E0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7799B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00000" w:rsidRDefault="002D3BFF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00000" w:rsidRDefault="002D3BFF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00000" w:rsidRDefault="002D3BFF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00000" w:rsidRDefault="002D3BFF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00000" w:rsidRDefault="002D3BFF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erif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BFF"/>
    <w:rsid w:val="002D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2017-08-18T13:54:00Z</dcterms:created>
  <dcterms:modified xsi:type="dcterms:W3CDTF">2017-08-18T13:54:00Z</dcterms:modified>
</cp:coreProperties>
</file>