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224" w:type="dxa"/>
        <w:tblInd w:w="-144" w:type="dxa"/>
        <w:tblBorders>
          <w:top w:val="none" w:sz="0" w:space="0" w:color="auto"/>
          <w:left w:val="none" w:sz="0" w:space="0" w:color="auto"/>
          <w:bottom w:val="single" w:sz="8" w:space="0" w:color="CCCCCC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44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0224"/>
      </w:tblGrid>
      <w:tr w:rsidR="00756B5A" w:rsidTr="00AD0005">
        <w:trPr>
          <w:trHeight w:val="1173"/>
        </w:trPr>
        <w:tc>
          <w:tcPr>
            <w:tcW w:w="10224" w:type="dxa"/>
            <w:tcBorders>
              <w:bottom w:val="single" w:sz="8" w:space="0" w:color="CCCCCC" w:themeColor="background2"/>
            </w:tcBorders>
          </w:tcPr>
          <w:p w:rsidR="00756B5A" w:rsidRDefault="002476D8">
            <w:pPr>
              <w:pStyle w:val="CompanyName"/>
            </w:pPr>
            <w:sdt>
              <w:sdtPr>
                <w:alias w:val="Name"/>
                <w:tag w:val=""/>
                <w:id w:val="1599831477"/>
                <w:placeholder>
                  <w:docPart w:val="2714186D27B8495B8C61DC3564F24746"/>
                </w:placeholder>
                <w:temporary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8678F9" w:rsidRPr="00A94352">
                  <w:rPr>
                    <w:rFonts w:asciiTheme="majorHAnsi" w:hAnsiTheme="majorHAnsi" w:cstheme="majorHAnsi"/>
                  </w:rPr>
                  <w:t>Company Name</w:t>
                </w:r>
              </w:sdtContent>
            </w:sdt>
          </w:p>
        </w:tc>
      </w:tr>
      <w:tr w:rsidR="00756B5A" w:rsidTr="00AD0005">
        <w:trPr>
          <w:trHeight w:hRule="exact" w:val="1325"/>
        </w:trPr>
        <w:tc>
          <w:tcPr>
            <w:tcW w:w="10224" w:type="dxa"/>
            <w:tcBorders>
              <w:top w:val="single" w:sz="8" w:space="0" w:color="CCCCCC" w:themeColor="background2"/>
              <w:bottom w:val="nil"/>
            </w:tcBorders>
          </w:tcPr>
          <w:p w:rsidR="00756B5A" w:rsidRDefault="00756B5A">
            <w:pPr>
              <w:pStyle w:val="Header"/>
            </w:pPr>
          </w:p>
        </w:tc>
      </w:tr>
    </w:tbl>
    <w:p w:rsidR="00756B5A" w:rsidRDefault="002476D8">
      <w:pPr>
        <w:pStyle w:val="Heading1"/>
      </w:pPr>
      <w:sdt>
        <w:sdtPr>
          <w:id w:val="-249270345"/>
          <w:placeholder>
            <w:docPart w:val="AC41C60C1B5C407BBEAE1E31B045A0D4"/>
          </w:placeholder>
          <w:temporary/>
          <w:showingPlcHdr/>
          <w15:appearance w15:val="hidden"/>
        </w:sdtPr>
        <w:sdtEndPr/>
        <w:sdtContent>
          <w:r w:rsidR="008678F9">
            <w:t>Memorandum</w:t>
          </w:r>
        </w:sdtContent>
      </w:sdt>
    </w:p>
    <w:p w:rsidR="00756B5A" w:rsidRDefault="008678F9">
      <w:pPr>
        <w:pStyle w:val="ContactInfo"/>
      </w:pPr>
      <w:r>
        <w:t xml:space="preserve">To: </w:t>
      </w:r>
      <w:sdt>
        <w:sdtPr>
          <w:id w:val="305602035"/>
          <w:placeholder>
            <w:docPart w:val="B720689F3E50482CA3AE2E75F1D22A38"/>
          </w:placeholder>
          <w:temporary/>
          <w:showingPlcHdr/>
          <w15:appearance w15:val="hidden"/>
        </w:sdtPr>
        <w:sdtEndPr/>
        <w:sdtContent>
          <w:r>
            <w:t>Recipient Name</w:t>
          </w:r>
        </w:sdtContent>
      </w:sdt>
    </w:p>
    <w:p w:rsidR="00756B5A" w:rsidRDefault="008678F9">
      <w:pPr>
        <w:pStyle w:val="ContactInfo"/>
      </w:pPr>
      <w:r>
        <w:t xml:space="preserve">From: </w:t>
      </w:r>
      <w:sdt>
        <w:sdtPr>
          <w:id w:val="-1177721877"/>
          <w:placeholder>
            <w:docPart w:val="D6FAFF39B3474491B86D860A511A1339"/>
          </w:placeholder>
          <w:temporary/>
          <w:showingPlcHdr/>
          <w15:appearance w15:val="hidden"/>
        </w:sdtPr>
        <w:sdtEndPr/>
        <w:sdtContent>
          <w:r>
            <w:t>Your Name</w:t>
          </w:r>
        </w:sdtContent>
      </w:sdt>
    </w:p>
    <w:p w:rsidR="00756B5A" w:rsidRDefault="008678F9">
      <w:pPr>
        <w:pStyle w:val="ContactInfo"/>
      </w:pPr>
      <w:r>
        <w:t xml:space="preserve">CC: </w:t>
      </w:r>
      <w:sdt>
        <w:sdtPr>
          <w:id w:val="-1770228603"/>
          <w:placeholder>
            <w:docPart w:val="C46BA9E8F3074431B42E1190EE93551C"/>
          </w:placeholder>
          <w:temporary/>
          <w:showingPlcHdr/>
          <w15:appearance w15:val="hidden"/>
        </w:sdtPr>
        <w:sdtEndPr/>
        <w:sdtContent>
          <w:r>
            <w:t>CC Name</w:t>
          </w:r>
        </w:sdtContent>
      </w:sdt>
    </w:p>
    <w:p w:rsidR="000638D3" w:rsidRDefault="000638D3" w:rsidP="000638D3">
      <w:pPr>
        <w:spacing w:line="310" w:lineRule="auto"/>
      </w:pPr>
      <w:r>
        <w:t xml:space="preserve">I am very confident in my sales team because of which I have shown great interest and hope in increasing the sales of the company by 30% this year. We are going to conduct a meeting to get some new ideas which can enhance our sales. We want you to come in the meeting tomorrow at 9 a.m. with new ideas. We have decided to give prize to those sales persons who will increase the sales of the company by 10%. Those employees who will reach at 30% of the sales will get a holiday weekend at place of your choice. I hope you will be the lucky one. </w:t>
      </w:r>
    </w:p>
    <w:p w:rsidR="00AD0005" w:rsidRDefault="00AD0005">
      <w:pPr>
        <w:pStyle w:val="ContactInfo"/>
      </w:pPr>
      <w:bookmarkStart w:id="0" w:name="_GoBack"/>
      <w:bookmarkEnd w:id="0"/>
    </w:p>
    <w:sectPr w:rsidR="00AD0005" w:rsidSect="00AD0005">
      <w:headerReference w:type="default" r:id="rId7"/>
      <w:footerReference w:type="default" r:id="rId8"/>
      <w:footerReference w:type="first" r:id="rId9"/>
      <w:pgSz w:w="12240" w:h="15840"/>
      <w:pgMar w:top="1080" w:right="990" w:bottom="1728" w:left="1224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6D8" w:rsidRDefault="002476D8">
      <w:pPr>
        <w:spacing w:after="0" w:line="240" w:lineRule="auto"/>
      </w:pPr>
      <w:r>
        <w:separator/>
      </w:r>
    </w:p>
  </w:endnote>
  <w:endnote w:type="continuationSeparator" w:id="0">
    <w:p w:rsidR="002476D8" w:rsidRDefault="00247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31BB534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B5A" w:rsidRDefault="002476D8">
    <w:pPr>
      <w:pStyle w:val="Footer"/>
      <w:rPr>
        <w:rStyle w:val="Emphasis"/>
      </w:rPr>
    </w:pPr>
    <w:sdt>
      <w:sdtPr>
        <w:rPr>
          <w:rStyle w:val="Emphasis"/>
        </w:rPr>
        <w:id w:val="-741561759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Street Address, City, St ZIP Code</w:t>
        </w:r>
      </w:sdtContent>
    </w:sdt>
    <w:r w:rsidR="008678F9">
      <w:rPr>
        <w:rStyle w:val="Emphasis"/>
        <w:noProof/>
        <w:lang w:eastAsia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9144000</wp:posOffset>
              </wp:positionV>
              <wp:extent cx="5029200" cy="0"/>
              <wp:effectExtent l="0" t="0" r="19050" b="19050"/>
              <wp:wrapNone/>
              <wp:docPr id="6" name="Straight Connector 6" title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7C6A31" id="Straight Connector 6" o:spid="_x0000_s1026" alt="Title: Line design element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sZfhbnAQAAKQQAAA4AAAAAAAAAAAAAAAAALgIAAGRycy9lMm9Eb2MueG1sUEsB&#10;Ai0AFAAGAAgAAAAhAOEOa+ncAAAADQEAAA8AAAAAAAAAAAAAAAAAQQQAAGRycy9kb3ducmV2Lnht&#10;bFBLBQYAAAAABAAEAPMAAABKBQAAAAA=&#10;" strokecolor="#ccc [3214]" strokeweight="1pt">
              <v:stroke joinstyle="miter"/>
              <w10:wrap anchorx="page" anchory="page"/>
            </v:line>
          </w:pict>
        </mc:Fallback>
      </mc:AlternateContent>
    </w:r>
  </w:p>
  <w:p w:rsidR="00756B5A" w:rsidRDefault="008678F9">
    <w:pPr>
      <w:pStyle w:val="Footer"/>
      <w:rPr>
        <w:iCs/>
        <w:color w:val="000000" w:themeColor="text1"/>
      </w:rPr>
    </w:pPr>
    <w:r>
      <w:t>T</w:t>
    </w:r>
    <w:r>
      <w:rPr>
        <w:rStyle w:val="Emphasis"/>
      </w:rPr>
      <w:t xml:space="preserve"> </w:t>
    </w:r>
    <w:sdt>
      <w:sdtPr>
        <w:rPr>
          <w:rStyle w:val="Emphasis"/>
        </w:rPr>
        <w:id w:val="-526173837"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Telephone</w:t>
        </w:r>
      </w:sdtContent>
    </w:sdt>
    <w:r>
      <w:rPr>
        <w:rStyle w:val="Emphasis"/>
      </w:rPr>
      <w:t xml:space="preserve"> </w:t>
    </w:r>
    <w:r>
      <w:t>U</w:t>
    </w:r>
    <w:r>
      <w:rPr>
        <w:rStyle w:val="Emphasis"/>
      </w:rPr>
      <w:t xml:space="preserve"> </w:t>
    </w:r>
    <w:sdt>
      <w:sdtPr>
        <w:rPr>
          <w:rStyle w:val="Emphasis"/>
        </w:rPr>
        <w:id w:val="1279143411"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Website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6D8" w:rsidRDefault="002476D8">
      <w:pPr>
        <w:spacing w:after="0" w:line="240" w:lineRule="auto"/>
      </w:pPr>
      <w:r>
        <w:separator/>
      </w:r>
    </w:p>
  </w:footnote>
  <w:footnote w:type="continuationSeparator" w:id="0">
    <w:p w:rsidR="002476D8" w:rsidRDefault="00247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7652547B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08F4"/>
    <w:multiLevelType w:val="hybridMultilevel"/>
    <w:tmpl w:val="65B40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005"/>
    <w:rsid w:val="00021189"/>
    <w:rsid w:val="000638D3"/>
    <w:rsid w:val="001369F5"/>
    <w:rsid w:val="00150358"/>
    <w:rsid w:val="001D28D0"/>
    <w:rsid w:val="002476D8"/>
    <w:rsid w:val="0033701F"/>
    <w:rsid w:val="00341C0C"/>
    <w:rsid w:val="003925A5"/>
    <w:rsid w:val="006170F6"/>
    <w:rsid w:val="00647428"/>
    <w:rsid w:val="00676650"/>
    <w:rsid w:val="006D2A27"/>
    <w:rsid w:val="006D4AF5"/>
    <w:rsid w:val="00713CCA"/>
    <w:rsid w:val="00756B5A"/>
    <w:rsid w:val="007A347B"/>
    <w:rsid w:val="00851227"/>
    <w:rsid w:val="008678F9"/>
    <w:rsid w:val="00895500"/>
    <w:rsid w:val="00921337"/>
    <w:rsid w:val="00A94352"/>
    <w:rsid w:val="00AD0005"/>
    <w:rsid w:val="00BA07A1"/>
    <w:rsid w:val="00CE3285"/>
    <w:rsid w:val="00CF3132"/>
    <w:rsid w:val="00D92CFC"/>
    <w:rsid w:val="00DB44FE"/>
    <w:rsid w:val="00E007E0"/>
    <w:rsid w:val="00E20891"/>
    <w:rsid w:val="00E807B1"/>
    <w:rsid w:val="00E97D61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89D2B5-973D-43D5-A8F1-D400D1F8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paragraph" w:styleId="ListParagraph">
    <w:name w:val="List Paragraph"/>
    <w:basedOn w:val="Normal"/>
    <w:uiPriority w:val="34"/>
    <w:qFormat/>
    <w:rsid w:val="00851227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14186D27B8495B8C61DC3564F24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DE3F8-DA36-4FC8-80FF-95BA3D6DBB7B}"/>
      </w:docPartPr>
      <w:docPartBody>
        <w:p w:rsidR="000D53EA" w:rsidRDefault="00C07B39">
          <w:pPr>
            <w:pStyle w:val="2714186D27B8495B8C61DC3564F24746"/>
          </w:pPr>
          <w:r>
            <w:t>Company Name</w:t>
          </w:r>
        </w:p>
      </w:docPartBody>
    </w:docPart>
    <w:docPart>
      <w:docPartPr>
        <w:name w:val="AC41C60C1B5C407BBEAE1E31B045A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C0033-2C75-47DD-B671-7FC29B1AB3C9}"/>
      </w:docPartPr>
      <w:docPartBody>
        <w:p w:rsidR="000D53EA" w:rsidRDefault="00C07B39">
          <w:pPr>
            <w:pStyle w:val="AC41C60C1B5C407BBEAE1E31B045A0D4"/>
          </w:pPr>
          <w:r>
            <w:t>Memorandum</w:t>
          </w:r>
        </w:p>
      </w:docPartBody>
    </w:docPart>
    <w:docPart>
      <w:docPartPr>
        <w:name w:val="B720689F3E50482CA3AE2E75F1D2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85C3D-26E5-4529-AB1F-DD1EE52AA431}"/>
      </w:docPartPr>
      <w:docPartBody>
        <w:p w:rsidR="000D53EA" w:rsidRDefault="00C07B39">
          <w:pPr>
            <w:pStyle w:val="B720689F3E50482CA3AE2E75F1D22A38"/>
          </w:pPr>
          <w:r>
            <w:t>Recipient Name</w:t>
          </w:r>
        </w:p>
      </w:docPartBody>
    </w:docPart>
    <w:docPart>
      <w:docPartPr>
        <w:name w:val="D6FAFF39B3474491B86D860A511A1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D0A89-8427-4064-8D2D-512346C29DAB}"/>
      </w:docPartPr>
      <w:docPartBody>
        <w:p w:rsidR="000D53EA" w:rsidRDefault="00C07B39">
          <w:pPr>
            <w:pStyle w:val="D6FAFF39B3474491B86D860A511A1339"/>
          </w:pPr>
          <w:r>
            <w:t>Your Name</w:t>
          </w:r>
        </w:p>
      </w:docPartBody>
    </w:docPart>
    <w:docPart>
      <w:docPartPr>
        <w:name w:val="C46BA9E8F3074431B42E1190EE935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A3BA8-EA16-4C97-928A-DD95B5CC3BC2}"/>
      </w:docPartPr>
      <w:docPartBody>
        <w:p w:rsidR="000D53EA" w:rsidRDefault="00C07B39">
          <w:pPr>
            <w:pStyle w:val="C46BA9E8F3074431B42E1190EE93551C"/>
          </w:pPr>
          <w:r>
            <w:t>CC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B39"/>
    <w:rsid w:val="000D53EA"/>
    <w:rsid w:val="007E4AD7"/>
    <w:rsid w:val="00C07B39"/>
    <w:rsid w:val="00E7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14186D27B8495B8C61DC3564F24746">
    <w:name w:val="2714186D27B8495B8C61DC3564F24746"/>
  </w:style>
  <w:style w:type="paragraph" w:customStyle="1" w:styleId="AC41C60C1B5C407BBEAE1E31B045A0D4">
    <w:name w:val="AC41C60C1B5C407BBEAE1E31B045A0D4"/>
  </w:style>
  <w:style w:type="paragraph" w:customStyle="1" w:styleId="B720689F3E50482CA3AE2E75F1D22A38">
    <w:name w:val="B720689F3E50482CA3AE2E75F1D22A38"/>
  </w:style>
  <w:style w:type="paragraph" w:customStyle="1" w:styleId="D6FAFF39B3474491B86D860A511A1339">
    <w:name w:val="D6FAFF39B3474491B86D860A511A1339"/>
  </w:style>
  <w:style w:type="paragraph" w:customStyle="1" w:styleId="C46BA9E8F3074431B42E1190EE93551C">
    <w:name w:val="C46BA9E8F3074431B42E1190EE93551C"/>
  </w:style>
  <w:style w:type="paragraph" w:customStyle="1" w:styleId="E870E34FE49D402BBCF34494DF9E27B6">
    <w:name w:val="E870E34FE49D402BBCF34494DF9E27B6"/>
  </w:style>
  <w:style w:type="paragraph" w:customStyle="1" w:styleId="53D4163E9A084876B5811E71BB35111F">
    <w:name w:val="53D4163E9A084876B5811E71BB3511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&lt;Memorandum&gt;</vt:lpstr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2017-08-19T15:27:00Z</dcterms:created>
  <dcterms:modified xsi:type="dcterms:W3CDTF">2017-08-19T15:27:00Z</dcterms:modified>
</cp:coreProperties>
</file>