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301BC5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301BC5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AD0005" w:rsidRDefault="00AD0005" w:rsidP="00AD0005">
      <w:r>
        <w:rPr>
          <w:color w:val="222222"/>
        </w:rPr>
        <w:t xml:space="preserve">This is to announce that the annual holiday luncheon is scheduled on [enter date]. Just after 3 hours of formal office dealings, we'll wind up all work and will then have some entertainment. You can expect a movie afternoon. All the staff will be served with tantalizing lunch afterwards. Our sponsors this year are [enter sponsors]. </w:t>
      </w:r>
    </w:p>
    <w:p w:rsidR="00AD0005" w:rsidRDefault="00AD0005" w:rsidP="00AD0005">
      <w:r>
        <w:rPr>
          <w:color w:val="222222"/>
        </w:rPr>
        <w:t>All employees are requested to join the upcoming holiday luncheon since this is organized for you and your enjoyment. We want you to get yourself r</w:t>
      </w:r>
      <w:bookmarkStart w:id="0" w:name="_GoBack"/>
      <w:bookmarkEnd w:id="0"/>
      <w:r>
        <w:rPr>
          <w:color w:val="222222"/>
        </w:rPr>
        <w:t>efreshed by such kind of off time get together. Nonetheless, those who are unable to join are requested to inform Mr. [enter name] who is managing the whole setup and schedule for annual holiday luncheon. Thank you!</w:t>
      </w:r>
    </w:p>
    <w:p w:rsidR="00AD0005" w:rsidRDefault="00AD0005">
      <w:pPr>
        <w:pStyle w:val="ContactInfo"/>
      </w:pPr>
    </w:p>
    <w:sectPr w:rsidR="00AD0005" w:rsidSect="00AD0005">
      <w:headerReference w:type="default" r:id="rId6"/>
      <w:footerReference w:type="default" r:id="rId7"/>
      <w:footerReference w:type="first" r:id="rId8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BC5" w:rsidRDefault="00301BC5">
      <w:pPr>
        <w:spacing w:after="0" w:line="240" w:lineRule="auto"/>
      </w:pPr>
      <w:r>
        <w:separator/>
      </w:r>
    </w:p>
  </w:endnote>
  <w:endnote w:type="continuationSeparator" w:id="0">
    <w:p w:rsidR="00301BC5" w:rsidRDefault="0030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8C95B7D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301BC5">
    <w:pPr>
      <w:pStyle w:val="Footer"/>
      <w:rPr>
        <w:rStyle w:val="Emphasis"/>
      </w:rPr>
    </w:pPr>
    <w:sdt>
      <w:sdtPr>
        <w:rPr>
          <w:rStyle w:val="Emphasis"/>
        </w:rPr>
        <w:id w:val="-741561759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93C51A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BC5" w:rsidRDefault="00301BC5">
      <w:pPr>
        <w:spacing w:after="0" w:line="240" w:lineRule="auto"/>
      </w:pPr>
      <w:r>
        <w:separator/>
      </w:r>
    </w:p>
  </w:footnote>
  <w:footnote w:type="continuationSeparator" w:id="0">
    <w:p w:rsidR="00301BC5" w:rsidRDefault="00301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742D17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301BC5"/>
    <w:rsid w:val="00756B5A"/>
    <w:rsid w:val="008678F9"/>
    <w:rsid w:val="00AD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7799B"/>
  <w15:chartTrackingRefBased/>
  <w15:docId w15:val="{CBE90CCE-571D-42AD-B4ED-FDA789AB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00000" w:rsidRDefault="006F5CAC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00000" w:rsidRDefault="006F5CAC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00000" w:rsidRDefault="006F5CAC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00000" w:rsidRDefault="006F5CAC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00000" w:rsidRDefault="006F5CAC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CAC"/>
    <w:rsid w:val="006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2017-08-18T13:45:00Z</dcterms:created>
  <dcterms:modified xsi:type="dcterms:W3CDTF">2017-08-18T13:48:00Z</dcterms:modified>
</cp:coreProperties>
</file>