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213" w:rsidRDefault="00A62C53" w:rsidP="00A62C53">
      <w:pPr>
        <w:ind w:left="0"/>
        <w:rPr>
          <w:b/>
          <w:color w:val="2E74B5" w:themeColor="accent1" w:themeShade="BF"/>
          <w:sz w:val="54"/>
        </w:rPr>
      </w:pPr>
      <w:r w:rsidRPr="00A62C53">
        <w:rPr>
          <w:b/>
          <w:color w:val="2E74B5" w:themeColor="accent1" w:themeShade="BF"/>
          <w:sz w:val="54"/>
        </w:rPr>
        <w:t>Home Inspection Checklist</w:t>
      </w:r>
    </w:p>
    <w:p w:rsidR="00A62C53" w:rsidRPr="00A62C53" w:rsidRDefault="00A62C53" w:rsidP="00A62C53">
      <w:pPr>
        <w:ind w:left="0"/>
        <w:rPr>
          <w:b/>
          <w:color w:val="2E74B5" w:themeColor="accent1" w:themeShade="BF"/>
          <w:sz w:val="28"/>
          <w:szCs w:val="28"/>
        </w:rPr>
      </w:pPr>
    </w:p>
    <w:tbl>
      <w:tblPr>
        <w:tblStyle w:val="TableGrid"/>
        <w:tblW w:w="10719" w:type="dxa"/>
        <w:tblLook w:val="04A0" w:firstRow="1" w:lastRow="0" w:firstColumn="1" w:lastColumn="0" w:noHBand="0" w:noVBand="1"/>
      </w:tblPr>
      <w:tblGrid>
        <w:gridCol w:w="1273"/>
        <w:gridCol w:w="5421"/>
        <w:gridCol w:w="1440"/>
        <w:gridCol w:w="2585"/>
      </w:tblGrid>
      <w:tr w:rsidR="00740223" w:rsidTr="00740223">
        <w:trPr>
          <w:trHeight w:hRule="exact" w:val="288"/>
        </w:trPr>
        <w:tc>
          <w:tcPr>
            <w:tcW w:w="1273" w:type="dxa"/>
            <w:vMerge w:val="restart"/>
            <w:tcBorders>
              <w:top w:val="nil"/>
              <w:left w:val="nil"/>
              <w:bottom w:val="nil"/>
            </w:tcBorders>
          </w:tcPr>
          <w:p w:rsidR="00A62C53" w:rsidRDefault="00A62C53" w:rsidP="00582517">
            <w:pPr>
              <w:pStyle w:val="Heading3"/>
              <w:outlineLvl w:val="2"/>
            </w:pPr>
          </w:p>
          <w:p w:rsidR="00740223" w:rsidRPr="00582517" w:rsidRDefault="00740223" w:rsidP="00582517">
            <w:pPr>
              <w:pStyle w:val="Heading3"/>
            </w:pPr>
            <w:r w:rsidRPr="00582517">
              <w:t>Address:</w:t>
            </w:r>
          </w:p>
        </w:tc>
        <w:tc>
          <w:tcPr>
            <w:tcW w:w="5421" w:type="dxa"/>
            <w:vMerge w:val="restart"/>
          </w:tcPr>
          <w:p w:rsidR="00740223" w:rsidRDefault="00740223" w:rsidP="00582517">
            <w:pPr>
              <w:ind w:left="0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740223" w:rsidRPr="00582517" w:rsidRDefault="00740223" w:rsidP="00582517">
            <w:pPr>
              <w:pStyle w:val="Heading3"/>
            </w:pPr>
            <w:r w:rsidRPr="00582517">
              <w:t>Date:</w:t>
            </w:r>
          </w:p>
        </w:tc>
        <w:tc>
          <w:tcPr>
            <w:tcW w:w="2585" w:type="dxa"/>
          </w:tcPr>
          <w:p w:rsidR="00740223" w:rsidRDefault="00740223" w:rsidP="00582517">
            <w:pPr>
              <w:ind w:left="0"/>
            </w:pPr>
          </w:p>
        </w:tc>
      </w:tr>
      <w:tr w:rsidR="00740223" w:rsidTr="00740223">
        <w:trPr>
          <w:trHeight w:hRule="exact" w:val="288"/>
        </w:trPr>
        <w:tc>
          <w:tcPr>
            <w:tcW w:w="1273" w:type="dxa"/>
            <w:vMerge/>
            <w:tcBorders>
              <w:left w:val="nil"/>
              <w:bottom w:val="nil"/>
            </w:tcBorders>
          </w:tcPr>
          <w:p w:rsidR="00740223" w:rsidRDefault="00740223" w:rsidP="00582517">
            <w:pPr>
              <w:ind w:left="0"/>
            </w:pPr>
          </w:p>
        </w:tc>
        <w:tc>
          <w:tcPr>
            <w:tcW w:w="5421" w:type="dxa"/>
            <w:vMerge/>
          </w:tcPr>
          <w:p w:rsidR="00740223" w:rsidRDefault="00740223" w:rsidP="00582517">
            <w:pPr>
              <w:ind w:left="0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740223" w:rsidRPr="00582517" w:rsidRDefault="00740223" w:rsidP="00582517">
            <w:pPr>
              <w:pStyle w:val="Heading3"/>
            </w:pPr>
            <w:r w:rsidRPr="00582517">
              <w:t>Salesman:</w:t>
            </w:r>
          </w:p>
        </w:tc>
        <w:tc>
          <w:tcPr>
            <w:tcW w:w="2585" w:type="dxa"/>
          </w:tcPr>
          <w:p w:rsidR="00740223" w:rsidRDefault="00740223" w:rsidP="00582517">
            <w:pPr>
              <w:ind w:left="0"/>
            </w:pPr>
          </w:p>
        </w:tc>
      </w:tr>
    </w:tbl>
    <w:p w:rsidR="008A3213" w:rsidRDefault="00582517" w:rsidP="00582517">
      <w:pPr>
        <w:ind w:left="0"/>
      </w:pPr>
      <w:r>
        <w:t>Note: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property feature and condition lists"/>
      </w:tblPr>
      <w:tblGrid>
        <w:gridCol w:w="5347"/>
        <w:gridCol w:w="255"/>
        <w:gridCol w:w="5198"/>
      </w:tblGrid>
      <w:tr w:rsidR="008A3213" w:rsidTr="00F44C55">
        <w:trPr>
          <w:trHeight w:val="6920"/>
        </w:trPr>
        <w:tc>
          <w:tcPr>
            <w:tcW w:w="5347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Exterior feature and condition list 1 of 2"/>
            </w:tblPr>
            <w:tblGrid>
              <w:gridCol w:w="2479"/>
              <w:gridCol w:w="2868"/>
            </w:tblGrid>
            <w:tr w:rsidR="008A3213">
              <w:tc>
                <w:tcPr>
                  <w:tcW w:w="2318" w:type="pct"/>
                </w:tcPr>
                <w:p w:rsidR="008A3213" w:rsidRDefault="00F462AE">
                  <w:pPr>
                    <w:pStyle w:val="Heading2"/>
                  </w:pPr>
                  <w:r>
                    <w:t>Exterior</w:t>
                  </w:r>
                </w:p>
              </w:tc>
              <w:tc>
                <w:tcPr>
                  <w:tcW w:w="2682" w:type="pct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2682" w:type="pct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Front door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Front screen door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Back door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Back screen door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Screen and storm windows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Glass and frames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Siding/brick, etc.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Mailbox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Doorbell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House number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Garbage container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Recycling containers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Paint and trim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Patios and decks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Roof and flashing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Chimney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Gutters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Eaves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Driveway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18" w:type="pct"/>
                </w:tcPr>
                <w:p w:rsidR="008A3213" w:rsidRDefault="00F462AE">
                  <w:pPr>
                    <w:pStyle w:val="NoSpacing"/>
                  </w:pPr>
                  <w:r>
                    <w:t>Shed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Garage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Outdoor lighting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Parking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Drainage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Retaining wall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Soil movement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582517">
              <w:trPr>
                <w:trHeight w:val="323"/>
              </w:trPr>
              <w:tc>
                <w:tcPr>
                  <w:tcW w:w="2318" w:type="pct"/>
                </w:tcPr>
                <w:p w:rsidR="00582517" w:rsidRDefault="00582517" w:rsidP="00582517">
                  <w:pPr>
                    <w:pStyle w:val="NoSpacing"/>
                  </w:pPr>
                  <w:r>
                    <w:t>Yard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Default="00582517" w:rsidP="00582517">
                  <w:pPr>
                    <w:pStyle w:val="NoSpacing"/>
                  </w:pPr>
                </w:p>
              </w:tc>
            </w:tr>
            <w:tr w:rsidR="00582517" w:rsidTr="00F44C55">
              <w:trPr>
                <w:trHeight w:val="323"/>
              </w:trPr>
              <w:tc>
                <w:tcPr>
                  <w:tcW w:w="2318" w:type="pct"/>
                </w:tcPr>
                <w:p w:rsidR="00582517" w:rsidRPr="00F44C55" w:rsidRDefault="00F44C55" w:rsidP="00F44C55">
                  <w:pPr>
                    <w:pStyle w:val="Heading3"/>
                  </w:pPr>
                  <w:r w:rsidRPr="00F44C55">
                    <w:t>Dining Room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82517" w:rsidRPr="00F44C55" w:rsidRDefault="00F44C55" w:rsidP="00F44C55">
                  <w:pPr>
                    <w:pStyle w:val="Heading3"/>
                  </w:pPr>
                  <w:r w:rsidRPr="00F44C55">
                    <w:t>CONDITION</w:t>
                  </w: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Carpet or floor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Ceiling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Lights and switches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Outlets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Baseboards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 w:rsidP="00F44C55">
                  <w:pPr>
                    <w:pStyle w:val="NoSpacing"/>
                  </w:pPr>
                  <w:r>
                    <w:t>Trim</w:t>
                  </w:r>
                </w:p>
              </w:tc>
              <w:tc>
                <w:tcPr>
                  <w:tcW w:w="2682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>
              <w:trPr>
                <w:trHeight w:val="323"/>
              </w:trPr>
              <w:tc>
                <w:tcPr>
                  <w:tcW w:w="2318" w:type="pct"/>
                </w:tcPr>
                <w:p w:rsidR="00F44C55" w:rsidRDefault="00F44C55">
                  <w:pPr>
                    <w:pStyle w:val="NoSpacing"/>
                  </w:pPr>
                </w:p>
              </w:tc>
              <w:tc>
                <w:tcPr>
                  <w:tcW w:w="2682" w:type="pct"/>
                  <w:tcBorders>
                    <w:top w:val="single" w:sz="4" w:space="0" w:color="auto"/>
                  </w:tcBorders>
                </w:tcPr>
                <w:p w:rsidR="00F44C55" w:rsidRDefault="00F44C55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  <w:ind w:left="0"/>
            </w:pPr>
          </w:p>
        </w:tc>
        <w:tc>
          <w:tcPr>
            <w:tcW w:w="255" w:type="dxa"/>
          </w:tcPr>
          <w:p w:rsidR="008A3213" w:rsidRDefault="008A3213">
            <w:pPr>
              <w:pStyle w:val="NoSpacing"/>
              <w:ind w:left="0"/>
            </w:pPr>
          </w:p>
        </w:tc>
        <w:tc>
          <w:tcPr>
            <w:tcW w:w="5198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Exterior feature and condition list 2 of 2"/>
            </w:tblPr>
            <w:tblGrid>
              <w:gridCol w:w="2412"/>
              <w:gridCol w:w="2786"/>
            </w:tblGrid>
            <w:tr w:rsidR="008A3213">
              <w:tc>
                <w:tcPr>
                  <w:tcW w:w="2320" w:type="pct"/>
                </w:tcPr>
                <w:p w:rsidR="008A3213" w:rsidRDefault="00F44C55">
                  <w:pPr>
                    <w:pStyle w:val="Heading2"/>
                  </w:pPr>
                  <w:r>
                    <w:t>Kitchen</w:t>
                  </w:r>
                </w:p>
              </w:tc>
              <w:tc>
                <w:tcPr>
                  <w:tcW w:w="2680" w:type="pct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20" w:type="pct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2680" w:type="pct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Floor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Ceiling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Lights and switches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Outlets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Stove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Refrigerator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Sink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Cabinets and counter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Baseboards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8772A6">
              <w:trPr>
                <w:trHeight w:val="288"/>
              </w:trPr>
              <w:tc>
                <w:tcPr>
                  <w:tcW w:w="2320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Trim</w:t>
                  </w:r>
                </w:p>
              </w:tc>
              <w:tc>
                <w:tcPr>
                  <w:tcW w:w="2680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20" w:type="pct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2680" w:type="pct"/>
                  <w:tcBorders>
                    <w:top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  <w:ind w:left="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ining room feature and condition list "/>
            </w:tblPr>
            <w:tblGrid>
              <w:gridCol w:w="2414"/>
              <w:gridCol w:w="2784"/>
            </w:tblGrid>
            <w:tr w:rsidR="008A3213">
              <w:tc>
                <w:tcPr>
                  <w:tcW w:w="2322" w:type="pct"/>
                </w:tcPr>
                <w:p w:rsidR="008A3213" w:rsidRDefault="00F44C55">
                  <w:pPr>
                    <w:pStyle w:val="Heading2"/>
                  </w:pPr>
                  <w:r>
                    <w:t>Living Room</w:t>
                  </w:r>
                </w:p>
              </w:tc>
              <w:tc>
                <w:tcPr>
                  <w:tcW w:w="2678" w:type="pct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>
              <w:trPr>
                <w:trHeight w:val="288"/>
              </w:trPr>
              <w:tc>
                <w:tcPr>
                  <w:tcW w:w="2322" w:type="pct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2678" w:type="pct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F44C55" w:rsidTr="00387B6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Door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387B6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387B6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Carpet or floor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387B6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Carpet or floor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Ceiling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Outlets, including cable outlet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Lights and switches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4154BE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  <w:ind w:right="104"/>
                  </w:pPr>
                </w:p>
              </w:tc>
            </w:tr>
            <w:tr w:rsidR="00F44C55" w:rsidTr="00F44C55">
              <w:trPr>
                <w:trHeight w:val="288"/>
              </w:trPr>
              <w:tc>
                <w:tcPr>
                  <w:tcW w:w="5000" w:type="pct"/>
                  <w:gridSpan w:val="2"/>
                </w:tcPr>
                <w:p w:rsidR="00F44C55" w:rsidRDefault="00F44C55" w:rsidP="00F44C55">
                  <w:pPr>
                    <w:pStyle w:val="Heading3"/>
                  </w:pPr>
                  <w:r>
                    <w:t>Hallway and Stairwell</w:t>
                  </w: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Floor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Ceiling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Lights and switches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Outlets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Baseboards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Trim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Stair treads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Stair structure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  <w:tr w:rsidR="00F44C55" w:rsidTr="007D202C">
              <w:trPr>
                <w:trHeight w:val="288"/>
              </w:trPr>
              <w:tc>
                <w:tcPr>
                  <w:tcW w:w="2322" w:type="pct"/>
                  <w:vAlign w:val="center"/>
                </w:tcPr>
                <w:p w:rsidR="00F44C55" w:rsidRDefault="00F44C55" w:rsidP="00F44C55">
                  <w:pPr>
                    <w:pStyle w:val="NoSpacing"/>
                  </w:pPr>
                  <w:r>
                    <w:t>Landing and handrail</w:t>
                  </w:r>
                </w:p>
              </w:tc>
              <w:tc>
                <w:tcPr>
                  <w:tcW w:w="2678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4C55" w:rsidRDefault="00F44C55" w:rsidP="00F44C55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  <w:ind w:left="0"/>
            </w:pPr>
          </w:p>
        </w:tc>
      </w:tr>
    </w:tbl>
    <w:p w:rsidR="008A3213" w:rsidRDefault="008A3213" w:rsidP="00F44C55">
      <w:pPr>
        <w:pStyle w:val="NoSpacing"/>
        <w:ind w:left="0"/>
      </w:pPr>
    </w:p>
    <w:p w:rsidR="008A3213" w:rsidRDefault="008A3213"/>
    <w:p w:rsidR="008A3213" w:rsidRDefault="00F462AE">
      <w:pPr>
        <w:tabs>
          <w:tab w:val="center" w:pos="8005"/>
        </w:tabs>
      </w:pPr>
      <w:r>
        <w:rPr>
          <w:rStyle w:val="Heading2Char"/>
        </w:rPr>
        <w:lastRenderedPageBreak/>
        <w:t>Bedrooms</w:t>
      </w:r>
      <w:r>
        <w:tab/>
      </w:r>
      <w:r>
        <w:rPr>
          <w:rStyle w:val="Strong"/>
        </w:rPr>
        <w:t>CONDITION</w:t>
      </w:r>
    </w:p>
    <w:tbl>
      <w:tblPr>
        <w:tblW w:w="1106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edrooms feature and condition list"/>
      </w:tblPr>
      <w:tblGrid>
        <w:gridCol w:w="2869"/>
        <w:gridCol w:w="2049"/>
        <w:gridCol w:w="2049"/>
        <w:gridCol w:w="2049"/>
        <w:gridCol w:w="2049"/>
      </w:tblGrid>
      <w:tr w:rsidR="008A3213" w:rsidTr="00F44C55">
        <w:trPr>
          <w:trHeight w:val="288"/>
        </w:trPr>
        <w:tc>
          <w:tcPr>
            <w:tcW w:w="3027" w:type="dxa"/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FEATURE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Bedroom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Bedroom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Bedroom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Bedroom 4</w:t>
            </w: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Door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Windows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Carpet or floor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Walls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Ceiling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Lights and switches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305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Outlets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Closet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Baseboards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F462AE">
            <w:pPr>
              <w:pStyle w:val="NoSpacing"/>
            </w:pPr>
            <w:r>
              <w:t>Trim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F44C55">
        <w:trPr>
          <w:trHeight w:val="288"/>
        </w:trPr>
        <w:tc>
          <w:tcPr>
            <w:tcW w:w="3027" w:type="dxa"/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</w:tbl>
    <w:p w:rsidR="008A3213" w:rsidRDefault="00F462AE">
      <w:pPr>
        <w:tabs>
          <w:tab w:val="center" w:pos="8005"/>
        </w:tabs>
      </w:pPr>
      <w:r>
        <w:rPr>
          <w:rStyle w:val="Heading2Char"/>
        </w:rPr>
        <w:t>Bathrooms</w:t>
      </w:r>
      <w:r>
        <w:tab/>
      </w:r>
      <w:r>
        <w:rPr>
          <w:rStyle w:val="Strong"/>
        </w:rPr>
        <w:t>CONDITION</w:t>
      </w:r>
    </w:p>
    <w:tbl>
      <w:tblPr>
        <w:tblW w:w="1109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edrooms feature and condition list"/>
      </w:tblPr>
      <w:tblGrid>
        <w:gridCol w:w="2875"/>
        <w:gridCol w:w="2055"/>
        <w:gridCol w:w="2055"/>
        <w:gridCol w:w="2055"/>
        <w:gridCol w:w="2055"/>
      </w:tblGrid>
      <w:tr w:rsidR="008A3213" w:rsidTr="00740223">
        <w:trPr>
          <w:trHeight w:val="288"/>
          <w:tblHeader/>
        </w:trPr>
        <w:tc>
          <w:tcPr>
            <w:tcW w:w="2875" w:type="dxa"/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FEATURE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Bathroom 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Bathroom 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Bathroom 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8A3213" w:rsidRDefault="00F462AE">
            <w:pPr>
              <w:pStyle w:val="Heading3"/>
            </w:pPr>
            <w:r>
              <w:t>Bathroom 4</w:t>
            </w: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Door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Window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Floor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Walls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Ceiling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Sink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305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Tub/shower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Toilet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Cabinet, shelves, closet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Towel bars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Lights and switches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Outlets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Baseboards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F462AE">
            <w:pPr>
              <w:pStyle w:val="NoSpacing"/>
            </w:pPr>
            <w:r>
              <w:t>Trim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  <w:tr w:rsidR="008A3213" w:rsidTr="00740223">
        <w:trPr>
          <w:trHeight w:val="288"/>
        </w:trPr>
        <w:tc>
          <w:tcPr>
            <w:tcW w:w="2875" w:type="dxa"/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213" w:rsidRDefault="008A3213">
            <w:pPr>
              <w:pStyle w:val="NoSpacing"/>
            </w:pPr>
          </w:p>
        </w:tc>
      </w:tr>
    </w:tbl>
    <w:p w:rsidR="00F37159" w:rsidRDefault="00F37159"/>
    <w:p w:rsidR="00F37159" w:rsidRPr="00F37159" w:rsidRDefault="00F37159" w:rsidP="00F37159"/>
    <w:p w:rsidR="00F37159" w:rsidRPr="00F37159" w:rsidRDefault="00F37159" w:rsidP="00F37159"/>
    <w:p w:rsidR="00F37159" w:rsidRPr="00F37159" w:rsidRDefault="00F37159" w:rsidP="00F37159">
      <w:bookmarkStart w:id="0" w:name="_GoBack"/>
      <w:bookmarkEnd w:id="0"/>
    </w:p>
    <w:p w:rsidR="00F37159" w:rsidRPr="00F37159" w:rsidRDefault="00F37159" w:rsidP="00F37159"/>
    <w:p w:rsidR="00F37159" w:rsidRPr="00F37159" w:rsidRDefault="00F37159" w:rsidP="00F37159"/>
    <w:p w:rsidR="00F37159" w:rsidRPr="00F37159" w:rsidRDefault="00F37159" w:rsidP="00F37159"/>
    <w:p w:rsidR="00F37159" w:rsidRPr="00F37159" w:rsidRDefault="00F37159" w:rsidP="00F37159"/>
    <w:p w:rsidR="00F37159" w:rsidRPr="00F37159" w:rsidRDefault="00F37159" w:rsidP="00F37159"/>
    <w:p w:rsidR="008A3213" w:rsidRPr="00F37159" w:rsidRDefault="008A3213" w:rsidP="00F37159">
      <w:pPr>
        <w:jc w:val="center"/>
      </w:pPr>
    </w:p>
    <w:tbl>
      <w:tblPr>
        <w:tblW w:w="502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property feature and condition lists"/>
      </w:tblPr>
      <w:tblGrid>
        <w:gridCol w:w="4253"/>
        <w:gridCol w:w="1129"/>
        <w:gridCol w:w="6"/>
        <w:gridCol w:w="172"/>
        <w:gridCol w:w="68"/>
        <w:gridCol w:w="5213"/>
        <w:gridCol w:w="17"/>
      </w:tblGrid>
      <w:tr w:rsidR="008A3213" w:rsidTr="00740223">
        <w:trPr>
          <w:trHeight w:val="8160"/>
        </w:trPr>
        <w:tc>
          <w:tcPr>
            <w:tcW w:w="5388" w:type="dxa"/>
            <w:gridSpan w:val="3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ireplace feature and condition list "/>
            </w:tblPr>
            <w:tblGrid>
              <w:gridCol w:w="2099"/>
              <w:gridCol w:w="3289"/>
            </w:tblGrid>
            <w:tr w:rsidR="008A3213" w:rsidTr="00740223">
              <w:trPr>
                <w:trHeight w:val="424"/>
              </w:trPr>
              <w:tc>
                <w:tcPr>
                  <w:tcW w:w="2099" w:type="dxa"/>
                </w:tcPr>
                <w:p w:rsidR="008A3213" w:rsidRDefault="00F462AE">
                  <w:pPr>
                    <w:pStyle w:val="Heading2"/>
                  </w:pPr>
                  <w:r>
                    <w:t>Fireplace</w:t>
                  </w:r>
                </w:p>
              </w:tc>
              <w:tc>
                <w:tcPr>
                  <w:tcW w:w="3289" w:type="dxa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3289" w:type="dxa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Damper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Firebox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Chimney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Spark arrestor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Rain cap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099" w:type="dxa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asement feature and condition list 1 of 2"/>
            </w:tblPr>
            <w:tblGrid>
              <w:gridCol w:w="2114"/>
              <w:gridCol w:w="3274"/>
            </w:tblGrid>
            <w:tr w:rsidR="008A3213" w:rsidTr="00740223">
              <w:trPr>
                <w:trHeight w:val="82"/>
              </w:trPr>
              <w:tc>
                <w:tcPr>
                  <w:tcW w:w="2114" w:type="dxa"/>
                  <w:vAlign w:val="bottom"/>
                </w:tcPr>
                <w:p w:rsidR="008A3213" w:rsidRDefault="00F462AE">
                  <w:pPr>
                    <w:pStyle w:val="Heading2"/>
                  </w:pPr>
                  <w:r>
                    <w:t>Basement</w:t>
                  </w:r>
                </w:p>
              </w:tc>
              <w:tc>
                <w:tcPr>
                  <w:tcW w:w="3274" w:type="dxa"/>
                  <w:vAlign w:val="bottom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3274" w:type="dxa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Door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Windows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Floor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Walls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Ceiling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Storage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Foundation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Lights and switches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Outlets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Baseboards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Heading3"/>
                  </w:pPr>
                  <w:r>
                    <w:t>Hot Water Heater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</w:tcPr>
                <w:p w:rsidR="00740223" w:rsidRDefault="00740223" w:rsidP="00740223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Properly strapped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5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Reasonable temperature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Pressure control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147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406"/>
              </w:trPr>
              <w:tc>
                <w:tcPr>
                  <w:tcW w:w="5388" w:type="dxa"/>
                  <w:gridSpan w:val="2"/>
                  <w:vAlign w:val="bottom"/>
                </w:tcPr>
                <w:p w:rsidR="00740223" w:rsidRDefault="00740223" w:rsidP="00740223">
                  <w:pPr>
                    <w:pStyle w:val="Heading2"/>
                  </w:pPr>
                  <w:r>
                    <w:t>Heating and Cooling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</w:tcPr>
                <w:p w:rsidR="00740223" w:rsidRPr="00740223" w:rsidRDefault="00740223" w:rsidP="00740223">
                  <w:pPr>
                    <w:pStyle w:val="Heading3"/>
                  </w:pPr>
                  <w:r w:rsidRPr="00740223">
                    <w:t>FEATURE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Pr="00740223" w:rsidRDefault="00740223" w:rsidP="00740223">
                  <w:pPr>
                    <w:pStyle w:val="Heading3"/>
                  </w:pPr>
                  <w:r w:rsidRPr="00740223">
                    <w:t>CONDITION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Furnace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Furnace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Air conditioning</w:t>
                  </w: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Air conditioning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2114" w:type="dxa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74" w:type="dxa"/>
                  <w:tcBorders>
                    <w:top w:val="single" w:sz="4" w:space="0" w:color="auto"/>
                  </w:tcBorders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  <w:ind w:left="0"/>
            </w:pPr>
          </w:p>
        </w:tc>
        <w:tc>
          <w:tcPr>
            <w:tcW w:w="172" w:type="dxa"/>
          </w:tcPr>
          <w:p w:rsidR="008A3213" w:rsidRDefault="008A3213">
            <w:pPr>
              <w:pStyle w:val="NoSpacing"/>
              <w:ind w:left="0"/>
            </w:pPr>
          </w:p>
        </w:tc>
        <w:tc>
          <w:tcPr>
            <w:tcW w:w="5298" w:type="dxa"/>
            <w:gridSpan w:val="3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Basement feature and condition list 2 of 2"/>
            </w:tblPr>
            <w:tblGrid>
              <w:gridCol w:w="1857"/>
              <w:gridCol w:w="3441"/>
            </w:tblGrid>
            <w:tr w:rsidR="008A3213" w:rsidTr="00740223">
              <w:trPr>
                <w:trHeight w:val="424"/>
              </w:trPr>
              <w:tc>
                <w:tcPr>
                  <w:tcW w:w="1753" w:type="pct"/>
                </w:tcPr>
                <w:p w:rsidR="008A3213" w:rsidRDefault="00F462AE">
                  <w:pPr>
                    <w:pStyle w:val="Heading2"/>
                  </w:pPr>
                  <w:r>
                    <w:t>Basement</w:t>
                  </w:r>
                </w:p>
              </w:tc>
              <w:tc>
                <w:tcPr>
                  <w:tcW w:w="3247" w:type="pct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3247" w:type="pct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Trim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Sump and pump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Stairs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lumbing feature and condition list"/>
            </w:tblPr>
            <w:tblGrid>
              <w:gridCol w:w="1857"/>
              <w:gridCol w:w="3441"/>
            </w:tblGrid>
            <w:tr w:rsidR="008A3213" w:rsidTr="00740223">
              <w:trPr>
                <w:trHeight w:val="94"/>
              </w:trPr>
              <w:tc>
                <w:tcPr>
                  <w:tcW w:w="1753" w:type="pct"/>
                  <w:vAlign w:val="bottom"/>
                </w:tcPr>
                <w:p w:rsidR="008A3213" w:rsidRDefault="00F462AE">
                  <w:pPr>
                    <w:pStyle w:val="Heading2"/>
                  </w:pPr>
                  <w:r>
                    <w:t>Plumbing</w:t>
                  </w:r>
                </w:p>
              </w:tc>
              <w:tc>
                <w:tcPr>
                  <w:tcW w:w="3247" w:type="pct"/>
                  <w:vAlign w:val="bottom"/>
                </w:tcPr>
                <w:p w:rsidR="008A3213" w:rsidRDefault="008A3213">
                  <w:pPr>
                    <w:pStyle w:val="Heading2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FEATURE</w:t>
                  </w:r>
                </w:p>
              </w:tc>
              <w:tc>
                <w:tcPr>
                  <w:tcW w:w="3247" w:type="pct"/>
                  <w:tcBorders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:rsidR="008A3213" w:rsidRDefault="00F462AE">
                  <w:pPr>
                    <w:pStyle w:val="Heading3"/>
                  </w:pPr>
                  <w:r>
                    <w:t>CONDITION</w:t>
                  </w: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Pressure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Drainage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Hot water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Washer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F462AE">
                  <w:pPr>
                    <w:pStyle w:val="NoSpacing"/>
                  </w:pPr>
                  <w:r>
                    <w:t>Dryer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406"/>
              </w:trPr>
              <w:tc>
                <w:tcPr>
                  <w:tcW w:w="1753" w:type="pct"/>
                </w:tcPr>
                <w:p w:rsidR="00740223" w:rsidRDefault="00740223" w:rsidP="00740223">
                  <w:pPr>
                    <w:pStyle w:val="Heading2"/>
                  </w:pPr>
                  <w:r>
                    <w:t>Furniture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Heading2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</w:tcPr>
                <w:p w:rsidR="00740223" w:rsidRDefault="00740223" w:rsidP="00740223">
                  <w:pPr>
                    <w:pStyle w:val="Heading3"/>
                    <w:rPr>
                      <w:rStyle w:val="Strong"/>
                      <w:b/>
                      <w:bCs/>
                    </w:rPr>
                  </w:pPr>
                  <w:r>
                    <w:rPr>
                      <w:rStyle w:val="Strong"/>
                      <w:b/>
                      <w:bCs/>
                    </w:rPr>
                    <w:t>FEATURE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Heading3"/>
                    <w:rPr>
                      <w:rStyle w:val="Strong"/>
                      <w:b/>
                      <w:bCs/>
                    </w:rPr>
                  </w:pPr>
                  <w:r>
                    <w:rPr>
                      <w:rStyle w:val="Strong"/>
                      <w:b/>
                      <w:bCs/>
                    </w:rPr>
                    <w:t>CONDITION</w:t>
                  </w: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Kitchen chairs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Tables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End tables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Lounge chairs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Couches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Lamps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Desks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300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Desk chairs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Bookshelves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Beds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 w:rsidP="00740223">
                  <w:pPr>
                    <w:pStyle w:val="NoSpacing"/>
                  </w:pPr>
                  <w:r>
                    <w:t>Mattresses</w:t>
                  </w: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 w:rsidP="00740223">
                  <w:pPr>
                    <w:pStyle w:val="NoSpacing"/>
                  </w:pPr>
                </w:p>
              </w:tc>
            </w:tr>
            <w:tr w:rsidR="0074022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740223" w:rsidRDefault="0074022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40223" w:rsidRDefault="00740223">
                  <w:pPr>
                    <w:pStyle w:val="NoSpacing"/>
                  </w:pPr>
                </w:p>
              </w:tc>
            </w:tr>
            <w:tr w:rsidR="008A3213" w:rsidTr="00740223">
              <w:trPr>
                <w:trHeight w:val="283"/>
              </w:trPr>
              <w:tc>
                <w:tcPr>
                  <w:tcW w:w="1753" w:type="pct"/>
                  <w:vAlign w:val="center"/>
                </w:tcPr>
                <w:p w:rsidR="008A3213" w:rsidRDefault="008A3213">
                  <w:pPr>
                    <w:pStyle w:val="NoSpacing"/>
                  </w:pPr>
                </w:p>
              </w:tc>
              <w:tc>
                <w:tcPr>
                  <w:tcW w:w="3247" w:type="pct"/>
                  <w:tcBorders>
                    <w:top w:val="single" w:sz="4" w:space="0" w:color="auto"/>
                  </w:tcBorders>
                </w:tcPr>
                <w:p w:rsidR="008A3213" w:rsidRDefault="008A3213">
                  <w:pPr>
                    <w:pStyle w:val="NoSpacing"/>
                  </w:pPr>
                </w:p>
              </w:tc>
            </w:tr>
          </w:tbl>
          <w:p w:rsidR="008A3213" w:rsidRDefault="008A3213">
            <w:pPr>
              <w:pStyle w:val="NoSpacing"/>
              <w:ind w:left="0"/>
            </w:pPr>
          </w:p>
        </w:tc>
      </w:tr>
      <w:tr w:rsidR="008A3213" w:rsidTr="00740223">
        <w:trPr>
          <w:trHeight w:val="796"/>
        </w:trPr>
        <w:tc>
          <w:tcPr>
            <w:tcW w:w="5382" w:type="dxa"/>
            <w:gridSpan w:val="2"/>
          </w:tcPr>
          <w:p w:rsidR="008A3213" w:rsidRDefault="008A3213">
            <w:pPr>
              <w:pStyle w:val="NoSpacing"/>
              <w:ind w:left="0"/>
            </w:pPr>
          </w:p>
        </w:tc>
        <w:tc>
          <w:tcPr>
            <w:tcW w:w="246" w:type="dxa"/>
            <w:gridSpan w:val="3"/>
          </w:tcPr>
          <w:p w:rsidR="008A3213" w:rsidRDefault="008A3213">
            <w:pPr>
              <w:pStyle w:val="NoSpacing"/>
              <w:ind w:left="0"/>
            </w:pPr>
          </w:p>
        </w:tc>
        <w:tc>
          <w:tcPr>
            <w:tcW w:w="5230" w:type="dxa"/>
            <w:gridSpan w:val="2"/>
          </w:tcPr>
          <w:p w:rsidR="008A3213" w:rsidRDefault="008A3213">
            <w:pPr>
              <w:pStyle w:val="NoSpacing"/>
              <w:ind w:left="0"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Age and condition of electrical</w:t>
            </w:r>
          </w:p>
        </w:tc>
        <w:tc>
          <w:tcPr>
            <w:tcW w:w="65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  <w:tcBorders>
              <w:top w:val="single" w:sz="4" w:space="0" w:color="auto"/>
            </w:tcBorders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Age and condition of plumbing</w:t>
            </w:r>
          </w:p>
        </w:tc>
        <w:tc>
          <w:tcPr>
            <w:tcW w:w="6588" w:type="dxa"/>
            <w:gridSpan w:val="5"/>
            <w:tcBorders>
              <w:top w:val="single" w:sz="4" w:space="0" w:color="auto"/>
            </w:tcBorders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Age and condition of heating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Age and condition of air conditioning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Landscaping features | Garden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Architectural features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Condition of neighboring houses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  <w:tr w:rsidR="00582517" w:rsidTr="0074022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66"/>
        </w:trPr>
        <w:tc>
          <w:tcPr>
            <w:tcW w:w="4253" w:type="dxa"/>
          </w:tcPr>
          <w:p w:rsidR="00582517" w:rsidRPr="00740223" w:rsidRDefault="00582517" w:rsidP="00740223">
            <w:pPr>
              <w:pStyle w:val="Heading3"/>
              <w:rPr>
                <w:b w:val="0"/>
              </w:rPr>
            </w:pPr>
            <w:r w:rsidRPr="00740223">
              <w:rPr>
                <w:b w:val="0"/>
              </w:rPr>
              <w:t>Why seller wants to sell</w:t>
            </w:r>
          </w:p>
        </w:tc>
        <w:tc>
          <w:tcPr>
            <w:tcW w:w="6588" w:type="dxa"/>
            <w:gridSpan w:val="5"/>
          </w:tcPr>
          <w:p w:rsidR="00582517" w:rsidRDefault="00582517" w:rsidP="007F45C4">
            <w:pPr>
              <w:keepNext/>
              <w:keepLines/>
            </w:pPr>
          </w:p>
        </w:tc>
      </w:tr>
    </w:tbl>
    <w:p w:rsidR="008A3213" w:rsidRDefault="008A3213">
      <w:pPr>
        <w:pStyle w:val="NoSpacing"/>
        <w:pBdr>
          <w:between w:val="single" w:sz="4" w:space="1" w:color="auto"/>
        </w:pBdr>
        <w:ind w:left="0"/>
      </w:pPr>
    </w:p>
    <w:p w:rsidR="00582517" w:rsidRDefault="00582517">
      <w:pPr>
        <w:pStyle w:val="NoSpacing"/>
        <w:pBdr>
          <w:between w:val="single" w:sz="4" w:space="1" w:color="auto"/>
        </w:pBdr>
        <w:ind w:left="0"/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740223" w:rsidRDefault="00740223" w:rsidP="00582517">
      <w:pPr>
        <w:pStyle w:val="Footer"/>
        <w:rPr>
          <w:rStyle w:val="Strong"/>
        </w:rPr>
      </w:pPr>
    </w:p>
    <w:p w:rsidR="00582517" w:rsidRDefault="00582517" w:rsidP="00582517">
      <w:pPr>
        <w:pStyle w:val="Footer"/>
      </w:pPr>
      <w:r>
        <w:rPr>
          <w:rStyle w:val="Strong"/>
        </w:rPr>
        <w:t>Visible Condition of the Property:</w:t>
      </w:r>
      <w:r>
        <w:t xml:space="preserve"> Using the key below, apply the letter that best describes the condition of each item.</w:t>
      </w: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ments table"/>
      </w:tblPr>
      <w:tblGrid>
        <w:gridCol w:w="3403"/>
        <w:gridCol w:w="7518"/>
      </w:tblGrid>
      <w:tr w:rsidR="00582517" w:rsidTr="0036301F">
        <w:trPr>
          <w:trHeight w:val="58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  <w:rPr>
                <w:rStyle w:val="Strong"/>
              </w:rPr>
            </w:pPr>
            <w:r>
              <w:rPr>
                <w:rStyle w:val="Strong"/>
              </w:rPr>
              <w:t>Key</w:t>
            </w:r>
          </w:p>
        </w:tc>
        <w:tc>
          <w:tcPr>
            <w:tcW w:w="75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  <w:rPr>
                <w:rStyle w:val="Strong"/>
              </w:rPr>
            </w:pPr>
            <w:r>
              <w:rPr>
                <w:rStyle w:val="Strong"/>
              </w:rPr>
              <w:t>Comments</w:t>
            </w:r>
          </w:p>
        </w:tc>
      </w:tr>
      <w:tr w:rsidR="00582517" w:rsidTr="0036301F">
        <w:trPr>
          <w:trHeight w:val="393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M – Missing</w:t>
            </w:r>
          </w:p>
        </w:tc>
        <w:tc>
          <w:tcPr>
            <w:tcW w:w="7517" w:type="dxa"/>
            <w:tcBorders>
              <w:top w:val="nil"/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  <w:tr w:rsidR="00582517" w:rsidTr="0036301F">
        <w:trPr>
          <w:trHeight w:val="393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G – Good condition</w:t>
            </w:r>
          </w:p>
        </w:tc>
        <w:tc>
          <w:tcPr>
            <w:tcW w:w="7517" w:type="dxa"/>
            <w:tcBorders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  <w:tr w:rsidR="00582517" w:rsidTr="0036301F">
        <w:trPr>
          <w:trHeight w:val="393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S – Scratched</w:t>
            </w:r>
          </w:p>
        </w:tc>
        <w:tc>
          <w:tcPr>
            <w:tcW w:w="7517" w:type="dxa"/>
            <w:tcBorders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  <w:tr w:rsidR="00582517" w:rsidTr="0036301F">
        <w:trPr>
          <w:trHeight w:val="393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D – Damaged</w:t>
            </w:r>
          </w:p>
        </w:tc>
        <w:tc>
          <w:tcPr>
            <w:tcW w:w="7517" w:type="dxa"/>
            <w:tcBorders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  <w:tr w:rsidR="00582517" w:rsidTr="0036301F">
        <w:trPr>
          <w:trHeight w:val="393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B – Broken</w:t>
            </w:r>
          </w:p>
        </w:tc>
        <w:tc>
          <w:tcPr>
            <w:tcW w:w="7517" w:type="dxa"/>
            <w:tcBorders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  <w:tr w:rsidR="00582517" w:rsidTr="0036301F">
        <w:trPr>
          <w:trHeight w:val="786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  <w:r>
              <w:t>R – Repair/Replacements needed</w:t>
            </w:r>
          </w:p>
        </w:tc>
        <w:tc>
          <w:tcPr>
            <w:tcW w:w="7517" w:type="dxa"/>
            <w:tcBorders>
              <w:left w:val="nil"/>
              <w:right w:val="nil"/>
            </w:tcBorders>
            <w:vAlign w:val="bottom"/>
          </w:tcPr>
          <w:p w:rsidR="00582517" w:rsidRDefault="00582517" w:rsidP="007F45C4">
            <w:pPr>
              <w:pStyle w:val="Footer"/>
            </w:pPr>
          </w:p>
        </w:tc>
      </w:tr>
    </w:tbl>
    <w:p w:rsidR="00582517" w:rsidRDefault="00582517">
      <w:pPr>
        <w:pStyle w:val="NoSpacing"/>
        <w:pBdr>
          <w:between w:val="single" w:sz="4" w:space="1" w:color="auto"/>
        </w:pBdr>
        <w:ind w:left="0"/>
      </w:pPr>
    </w:p>
    <w:sectPr w:rsidR="00582517" w:rsidSect="00A62C53">
      <w:headerReference w:type="default" r:id="rId9"/>
      <w:pgSz w:w="12240" w:h="15840"/>
      <w:pgMar w:top="180" w:right="900" w:bottom="90" w:left="540" w:header="21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2F" w:rsidRDefault="0074152F">
      <w:pPr>
        <w:spacing w:before="0" w:after="0"/>
      </w:pPr>
      <w:r>
        <w:separator/>
      </w:r>
    </w:p>
    <w:p w:rsidR="0074152F" w:rsidRDefault="0074152F"/>
  </w:endnote>
  <w:endnote w:type="continuationSeparator" w:id="0">
    <w:p w:rsidR="0074152F" w:rsidRDefault="0074152F">
      <w:pPr>
        <w:spacing w:before="0" w:after="0"/>
      </w:pPr>
      <w:r>
        <w:continuationSeparator/>
      </w:r>
    </w:p>
    <w:p w:rsidR="0074152F" w:rsidRDefault="00741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2F" w:rsidRDefault="0074152F">
      <w:pPr>
        <w:spacing w:before="0" w:after="0"/>
      </w:pPr>
      <w:r>
        <w:separator/>
      </w:r>
    </w:p>
    <w:p w:rsidR="0074152F" w:rsidRDefault="0074152F"/>
  </w:footnote>
  <w:footnote w:type="continuationSeparator" w:id="0">
    <w:p w:rsidR="0074152F" w:rsidRDefault="0074152F">
      <w:pPr>
        <w:spacing w:before="0" w:after="0"/>
      </w:pPr>
      <w:r>
        <w:continuationSeparator/>
      </w:r>
    </w:p>
    <w:p w:rsidR="0074152F" w:rsidRDefault="007415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"/>
    </w:tblPr>
    <w:tblGrid>
      <w:gridCol w:w="5416"/>
      <w:gridCol w:w="5384"/>
    </w:tblGrid>
    <w:tr w:rsidR="00F462AE">
      <w:tc>
        <w:tcPr>
          <w:tcW w:w="6475" w:type="dxa"/>
        </w:tcPr>
        <w:p w:rsidR="00F462AE" w:rsidRDefault="00F462AE">
          <w:pPr>
            <w:pStyle w:val="Header"/>
          </w:pPr>
          <w:r>
            <w:t>Home Inspection Checklist</w:t>
          </w:r>
        </w:p>
      </w:tc>
      <w:sdt>
        <w:sdtPr>
          <w:alias w:val="Home Address"/>
          <w:tag w:val=""/>
          <w:id w:val="126672518"/>
          <w:placeholder>
            <w:docPart w:val="8782C046EDE84680818F0C5C45798AE5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tc>
            <w:tcPr>
              <w:tcW w:w="6475" w:type="dxa"/>
            </w:tcPr>
            <w:p w:rsidR="00F462AE" w:rsidRDefault="00F462AE">
              <w:pPr>
                <w:pStyle w:val="Header"/>
                <w:jc w:val="right"/>
              </w:pPr>
              <w:r>
                <w:rPr>
                  <w:rStyle w:val="PlaceholderText"/>
                  <w:color w:val="auto"/>
                </w:rPr>
                <w:t>[Home Address]</w:t>
              </w:r>
            </w:p>
          </w:tc>
        </w:sdtContent>
      </w:sdt>
    </w:tr>
  </w:tbl>
  <w:p w:rsidR="00F462AE" w:rsidRDefault="00F462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AE"/>
    <w:rsid w:val="0036301F"/>
    <w:rsid w:val="00582517"/>
    <w:rsid w:val="00740223"/>
    <w:rsid w:val="0074152F"/>
    <w:rsid w:val="008A3213"/>
    <w:rsid w:val="00A62C53"/>
    <w:rsid w:val="00F37159"/>
    <w:rsid w:val="00F44C55"/>
    <w:rsid w:val="00F4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FF1F7C"/>
  <w15:chartTrackingRefBased/>
  <w15:docId w15:val="{DCE18C87-FCCA-4B08-AA5C-A77CC42C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 w:line="240" w:lineRule="auto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tabs>
        <w:tab w:val="center" w:pos="8006"/>
      </w:tabs>
      <w:spacing w:before="60" w:after="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hd w:val="clear" w:color="auto" w:fill="DEEAF6" w:themeFill="accent1" w:themeFillTint="33"/>
      <w:spacing w:before="0" w:after="0"/>
      <w:outlineLvl w:val="2"/>
    </w:pPr>
    <w:rPr>
      <w:rFonts w:asciiTheme="majorHAnsi" w:eastAsiaTheme="majorEastAsia" w:hAnsiTheme="majorHAnsi" w:cstheme="majorBidi"/>
      <w:b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NoSpacing">
    <w:name w:val="No Spacing"/>
    <w:basedOn w:val="Normal"/>
    <w:uiPriority w:val="1"/>
    <w:qFormat/>
    <w:pPr>
      <w:spacing w:before="0" w:after="0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2"/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szCs w:val="20"/>
    </w:rPr>
  </w:style>
  <w:style w:type="paragraph" w:customStyle="1" w:styleId="Spacer">
    <w:name w:val="Spacer"/>
    <w:basedOn w:val="Normal"/>
    <w:uiPriority w:val="1"/>
    <w:qFormat/>
    <w:pPr>
      <w:shd w:val="clear" w:color="auto" w:fill="DEEAF6" w:themeFill="accent1" w:themeFillTint="33"/>
      <w:spacing w:before="0" w:after="0"/>
      <w:ind w:left="0" w:right="0"/>
    </w:pPr>
    <w:rPr>
      <w:sz w:val="6"/>
      <w:szCs w:val="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sz w:val="20"/>
      <w:szCs w:val="20"/>
      <w:shd w:val="clear" w:color="auto" w:fill="DEEAF6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yer's%20home%20inspection%20checklist%20(9%20pag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82C046EDE84680818F0C5C45798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5880D-16D7-4CDA-882C-ABF7512DDC80}"/>
      </w:docPartPr>
      <w:docPartBody>
        <w:p w:rsidR="00000000" w:rsidRDefault="00827AA9">
          <w:pPr>
            <w:pStyle w:val="8782C046EDE84680818F0C5C45798AE5"/>
          </w:pPr>
          <w:r>
            <w:t>[Home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A9"/>
    <w:rsid w:val="0082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82C046EDE84680818F0C5C45798AE5">
    <w:name w:val="8782C046EDE84680818F0C5C45798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757133-6481-45B0-8F67-B5817FC21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7654BD-1185-459F-BFD8-72EB04AE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Buyer's home inspection checklist (9 pages).dotx</Template>
  <TotalTime>44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3</cp:revision>
  <cp:lastPrinted>2012-12-06T02:43:00Z</cp:lastPrinted>
  <dcterms:created xsi:type="dcterms:W3CDTF">2017-08-09T10:45:00Z</dcterms:created>
  <dcterms:modified xsi:type="dcterms:W3CDTF">2017-08-09T11:34:00Z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TC039738699991</vt:lpwstr>
  </property>
</Properties>
</file>