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 w:val="0"/>
          <w:sz w:val="24"/>
        </w:rPr>
        <w:id w:val="254023022"/>
        <w:placeholder>
          <w:docPart w:val="8958DE9E2B1A48A89332DE1B0B5EF641"/>
        </w:placeholder>
        <w:showingPlcHdr/>
        <w15:appearance w15:val="hidden"/>
      </w:sdtPr>
      <w:sdtEndPr/>
      <w:sdtContent>
        <w:p w:rsidR="006D10C5" w:rsidRPr="00D448C6" w:rsidRDefault="00A60BE1" w:rsidP="00D448C6">
          <w:pPr>
            <w:pStyle w:val="Companyname"/>
            <w:jc w:val="right"/>
            <w:rPr>
              <w:b w:val="0"/>
              <w:sz w:val="24"/>
            </w:rPr>
          </w:pPr>
          <w:r w:rsidRPr="00D448C6">
            <w:rPr>
              <w:b w:val="0"/>
              <w:sz w:val="24"/>
            </w:rPr>
            <w:t>[Company Name]</w:t>
          </w:r>
        </w:p>
      </w:sdtContent>
    </w:sdt>
    <w:p w:rsidR="006D10C5" w:rsidRPr="00E15B26" w:rsidRDefault="006104CB">
      <w:pPr>
        <w:pStyle w:val="Heading1"/>
        <w:rPr>
          <w:color w:val="0070C0"/>
          <w:sz w:val="34"/>
        </w:rPr>
      </w:pPr>
      <w:r w:rsidRPr="00E15B26">
        <w:rPr>
          <w:color w:val="0070C0"/>
          <w:sz w:val="34"/>
        </w:rPr>
        <w:t>EMPLOYEE DISCIPLINARY ACTION FORM</w:t>
      </w:r>
    </w:p>
    <w:p w:rsidR="006D10C5" w:rsidRPr="006104CB" w:rsidRDefault="00A60BE1" w:rsidP="006104CB">
      <w:pPr>
        <w:pStyle w:val="Legal"/>
        <w:rPr>
          <w:b/>
          <w:sz w:val="20"/>
        </w:rPr>
      </w:pPr>
      <w:r w:rsidRPr="006104CB">
        <w:rPr>
          <w:b/>
          <w:sz w:val="20"/>
        </w:rPr>
        <w:t>Employee information</w:t>
      </w:r>
    </w:p>
    <w:tbl>
      <w:tblPr>
        <w:tblStyle w:val="ListTable2"/>
        <w:tblW w:w="4971" w:type="pct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600" w:firstRow="0" w:lastRow="0" w:firstColumn="0" w:lastColumn="0" w:noHBand="1" w:noVBand="1"/>
        <w:tblDescription w:val="Contact information"/>
      </w:tblPr>
      <w:tblGrid>
        <w:gridCol w:w="1879"/>
        <w:gridCol w:w="3489"/>
        <w:gridCol w:w="1700"/>
        <w:gridCol w:w="3669"/>
      </w:tblGrid>
      <w:tr w:rsidR="006D10C5" w:rsidTr="006104CB">
        <w:trPr>
          <w:trHeight w:val="436"/>
        </w:trPr>
        <w:tc>
          <w:tcPr>
            <w:tcW w:w="1879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  <w:hideMark/>
          </w:tcPr>
          <w:p w:rsidR="006D10C5" w:rsidRDefault="00A60BE1" w:rsidP="006104CB">
            <w:pPr>
              <w:pStyle w:val="Legal"/>
            </w:pPr>
            <w:r>
              <w:t>Employee name</w:t>
            </w:r>
          </w:p>
        </w:tc>
        <w:tc>
          <w:tcPr>
            <w:tcW w:w="3489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</w:tcPr>
          <w:p w:rsidR="006D10C5" w:rsidRDefault="006D10C5" w:rsidP="006104CB">
            <w:pPr>
              <w:pStyle w:val="Legal"/>
            </w:pPr>
          </w:p>
        </w:tc>
        <w:tc>
          <w:tcPr>
            <w:tcW w:w="1700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  <w:hideMark/>
          </w:tcPr>
          <w:p w:rsidR="006D10C5" w:rsidRDefault="00A60BE1" w:rsidP="006104CB">
            <w:pPr>
              <w:pStyle w:val="Legal"/>
            </w:pPr>
            <w:r>
              <w:t>Date</w:t>
            </w:r>
          </w:p>
        </w:tc>
        <w:sdt>
          <w:sdtPr>
            <w:id w:val="-1720206418"/>
            <w:placeholder>
              <w:docPart w:val="9DD3B0E0BB404CBF943497755E7E008F"/>
            </w:placeholder>
            <w:showingPlcHdr/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668" w:type="dxa"/>
                <w:tcBorders>
                  <w:top w:val="single" w:sz="4" w:space="0" w:color="666666" w:themeColor="text1" w:themeTint="99"/>
                  <w:left w:val="nil"/>
                  <w:bottom w:val="single" w:sz="4" w:space="0" w:color="666666" w:themeColor="text1" w:themeTint="99"/>
                  <w:right w:val="nil"/>
                </w:tcBorders>
                <w:hideMark/>
              </w:tcPr>
              <w:p w:rsidR="006D10C5" w:rsidRDefault="00A60BE1" w:rsidP="006104CB">
                <w:pPr>
                  <w:pStyle w:val="Legal"/>
                </w:pPr>
                <w:r>
                  <w:t>[Date]</w:t>
                </w:r>
              </w:p>
            </w:tc>
          </w:sdtContent>
        </w:sdt>
      </w:tr>
      <w:tr w:rsidR="006D10C5" w:rsidTr="006104CB">
        <w:trPr>
          <w:trHeight w:val="436"/>
        </w:trPr>
        <w:tc>
          <w:tcPr>
            <w:tcW w:w="1879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  <w:hideMark/>
          </w:tcPr>
          <w:p w:rsidR="006D10C5" w:rsidRDefault="00A60BE1" w:rsidP="006104CB">
            <w:pPr>
              <w:pStyle w:val="Legal"/>
            </w:pPr>
            <w:r>
              <w:t>Employee ID</w:t>
            </w:r>
          </w:p>
        </w:tc>
        <w:tc>
          <w:tcPr>
            <w:tcW w:w="3489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</w:tcPr>
          <w:p w:rsidR="006D10C5" w:rsidRDefault="006D10C5" w:rsidP="006104CB">
            <w:pPr>
              <w:pStyle w:val="Legal"/>
            </w:pPr>
          </w:p>
        </w:tc>
        <w:tc>
          <w:tcPr>
            <w:tcW w:w="1700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  <w:hideMark/>
          </w:tcPr>
          <w:p w:rsidR="006D10C5" w:rsidRDefault="00A60BE1" w:rsidP="006104CB">
            <w:pPr>
              <w:pStyle w:val="Legal"/>
            </w:pPr>
            <w:r>
              <w:t>Job Title</w:t>
            </w:r>
          </w:p>
        </w:tc>
        <w:tc>
          <w:tcPr>
            <w:tcW w:w="3668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</w:tcPr>
          <w:p w:rsidR="006D10C5" w:rsidRDefault="006D10C5" w:rsidP="006104CB">
            <w:pPr>
              <w:pStyle w:val="Legal"/>
            </w:pPr>
          </w:p>
        </w:tc>
      </w:tr>
      <w:tr w:rsidR="006D10C5" w:rsidTr="006104CB">
        <w:trPr>
          <w:trHeight w:val="436"/>
        </w:trPr>
        <w:tc>
          <w:tcPr>
            <w:tcW w:w="1879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  <w:hideMark/>
          </w:tcPr>
          <w:p w:rsidR="006D10C5" w:rsidRDefault="00A60BE1" w:rsidP="006104CB">
            <w:pPr>
              <w:pStyle w:val="Legal"/>
            </w:pPr>
            <w:r>
              <w:t>Manager</w:t>
            </w:r>
          </w:p>
        </w:tc>
        <w:tc>
          <w:tcPr>
            <w:tcW w:w="3489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</w:tcPr>
          <w:p w:rsidR="006D10C5" w:rsidRDefault="006D10C5" w:rsidP="006104CB">
            <w:pPr>
              <w:pStyle w:val="Legal"/>
            </w:pPr>
          </w:p>
        </w:tc>
        <w:tc>
          <w:tcPr>
            <w:tcW w:w="1700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  <w:hideMark/>
          </w:tcPr>
          <w:p w:rsidR="006D10C5" w:rsidRDefault="00A60BE1" w:rsidP="006104CB">
            <w:pPr>
              <w:pStyle w:val="Legal"/>
            </w:pPr>
            <w:r>
              <w:t>Department</w:t>
            </w:r>
          </w:p>
        </w:tc>
        <w:tc>
          <w:tcPr>
            <w:tcW w:w="3668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</w:tcPr>
          <w:p w:rsidR="006D10C5" w:rsidRDefault="006D10C5" w:rsidP="006104CB">
            <w:pPr>
              <w:pStyle w:val="Legal"/>
            </w:pPr>
          </w:p>
        </w:tc>
      </w:tr>
      <w:tr w:rsidR="006D10C5" w:rsidTr="006104CB">
        <w:trPr>
          <w:trHeight w:val="872"/>
        </w:trPr>
        <w:tc>
          <w:tcPr>
            <w:tcW w:w="1879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  <w:hideMark/>
          </w:tcPr>
          <w:p w:rsidR="006D10C5" w:rsidRDefault="00A60BE1" w:rsidP="006104CB">
            <w:pPr>
              <w:pStyle w:val="Legal"/>
            </w:pPr>
            <w:r>
              <w:t>Type of Warning</w:t>
            </w:r>
          </w:p>
        </w:tc>
        <w:tc>
          <w:tcPr>
            <w:tcW w:w="3489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  <w:hideMark/>
          </w:tcPr>
          <w:sdt>
            <w:sdtPr>
              <w:alias w:val="Type of warning"/>
              <w:tag w:val="Type of warning"/>
              <w:id w:val="-490099213"/>
              <w:placeholder>
                <w:docPart w:val="C0662EB002C04DAD8E93D21A051FED78"/>
              </w:placeholder>
              <w:showingPlcHdr/>
              <w:comboBox>
                <w:listItem w:value="Choose an item."/>
                <w:listItem w:displayText="First warning" w:value="First warning"/>
                <w:listItem w:displayText="Second warning" w:value="Second warning"/>
                <w:listItem w:displayText="Final warning" w:value="Final warning"/>
              </w:comboBox>
            </w:sdtPr>
            <w:sdtEndPr/>
            <w:sdtContent>
              <w:p w:rsidR="006D10C5" w:rsidRDefault="00A60BE1" w:rsidP="006104CB">
                <w:pPr>
                  <w:pStyle w:val="Legal"/>
                </w:pPr>
                <w:r>
                  <w:t>Choose an item.</w:t>
                </w:r>
              </w:p>
            </w:sdtContent>
          </w:sdt>
          <w:sdt>
            <w:sdtPr>
              <w:id w:val="31626113"/>
              <w:placeholder>
                <w:docPart w:val="2266E7B63740480E9E6D97BF94F22069"/>
              </w:placeholder>
              <w:temporary/>
              <w:showingPlcHdr/>
              <w15:appearance w15:val="hidden"/>
            </w:sdtPr>
            <w:sdtEndPr/>
            <w:sdtContent>
              <w:p w:rsidR="006D10C5" w:rsidRDefault="00A60BE1" w:rsidP="006104CB">
                <w:pPr>
                  <w:pStyle w:val="Legal"/>
                </w:pPr>
                <w:r>
                  <w:t xml:space="preserve">[Optional </w:t>
                </w:r>
                <w:r>
                  <w:t>comment]</w:t>
                </w:r>
              </w:p>
            </w:sdtContent>
          </w:sdt>
        </w:tc>
        <w:tc>
          <w:tcPr>
            <w:tcW w:w="1700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  <w:hideMark/>
          </w:tcPr>
          <w:p w:rsidR="006D10C5" w:rsidRDefault="00A60BE1" w:rsidP="006104CB">
            <w:pPr>
              <w:pStyle w:val="Legal"/>
            </w:pPr>
            <w:r>
              <w:t>Type of Offense</w:t>
            </w:r>
          </w:p>
        </w:tc>
        <w:tc>
          <w:tcPr>
            <w:tcW w:w="3668" w:type="dxa"/>
            <w:tcBorders>
              <w:top w:val="single" w:sz="4" w:space="0" w:color="666666" w:themeColor="text1" w:themeTint="99"/>
              <w:left w:val="nil"/>
              <w:bottom w:val="single" w:sz="4" w:space="0" w:color="666666" w:themeColor="text1" w:themeTint="99"/>
              <w:right w:val="nil"/>
            </w:tcBorders>
            <w:hideMark/>
          </w:tcPr>
          <w:sdt>
            <w:sdtPr>
              <w:alias w:val="Type of offense"/>
              <w:tag w:val="Type of offense"/>
              <w:id w:val="2143143313"/>
              <w:placeholder>
                <w:docPart w:val="C0662EB002C04DAD8E93D21A051FED78"/>
              </w:placeholder>
              <w:showingPlcHdr/>
              <w:comboBox>
                <w:listItem w:value="Choose an item."/>
                <w:listItem w:displayText="Absenteeism" w:value="Absenteeism"/>
                <w:listItem w:displayText="Rudeness to customers/coworkers" w:value="Rudeness to customers/coworkers"/>
                <w:listItem w:displayText="Substandard work" w:value="Substandard work"/>
                <w:listItem w:displayText="Tardiness/leaving early" w:value="Tardiness/leaving early"/>
                <w:listItem w:displayText="Violation of company policies" w:value="Violation of company policies"/>
                <w:listItem w:displayText="Violation of safety rules" w:value="Violation of safety rules"/>
                <w:listItem w:displayText="Other" w:value="Other"/>
              </w:comboBox>
            </w:sdtPr>
            <w:sdtEndPr/>
            <w:sdtContent>
              <w:p w:rsidR="006D10C5" w:rsidRDefault="00A60BE1" w:rsidP="006104CB">
                <w:pPr>
                  <w:pStyle w:val="Legal"/>
                </w:pPr>
                <w:r>
                  <w:t>Choose an item.</w:t>
                </w:r>
              </w:p>
            </w:sdtContent>
          </w:sdt>
          <w:sdt>
            <w:sdtPr>
              <w:id w:val="1499772576"/>
              <w:placeholder>
                <w:docPart w:val="2266E7B63740480E9E6D97BF94F22069"/>
              </w:placeholder>
              <w:temporary/>
              <w:showingPlcHdr/>
              <w15:appearance w15:val="hidden"/>
            </w:sdtPr>
            <w:sdtEndPr/>
            <w:sdtContent>
              <w:p w:rsidR="006D10C5" w:rsidRDefault="00A60BE1" w:rsidP="006104CB">
                <w:pPr>
                  <w:pStyle w:val="Legal"/>
                </w:pPr>
                <w:r>
                  <w:t>[Optional comment]</w:t>
                </w:r>
              </w:p>
            </w:sdtContent>
          </w:sdt>
        </w:tc>
      </w:tr>
      <w:tr w:rsidR="006104CB" w:rsidTr="006104CB">
        <w:tblPrEx>
          <w:tblCellMar>
            <w:top w:w="29" w:type="dxa"/>
            <w:left w:w="108" w:type="dxa"/>
            <w:bottom w:w="29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37" w:type="dxa"/>
            <w:gridSpan w:val="4"/>
            <w:shd w:val="clear" w:color="auto" w:fill="auto"/>
            <w:hideMark/>
          </w:tcPr>
          <w:p w:rsidR="006104CB" w:rsidRPr="006D4CB8" w:rsidRDefault="006104CB" w:rsidP="006104CB">
            <w:pPr>
              <w:pStyle w:val="Legal"/>
            </w:pPr>
            <w:r w:rsidRPr="006D4CB8">
              <w:t>Type of violation</w:t>
            </w:r>
          </w:p>
        </w:tc>
      </w:tr>
      <w:tr w:rsidR="006104CB" w:rsidTr="006104CB">
        <w:tblPrEx>
          <w:tblCellMar>
            <w:top w:w="29" w:type="dxa"/>
            <w:left w:w="108" w:type="dxa"/>
            <w:bottom w:w="29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9" w:type="dxa"/>
            <w:tcBorders>
              <w:bottom w:val="single" w:sz="4" w:space="0" w:color="666666" w:themeColor="text1" w:themeTint="99"/>
            </w:tcBorders>
            <w:hideMark/>
          </w:tcPr>
          <w:p w:rsidR="006104CB" w:rsidRPr="006D4CB8" w:rsidRDefault="006104CB" w:rsidP="006104CB">
            <w:pPr>
              <w:pStyle w:val="Legal"/>
              <w:rPr>
                <w:b w:val="0"/>
              </w:rPr>
            </w:pPr>
            <w:r w:rsidRPr="006D4CB8">
              <w:rPr>
                <w:b w:val="0"/>
              </w:rPr>
              <w:t>Attendance</w:t>
            </w:r>
          </w:p>
        </w:tc>
        <w:tc>
          <w:tcPr>
            <w:tcW w:w="3489" w:type="dxa"/>
            <w:tcBorders>
              <w:bottom w:val="single" w:sz="4" w:space="0" w:color="666666" w:themeColor="text1" w:themeTint="99"/>
            </w:tcBorders>
          </w:tcPr>
          <w:p w:rsidR="006104CB" w:rsidRPr="006D4CB8" w:rsidRDefault="006104CB" w:rsidP="006104CB">
            <w:pPr>
              <w:pStyle w:val="Leg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4CB8">
              <w:t>Carelessness</w:t>
            </w:r>
          </w:p>
        </w:tc>
        <w:tc>
          <w:tcPr>
            <w:tcW w:w="1700" w:type="dxa"/>
            <w:tcBorders>
              <w:bottom w:val="single" w:sz="4" w:space="0" w:color="666666" w:themeColor="text1" w:themeTint="99"/>
            </w:tcBorders>
            <w:hideMark/>
          </w:tcPr>
          <w:p w:rsidR="006104CB" w:rsidRPr="006D4CB8" w:rsidRDefault="006104CB" w:rsidP="006104CB">
            <w:pPr>
              <w:pStyle w:val="Leg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4CB8">
              <w:t>Safety</w:t>
            </w:r>
          </w:p>
        </w:tc>
        <w:tc>
          <w:tcPr>
            <w:tcW w:w="3668" w:type="dxa"/>
            <w:tcBorders>
              <w:bottom w:val="single" w:sz="4" w:space="0" w:color="666666" w:themeColor="text1" w:themeTint="99"/>
            </w:tcBorders>
          </w:tcPr>
          <w:p w:rsidR="006104CB" w:rsidRPr="006D4CB8" w:rsidRDefault="006104CB" w:rsidP="006104CB">
            <w:pPr>
              <w:pStyle w:val="Legal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104CB" w:rsidTr="006104CB">
        <w:tblPrEx>
          <w:tblCellMar>
            <w:top w:w="29" w:type="dxa"/>
            <w:left w:w="108" w:type="dxa"/>
            <w:bottom w:w="29" w:type="dxa"/>
            <w:right w:w="108" w:type="dxa"/>
          </w:tblCellMar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9" w:type="dxa"/>
            <w:shd w:val="clear" w:color="auto" w:fill="auto"/>
            <w:hideMark/>
          </w:tcPr>
          <w:p w:rsidR="006104CB" w:rsidRPr="006D4CB8" w:rsidRDefault="006104CB" w:rsidP="006104CB">
            <w:pPr>
              <w:pStyle w:val="Legal"/>
              <w:rPr>
                <w:b w:val="0"/>
              </w:rPr>
            </w:pPr>
            <w:r w:rsidRPr="006D4CB8">
              <w:rPr>
                <w:b w:val="0"/>
              </w:rPr>
              <w:t>Disobedience</w:t>
            </w:r>
          </w:p>
        </w:tc>
        <w:tc>
          <w:tcPr>
            <w:tcW w:w="3489" w:type="dxa"/>
            <w:shd w:val="clear" w:color="auto" w:fill="auto"/>
            <w:hideMark/>
          </w:tcPr>
          <w:p w:rsidR="006104CB" w:rsidRPr="006D4CB8" w:rsidRDefault="006104CB" w:rsidP="006104CB">
            <w:pPr>
              <w:pStyle w:val="Leg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4CB8">
              <w:t>Tardiness</w:t>
            </w:r>
          </w:p>
        </w:tc>
        <w:tc>
          <w:tcPr>
            <w:tcW w:w="1700" w:type="dxa"/>
            <w:shd w:val="clear" w:color="auto" w:fill="auto"/>
          </w:tcPr>
          <w:p w:rsidR="006104CB" w:rsidRPr="006D4CB8" w:rsidRDefault="006104CB" w:rsidP="006104CB">
            <w:pPr>
              <w:pStyle w:val="Leg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4CB8">
              <w:t>Work Quality</w:t>
            </w:r>
          </w:p>
        </w:tc>
        <w:tc>
          <w:tcPr>
            <w:tcW w:w="3668" w:type="dxa"/>
            <w:shd w:val="clear" w:color="auto" w:fill="auto"/>
            <w:hideMark/>
          </w:tcPr>
          <w:p w:rsidR="006104CB" w:rsidRPr="006D4CB8" w:rsidRDefault="006104CB" w:rsidP="006104CB">
            <w:pPr>
              <w:pStyle w:val="Legal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D4CB8">
              <w:t>Other</w:t>
            </w:r>
          </w:p>
        </w:tc>
      </w:tr>
    </w:tbl>
    <w:p w:rsidR="006D10C5" w:rsidRDefault="00A60BE1">
      <w:pPr>
        <w:pStyle w:val="Heading2"/>
      </w:pPr>
      <w:r>
        <w:t>Description of Infraction</w:t>
      </w:r>
    </w:p>
    <w:sdt>
      <w:sdtPr>
        <w:id w:val="1727250588"/>
        <w:placeholder>
          <w:docPart w:val="681DB4604E49446584749173520171D2"/>
        </w:placeholder>
        <w:temporary/>
        <w:showingPlcHdr/>
        <w15:appearance w15:val="hidden"/>
      </w:sdtPr>
      <w:sdtEndPr/>
      <w:sdtContent>
        <w:p w:rsidR="006D10C5" w:rsidRDefault="00A60BE1">
          <w:r>
            <w:t>[Description of Infraction]</w:t>
          </w:r>
        </w:p>
      </w:sdtContent>
    </w:sdt>
    <w:p w:rsidR="006D10C5" w:rsidRDefault="00A60BE1">
      <w:pPr>
        <w:pStyle w:val="Heading2"/>
      </w:pPr>
      <w:r>
        <w:t>Plan for Improvement</w:t>
      </w:r>
    </w:p>
    <w:sdt>
      <w:sdtPr>
        <w:id w:val="-1148436154"/>
        <w:placeholder>
          <w:docPart w:val="760415C9D127406B8747005C00A87FAD"/>
        </w:placeholder>
        <w:showingPlcHdr/>
        <w15:appearance w15:val="hidden"/>
      </w:sdtPr>
      <w:sdtEndPr/>
      <w:sdtContent>
        <w:p w:rsidR="006D10C5" w:rsidRDefault="00A60BE1">
          <w:r>
            <w:t>[Plan for Improvement]</w:t>
          </w:r>
        </w:p>
      </w:sdtContent>
    </w:sdt>
    <w:p w:rsidR="006D10C5" w:rsidRDefault="00A60BE1">
      <w:pPr>
        <w:pStyle w:val="Heading2"/>
      </w:pPr>
      <w:r>
        <w:t>Consequences of Further Infractions</w:t>
      </w:r>
    </w:p>
    <w:sdt>
      <w:sdtPr>
        <w:id w:val="354235688"/>
        <w:placeholder>
          <w:docPart w:val="23CEF2B98C37409F97132F05671EAC9E"/>
        </w:placeholder>
        <w:temporary/>
        <w:showingPlcHdr/>
        <w15:appearance w15:val="hidden"/>
      </w:sdtPr>
      <w:sdtEndPr/>
      <w:sdtContent>
        <w:p w:rsidR="006D10C5" w:rsidRDefault="00A60BE1">
          <w:r>
            <w:t>[Consequences of Further Infractions]</w:t>
          </w:r>
        </w:p>
      </w:sdtContent>
    </w:sdt>
    <w:p w:rsidR="006D4CB8" w:rsidRDefault="006D4CB8" w:rsidP="006D4CB8">
      <w:pPr>
        <w:pStyle w:val="Heading2"/>
      </w:pPr>
      <w:r>
        <w:t>Employee Statement</w:t>
      </w:r>
    </w:p>
    <w:p w:rsidR="006D4CB8" w:rsidRDefault="006D4CB8">
      <w:r>
        <w:t>[Description here]</w:t>
      </w:r>
    </w:p>
    <w:p w:rsidR="006D4CB8" w:rsidRDefault="006D4CB8" w:rsidP="006D4CB8">
      <w:pPr>
        <w:pStyle w:val="Heading2"/>
      </w:pPr>
      <w:r>
        <w:t>Employer Statement</w:t>
      </w:r>
    </w:p>
    <w:p w:rsidR="006D4CB8" w:rsidRDefault="006D4CB8">
      <w:r>
        <w:t>[Description here]</w:t>
      </w:r>
    </w:p>
    <w:p w:rsidR="006D10C5" w:rsidRDefault="00A60BE1">
      <w:pPr>
        <w:pStyle w:val="Heading2"/>
      </w:pPr>
      <w:r>
        <w:t>Acknowledgement of Receipt of Warning</w:t>
      </w:r>
    </w:p>
    <w:p w:rsidR="006D10C5" w:rsidRDefault="00A60BE1">
      <w:pPr>
        <w:pStyle w:val="Legal"/>
      </w:pPr>
      <w:r>
        <w:t>By signing this form, you confirm that you understand the information in this warning. You also confirm that you and your manager have discussed the warning and a plan for improvement. Signing this form does not necess</w:t>
      </w:r>
      <w:r>
        <w:t>arily indicate that you agree with this warning.</w:t>
      </w:r>
    </w:p>
    <w:tbl>
      <w:tblPr>
        <w:tblW w:w="4878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ignature block"/>
      </w:tblPr>
      <w:tblGrid>
        <w:gridCol w:w="6936"/>
        <w:gridCol w:w="3600"/>
      </w:tblGrid>
      <w:tr w:rsidR="006D10C5" w:rsidTr="006D4CB8">
        <w:trPr>
          <w:trHeight w:val="517"/>
        </w:trPr>
        <w:tc>
          <w:tcPr>
            <w:tcW w:w="69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0C5" w:rsidRDefault="006D10C5"/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0C5" w:rsidRDefault="006D10C5"/>
        </w:tc>
      </w:tr>
      <w:tr w:rsidR="006D10C5" w:rsidTr="006D4CB8">
        <w:trPr>
          <w:trHeight w:val="201"/>
        </w:trPr>
        <w:tc>
          <w:tcPr>
            <w:tcW w:w="69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10C5" w:rsidRDefault="00A60BE1">
            <w:pPr>
              <w:pStyle w:val="Legal"/>
            </w:pPr>
            <w:r>
              <w:t>Employee Signature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10C5" w:rsidRDefault="00A60BE1">
            <w:pPr>
              <w:pStyle w:val="Legal"/>
            </w:pPr>
            <w:r>
              <w:t>Date</w:t>
            </w:r>
          </w:p>
        </w:tc>
      </w:tr>
      <w:tr w:rsidR="006D10C5" w:rsidTr="006D4CB8">
        <w:trPr>
          <w:trHeight w:val="517"/>
        </w:trPr>
        <w:tc>
          <w:tcPr>
            <w:tcW w:w="69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0C5" w:rsidRDefault="006D10C5"/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0C5" w:rsidRDefault="006D10C5"/>
        </w:tc>
      </w:tr>
      <w:tr w:rsidR="006D10C5" w:rsidTr="006D4CB8">
        <w:trPr>
          <w:trHeight w:val="201"/>
        </w:trPr>
        <w:tc>
          <w:tcPr>
            <w:tcW w:w="69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10C5" w:rsidRDefault="00A60BE1">
            <w:pPr>
              <w:pStyle w:val="Legal"/>
            </w:pPr>
            <w:r>
              <w:t>Manager Signature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10C5" w:rsidRDefault="00A60BE1">
            <w:pPr>
              <w:pStyle w:val="Legal"/>
            </w:pPr>
            <w:r>
              <w:t>Date</w:t>
            </w:r>
          </w:p>
        </w:tc>
      </w:tr>
      <w:tr w:rsidR="006D10C5" w:rsidTr="006D4CB8">
        <w:trPr>
          <w:trHeight w:val="517"/>
        </w:trPr>
        <w:tc>
          <w:tcPr>
            <w:tcW w:w="69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0C5" w:rsidRDefault="006D10C5"/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10C5" w:rsidRDefault="006D10C5"/>
        </w:tc>
      </w:tr>
      <w:tr w:rsidR="006D10C5" w:rsidTr="006D4CB8">
        <w:trPr>
          <w:trHeight w:val="201"/>
        </w:trPr>
        <w:tc>
          <w:tcPr>
            <w:tcW w:w="693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10C5" w:rsidRDefault="00A60BE1">
            <w:pPr>
              <w:pStyle w:val="Legal"/>
            </w:pPr>
            <w:r>
              <w:t>Witness Signature (if employee understands warning but refuses to sign)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D10C5" w:rsidRDefault="00A60BE1">
            <w:pPr>
              <w:pStyle w:val="Legal"/>
            </w:pPr>
            <w:r>
              <w:t>Date</w:t>
            </w:r>
          </w:p>
        </w:tc>
      </w:tr>
    </w:tbl>
    <w:p w:rsidR="006D10C5" w:rsidRDefault="006D10C5"/>
    <w:sectPr w:rsidR="006D10C5">
      <w:footerReference w:type="defaul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BE1" w:rsidRDefault="00A60BE1">
      <w:r>
        <w:separator/>
      </w:r>
    </w:p>
  </w:endnote>
  <w:endnote w:type="continuationSeparator" w:id="0">
    <w:p w:rsidR="00A60BE1" w:rsidRDefault="00A60B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10C5" w:rsidRDefault="00A60BE1">
    <w:pPr>
      <w:pStyle w:val="Footer"/>
    </w:pPr>
    <w:r>
      <w:t xml:space="preserve">Page | </w:t>
    </w:r>
    <w:r>
      <w:fldChar w:fldCharType="begin"/>
    </w:r>
    <w:r>
      <w:instrText xml:space="preserve"> PAGE   \* MERGEFORMAT </w:instrText>
    </w:r>
    <w:r>
      <w:fldChar w:fldCharType="separate"/>
    </w:r>
    <w:r w:rsidR="006D4CB8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BE1" w:rsidRDefault="00A60BE1">
      <w:r>
        <w:separator/>
      </w:r>
    </w:p>
  </w:footnote>
  <w:footnote w:type="continuationSeparator" w:id="0">
    <w:p w:rsidR="00A60BE1" w:rsidRDefault="00A60B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BAAD56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156CDA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24CBC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B4C0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284D05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9251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23405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5CA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9A5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349F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DC5FD1"/>
    <w:multiLevelType w:val="hybridMultilevel"/>
    <w:tmpl w:val="22C08A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E3770B"/>
    <w:multiLevelType w:val="hybridMultilevel"/>
    <w:tmpl w:val="50903D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removePersonalInformation/>
  <w:removeDateAndTime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4CB"/>
    <w:rsid w:val="006104CB"/>
    <w:rsid w:val="006D10C5"/>
    <w:rsid w:val="006D4CB8"/>
    <w:rsid w:val="00A60BE1"/>
    <w:rsid w:val="00D448C6"/>
    <w:rsid w:val="00E15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56BE4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before="100" w:after="100"/>
    </w:pPr>
    <w:rPr>
      <w:color w:val="000000" w:themeColor="text1"/>
      <w:sz w:val="18"/>
      <w:szCs w:val="18"/>
    </w:rPr>
  </w:style>
  <w:style w:type="paragraph" w:styleId="Heading1">
    <w:name w:val="heading 1"/>
    <w:basedOn w:val="Normal"/>
    <w:next w:val="Normal"/>
    <w:qFormat/>
    <w:pPr>
      <w:spacing w:before="240" w:after="240"/>
      <w:outlineLvl w:val="0"/>
    </w:pPr>
    <w:rPr>
      <w:rFonts w:asciiTheme="majorHAnsi" w:eastAsiaTheme="majorEastAsia" w:hAnsiTheme="majorHAnsi" w:cstheme="majorBidi"/>
      <w:b/>
      <w:bCs/>
      <w:caps/>
      <w:color w:val="E48312" w:themeColor="accent1"/>
      <w:sz w:val="24"/>
      <w:szCs w:val="24"/>
    </w:rPr>
  </w:style>
  <w:style w:type="paragraph" w:styleId="Heading2">
    <w:name w:val="heading 2"/>
    <w:basedOn w:val="Normal"/>
    <w:next w:val="Normal"/>
    <w:unhideWhenUsed/>
    <w:qFormat/>
    <w:rsid w:val="006104CB"/>
    <w:pPr>
      <w:shd w:val="clear" w:color="auto" w:fill="F2F2F2" w:themeFill="background1" w:themeFillShade="F2"/>
      <w:spacing w:before="240"/>
      <w:outlineLvl w:val="1"/>
    </w:pPr>
    <w:rPr>
      <w:color w:val="0070C0"/>
      <w:sz w:val="22"/>
      <w:szCs w:val="22"/>
    </w:rPr>
  </w:style>
  <w:style w:type="paragraph" w:styleId="Heading3">
    <w:name w:val="heading 3"/>
    <w:basedOn w:val="Normal"/>
    <w:next w:val="Normal"/>
    <w:unhideWhenUsed/>
    <w:qFormat/>
    <w:pPr>
      <w:outlineLvl w:val="2"/>
    </w:pPr>
    <w:rPr>
      <w:rFonts w:asciiTheme="majorHAnsi" w:eastAsiaTheme="majorEastAsia" w:hAnsiTheme="majorHAnsi" w:cstheme="majorBidi"/>
      <w:color w:val="BD582C" w:themeColor="accent2"/>
    </w:rPr>
  </w:style>
  <w:style w:type="paragraph" w:styleId="Heading4">
    <w:name w:val="heading 4"/>
    <w:basedOn w:val="Heading3"/>
    <w:next w:val="Normal"/>
    <w:link w:val="Heading4Char"/>
    <w:uiPriority w:val="9"/>
    <w:unhideWhenUsed/>
    <w:pPr>
      <w:spacing w:before="240"/>
      <w:outlineLvl w:val="3"/>
    </w:pPr>
    <w:rPr>
      <w:color w:val="644030" w:themeColor="accent3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spacing w:before="240" w:after="60"/>
      <w:outlineLvl w:val="4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before="240" w:after="60"/>
      <w:outlineLvl w:val="5"/>
    </w:pPr>
    <w:rPr>
      <w:rFonts w:asciiTheme="majorHAnsi" w:eastAsiaTheme="majorEastAsia" w:hAnsiTheme="majorHAnsi"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before="240" w:after="60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before="240" w:after="60"/>
      <w:outlineLvl w:val="7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GridTable1Light-Accent1">
    <w:name w:val="Grid Table 1 Light Accent 1"/>
    <w:aliases w:val="Employee status"/>
    <w:basedOn w:val="TableNormal"/>
    <w:uiPriority w:val="46"/>
    <w:rPr>
      <w:kern w:val="22"/>
      <w14:ligatures w14:val="standard"/>
    </w:rPr>
    <w:tblPr>
      <w:tblStyleRowBandSize w:val="1"/>
      <w:tblStyleColBandSize w:val="1"/>
      <w:tblBorders>
        <w:insideH w:val="single" w:sz="4" w:space="0" w:color="E4831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E4831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F3B46B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paragraph" w:styleId="Footer">
    <w:name w:val="footer"/>
    <w:basedOn w:val="Normal"/>
    <w:link w:val="FooterChar"/>
    <w:uiPriority w:val="1"/>
    <w:unhideWhenUsed/>
    <w:pPr>
      <w:spacing w:before="80" w:after="80"/>
      <w:jc w:val="right"/>
    </w:pPr>
    <w:rPr>
      <w:color w:val="637052" w:themeColor="text2"/>
    </w:rPr>
  </w:style>
  <w:style w:type="character" w:customStyle="1" w:styleId="FooterChar">
    <w:name w:val="Footer Char"/>
    <w:basedOn w:val="DefaultParagraphFont"/>
    <w:link w:val="Footer"/>
    <w:uiPriority w:val="1"/>
    <w:rPr>
      <w:color w:val="637052" w:themeColor="text2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color w:val="644030" w:themeColor="accent3" w:themeShade="BF"/>
      <w:sz w:val="18"/>
      <w:szCs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paragraph" w:styleId="Caption">
    <w:name w:val="caption"/>
    <w:basedOn w:val="Normal"/>
    <w:next w:val="Normal"/>
    <w:uiPriority w:val="35"/>
    <w:semiHidden/>
    <w:unhideWhenUsed/>
    <w:rPr>
      <w:b/>
      <w:bCs/>
      <w:color w:val="404040" w:themeColor="text1" w:themeTint="B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al"/>
    <w:qFormat/>
    <w:pPr>
      <w:jc w:val="center"/>
    </w:pPr>
    <w:rPr>
      <w:noProof/>
    </w:rPr>
  </w:style>
  <w:style w:type="table" w:styleId="GridTable1Light">
    <w:name w:val="Grid Table 1 Light"/>
    <w:basedOn w:val="TableNormal"/>
    <w:uiPriority w:val="4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tblPr>
      <w:tblStyleRowBandSize w:val="1"/>
      <w:tblStyleColBandSize w:val="1"/>
      <w:tblBorders>
        <w:top w:val="single" w:sz="4" w:space="0" w:color="F4DCD1" w:themeColor="accent2" w:themeTint="33"/>
        <w:bottom w:val="single" w:sz="4" w:space="0" w:color="F4DCD1" w:themeColor="accent2" w:themeTint="33"/>
        <w:insideH w:val="single" w:sz="4" w:space="0" w:color="F4DCD1" w:themeColor="accent2" w:themeTint="33"/>
      </w:tblBorders>
      <w:tblCellMar>
        <w:top w:w="29" w:type="dxa"/>
        <w:bottom w:w="29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1Light-Accent6">
    <w:name w:val="List Table 1 Light Accent 6"/>
    <w:basedOn w:val="TableNormal"/>
    <w:uiPriority w:val="46"/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BEC6B7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C6B7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CE7" w:themeFill="accent6" w:themeFillTint="33"/>
      </w:tcPr>
    </w:tblStylePr>
    <w:tblStylePr w:type="band1Horz">
      <w:tblPr/>
      <w:tcPr>
        <w:shd w:val="clear" w:color="auto" w:fill="E9ECE7" w:themeFill="accent6" w:themeFillTint="33"/>
      </w:tcPr>
    </w:tblStylePr>
  </w:style>
  <w:style w:type="table" w:styleId="ListTable6Colorful">
    <w:name w:val="List Table 6 Colorful"/>
    <w:basedOn w:val="TableNormal"/>
    <w:uiPriority w:val="51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">
    <w:name w:val="List Table 2"/>
    <w:basedOn w:val="TableNormal"/>
    <w:uiPriority w:val="4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2">
    <w:name w:val="List Table 2 Accent 2"/>
    <w:basedOn w:val="TableNormal"/>
    <w:uiPriority w:val="47"/>
    <w:tblPr>
      <w:tblStyleRowBandSize w:val="1"/>
      <w:tblStyleColBandSize w:val="1"/>
      <w:tblBorders>
        <w:top w:val="single" w:sz="4" w:space="0" w:color="DF9778" w:themeColor="accent2" w:themeTint="99"/>
        <w:bottom w:val="single" w:sz="4" w:space="0" w:color="DF9778" w:themeColor="accent2" w:themeTint="99"/>
        <w:insideH w:val="single" w:sz="4" w:space="0" w:color="DF9778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CD1" w:themeFill="accent2" w:themeFillTint="33"/>
      </w:tcPr>
    </w:tblStylePr>
    <w:tblStylePr w:type="band1Horz">
      <w:tblPr/>
      <w:tcPr>
        <w:shd w:val="clear" w:color="auto" w:fill="F4DCD1" w:themeFill="accent2" w:themeFillTint="33"/>
      </w:tcPr>
    </w:tblStylePr>
  </w:style>
  <w:style w:type="table" w:styleId="ListTable2-Accent1">
    <w:name w:val="List Table 2 Accent 1"/>
    <w:basedOn w:val="TableNormal"/>
    <w:uiPriority w:val="47"/>
    <w:tblPr>
      <w:tblStyleRowBandSize w:val="1"/>
      <w:tblStyleColBandSize w:val="1"/>
      <w:tblBorders>
        <w:top w:val="single" w:sz="4" w:space="0" w:color="F3B46B" w:themeColor="accent1" w:themeTint="99"/>
        <w:bottom w:val="single" w:sz="4" w:space="0" w:color="F3B46B" w:themeColor="accent1" w:themeTint="99"/>
        <w:insideH w:val="single" w:sz="4" w:space="0" w:color="F3B46B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6CD" w:themeFill="accent1" w:themeFillTint="33"/>
      </w:tcPr>
    </w:tblStylePr>
    <w:tblStylePr w:type="band1Horz">
      <w:tblPr/>
      <w:tcPr>
        <w:shd w:val="clear" w:color="auto" w:fill="FBE6CD" w:themeFill="accent1" w:themeFillTint="33"/>
      </w:tcPr>
    </w:tblStylePr>
  </w:style>
  <w:style w:type="table" w:styleId="ListTable2-Accent3">
    <w:name w:val="List Table 2 Accent 3"/>
    <w:basedOn w:val="TableNormal"/>
    <w:uiPriority w:val="47"/>
    <w:tblPr>
      <w:tblStyleRowBandSize w:val="1"/>
      <w:tblStyleColBandSize w:val="1"/>
      <w:tblBorders>
        <w:top w:val="single" w:sz="4" w:space="0" w:color="C29480" w:themeColor="accent3" w:themeTint="99"/>
        <w:bottom w:val="single" w:sz="4" w:space="0" w:color="C29480" w:themeColor="accent3" w:themeTint="99"/>
        <w:insideH w:val="single" w:sz="4" w:space="0" w:color="C29480" w:themeColor="accent3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DBD4" w:themeFill="accent3" w:themeFillTint="33"/>
      </w:tcPr>
    </w:tblStylePr>
    <w:tblStylePr w:type="band1Horz">
      <w:tblPr/>
      <w:tcPr>
        <w:shd w:val="clear" w:color="auto" w:fill="EADBD4" w:themeFill="accent3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semiHidden/>
    <w:unhideWhenUsed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paragraph" w:customStyle="1" w:styleId="Companyname">
    <w:name w:val="Company name"/>
    <w:basedOn w:val="Normal"/>
    <w:next w:val="Normal"/>
    <w:qFormat/>
    <w:pPr>
      <w:spacing w:before="0" w:after="0"/>
      <w:jc w:val="center"/>
    </w:pPr>
    <w:rPr>
      <w:rFonts w:asciiTheme="majorHAnsi" w:eastAsiaTheme="majorEastAsia" w:hAnsiTheme="majorHAnsi" w:cstheme="majorBidi"/>
      <w:b/>
      <w:bCs/>
      <w:color w:val="49533D" w:themeColor="text2" w:themeShade="BF"/>
      <w:sz w:val="28"/>
      <w:szCs w:val="28"/>
    </w:rPr>
  </w:style>
  <w:style w:type="paragraph" w:customStyle="1" w:styleId="Legal">
    <w:name w:val="Legal"/>
    <w:basedOn w:val="Normal"/>
    <w:qFormat/>
    <w:pPr>
      <w:spacing w:before="0" w:after="120"/>
    </w:pPr>
    <w:rPr>
      <w:i/>
      <w:iCs/>
      <w:color w:val="aut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4CB8"/>
    <w:pPr>
      <w:spacing w:before="0" w:after="0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4CB8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48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warning%20notice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958DE9E2B1A48A89332DE1B0B5EF6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0985B4-E4BA-40FD-91FE-02F171BA2676}"/>
      </w:docPartPr>
      <w:docPartBody>
        <w:p w:rsidR="00000000" w:rsidRDefault="00020201">
          <w:pPr>
            <w:pStyle w:val="8958DE9E2B1A48A89332DE1B0B5EF641"/>
          </w:pPr>
          <w:r>
            <w:t>[Company Name]</w:t>
          </w:r>
        </w:p>
      </w:docPartBody>
    </w:docPart>
    <w:docPart>
      <w:docPartPr>
        <w:name w:val="9DD3B0E0BB404CBF943497755E7E00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6C9AF-E3E4-49C7-AC29-3B11A307CD17}"/>
      </w:docPartPr>
      <w:docPartBody>
        <w:p w:rsidR="00000000" w:rsidRDefault="00020201">
          <w:pPr>
            <w:pStyle w:val="9DD3B0E0BB404CBF943497755E7E008F"/>
          </w:pPr>
          <w:r>
            <w:t>[Date]</w:t>
          </w:r>
        </w:p>
      </w:docPartBody>
    </w:docPart>
    <w:docPart>
      <w:docPartPr>
        <w:name w:val="C0662EB002C04DAD8E93D21A051FED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B284E2-2089-4365-A21E-153210EAFF64}"/>
      </w:docPartPr>
      <w:docPartBody>
        <w:p w:rsidR="00000000" w:rsidRDefault="00020201">
          <w:pPr>
            <w:pStyle w:val="C0662EB002C04DAD8E93D21A051FED78"/>
          </w:pPr>
          <w:r>
            <w:t>Choose an item.</w:t>
          </w:r>
        </w:p>
      </w:docPartBody>
    </w:docPart>
    <w:docPart>
      <w:docPartPr>
        <w:name w:val="2266E7B63740480E9E6D97BF94F220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15BCD3-2268-4461-9F07-07B3EC886A5D}"/>
      </w:docPartPr>
      <w:docPartBody>
        <w:p w:rsidR="00000000" w:rsidRDefault="00020201">
          <w:pPr>
            <w:pStyle w:val="2266E7B63740480E9E6D97BF94F22069"/>
          </w:pPr>
          <w:r>
            <w:t>[Optional comment]</w:t>
          </w:r>
        </w:p>
      </w:docPartBody>
    </w:docPart>
    <w:docPart>
      <w:docPartPr>
        <w:name w:val="681DB4604E49446584749173520171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8D91C8-D80A-4D82-8218-6966F2E00DC5}"/>
      </w:docPartPr>
      <w:docPartBody>
        <w:p w:rsidR="00000000" w:rsidRDefault="00020201">
          <w:pPr>
            <w:pStyle w:val="681DB4604E49446584749173520171D2"/>
          </w:pPr>
          <w:r>
            <w:t>[Description of Infraction]</w:t>
          </w:r>
        </w:p>
      </w:docPartBody>
    </w:docPart>
    <w:docPart>
      <w:docPartPr>
        <w:name w:val="760415C9D127406B8747005C00A87F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268CD-9AB2-4AEE-95C8-ADDE31380BC5}"/>
      </w:docPartPr>
      <w:docPartBody>
        <w:p w:rsidR="00000000" w:rsidRDefault="00020201">
          <w:pPr>
            <w:pStyle w:val="760415C9D127406B8747005C00A87FAD"/>
          </w:pPr>
          <w:r>
            <w:t>[Plan for Improvement]</w:t>
          </w:r>
        </w:p>
      </w:docPartBody>
    </w:docPart>
    <w:docPart>
      <w:docPartPr>
        <w:name w:val="23CEF2B98C37409F97132F05671EAC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AA4030-0A01-4320-847C-99AF9DEE1A3A}"/>
      </w:docPartPr>
      <w:docPartBody>
        <w:p w:rsidR="00000000" w:rsidRDefault="00020201">
          <w:pPr>
            <w:pStyle w:val="23CEF2B98C37409F97132F05671EAC9E"/>
          </w:pPr>
          <w:r>
            <w:t>[Consequences of Further Infractions]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1D9"/>
    <w:rsid w:val="00020201"/>
    <w:rsid w:val="005C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958DE9E2B1A48A89332DE1B0B5EF641">
    <w:name w:val="8958DE9E2B1A48A89332DE1B0B5EF641"/>
  </w:style>
  <w:style w:type="paragraph" w:customStyle="1" w:styleId="9DD3B0E0BB404CBF943497755E7E008F">
    <w:name w:val="9DD3B0E0BB404CBF943497755E7E008F"/>
  </w:style>
  <w:style w:type="paragraph" w:customStyle="1" w:styleId="C0662EB002C04DAD8E93D21A051FED78">
    <w:name w:val="C0662EB002C04DAD8E93D21A051FED78"/>
  </w:style>
  <w:style w:type="paragraph" w:customStyle="1" w:styleId="2266E7B63740480E9E6D97BF94F22069">
    <w:name w:val="2266E7B63740480E9E6D97BF94F22069"/>
  </w:style>
  <w:style w:type="paragraph" w:customStyle="1" w:styleId="681DB4604E49446584749173520171D2">
    <w:name w:val="681DB4604E49446584749173520171D2"/>
  </w:style>
  <w:style w:type="paragraph" w:customStyle="1" w:styleId="760415C9D127406B8747005C00A87FAD">
    <w:name w:val="760415C9D127406B8747005C00A87FAD"/>
  </w:style>
  <w:style w:type="paragraph" w:customStyle="1" w:styleId="23CEF2B98C37409F97132F05671EAC9E">
    <w:name w:val="23CEF2B98C37409F97132F05671EAC9E"/>
  </w:style>
  <w:style w:type="paragraph" w:customStyle="1" w:styleId="436091B5E972481C915A8D98503234C3">
    <w:name w:val="436091B5E972481C915A8D98503234C3"/>
    <w:rsid w:val="005C41D9"/>
  </w:style>
  <w:style w:type="paragraph" w:customStyle="1" w:styleId="31BFD8B1F5264AADB4F3C964EB4ED9AB">
    <w:name w:val="31BFD8B1F5264AADB4F3C964EB4ED9AB"/>
    <w:rsid w:val="005C41D9"/>
  </w:style>
  <w:style w:type="paragraph" w:customStyle="1" w:styleId="9B45DDF5648341D88427A747A3E94FA4">
    <w:name w:val="9B45DDF5648341D88427A747A3E94FA4"/>
    <w:rsid w:val="005C41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 Boardroom">
  <a:themeElements>
    <a:clrScheme name="Orange">
      <a:dk1>
        <a:srgbClr val="000000"/>
      </a:dk1>
      <a:lt1>
        <a:sysClr val="window" lastClr="FFFFFF"/>
      </a:lt1>
      <a:dk2>
        <a:srgbClr val="637052"/>
      </a:dk2>
      <a:lt2>
        <a:srgbClr val="CCDDEA"/>
      </a:lt2>
      <a:accent1>
        <a:srgbClr val="E48312"/>
      </a:accent1>
      <a:accent2>
        <a:srgbClr val="BD582C"/>
      </a:accent2>
      <a:accent3>
        <a:srgbClr val="865640"/>
      </a:accent3>
      <a:accent4>
        <a:srgbClr val="9B8357"/>
      </a:accent4>
      <a:accent5>
        <a:srgbClr val="C2BC80"/>
      </a:accent5>
      <a:accent6>
        <a:srgbClr val="94A088"/>
      </a:accent6>
      <a:hlink>
        <a:srgbClr val="2998E3"/>
      </a:hlink>
      <a:folHlink>
        <a:srgbClr val="8C8C8C"/>
      </a:folHlink>
    </a:clrScheme>
    <a:fontScheme name="Century Gothic">
      <a:maj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ion-Auditorium-Staging22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 Boardroom" id="{FC33163D-4339-46B1-8EED-24C834239D99}" vid="{B8502691-933B-45FE-8764-BA278511EF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3AACF21-D45A-4EB8-81DF-08D619C5AC7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warning notice(2).dotx</Template>
  <TotalTime>0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EMPLOYEE DISCIPLINARY ACTION FORM</vt:lpstr>
      <vt:lpstr>    Description of Infraction</vt:lpstr>
      <vt:lpstr>    Plan for Improvement</vt:lpstr>
      <vt:lpstr>    Consequences of Further Infractions</vt:lpstr>
      <vt:lpstr>    Employee Statement</vt:lpstr>
      <vt:lpstr>    Employer Statement</vt:lpstr>
      <vt:lpstr>    Acknowledgement of Receipt of Warning</vt:lpstr>
    </vt:vector>
  </TitlesOfParts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2017-08-08T09:32:00Z</dcterms:created>
  <dcterms:modified xsi:type="dcterms:W3CDTF">2017-08-08T09:46:00Z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TC034630649991</vt:lpwstr>
  </property>
</Properties>
</file>