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ompany Name"/>
        <w:tag w:val=""/>
        <w:id w:val="887223124"/>
        <w:placeholder>
          <w:docPart w:val="BDEBCC5FD2A14D64A4A60299D5498DED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E771A9" w:rsidRDefault="00D95E30">
          <w:pPr>
            <w:pStyle w:val="Subtitle"/>
          </w:pPr>
          <w:r w:rsidRPr="00757D42">
            <w:rPr>
              <w:rStyle w:val="Heading2Char"/>
              <w:sz w:val="26"/>
            </w:rPr>
            <w:t>[Company Name]</w:t>
          </w:r>
        </w:p>
      </w:sdtContent>
    </w:sdt>
    <w:p w:rsidR="00E771A9" w:rsidRPr="00932281" w:rsidRDefault="00932281" w:rsidP="00932281">
      <w:pPr>
        <w:pStyle w:val="Heading2"/>
        <w:jc w:val="center"/>
        <w:rPr>
          <w:b/>
          <w:sz w:val="32"/>
        </w:rPr>
      </w:pPr>
      <w:r w:rsidRPr="00932281">
        <w:rPr>
          <w:b/>
          <w:sz w:val="32"/>
        </w:rPr>
        <w:t>CLIENT INFORMATION FORM</w:t>
      </w:r>
    </w:p>
    <w:p w:rsidR="009E79DB" w:rsidRDefault="009E79DB" w:rsidP="00932281">
      <w:pPr>
        <w:pStyle w:val="Heading2"/>
        <w:rPr>
          <w:sz w:val="30"/>
        </w:rPr>
      </w:pPr>
    </w:p>
    <w:p w:rsidR="00E771A9" w:rsidRPr="00932281" w:rsidRDefault="00932281" w:rsidP="00932281">
      <w:pPr>
        <w:pStyle w:val="Heading2"/>
        <w:rPr>
          <w:sz w:val="30"/>
        </w:rPr>
      </w:pPr>
      <w:r>
        <w:rPr>
          <w:sz w:val="30"/>
        </w:rPr>
        <w:t>PERSONAL</w:t>
      </w:r>
      <w:r w:rsidR="00D95E30" w:rsidRPr="00932281">
        <w:rPr>
          <w:sz w:val="30"/>
        </w:rPr>
        <w:t xml:space="preserve"> CONTACT INFORMATION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ontact information"/>
      </w:tblPr>
      <w:tblGrid>
        <w:gridCol w:w="2697"/>
        <w:gridCol w:w="2697"/>
        <w:gridCol w:w="2698"/>
        <w:gridCol w:w="2698"/>
      </w:tblGrid>
      <w:tr w:rsidR="00E771A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Title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Date business commenced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Pr="00932281" w:rsidRDefault="00932281" w:rsidP="00932281">
            <w:pPr>
              <w:pStyle w:val="Heading2"/>
            </w:pPr>
            <w:r>
              <w:t>First Name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932281" w:rsidP="00932281">
            <w:pPr>
              <w:pStyle w:val="Heading2"/>
            </w:pPr>
            <w:r>
              <w:t>Last</w:t>
            </w:r>
            <w:r>
              <w:t xml:space="preserve"> Name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sdt>
              <w:sdtPr>
                <w:id w:val="-39505598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Sole proprietorship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Phone | Fax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sdt>
              <w:sdtPr>
                <w:id w:val="-193488267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Partnership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sdt>
              <w:sdtPr>
                <w:id w:val="95918644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Corporation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932281">
            <w:pPr>
              <w:pStyle w:val="Heading2"/>
            </w:pPr>
            <w:r>
              <w:t>A</w:t>
            </w:r>
            <w:r w:rsidR="00D95E30">
              <w:t>ddress</w:t>
            </w:r>
          </w:p>
          <w:p w:rsidR="00E771A9" w:rsidRDefault="00D95E30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sdt>
              <w:sdtPr>
                <w:id w:val="196932056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</w:tbl>
    <w:p w:rsidR="00E771A9" w:rsidRPr="00932281" w:rsidRDefault="00D95E30" w:rsidP="00932281">
      <w:pPr>
        <w:pStyle w:val="Heading2"/>
        <w:rPr>
          <w:sz w:val="30"/>
        </w:rPr>
      </w:pPr>
      <w:r w:rsidRPr="00932281">
        <w:rPr>
          <w:sz w:val="30"/>
        </w:rPr>
        <w:t>BUSINESS AND CREDIT INFORMATION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credit information"/>
      </w:tblPr>
      <w:tblGrid>
        <w:gridCol w:w="2697"/>
        <w:gridCol w:w="2697"/>
        <w:gridCol w:w="2698"/>
        <w:gridCol w:w="2698"/>
      </w:tblGrid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757D42">
            <w:pPr>
              <w:pStyle w:val="Heading2"/>
            </w:pPr>
            <w:r>
              <w:t>BUSINESS NAME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Bank name: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57D42" w:rsidRDefault="00757D42">
            <w:pPr>
              <w:pStyle w:val="Heading2"/>
            </w:pPr>
            <w:r>
              <w:t xml:space="preserve">ADDRESS </w:t>
            </w:r>
            <w:r>
              <w:t>City, State ZIP Code</w:t>
            </w:r>
          </w:p>
          <w:p w:rsidR="00E771A9" w:rsidRDefault="00D95E30">
            <w:pPr>
              <w:pStyle w:val="Heading2"/>
            </w:pPr>
            <w:r>
              <w:t>How long at current address?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Primary business address</w:t>
            </w:r>
          </w:p>
          <w:p w:rsidR="00E771A9" w:rsidRDefault="00D95E30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Account number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sdt>
              <w:sdtPr>
                <w:id w:val="-94946996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Savings </w:t>
            </w:r>
            <w:sdt>
              <w:sdtPr>
                <w:id w:val="93832879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Checking </w:t>
            </w:r>
            <w:sdt>
              <w:sdtPr>
                <w:id w:val="23775172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Other</w:t>
            </w:r>
          </w:p>
        </w:tc>
      </w:tr>
    </w:tbl>
    <w:p w:rsidR="00E771A9" w:rsidRPr="00932281" w:rsidRDefault="00D95E30" w:rsidP="00932281">
      <w:pPr>
        <w:pStyle w:val="Heading2"/>
        <w:rPr>
          <w:sz w:val="30"/>
        </w:rPr>
      </w:pPr>
      <w:r w:rsidRPr="00932281">
        <w:rPr>
          <w:sz w:val="30"/>
        </w:rPr>
        <w:t>BUSINESS/TRADE REFERENCES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trade references"/>
      </w:tblPr>
      <w:tblGrid>
        <w:gridCol w:w="2697"/>
        <w:gridCol w:w="2697"/>
        <w:gridCol w:w="2698"/>
        <w:gridCol w:w="2698"/>
      </w:tblGrid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Pr="00932281" w:rsidRDefault="00932281">
            <w:pPr>
              <w:rPr>
                <w:color w:val="323E4F" w:themeColor="text2" w:themeShade="BF"/>
              </w:rPr>
            </w:pPr>
            <w:sdt>
              <w:sdtPr>
                <w:rPr>
                  <w:color w:val="323E4F" w:themeColor="text2" w:themeShade="BF"/>
                </w:rPr>
                <w:id w:val="378513349"/>
                <w15:appearance w15:val="hidden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Content>
                <w:r w:rsidRPr="00932281">
                  <w:rPr>
                    <w:color w:val="323E4F" w:themeColor="text2" w:themeShade="BF"/>
                  </w:rPr>
                  <w:sym w:font="Wingdings" w:char="F0FE"/>
                </w:r>
              </w:sdtContent>
            </w:sdt>
            <w:r w:rsidRPr="00932281">
              <w:rPr>
                <w:color w:val="323E4F" w:themeColor="text2" w:themeShade="BF"/>
              </w:rPr>
              <w:t xml:space="preserve">Savings </w:t>
            </w:r>
            <w:sdt>
              <w:sdtPr>
                <w:rPr>
                  <w:color w:val="323E4F" w:themeColor="text2" w:themeShade="BF"/>
                </w:rPr>
                <w:id w:val="-1955700825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32281">
                  <w:rPr>
                    <w:color w:val="323E4F" w:themeColor="text2" w:themeShade="BF"/>
                  </w:rPr>
                  <w:sym w:font="Wingdings" w:char="F0A8"/>
                </w:r>
              </w:sdtContent>
            </w:sdt>
            <w:r w:rsidRPr="00932281">
              <w:rPr>
                <w:color w:val="323E4F" w:themeColor="text2" w:themeShade="BF"/>
              </w:rPr>
              <w:t xml:space="preserve"> Checking </w:t>
            </w:r>
            <w:sdt>
              <w:sdtPr>
                <w:rPr>
                  <w:color w:val="323E4F" w:themeColor="text2" w:themeShade="BF"/>
                </w:rPr>
                <w:id w:val="-73161669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32281">
                  <w:rPr>
                    <w:color w:val="323E4F" w:themeColor="text2" w:themeShade="BF"/>
                  </w:rPr>
                  <w:sym w:font="Wingdings" w:char="F0A8"/>
                </w:r>
              </w:sdtContent>
            </w:sdt>
            <w:r w:rsidRPr="00932281">
              <w:rPr>
                <w:color w:val="323E4F" w:themeColor="text2" w:themeShade="BF"/>
              </w:rPr>
              <w:t xml:space="preserve"> 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City, State</w:t>
            </w:r>
            <w:r>
              <w:t xml:space="preserve">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D95E30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757D42" w:rsidTr="00757D42">
        <w:tc>
          <w:tcPr>
            <w:tcW w:w="5000" w:type="pct"/>
            <w:gridSpan w:val="4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57D42" w:rsidRPr="00757D42" w:rsidRDefault="00757D42" w:rsidP="00757D42">
            <w:pPr>
              <w:pStyle w:val="Heading2"/>
            </w:pPr>
            <w:r w:rsidRPr="00757D42">
              <w:rPr>
                <w:sz w:val="30"/>
              </w:rPr>
              <w:t>ACCOUNT USAGE DETAIL</w:t>
            </w:r>
          </w:p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757D42">
            <w:pPr>
              <w:pStyle w:val="Heading2"/>
            </w:pPr>
            <w:r>
              <w:t>Deposit account#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>
            <w:pPr>
              <w:pStyle w:val="Heading2"/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757D42">
            <w:pPr>
              <w:pStyle w:val="Heading2"/>
            </w:pPr>
            <w:r>
              <w:t>Credit Card#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>
            <w:pPr>
              <w:pStyle w:val="Heading2"/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  <w:tr w:rsidR="00E771A9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757D42">
            <w:pPr>
              <w:pStyle w:val="Heading2"/>
            </w:pPr>
            <w:r>
              <w:t>Loan account#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>
            <w:pPr>
              <w:pStyle w:val="Heading2"/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771A9" w:rsidRDefault="00E771A9"/>
        </w:tc>
      </w:tr>
    </w:tbl>
    <w:p w:rsidR="00E771A9" w:rsidRDefault="00D95E30">
      <w:pPr>
        <w:pStyle w:val="Heading1"/>
        <w:pBdr>
          <w:bottom w:val="single" w:sz="4" w:space="1" w:color="7F7F7F" w:themeColor="text1" w:themeTint="80"/>
        </w:pBdr>
      </w:pPr>
      <w:r>
        <w:t>agreement</w:t>
      </w:r>
    </w:p>
    <w:p w:rsidR="00932281" w:rsidRDefault="00932281" w:rsidP="00932281">
      <w:r>
        <w:t>The information provided on this form will be used for [DESCRIBE HERE] purpose only. By submitting my details herein, I hereby indicate my conformity to the use of the data as identified above.</w:t>
      </w:r>
    </w:p>
    <w:p w:rsidR="00E771A9" w:rsidRPr="00932281" w:rsidRDefault="00D95E30" w:rsidP="00932281">
      <w:pPr>
        <w:pStyle w:val="Heading2"/>
        <w:rPr>
          <w:sz w:val="28"/>
        </w:rPr>
      </w:pPr>
      <w:r w:rsidRPr="00932281">
        <w:rPr>
          <w:sz w:val="28"/>
        </w:rPr>
        <w:t>SIGNATURES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618"/>
        <w:gridCol w:w="3776"/>
        <w:gridCol w:w="1619"/>
        <w:gridCol w:w="3777"/>
      </w:tblGrid>
      <w:tr w:rsidR="00E771A9">
        <w:trPr>
          <w:trHeight w:val="590"/>
        </w:trPr>
        <w:tc>
          <w:tcPr>
            <w:tcW w:w="750" w:type="pct"/>
            <w:vAlign w:val="bottom"/>
          </w:tcPr>
          <w:p w:rsidR="00E771A9" w:rsidRDefault="00D95E30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E771A9" w:rsidRDefault="00E771A9"/>
        </w:tc>
        <w:tc>
          <w:tcPr>
            <w:tcW w:w="750" w:type="pct"/>
            <w:vAlign w:val="bottom"/>
          </w:tcPr>
          <w:p w:rsidR="00E771A9" w:rsidRDefault="00D95E30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E771A9" w:rsidRDefault="00E771A9"/>
        </w:tc>
      </w:tr>
      <w:tr w:rsidR="00E771A9">
        <w:tc>
          <w:tcPr>
            <w:tcW w:w="750" w:type="pct"/>
          </w:tcPr>
          <w:p w:rsidR="00E771A9" w:rsidRDefault="00D95E30">
            <w:pPr>
              <w:pStyle w:val="Heading2"/>
            </w:pPr>
            <w:r>
              <w:t>Name and</w:t>
            </w:r>
            <w:r>
              <w:t xml:space="preserve"> Title</w:t>
            </w:r>
          </w:p>
        </w:tc>
        <w:tc>
          <w:tcPr>
            <w:tcW w:w="1750" w:type="pct"/>
          </w:tcPr>
          <w:p w:rsidR="00E771A9" w:rsidRDefault="00E771A9"/>
        </w:tc>
        <w:tc>
          <w:tcPr>
            <w:tcW w:w="750" w:type="pct"/>
          </w:tcPr>
          <w:p w:rsidR="00E771A9" w:rsidRDefault="00D95E30">
            <w:pPr>
              <w:pStyle w:val="Heading2"/>
            </w:pPr>
            <w:r>
              <w:t>Name and Title</w:t>
            </w:r>
          </w:p>
        </w:tc>
        <w:tc>
          <w:tcPr>
            <w:tcW w:w="1750" w:type="pct"/>
          </w:tcPr>
          <w:p w:rsidR="00E771A9" w:rsidRDefault="00E771A9"/>
        </w:tc>
      </w:tr>
      <w:tr w:rsidR="00E771A9">
        <w:tc>
          <w:tcPr>
            <w:tcW w:w="750" w:type="pct"/>
          </w:tcPr>
          <w:p w:rsidR="00E771A9" w:rsidRDefault="00D95E30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E771A9" w:rsidRDefault="00E771A9"/>
        </w:tc>
        <w:tc>
          <w:tcPr>
            <w:tcW w:w="750" w:type="pct"/>
          </w:tcPr>
          <w:p w:rsidR="00E771A9" w:rsidRDefault="00D95E30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E771A9" w:rsidRDefault="00E771A9"/>
        </w:tc>
      </w:tr>
    </w:tbl>
    <w:p w:rsidR="00E771A9" w:rsidRDefault="00E771A9"/>
    <w:sectPr w:rsidR="00E771A9" w:rsidSect="009E79DB">
      <w:pgSz w:w="12240" w:h="15840" w:code="1"/>
      <w:pgMar w:top="576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E30" w:rsidRDefault="00D95E30">
      <w:pPr>
        <w:spacing w:before="0" w:after="0"/>
      </w:pPr>
      <w:r>
        <w:separator/>
      </w:r>
    </w:p>
  </w:endnote>
  <w:endnote w:type="continuationSeparator" w:id="0">
    <w:p w:rsidR="00D95E30" w:rsidRDefault="00D95E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E30" w:rsidRDefault="00D95E30">
      <w:pPr>
        <w:spacing w:before="0" w:after="0"/>
      </w:pPr>
      <w:r>
        <w:separator/>
      </w:r>
    </w:p>
  </w:footnote>
  <w:footnote w:type="continuationSeparator" w:id="0">
    <w:p w:rsidR="00D95E30" w:rsidRDefault="00D95E3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63021"/>
    <w:multiLevelType w:val="hybridMultilevel"/>
    <w:tmpl w:val="6E16BBD4"/>
    <w:lvl w:ilvl="0" w:tplc="4000BD2C">
      <w:start w:val="1"/>
      <w:numFmt w:val="decimal"/>
      <w:pStyle w:val="ListParagraph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1"/>
    <w:rsid w:val="00757D42"/>
    <w:rsid w:val="00932281"/>
    <w:rsid w:val="009E79DB"/>
    <w:rsid w:val="00D95E30"/>
    <w:rsid w:val="00E7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BA44C4"/>
  <w15:chartTrackingRefBased/>
  <w15:docId w15:val="{EEA29AFE-00BE-4E1B-A342-138F3D55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rsid w:val="00757D42"/>
    <w:pPr>
      <w:keepNext/>
      <w:keepLines/>
      <w:shd w:val="clear" w:color="auto" w:fill="F2F2F2" w:themeFill="background1" w:themeFillShade="F2"/>
      <w:spacing w:before="0" w:after="0"/>
      <w:ind w:left="14" w:right="14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jc w:val="center"/>
    </w:pPr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0"/>
      <w:ind w:left="72"/>
      <w:jc w:val="center"/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spacing w:val="15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757D42"/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credit%20appl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EBCC5FD2A14D64A4A60299D5498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3AB8D-F985-4CDB-877C-B93112A482B9}"/>
      </w:docPartPr>
      <w:docPartBody>
        <w:p w:rsidR="00000000" w:rsidRDefault="00BC485B">
          <w:pPr>
            <w:pStyle w:val="BDEBCC5FD2A14D64A4A60299D5498DED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5B"/>
    <w:rsid w:val="00BC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EBCC5FD2A14D64A4A60299D5498DED">
    <w:name w:val="BDEBCC5FD2A14D64A4A60299D5498D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04108-EFC0-45CA-BD8E-6329D03F9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credit application.dotx</Template>
  <TotalTime>13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CLIENT INFORMATION FORM</vt:lpstr>
      <vt:lpstr>    PERSONAL CONTACT INFORMATION</vt:lpstr>
      <vt:lpstr>    BUSINESS AND CREDIT INFORMATION</vt:lpstr>
      <vt:lpstr>    BUSINESS/TRADE REFERENCES</vt:lpstr>
      <vt:lpstr>agreement</vt:lpstr>
      <vt:lpstr>    SIGNATURES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3</cp:revision>
  <dcterms:created xsi:type="dcterms:W3CDTF">2017-08-03T08:28:00Z</dcterms:created>
  <dcterms:modified xsi:type="dcterms:W3CDTF">2017-08-03T08:44:00Z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TC039736919991</vt:lpwstr>
  </property>
</Properties>
</file>