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49" w:rsidRPr="00567362" w:rsidRDefault="001769D0" w:rsidP="004F5C81">
      <w:pPr>
        <w:pStyle w:val="Title"/>
        <w:rPr>
          <w:rFonts w:ascii="Calibri" w:hAnsi="Calibri" w:cs="Calibri"/>
          <w:color w:val="auto"/>
        </w:rPr>
      </w:pPr>
      <w:r>
        <w:rPr>
          <w:rFonts w:ascii="Calibri" w:hAnsi="Calibri"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3601068</wp:posOffset>
                </wp:positionH>
                <wp:positionV relativeFrom="paragraph">
                  <wp:posOffset>-36830</wp:posOffset>
                </wp:positionV>
                <wp:extent cx="1556385" cy="8153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6385" cy="815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15B8" w:rsidRDefault="00EF373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67155" cy="532130"/>
                                  <wp:effectExtent l="0" t="0" r="4445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CA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71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3.55pt;margin-top:-2.9pt;width:122.55pt;height:6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" filled="f" stroked="f" strokeweight=".5pt">
                <v:textbox>
                  <w:txbxContent>
                    <w:p w:rsidR="005E15B8" w:rsidRDefault="00EF373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67155" cy="532130"/>
                            <wp:effectExtent l="0" t="0" r="4445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CAR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671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5B8">
        <w:rPr>
          <w:rFonts w:ascii="Calibri" w:hAnsi="Calibri"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51445C" wp14:editId="1EB8541E">
                <wp:simplePos x="0" y="0"/>
                <wp:positionH relativeFrom="column">
                  <wp:posOffset>4977164</wp:posOffset>
                </wp:positionH>
                <wp:positionV relativeFrom="paragraph">
                  <wp:posOffset>-127000</wp:posOffset>
                </wp:positionV>
                <wp:extent cx="1556951" cy="815546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6951" cy="815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15B8" w:rsidRDefault="009F46CA" w:rsidP="005E15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39800" cy="717550"/>
                                  <wp:effectExtent l="0" t="0" r="0" b="635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CAR2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800" cy="717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1445C" id="Text Box 2" o:spid="_x0000_s1027" type="#_x0000_t202" style="position:absolute;margin-left:391.9pt;margin-top:-10pt;width:122.6pt;height:6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" filled="f" stroked="f" strokeweight=".5pt">
                <v:textbox>
                  <w:txbxContent>
                    <w:p w:rsidR="005E15B8" w:rsidRDefault="009F46CA" w:rsidP="005E15B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39800" cy="717550"/>
                            <wp:effectExtent l="0" t="0" r="0" b="635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CAR2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800" cy="717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C7DC6" w:rsidRPr="00567362">
        <w:rPr>
          <w:rFonts w:ascii="Calibri" w:hAnsi="Calibri" w:cs="Calibri"/>
          <w:color w:val="auto"/>
        </w:rPr>
        <w:t xml:space="preserve">Car </w:t>
      </w:r>
      <w:r w:rsidR="00567362" w:rsidRPr="00567362">
        <w:rPr>
          <w:rFonts w:ascii="Calibri" w:hAnsi="Calibri" w:cs="Calibri"/>
          <w:color w:val="auto"/>
        </w:rPr>
        <w:t>Show</w:t>
      </w:r>
      <w:r w:rsidR="00EC7DC6" w:rsidRPr="00567362">
        <w:rPr>
          <w:rFonts w:ascii="Calibri" w:hAnsi="Calibri" w:cs="Calibri"/>
          <w:color w:val="auto"/>
        </w:rPr>
        <w:t xml:space="preserve"> Registration Form</w:t>
      </w:r>
    </w:p>
    <w:p w:rsidR="004F5C81" w:rsidRPr="004F5C81" w:rsidRDefault="004F5C81" w:rsidP="004F5C81">
      <w:pPr>
        <w:rPr>
          <w:sz w:val="22"/>
        </w:rPr>
      </w:pPr>
      <w:r w:rsidRPr="004F5C81">
        <w:rPr>
          <w:sz w:val="22"/>
        </w:rPr>
        <w:t>WEDNESDAY JANUARY 24, 2018</w:t>
      </w:r>
    </w:p>
    <w:p w:rsidR="000B5A49" w:rsidRPr="00567362" w:rsidRDefault="004F5C81" w:rsidP="004F5C81">
      <w:r>
        <w:t>8:00 AM TO 4:00 PM</w:t>
      </w:r>
    </w:p>
    <w:p w:rsidR="000B5A49" w:rsidRPr="00567362" w:rsidRDefault="00EC7DC6">
      <w:pPr>
        <w:pStyle w:val="Heading1"/>
        <w:rPr>
          <w:rFonts w:ascii="Calibri" w:hAnsi="Calibri" w:cs="Calibri"/>
          <w:color w:val="auto"/>
          <w:sz w:val="28"/>
        </w:rPr>
      </w:pPr>
      <w:r w:rsidRPr="00567362">
        <w:rPr>
          <w:rFonts w:ascii="Calibri" w:hAnsi="Calibri" w:cs="Calibri"/>
          <w:color w:val="auto"/>
          <w:sz w:val="28"/>
        </w:rPr>
        <w:t>Applicant Information</w:t>
      </w:r>
    </w:p>
    <w:tbl>
      <w:tblPr>
        <w:tblStyle w:val="SyllabusTable-NoBorders"/>
        <w:tblW w:w="5000" w:type="pct"/>
        <w:tblLook w:val="04A0" w:firstRow="1" w:lastRow="0" w:firstColumn="1" w:lastColumn="0" w:noHBand="0" w:noVBand="1"/>
        <w:tblDescription w:val="Contact Info"/>
      </w:tblPr>
      <w:tblGrid>
        <w:gridCol w:w="3249"/>
        <w:gridCol w:w="3238"/>
        <w:gridCol w:w="3247"/>
      </w:tblGrid>
      <w:tr w:rsidR="00567362" w:rsidRPr="00567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9" w:type="pct"/>
          </w:tcPr>
          <w:p w:rsidR="000B5A49" w:rsidRPr="00567362" w:rsidRDefault="00EC7DC6">
            <w:pPr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Applicant Name</w:t>
            </w:r>
          </w:p>
        </w:tc>
        <w:tc>
          <w:tcPr>
            <w:tcW w:w="1663" w:type="pct"/>
          </w:tcPr>
          <w:p w:rsidR="000B5A49" w:rsidRPr="00567362" w:rsidRDefault="00EC2135">
            <w:pPr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Email</w:t>
            </w:r>
          </w:p>
        </w:tc>
        <w:tc>
          <w:tcPr>
            <w:tcW w:w="1668" w:type="pct"/>
          </w:tcPr>
          <w:p w:rsidR="000B5A49" w:rsidRPr="00567362" w:rsidRDefault="00EC7DC6">
            <w:pPr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Mailing Address</w:t>
            </w:r>
          </w:p>
        </w:tc>
      </w:tr>
      <w:tr w:rsidR="00567362" w:rsidRPr="00567362">
        <w:tc>
          <w:tcPr>
            <w:tcW w:w="1669" w:type="pct"/>
          </w:tcPr>
          <w:p w:rsidR="000B5A49" w:rsidRPr="00567362" w:rsidRDefault="00EC7DC6">
            <w:pPr>
              <w:pStyle w:val="NoSpacing"/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Style w:val="Strong"/>
                <w:rFonts w:ascii="Calibri" w:hAnsi="Calibri" w:cs="Calibri"/>
                <w:b w:val="0"/>
                <w:color w:val="auto"/>
                <w:sz w:val="24"/>
              </w:rPr>
              <w:t>[Complete Name]</w:t>
            </w:r>
          </w:p>
        </w:tc>
        <w:sdt>
          <w:sdtPr>
            <w:rPr>
              <w:rFonts w:ascii="Calibri" w:hAnsi="Calibri" w:cs="Calibri"/>
              <w:color w:val="auto"/>
              <w:sz w:val="24"/>
            </w:rPr>
            <w:id w:val="-756277065"/>
            <w:placeholder>
              <w:docPart w:val="763FE2EF108B4111864802D115AFB8D0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3" w:type="pct"/>
              </w:tcPr>
              <w:p w:rsidR="000B5A49" w:rsidRPr="00567362" w:rsidRDefault="00EC2135">
                <w:pPr>
                  <w:pStyle w:val="NoSpacing"/>
                  <w:rPr>
                    <w:rFonts w:ascii="Calibri" w:hAnsi="Calibri" w:cs="Calibri"/>
                    <w:color w:val="auto"/>
                    <w:sz w:val="24"/>
                  </w:rPr>
                </w:pPr>
                <w:r w:rsidRPr="00567362">
                  <w:rPr>
                    <w:rFonts w:ascii="Calibri" w:hAnsi="Calibri" w:cs="Calibri"/>
                    <w:color w:val="auto"/>
                    <w:sz w:val="24"/>
                  </w:rPr>
                  <w:t>[Email address]</w:t>
                </w:r>
              </w:p>
            </w:tc>
          </w:sdtContent>
        </w:sdt>
        <w:tc>
          <w:tcPr>
            <w:tcW w:w="1668" w:type="pct"/>
          </w:tcPr>
          <w:p w:rsidR="000B5A49" w:rsidRPr="00567362" w:rsidRDefault="00EC7DC6">
            <w:pPr>
              <w:pStyle w:val="NoSpacing"/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[Address, CITY, ST ZIP]</w:t>
            </w:r>
          </w:p>
        </w:tc>
      </w:tr>
      <w:tr w:rsidR="00567362" w:rsidRPr="00567362">
        <w:tc>
          <w:tcPr>
            <w:tcW w:w="1669" w:type="pct"/>
          </w:tcPr>
          <w:p w:rsidR="00EC7DC6" w:rsidRPr="00567362" w:rsidRDefault="00EC7DC6" w:rsidP="00EC7DC6">
            <w:pPr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663" w:type="pct"/>
          </w:tcPr>
          <w:p w:rsidR="00EC7DC6" w:rsidRPr="00567362" w:rsidRDefault="00EC7DC6" w:rsidP="00EC7DC6">
            <w:pPr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668" w:type="pct"/>
          </w:tcPr>
          <w:p w:rsidR="00EC7DC6" w:rsidRPr="00567362" w:rsidRDefault="00EC7DC6" w:rsidP="00EC7DC6">
            <w:pPr>
              <w:rPr>
                <w:rFonts w:ascii="Calibri" w:hAnsi="Calibri" w:cs="Calibri"/>
                <w:color w:val="auto"/>
                <w:sz w:val="24"/>
              </w:rPr>
            </w:pPr>
          </w:p>
        </w:tc>
      </w:tr>
      <w:tr w:rsidR="00567362" w:rsidRPr="00567362">
        <w:tc>
          <w:tcPr>
            <w:tcW w:w="1669" w:type="pct"/>
          </w:tcPr>
          <w:p w:rsidR="00EC7DC6" w:rsidRPr="00567362" w:rsidRDefault="00EC7DC6" w:rsidP="00EC7DC6">
            <w:pPr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b/>
                <w:color w:val="auto"/>
                <w:sz w:val="24"/>
              </w:rPr>
              <w:t>Car Year</w:t>
            </w:r>
          </w:p>
        </w:tc>
        <w:tc>
          <w:tcPr>
            <w:tcW w:w="1663" w:type="pct"/>
          </w:tcPr>
          <w:p w:rsidR="00EC7DC6" w:rsidRPr="00567362" w:rsidRDefault="00EC7DC6" w:rsidP="00EC7DC6">
            <w:pPr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b/>
                <w:color w:val="auto"/>
                <w:sz w:val="24"/>
              </w:rPr>
              <w:t>Make</w:t>
            </w:r>
          </w:p>
        </w:tc>
        <w:tc>
          <w:tcPr>
            <w:tcW w:w="1668" w:type="pct"/>
          </w:tcPr>
          <w:p w:rsidR="00EC7DC6" w:rsidRPr="00567362" w:rsidRDefault="00EC7DC6" w:rsidP="00EC7DC6">
            <w:pPr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b/>
                <w:color w:val="auto"/>
                <w:sz w:val="24"/>
              </w:rPr>
              <w:t>Model</w:t>
            </w:r>
          </w:p>
        </w:tc>
      </w:tr>
      <w:tr w:rsidR="00567362" w:rsidRPr="00567362">
        <w:tc>
          <w:tcPr>
            <w:tcW w:w="1669" w:type="pct"/>
          </w:tcPr>
          <w:p w:rsidR="00EC7DC6" w:rsidRPr="00567362" w:rsidRDefault="00EC7DC6" w:rsidP="00EC7DC6">
            <w:pPr>
              <w:pStyle w:val="NoSpacing"/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Style w:val="Strong"/>
                <w:rFonts w:ascii="Calibri" w:hAnsi="Calibri" w:cs="Calibri"/>
                <w:b w:val="0"/>
                <w:color w:val="auto"/>
                <w:sz w:val="24"/>
              </w:rPr>
              <w:t>[Year]</w:t>
            </w:r>
          </w:p>
        </w:tc>
        <w:tc>
          <w:tcPr>
            <w:tcW w:w="1663" w:type="pct"/>
          </w:tcPr>
          <w:p w:rsidR="00EC7DC6" w:rsidRPr="00567362" w:rsidRDefault="00EC7DC6" w:rsidP="00EC7DC6">
            <w:pPr>
              <w:pStyle w:val="NoSpacing"/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[Make]</w:t>
            </w:r>
          </w:p>
        </w:tc>
        <w:tc>
          <w:tcPr>
            <w:tcW w:w="1668" w:type="pct"/>
          </w:tcPr>
          <w:p w:rsidR="00EC7DC6" w:rsidRPr="00567362" w:rsidRDefault="00EC7DC6" w:rsidP="00EC7DC6">
            <w:pPr>
              <w:pStyle w:val="NoSpacing"/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[Model]</w:t>
            </w:r>
            <w:bookmarkStart w:id="0" w:name="_GoBack"/>
            <w:bookmarkEnd w:id="0"/>
          </w:p>
          <w:p w:rsidR="00EC7DC6" w:rsidRPr="00567362" w:rsidRDefault="00EC7DC6" w:rsidP="00EC7DC6">
            <w:pPr>
              <w:pStyle w:val="NoSpacing"/>
              <w:rPr>
                <w:rFonts w:ascii="Calibri" w:hAnsi="Calibri" w:cs="Calibri"/>
                <w:color w:val="auto"/>
                <w:sz w:val="24"/>
              </w:rPr>
            </w:pPr>
          </w:p>
        </w:tc>
      </w:tr>
      <w:tr w:rsidR="00567362" w:rsidRPr="00567362">
        <w:tc>
          <w:tcPr>
            <w:tcW w:w="1669" w:type="pct"/>
          </w:tcPr>
          <w:p w:rsidR="00EC7DC6" w:rsidRPr="00567362" w:rsidRDefault="00EC7DC6" w:rsidP="00EC7DC6">
            <w:pPr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b/>
                <w:color w:val="auto"/>
                <w:sz w:val="24"/>
              </w:rPr>
              <w:t>Car Color</w:t>
            </w:r>
          </w:p>
        </w:tc>
        <w:tc>
          <w:tcPr>
            <w:tcW w:w="1663" w:type="pct"/>
          </w:tcPr>
          <w:p w:rsidR="00EC7DC6" w:rsidRPr="00567362" w:rsidRDefault="00EC7DC6" w:rsidP="00EC7DC6">
            <w:pPr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b/>
                <w:color w:val="auto"/>
                <w:sz w:val="24"/>
              </w:rPr>
              <w:t>Car Club Membership</w:t>
            </w:r>
          </w:p>
        </w:tc>
        <w:tc>
          <w:tcPr>
            <w:tcW w:w="1668" w:type="pct"/>
          </w:tcPr>
          <w:p w:rsidR="00EC7DC6" w:rsidRPr="00567362" w:rsidRDefault="00EC7DC6" w:rsidP="00EC7DC6">
            <w:pPr>
              <w:rPr>
                <w:rFonts w:ascii="Calibri" w:hAnsi="Calibri" w:cs="Calibri"/>
                <w:b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b/>
                <w:color w:val="auto"/>
                <w:sz w:val="24"/>
              </w:rPr>
              <w:t>Classification</w:t>
            </w:r>
          </w:p>
        </w:tc>
      </w:tr>
      <w:tr w:rsidR="00567362" w:rsidRPr="00567362">
        <w:tc>
          <w:tcPr>
            <w:tcW w:w="1669" w:type="pct"/>
          </w:tcPr>
          <w:p w:rsidR="00EC7DC6" w:rsidRPr="00567362" w:rsidRDefault="00EC7DC6" w:rsidP="00EC7DC6">
            <w:pPr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[Color]</w:t>
            </w:r>
          </w:p>
        </w:tc>
        <w:tc>
          <w:tcPr>
            <w:tcW w:w="1663" w:type="pct"/>
          </w:tcPr>
          <w:p w:rsidR="00EC7DC6" w:rsidRPr="00567362" w:rsidRDefault="00EC7DC6" w:rsidP="00EC7DC6">
            <w:pPr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[Membership]</w:t>
            </w:r>
          </w:p>
        </w:tc>
        <w:tc>
          <w:tcPr>
            <w:tcW w:w="1668" w:type="pct"/>
          </w:tcPr>
          <w:p w:rsidR="00EC7DC6" w:rsidRPr="00567362" w:rsidRDefault="00EC7DC6" w:rsidP="00EC7DC6">
            <w:pPr>
              <w:rPr>
                <w:rFonts w:ascii="Calibri" w:hAnsi="Calibri" w:cs="Calibri"/>
                <w:color w:val="auto"/>
                <w:sz w:val="24"/>
              </w:rPr>
            </w:pPr>
            <w:r w:rsidRPr="00567362">
              <w:rPr>
                <w:rFonts w:ascii="Calibri" w:hAnsi="Calibri" w:cs="Calibri"/>
                <w:color w:val="auto"/>
                <w:sz w:val="24"/>
              </w:rPr>
              <w:t>[Classification]</w:t>
            </w:r>
          </w:p>
        </w:tc>
      </w:tr>
    </w:tbl>
    <w:p w:rsidR="000B5A49" w:rsidRPr="00567362" w:rsidRDefault="00EC2135">
      <w:pPr>
        <w:pStyle w:val="Heading1"/>
        <w:rPr>
          <w:rFonts w:ascii="Calibri" w:hAnsi="Calibri" w:cs="Calibri"/>
          <w:color w:val="auto"/>
          <w:sz w:val="28"/>
          <w:szCs w:val="24"/>
        </w:rPr>
      </w:pPr>
      <w:r w:rsidRPr="00567362">
        <w:rPr>
          <w:rFonts w:ascii="Calibri" w:hAnsi="Calibri" w:cs="Calibri"/>
          <w:color w:val="auto"/>
          <w:sz w:val="28"/>
          <w:szCs w:val="24"/>
        </w:rPr>
        <w:t>General Information</w:t>
      </w:r>
    </w:p>
    <w:p w:rsidR="000B5A49" w:rsidRPr="00567362" w:rsidRDefault="00EC2135">
      <w:pPr>
        <w:pStyle w:val="Heading2"/>
        <w:rPr>
          <w:rFonts w:ascii="Calibri" w:hAnsi="Calibri" w:cs="Calibri"/>
          <w:color w:val="auto"/>
          <w:sz w:val="24"/>
          <w:szCs w:val="24"/>
        </w:rPr>
      </w:pPr>
      <w:r w:rsidRPr="00567362">
        <w:rPr>
          <w:rFonts w:ascii="Calibri" w:hAnsi="Calibri" w:cs="Calibri"/>
          <w:color w:val="auto"/>
          <w:sz w:val="24"/>
          <w:szCs w:val="24"/>
        </w:rPr>
        <w:t>Description</w:t>
      </w:r>
    </w:p>
    <w:p w:rsidR="000B5A49" w:rsidRPr="00567362" w:rsidRDefault="00EC2135">
      <w:pPr>
        <w:rPr>
          <w:rFonts w:ascii="Calibri" w:hAnsi="Calibri" w:cs="Calibri"/>
          <w:color w:val="auto"/>
          <w:sz w:val="24"/>
          <w:szCs w:val="24"/>
        </w:rPr>
      </w:pPr>
      <w:r w:rsidRPr="00567362">
        <w:rPr>
          <w:rFonts w:ascii="Calibri" w:hAnsi="Calibri" w:cs="Calibri"/>
          <w:color w:val="auto"/>
          <w:sz w:val="24"/>
          <w:szCs w:val="24"/>
        </w:rPr>
        <w:t>To replace any placeholder text</w:t>
      </w:r>
      <w:r w:rsidR="00090C6C" w:rsidRPr="00567362">
        <w:rPr>
          <w:rFonts w:ascii="Calibri" w:hAnsi="Calibri" w:cs="Calibri"/>
          <w:color w:val="auto"/>
          <w:sz w:val="24"/>
          <w:szCs w:val="24"/>
        </w:rPr>
        <w:t>,</w:t>
      </w:r>
      <w:r w:rsidRPr="00567362">
        <w:rPr>
          <w:rFonts w:ascii="Calibri" w:hAnsi="Calibri" w:cs="Calibri"/>
          <w:color w:val="auto"/>
          <w:sz w:val="24"/>
          <w:szCs w:val="24"/>
        </w:rPr>
        <w:t xml:space="preserve"> just click it and type.</w:t>
      </w:r>
    </w:p>
    <w:p w:rsidR="000B5A49" w:rsidRPr="00567362" w:rsidRDefault="00567362">
      <w:pPr>
        <w:pStyle w:val="Heading1"/>
        <w:rPr>
          <w:rFonts w:ascii="Calibri" w:hAnsi="Calibri" w:cs="Calibri"/>
          <w:color w:val="auto"/>
          <w:sz w:val="28"/>
        </w:rPr>
      </w:pPr>
      <w:r>
        <w:rPr>
          <w:rFonts w:ascii="Calibri" w:hAnsi="Calibri" w:cs="Calibri"/>
          <w:color w:val="auto"/>
          <w:sz w:val="28"/>
        </w:rPr>
        <w:t>Competition Schedule</w:t>
      </w:r>
    </w:p>
    <w:tbl>
      <w:tblPr>
        <w:tblStyle w:val="SyllabusTable-withBorders"/>
        <w:tblW w:w="5000" w:type="pct"/>
        <w:tblLook w:val="04A0" w:firstRow="1" w:lastRow="0" w:firstColumn="1" w:lastColumn="0" w:noHBand="0" w:noVBand="1"/>
        <w:tblDescription w:val="Course schedule"/>
      </w:tblPr>
      <w:tblGrid>
        <w:gridCol w:w="1947"/>
        <w:gridCol w:w="2920"/>
        <w:gridCol w:w="1947"/>
        <w:gridCol w:w="2920"/>
      </w:tblGrid>
      <w:tr w:rsidR="00567362" w:rsidRPr="00567362" w:rsidTr="00567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tcBorders>
              <w:bottom w:val="single" w:sz="4" w:space="0" w:color="auto"/>
            </w:tcBorders>
          </w:tcPr>
          <w:p w:rsidR="000B5A49" w:rsidRPr="00567362" w:rsidRDefault="00567362">
            <w:pPr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Time</w:t>
            </w: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:rsidR="000B5A49" w:rsidRPr="00567362" w:rsidRDefault="005673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Day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0B5A49" w:rsidRPr="00567362" w:rsidRDefault="005673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Place</w:t>
            </w: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:rsidR="000B5A49" w:rsidRPr="00567362" w:rsidRDefault="005673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Note</w:t>
            </w:r>
          </w:p>
        </w:tc>
      </w:tr>
      <w:tr w:rsidR="00567362" w:rsidRPr="00567362" w:rsidTr="00567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tcBorders>
              <w:top w:val="single" w:sz="4" w:space="0" w:color="auto"/>
            </w:tcBorders>
          </w:tcPr>
          <w:p w:rsidR="000B5A49" w:rsidRPr="00567362" w:rsidRDefault="00567362">
            <w:pPr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8:00 AM</w:t>
            </w: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0B5A49" w:rsidRPr="00567362" w:rsidRDefault="005673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Wednesday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0B5A49" w:rsidRPr="00567362" w:rsidRDefault="005673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Halley</w:t>
            </w: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0B5A49" w:rsidRPr="00567362" w:rsidRDefault="005673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 w:val="24"/>
              </w:rPr>
              <w:t>Single motor entry</w:t>
            </w:r>
          </w:p>
        </w:tc>
      </w:tr>
      <w:tr w:rsidR="00567362" w:rsidRPr="00567362" w:rsidTr="00567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tcBorders>
              <w:bottom w:val="single" w:sz="4" w:space="0" w:color="BFBFBF" w:themeColor="background1" w:themeShade="BF"/>
            </w:tcBorders>
          </w:tcPr>
          <w:p w:rsidR="000B5A49" w:rsidRPr="00567362" w:rsidRDefault="000B5A49">
            <w:pPr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500" w:type="pct"/>
            <w:tcBorders>
              <w:bottom w:val="single" w:sz="4" w:space="0" w:color="BFBFBF" w:themeColor="background1" w:themeShade="BF"/>
            </w:tcBorders>
          </w:tcPr>
          <w:p w:rsidR="000B5A49" w:rsidRPr="00567362" w:rsidRDefault="000B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BFBFBF" w:themeColor="background1" w:themeShade="BF"/>
            </w:tcBorders>
          </w:tcPr>
          <w:p w:rsidR="000B5A49" w:rsidRPr="00567362" w:rsidRDefault="000B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500" w:type="pct"/>
            <w:tcBorders>
              <w:bottom w:val="single" w:sz="4" w:space="0" w:color="BFBFBF" w:themeColor="background1" w:themeShade="BF"/>
            </w:tcBorders>
          </w:tcPr>
          <w:p w:rsidR="000B5A49" w:rsidRPr="00567362" w:rsidRDefault="000B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</w:p>
        </w:tc>
      </w:tr>
      <w:tr w:rsidR="00567362" w:rsidRPr="00567362" w:rsidTr="00567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0B5A49" w:rsidRPr="00567362" w:rsidRDefault="000B5A49">
            <w:pPr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500" w:type="pct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0B5A49" w:rsidRPr="00567362" w:rsidRDefault="000B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000" w:type="pct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0B5A49" w:rsidRPr="00567362" w:rsidRDefault="000B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</w:p>
        </w:tc>
        <w:tc>
          <w:tcPr>
            <w:tcW w:w="1500" w:type="pct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0B5A49" w:rsidRPr="00567362" w:rsidRDefault="000B5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4"/>
              </w:rPr>
            </w:pPr>
          </w:p>
        </w:tc>
      </w:tr>
    </w:tbl>
    <w:p w:rsidR="000B5A49" w:rsidRPr="00567362" w:rsidRDefault="00EC2135" w:rsidP="00E22BF2">
      <w:pPr>
        <w:pStyle w:val="Heading1"/>
        <w:rPr>
          <w:rFonts w:ascii="Calibri" w:hAnsi="Calibri" w:cs="Calibri"/>
          <w:color w:val="auto"/>
          <w:sz w:val="28"/>
        </w:rPr>
      </w:pPr>
      <w:r w:rsidRPr="00567362">
        <w:rPr>
          <w:rFonts w:ascii="Calibri" w:hAnsi="Calibri" w:cs="Calibri"/>
          <w:color w:val="auto"/>
          <w:sz w:val="28"/>
        </w:rPr>
        <w:t>Addi</w:t>
      </w:r>
      <w:r w:rsidR="00E22BF2" w:rsidRPr="00567362">
        <w:rPr>
          <w:rFonts w:ascii="Calibri" w:hAnsi="Calibri" w:cs="Calibri"/>
          <w:color w:val="auto"/>
          <w:sz w:val="28"/>
        </w:rPr>
        <w:t>tional Information &amp; Instructions</w:t>
      </w:r>
    </w:p>
    <w:p w:rsidR="00E22BF2" w:rsidRPr="00567362" w:rsidRDefault="00E22BF2" w:rsidP="00E22BF2">
      <w:pPr>
        <w:numPr>
          <w:ilvl w:val="0"/>
          <w:numId w:val="6"/>
        </w:numPr>
        <w:spacing w:after="0" w:line="259" w:lineRule="auto"/>
        <w:ind w:right="80" w:hanging="360"/>
        <w:rPr>
          <w:rFonts w:ascii="Calibri" w:hAnsi="Calibri" w:cs="Calibri"/>
          <w:color w:val="auto"/>
        </w:rPr>
      </w:pPr>
      <w:r w:rsidRPr="00567362">
        <w:rPr>
          <w:rFonts w:ascii="Calibri" w:eastAsia="Times New Roman" w:hAnsi="Calibri" w:cs="Calibri"/>
          <w:color w:val="auto"/>
          <w:sz w:val="24"/>
        </w:rPr>
        <w:t>Car Club display area reservation fee:  $20 (</w:t>
      </w:r>
      <w:r w:rsidRPr="00567362">
        <w:rPr>
          <w:rFonts w:ascii="Calibri" w:eastAsia="Times New Roman" w:hAnsi="Calibri" w:cs="Calibri"/>
          <w:i/>
          <w:color w:val="auto"/>
          <w:sz w:val="24"/>
        </w:rPr>
        <w:t>tax deductible</w:t>
      </w:r>
      <w:r w:rsidRPr="00567362">
        <w:rPr>
          <w:rFonts w:ascii="Calibri" w:eastAsia="Times New Roman" w:hAnsi="Calibri" w:cs="Calibri"/>
          <w:color w:val="auto"/>
          <w:sz w:val="24"/>
        </w:rPr>
        <w:t xml:space="preserve">). </w:t>
      </w:r>
    </w:p>
    <w:p w:rsidR="00E22BF2" w:rsidRPr="00567362" w:rsidRDefault="00E22BF2" w:rsidP="00E22BF2">
      <w:pPr>
        <w:numPr>
          <w:ilvl w:val="0"/>
          <w:numId w:val="6"/>
        </w:numPr>
        <w:spacing w:after="12" w:line="248" w:lineRule="auto"/>
        <w:ind w:right="80" w:hanging="360"/>
        <w:rPr>
          <w:rFonts w:ascii="Calibri" w:hAnsi="Calibri" w:cs="Calibri"/>
          <w:color w:val="auto"/>
        </w:rPr>
      </w:pPr>
      <w:r w:rsidRPr="00567362">
        <w:rPr>
          <w:rFonts w:ascii="Calibri" w:eastAsia="Times New Roman" w:hAnsi="Calibri" w:cs="Calibri"/>
          <w:color w:val="auto"/>
          <w:sz w:val="24"/>
        </w:rPr>
        <w:t xml:space="preserve">Pre-registration guarantees a reserved parking place in the Car Club Display Area. </w:t>
      </w:r>
    </w:p>
    <w:p w:rsidR="00E22BF2" w:rsidRPr="00567362" w:rsidRDefault="00E22BF2" w:rsidP="00E22BF2">
      <w:pPr>
        <w:numPr>
          <w:ilvl w:val="0"/>
          <w:numId w:val="6"/>
        </w:numPr>
        <w:spacing w:after="12" w:line="248" w:lineRule="auto"/>
        <w:ind w:right="80" w:hanging="360"/>
        <w:rPr>
          <w:rFonts w:ascii="Calibri" w:hAnsi="Calibri" w:cs="Calibri"/>
          <w:color w:val="auto"/>
        </w:rPr>
      </w:pPr>
      <w:r w:rsidRPr="00567362">
        <w:rPr>
          <w:rFonts w:ascii="Calibri" w:eastAsia="Times New Roman" w:hAnsi="Calibri" w:cs="Calibri"/>
          <w:color w:val="auto"/>
          <w:sz w:val="24"/>
        </w:rPr>
        <w:t xml:space="preserve">For everyone’s safety, please park your car by 9 am and remain parked in the area until the official closing of the event at 4 pm. </w:t>
      </w:r>
    </w:p>
    <w:p w:rsidR="00454128" w:rsidRPr="00567362" w:rsidRDefault="00E22BF2" w:rsidP="00E22BF2">
      <w:pPr>
        <w:numPr>
          <w:ilvl w:val="0"/>
          <w:numId w:val="6"/>
        </w:numPr>
        <w:spacing w:after="12" w:line="248" w:lineRule="auto"/>
        <w:ind w:right="80" w:hanging="360"/>
        <w:rPr>
          <w:rFonts w:ascii="Calibri" w:hAnsi="Calibri" w:cs="Calibri"/>
          <w:color w:val="auto"/>
        </w:rPr>
      </w:pPr>
      <w:r w:rsidRPr="00567362">
        <w:rPr>
          <w:rFonts w:ascii="Calibri" w:eastAsia="Times New Roman" w:hAnsi="Calibri" w:cs="Calibri"/>
          <w:color w:val="auto"/>
          <w:sz w:val="24"/>
        </w:rPr>
        <w:t xml:space="preserve">Please, no </w:t>
      </w:r>
      <w:r w:rsidRPr="00567362">
        <w:rPr>
          <w:rFonts w:ascii="Calibri" w:eastAsia="Times New Roman" w:hAnsi="Calibri" w:cs="Calibri"/>
          <w:i/>
          <w:color w:val="auto"/>
          <w:sz w:val="24"/>
        </w:rPr>
        <w:t xml:space="preserve">for- sale signs, </w:t>
      </w:r>
      <w:r w:rsidRPr="00567362">
        <w:rPr>
          <w:rFonts w:ascii="Calibri" w:eastAsia="Times New Roman" w:hAnsi="Calibri" w:cs="Calibri"/>
          <w:color w:val="auto"/>
          <w:sz w:val="24"/>
        </w:rPr>
        <w:t>advertisements, displays or illustrations without the prior written</w:t>
      </w:r>
      <w:r w:rsidRPr="00567362">
        <w:rPr>
          <w:rFonts w:ascii="Calibri" w:eastAsia="Times New Roman" w:hAnsi="Calibri" w:cs="Calibri"/>
          <w:i/>
          <w:color w:val="auto"/>
          <w:sz w:val="24"/>
        </w:rPr>
        <w:t xml:space="preserve"> </w:t>
      </w:r>
      <w:r w:rsidRPr="00567362">
        <w:rPr>
          <w:rFonts w:ascii="Calibri" w:eastAsia="Times New Roman" w:hAnsi="Calibri" w:cs="Calibri"/>
          <w:color w:val="auto"/>
          <w:sz w:val="24"/>
        </w:rPr>
        <w:t>consent and authorization of the Registrar.</w:t>
      </w:r>
    </w:p>
    <w:p w:rsidR="00454128" w:rsidRPr="00567362" w:rsidRDefault="00454128" w:rsidP="00454128">
      <w:pPr>
        <w:spacing w:after="12" w:line="248" w:lineRule="auto"/>
        <w:ind w:left="504" w:right="80"/>
        <w:rPr>
          <w:rFonts w:ascii="Calibri" w:hAnsi="Calibri" w:cs="Calibri"/>
          <w:color w:val="auto"/>
        </w:rPr>
      </w:pPr>
    </w:p>
    <w:p w:rsidR="00454128" w:rsidRPr="00567362" w:rsidRDefault="00454128" w:rsidP="00454128">
      <w:pPr>
        <w:spacing w:after="125" w:line="248" w:lineRule="auto"/>
        <w:ind w:right="80"/>
        <w:rPr>
          <w:rFonts w:ascii="Calibri" w:hAnsi="Calibri" w:cs="Calibri"/>
          <w:b/>
          <w:color w:val="auto"/>
          <w:sz w:val="24"/>
          <w:szCs w:val="24"/>
        </w:rPr>
      </w:pPr>
      <w:r w:rsidRPr="00567362">
        <w:rPr>
          <w:rFonts w:ascii="Calibri" w:eastAsia="Times New Roman" w:hAnsi="Calibri" w:cs="Calibri"/>
          <w:b/>
          <w:color w:val="auto"/>
          <w:sz w:val="24"/>
          <w:szCs w:val="24"/>
        </w:rPr>
        <w:t xml:space="preserve">I have read the above and accept the terms and conditions: </w:t>
      </w:r>
    </w:p>
    <w:p w:rsidR="00567362" w:rsidRDefault="00567362" w:rsidP="00567362">
      <w:pPr>
        <w:spacing w:line="360" w:lineRule="auto"/>
        <w:ind w:left="360"/>
        <w:rPr>
          <w:rFonts w:ascii="Calibri" w:hAnsi="Calibri" w:cs="Calibri"/>
          <w:color w:val="auto"/>
          <w:sz w:val="24"/>
        </w:rPr>
      </w:pPr>
    </w:p>
    <w:p w:rsidR="00454128" w:rsidRPr="00567362" w:rsidRDefault="00567362" w:rsidP="00567362">
      <w:pPr>
        <w:spacing w:line="360" w:lineRule="auto"/>
        <w:ind w:left="360"/>
        <w:rPr>
          <w:rFonts w:ascii="Calibri" w:hAnsi="Calibri" w:cs="Calibri"/>
          <w:color w:val="auto"/>
          <w:sz w:val="22"/>
        </w:rPr>
      </w:pPr>
      <w:r w:rsidRPr="00567362">
        <w:rPr>
          <w:rFonts w:ascii="Calibri" w:hAnsi="Calibri" w:cs="Calibri"/>
          <w:color w:val="auto"/>
          <w:sz w:val="24"/>
        </w:rPr>
        <w:t>Competitor</w:t>
      </w:r>
      <w:r w:rsidR="00454128" w:rsidRPr="00567362">
        <w:rPr>
          <w:rFonts w:ascii="Calibri" w:hAnsi="Calibri" w:cs="Calibri"/>
          <w:color w:val="auto"/>
          <w:sz w:val="24"/>
        </w:rPr>
        <w:t xml:space="preserve">’s Signature ________________________________Date _______________  </w:t>
      </w:r>
    </w:p>
    <w:sectPr w:rsidR="00454128" w:rsidRPr="00567362" w:rsidSect="00FC625A">
      <w:pgSz w:w="12240" w:h="15840" w:code="1"/>
      <w:pgMar w:top="720" w:right="1253" w:bottom="630" w:left="1253" w:header="720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925" w:rsidRDefault="00C82925">
      <w:pPr>
        <w:spacing w:after="0"/>
      </w:pPr>
      <w:r>
        <w:separator/>
      </w:r>
    </w:p>
  </w:endnote>
  <w:endnote w:type="continuationSeparator" w:id="0">
    <w:p w:rsidR="00C82925" w:rsidRDefault="00C829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925" w:rsidRDefault="00C82925">
      <w:pPr>
        <w:spacing w:after="0"/>
      </w:pPr>
      <w:r>
        <w:separator/>
      </w:r>
    </w:p>
  </w:footnote>
  <w:footnote w:type="continuationSeparator" w:id="0">
    <w:p w:rsidR="00C82925" w:rsidRDefault="00C8292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CA7A5B"/>
    <w:multiLevelType w:val="hybridMultilevel"/>
    <w:tmpl w:val="9370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57726F"/>
    <w:multiLevelType w:val="hybridMultilevel"/>
    <w:tmpl w:val="CF86D7FC"/>
    <w:lvl w:ilvl="0" w:tplc="74C8949A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1070BA">
      <w:start w:val="1"/>
      <w:numFmt w:val="bullet"/>
      <w:lvlText w:val="o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C477A6">
      <w:start w:val="1"/>
      <w:numFmt w:val="bullet"/>
      <w:lvlText w:val="▪"/>
      <w:lvlJc w:val="left"/>
      <w:pPr>
        <w:ind w:left="2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E42B58">
      <w:start w:val="1"/>
      <w:numFmt w:val="bullet"/>
      <w:lvlText w:val="•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A05338">
      <w:start w:val="1"/>
      <w:numFmt w:val="bullet"/>
      <w:lvlText w:val="o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16BE1C">
      <w:start w:val="1"/>
      <w:numFmt w:val="bullet"/>
      <w:lvlText w:val="▪"/>
      <w:lvlJc w:val="left"/>
      <w:pPr>
        <w:ind w:left="4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2E7AA2">
      <w:start w:val="1"/>
      <w:numFmt w:val="bullet"/>
      <w:lvlText w:val="•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18955E">
      <w:start w:val="1"/>
      <w:numFmt w:val="bullet"/>
      <w:lvlText w:val="o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1E560E">
      <w:start w:val="1"/>
      <w:numFmt w:val="bullet"/>
      <w:lvlText w:val="▪"/>
      <w:lvlJc w:val="left"/>
      <w:pPr>
        <w:ind w:left="6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C6"/>
    <w:rsid w:val="00090C6C"/>
    <w:rsid w:val="00094D73"/>
    <w:rsid w:val="000B5A49"/>
    <w:rsid w:val="001769D0"/>
    <w:rsid w:val="003A21D5"/>
    <w:rsid w:val="00454128"/>
    <w:rsid w:val="004B3B0F"/>
    <w:rsid w:val="004F5C81"/>
    <w:rsid w:val="00567362"/>
    <w:rsid w:val="005E15B8"/>
    <w:rsid w:val="009F46CA"/>
    <w:rsid w:val="00C82925"/>
    <w:rsid w:val="00E22BF2"/>
    <w:rsid w:val="00EC2135"/>
    <w:rsid w:val="00EC7DC6"/>
    <w:rsid w:val="00EF373A"/>
    <w:rsid w:val="00F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05387"/>
  <w15:chartTrackingRefBased/>
  <w15:docId w15:val="{422E353C-3A84-4891-A1A3-C09D58E9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560" w:after="180"/>
      <w:outlineLvl w:val="0"/>
    </w:pPr>
    <w:rPr>
      <w:rFonts w:asciiTheme="majorHAnsi" w:eastAsiaTheme="majorEastAsia" w:hAnsiTheme="majorHAnsi" w:cstheme="majorBidi"/>
      <w:b/>
      <w:bCs/>
      <w:color w:val="262626" w:themeColor="text1" w:themeTint="D9"/>
      <w:sz w:val="2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b/>
      <w:bCs/>
      <w:color w:val="D6615C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after="80"/>
      <w:contextualSpacing/>
    </w:pPr>
    <w:rPr>
      <w:rFonts w:asciiTheme="majorHAnsi" w:eastAsiaTheme="majorEastAsia" w:hAnsiTheme="majorHAnsi" w:cstheme="majorBidi"/>
      <w:b/>
      <w:bCs/>
      <w:color w:val="D6615C" w:themeColor="accent1"/>
      <w:spacing w:val="-10"/>
      <w:kern w:val="28"/>
      <w:sz w:val="4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color w:val="D6615C" w:themeColor="accent1"/>
      <w:spacing w:val="-10"/>
      <w:kern w:val="28"/>
      <w:sz w:val="44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0"/>
    </w:pPr>
    <w:rPr>
      <w:b/>
      <w:bCs/>
      <w:color w:val="262626" w:themeColor="text1" w:themeTint="D9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color w:val="262626" w:themeColor="text1" w:themeTint="D9"/>
      <w:spacing w:val="15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62626" w:themeColor="text1" w:themeTint="D9"/>
      <w:sz w:val="24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D6615C" w:themeColor="accent1"/>
      <w:sz w:val="20"/>
    </w:rPr>
  </w:style>
  <w:style w:type="paragraph" w:styleId="ListBullet">
    <w:name w:val="List Bullet"/>
    <w:basedOn w:val="Normal"/>
    <w:uiPriority w:val="1"/>
    <w:unhideWhenUsed/>
    <w:qFormat/>
    <w:pPr>
      <w:numPr>
        <w:numId w:val="4"/>
      </w:numPr>
    </w:pPr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table" w:customStyle="1" w:styleId="SyllabusTable-NoBorders">
    <w:name w:val="Syllabus Table - No Borders"/>
    <w:basedOn w:val="TableNormal"/>
    <w:uiPriority w:val="99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D6615C" w:themeColor="accent1"/>
        <w:sz w:val="20"/>
      </w:rPr>
    </w:tblStylePr>
  </w:style>
  <w:style w:type="paragraph" w:styleId="NoSpacing">
    <w:name w:val="No Spacing"/>
    <w:uiPriority w:val="36"/>
    <w:qFormat/>
    <w:pPr>
      <w:spacing w:after="0"/>
    </w:pPr>
  </w:style>
  <w:style w:type="table" w:customStyle="1" w:styleId="SyllabusTable-withBorders">
    <w:name w:val="Syllabus Table - with Borders"/>
    <w:basedOn w:val="TableNormal"/>
    <w:uiPriority w:val="99"/>
    <w:pPr>
      <w:spacing w:before="80" w:after="80"/>
    </w:pPr>
    <w:tblPr>
      <w:tblBorders>
        <w:bottom w:val="single" w:sz="4" w:space="0" w:color="D6615C" w:themeColor="accent1"/>
        <w:insideH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D6615C" w:themeColor="accent1"/>
        <w:sz w:val="20"/>
      </w:rPr>
      <w:tblPr/>
      <w:tcPr>
        <w:tcBorders>
          <w:top w:val="nil"/>
          <w:left w:val="nil"/>
          <w:bottom w:val="single" w:sz="4" w:space="0" w:color="D6615C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D6615C" w:themeColor="accent1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FooterChar">
    <w:name w:val="Footer Char"/>
    <w:basedOn w:val="DefaultParagraphFont"/>
    <w:link w:val="Footer"/>
    <w:uiPriority w:val="99"/>
    <w:rPr>
      <w:b/>
      <w:bCs/>
      <w:color w:val="262626" w:themeColor="text1" w:themeTint="D9"/>
    </w:rPr>
  </w:style>
  <w:style w:type="paragraph" w:styleId="ListParagraph">
    <w:name w:val="List Paragraph"/>
    <w:basedOn w:val="Normal"/>
    <w:uiPriority w:val="34"/>
    <w:unhideWhenUsed/>
    <w:qFormat/>
    <w:rsid w:val="00454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eacher's%20syllabus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3FE2EF108B4111864802D115AFB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91172-CCED-46BE-AB36-BF23895C014D}"/>
      </w:docPartPr>
      <w:docPartBody>
        <w:p w:rsidR="008F297A" w:rsidRDefault="00682DE1">
          <w:pPr>
            <w:pStyle w:val="763FE2EF108B4111864802D115AFB8D0"/>
          </w:pPr>
          <w:r>
            <w:t>[Email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55"/>
    <w:rsid w:val="000C61B8"/>
    <w:rsid w:val="00573F55"/>
    <w:rsid w:val="00682DE1"/>
    <w:rsid w:val="008F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4648B834A84FE4B92B44093773990C">
    <w:name w:val="394648B834A84FE4B92B44093773990C"/>
  </w:style>
  <w:style w:type="paragraph" w:customStyle="1" w:styleId="D8D166EBAC2C46B1A516F20AF65179F1">
    <w:name w:val="D8D166EBAC2C46B1A516F20AF65179F1"/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paragraph" w:customStyle="1" w:styleId="E86789B0062D4D62B2F67EC613A9365B">
    <w:name w:val="E86789B0062D4D62B2F67EC613A9365B"/>
  </w:style>
  <w:style w:type="paragraph" w:customStyle="1" w:styleId="763FE2EF108B4111864802D115AFB8D0">
    <w:name w:val="763FE2EF108B4111864802D115AFB8D0"/>
  </w:style>
  <w:style w:type="paragraph" w:customStyle="1" w:styleId="36FC26B4E369450EB91335A81CA6D626">
    <w:name w:val="36FC26B4E369450EB91335A81CA6D626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120" w:line="240" w:lineRule="auto"/>
    </w:pPr>
    <w:rPr>
      <w:rFonts w:cs="Times New Roman"/>
      <w:color w:val="404040" w:themeColor="text1" w:themeTint="BF"/>
      <w:sz w:val="18"/>
    </w:rPr>
  </w:style>
  <w:style w:type="paragraph" w:customStyle="1" w:styleId="9A29AC2CF90049F687706011D6BDF63D">
    <w:name w:val="9A29AC2CF90049F687706011D6BDF63D"/>
  </w:style>
  <w:style w:type="paragraph" w:customStyle="1" w:styleId="2AAED2D4B31F49AD8068E86FB16AC6D8">
    <w:name w:val="2AAED2D4B31F49AD8068E86FB16AC6D8"/>
  </w:style>
  <w:style w:type="paragraph" w:customStyle="1" w:styleId="8714E03A32DC4A55A1318554DA2DD3C7">
    <w:name w:val="8714E03A32DC4A55A1318554DA2DD3C7"/>
  </w:style>
  <w:style w:type="paragraph" w:customStyle="1" w:styleId="C4073ACF24C94E7E91410265F3A59A47">
    <w:name w:val="C4073ACF24C94E7E91410265F3A59A47"/>
  </w:style>
  <w:style w:type="paragraph" w:customStyle="1" w:styleId="B28C4AEBD6B841929ABF3C96956487BB">
    <w:name w:val="B28C4AEBD6B841929ABF3C96956487BB"/>
  </w:style>
  <w:style w:type="paragraph" w:customStyle="1" w:styleId="A2C23FF28EAA4472AB0CC720F711E290">
    <w:name w:val="A2C23FF28EAA4472AB0CC720F711E290"/>
  </w:style>
  <w:style w:type="paragraph" w:customStyle="1" w:styleId="0297644D5AC84E3C9BD6ADBB206464BE">
    <w:name w:val="0297644D5AC84E3C9BD6ADBB206464BE"/>
    <w:rsid w:val="00573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yllabus">
      <a:dk1>
        <a:sysClr val="windowText" lastClr="000000"/>
      </a:dk1>
      <a:lt1>
        <a:sysClr val="window" lastClr="FFFFFF"/>
      </a:lt1>
      <a:dk2>
        <a:srgbClr val="361817"/>
      </a:dk2>
      <a:lt2>
        <a:srgbClr val="FAEDD9"/>
      </a:lt2>
      <a:accent1>
        <a:srgbClr val="D6615C"/>
      </a:accent1>
      <a:accent2>
        <a:srgbClr val="549CCC"/>
      </a:accent2>
      <a:accent3>
        <a:srgbClr val="E89F03"/>
      </a:accent3>
      <a:accent4>
        <a:srgbClr val="56B977"/>
      </a:accent4>
      <a:accent5>
        <a:srgbClr val="E17E00"/>
      </a:accent5>
      <a:accent6>
        <a:srgbClr val="02779E"/>
      </a:accent6>
      <a:hlink>
        <a:srgbClr val="549CCC"/>
      </a:hlink>
      <a:folHlink>
        <a:srgbClr val="E17E00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B827C3-6CAF-4F66-A2F7-D2220C916C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Teacher's syllabus (color).dotx</Template>
  <TotalTime>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Applicant Information</vt:lpstr>
      <vt:lpstr>General Information</vt:lpstr>
      <vt:lpstr>    Description</vt:lpstr>
      <vt:lpstr>Competition Schedule</vt:lpstr>
      <vt:lpstr>Additional Information &amp; Instructions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6</cp:revision>
  <dcterms:created xsi:type="dcterms:W3CDTF">2017-08-16T12:19:00Z</dcterms:created>
  <dcterms:modified xsi:type="dcterms:W3CDTF">2017-08-16T12:27:00Z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TC029193399991</vt:lpwstr>
  </property>
</Properties>
</file>