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959" w:rsidRPr="00866D59" w:rsidRDefault="009E7959">
      <w:pPr>
        <w:rPr>
          <w:b/>
          <w:sz w:val="24"/>
        </w:rPr>
      </w:pPr>
      <w:r w:rsidRPr="00866D59">
        <w:rPr>
          <w:b/>
          <w:sz w:val="24"/>
        </w:rPr>
        <w:t xml:space="preserve">Post applied for: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2487"/>
        <w:gridCol w:w="3212"/>
        <w:gridCol w:w="2085"/>
        <w:gridCol w:w="3006"/>
      </w:tblGrid>
      <w:tr w:rsidR="000C2633" w:rsidRPr="001C09BA" w:rsidTr="009E7959">
        <w:tc>
          <w:tcPr>
            <w:tcW w:w="2487" w:type="dxa"/>
            <w:shd w:val="clear" w:color="auto" w:fill="F2F2F2" w:themeFill="background1" w:themeFillShade="F2"/>
          </w:tcPr>
          <w:p w:rsidR="000C2633" w:rsidRPr="001C09BA" w:rsidRDefault="00504C4D">
            <w:pPr>
              <w:pStyle w:val="Heading2"/>
            </w:pPr>
            <w:sdt>
              <w:sdtPr>
                <w:id w:val="900328234"/>
                <w:placeholder>
                  <w:docPart w:val="5921BF88EBF74B54A1D7AFEB97E77531"/>
                </w:placeholder>
                <w:temporary/>
                <w:showingPlcHdr/>
                <w15:appearance w15:val="hidden"/>
              </w:sdtPr>
              <w:sdtEndPr/>
              <w:sdtContent>
                <w:r w:rsidR="008A6F05" w:rsidRPr="001C09BA">
                  <w:t>Job Title</w:t>
                </w:r>
              </w:sdtContent>
            </w:sdt>
            <w:r w:rsidR="008A6F05" w:rsidRPr="001C09BA">
              <w:t>:</w:t>
            </w:r>
          </w:p>
        </w:tc>
        <w:sdt>
          <w:sdtPr>
            <w:id w:val="96767421"/>
            <w:placeholder>
              <w:docPart w:val="8728CB23195C430BBF696BEA46A47A01"/>
            </w:placeholder>
            <w:temporary/>
            <w:showingPlcHdr/>
            <w15:appearance w15:val="hidden"/>
          </w:sdtPr>
          <w:sdtEndPr/>
          <w:sdtContent>
            <w:tc>
              <w:tcPr>
                <w:tcW w:w="3212" w:type="dxa"/>
              </w:tcPr>
              <w:p w:rsidR="000C2633" w:rsidRPr="001C09BA" w:rsidRDefault="008A6F05">
                <w:r w:rsidRPr="001C09BA">
                  <w:t>Job Title</w:t>
                </w:r>
              </w:p>
            </w:tc>
          </w:sdtContent>
        </w:sdt>
        <w:tc>
          <w:tcPr>
            <w:tcW w:w="2085" w:type="dxa"/>
            <w:shd w:val="clear" w:color="auto" w:fill="F2F2F2" w:themeFill="background1" w:themeFillShade="F2"/>
          </w:tcPr>
          <w:p w:rsidR="000C2633" w:rsidRPr="001C09BA" w:rsidRDefault="00504C4D">
            <w:pPr>
              <w:pStyle w:val="Heading2"/>
            </w:pPr>
            <w:sdt>
              <w:sdtPr>
                <w:id w:val="1231121561"/>
                <w:placeholder>
                  <w:docPart w:val="EAD12FDE79924390BC02ED575B38B284"/>
                </w:placeholder>
                <w:temporary/>
                <w:showingPlcHdr/>
                <w15:appearance w15:val="hidden"/>
              </w:sdtPr>
              <w:sdtEndPr/>
              <w:sdtContent>
                <w:r w:rsidR="008A6F05" w:rsidRPr="001C09BA">
                  <w:t>Job Category</w:t>
                </w:r>
              </w:sdtContent>
            </w:sdt>
            <w:r w:rsidR="008A6F05" w:rsidRPr="001C09BA">
              <w:t>:</w:t>
            </w:r>
          </w:p>
        </w:tc>
        <w:sdt>
          <w:sdtPr>
            <w:id w:val="96767438"/>
            <w:placeholder>
              <w:docPart w:val="4105916890594881BB893BE06D94A62A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06" w:type="dxa"/>
              </w:tcPr>
              <w:p w:rsidR="000C2633" w:rsidRPr="001C09BA" w:rsidRDefault="008A6F05">
                <w:r w:rsidRPr="001C09BA">
                  <w:t>Job Category</w:t>
                </w:r>
              </w:p>
            </w:tc>
          </w:sdtContent>
        </w:sdt>
      </w:tr>
      <w:tr w:rsidR="000C2633" w:rsidRPr="001C09BA" w:rsidTr="009E7959">
        <w:tc>
          <w:tcPr>
            <w:tcW w:w="2487" w:type="dxa"/>
            <w:shd w:val="clear" w:color="auto" w:fill="F2F2F2" w:themeFill="background1" w:themeFillShade="F2"/>
          </w:tcPr>
          <w:p w:rsidR="000C2633" w:rsidRPr="001C09BA" w:rsidRDefault="00504C4D">
            <w:pPr>
              <w:pStyle w:val="Heading2"/>
            </w:pPr>
            <w:sdt>
              <w:sdtPr>
                <w:id w:val="261581474"/>
                <w:placeholder>
                  <w:docPart w:val="B3B7D475270D4A28A39662F09F18D7AA"/>
                </w:placeholder>
                <w:temporary/>
                <w:showingPlcHdr/>
                <w15:appearance w15:val="hidden"/>
              </w:sdtPr>
              <w:sdtEndPr/>
              <w:sdtContent>
                <w:r w:rsidR="008A6F05" w:rsidRPr="001C09BA">
                  <w:t>Department/Group</w:t>
                </w:r>
              </w:sdtContent>
            </w:sdt>
            <w:r w:rsidR="008A6F05" w:rsidRPr="001C09BA">
              <w:t>:</w:t>
            </w:r>
          </w:p>
        </w:tc>
        <w:sdt>
          <w:sdtPr>
            <w:id w:val="96767431"/>
            <w:placeholder>
              <w:docPart w:val="2BB53EEE1F5F4C2492582ED5E6439231"/>
            </w:placeholder>
            <w:temporary/>
            <w:showingPlcHdr/>
            <w15:appearance w15:val="hidden"/>
          </w:sdtPr>
          <w:sdtEndPr/>
          <w:sdtContent>
            <w:tc>
              <w:tcPr>
                <w:tcW w:w="3212" w:type="dxa"/>
              </w:tcPr>
              <w:p w:rsidR="000C2633" w:rsidRPr="001C09BA" w:rsidRDefault="008A6F05">
                <w:r w:rsidRPr="001C09BA">
                  <w:t>Department/Group</w:t>
                </w:r>
              </w:p>
            </w:tc>
          </w:sdtContent>
        </w:sdt>
        <w:tc>
          <w:tcPr>
            <w:tcW w:w="2085" w:type="dxa"/>
            <w:shd w:val="clear" w:color="auto" w:fill="F2F2F2" w:themeFill="background1" w:themeFillShade="F2"/>
          </w:tcPr>
          <w:p w:rsidR="000C2633" w:rsidRPr="001C09BA" w:rsidRDefault="00504C4D">
            <w:pPr>
              <w:pStyle w:val="Heading2"/>
            </w:pPr>
            <w:sdt>
              <w:sdtPr>
                <w:id w:val="2006166042"/>
                <w:placeholder>
                  <w:docPart w:val="25BF6CFB203143B48017C5FE09DF9031"/>
                </w:placeholder>
                <w:temporary/>
                <w:showingPlcHdr/>
                <w15:appearance w15:val="hidden"/>
              </w:sdtPr>
              <w:sdtEndPr/>
              <w:sdtContent>
                <w:r w:rsidR="008A6F05" w:rsidRPr="001C09BA">
                  <w:t>Job Code/ Req#</w:t>
                </w:r>
              </w:sdtContent>
            </w:sdt>
            <w:r w:rsidR="008A6F05" w:rsidRPr="001C09BA">
              <w:t>:</w:t>
            </w:r>
          </w:p>
        </w:tc>
        <w:sdt>
          <w:sdtPr>
            <w:id w:val="96767439"/>
            <w:placeholder>
              <w:docPart w:val="E966DD6E785D43A5B80EA4EF898788D4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06" w:type="dxa"/>
              </w:tcPr>
              <w:p w:rsidR="000C2633" w:rsidRPr="001C09BA" w:rsidRDefault="008A6F05">
                <w:r w:rsidRPr="001C09BA">
                  <w:t>Job Code/ Req#</w:t>
                </w:r>
              </w:p>
            </w:tc>
          </w:sdtContent>
        </w:sdt>
      </w:tr>
      <w:tr w:rsidR="000C2633" w:rsidRPr="001C09BA" w:rsidTr="009E7959">
        <w:tc>
          <w:tcPr>
            <w:tcW w:w="2487" w:type="dxa"/>
            <w:shd w:val="clear" w:color="auto" w:fill="F2F2F2" w:themeFill="background1" w:themeFillShade="F2"/>
          </w:tcPr>
          <w:p w:rsidR="000C2633" w:rsidRPr="001C09BA" w:rsidRDefault="00504C4D">
            <w:pPr>
              <w:pStyle w:val="Heading2"/>
            </w:pPr>
            <w:sdt>
              <w:sdtPr>
                <w:id w:val="784848460"/>
                <w:placeholder>
                  <w:docPart w:val="A6A9277296CE48858E1C23CABD4F210A"/>
                </w:placeholder>
                <w:temporary/>
                <w:showingPlcHdr/>
                <w15:appearance w15:val="hidden"/>
              </w:sdtPr>
              <w:sdtEndPr/>
              <w:sdtContent>
                <w:r w:rsidR="008A6F05" w:rsidRPr="001C09BA">
                  <w:t>Location</w:t>
                </w:r>
              </w:sdtContent>
            </w:sdt>
            <w:r w:rsidR="008A6F05" w:rsidRPr="001C09BA">
              <w:t>:</w:t>
            </w:r>
          </w:p>
        </w:tc>
        <w:sdt>
          <w:sdtPr>
            <w:id w:val="96767434"/>
            <w:placeholder>
              <w:docPart w:val="6E27D2B1254A45DAAEDFBA1969824A43"/>
            </w:placeholder>
            <w:temporary/>
            <w:showingPlcHdr/>
            <w15:appearance w15:val="hidden"/>
          </w:sdtPr>
          <w:sdtEndPr/>
          <w:sdtContent>
            <w:bookmarkStart w:id="0" w:name="_GoBack" w:displacedByCustomXml="prev"/>
            <w:tc>
              <w:tcPr>
                <w:tcW w:w="3212" w:type="dxa"/>
              </w:tcPr>
              <w:p w:rsidR="000C2633" w:rsidRPr="001C09BA" w:rsidRDefault="008A6F05">
                <w:r w:rsidRPr="001C09BA">
                  <w:t>Location</w:t>
                </w:r>
              </w:p>
            </w:tc>
            <w:bookmarkEnd w:id="0" w:displacedByCustomXml="next"/>
          </w:sdtContent>
        </w:sdt>
        <w:tc>
          <w:tcPr>
            <w:tcW w:w="2085" w:type="dxa"/>
            <w:shd w:val="clear" w:color="auto" w:fill="F2F2F2" w:themeFill="background1" w:themeFillShade="F2"/>
          </w:tcPr>
          <w:p w:rsidR="000C2633" w:rsidRPr="001C09BA" w:rsidRDefault="00504C4D">
            <w:pPr>
              <w:pStyle w:val="Heading2"/>
            </w:pPr>
            <w:sdt>
              <w:sdtPr>
                <w:id w:val="1223096936"/>
                <w:placeholder>
                  <w:docPart w:val="CA59A7F35718448CAE516544AB1662D6"/>
                </w:placeholder>
                <w:temporary/>
                <w:showingPlcHdr/>
                <w15:appearance w15:val="hidden"/>
              </w:sdtPr>
              <w:sdtEndPr/>
              <w:sdtContent>
                <w:r w:rsidR="008A6F05" w:rsidRPr="001C09BA">
                  <w:t>Travel Required</w:t>
                </w:r>
              </w:sdtContent>
            </w:sdt>
            <w:r w:rsidR="008A6F05" w:rsidRPr="001C09BA">
              <w:t>:</w:t>
            </w:r>
          </w:p>
        </w:tc>
        <w:sdt>
          <w:sdtPr>
            <w:id w:val="96767440"/>
            <w:placeholder>
              <w:docPart w:val="2DC77040A3B14BC98E7F42DFFF41C64F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06" w:type="dxa"/>
              </w:tcPr>
              <w:p w:rsidR="000C2633" w:rsidRPr="001C09BA" w:rsidRDefault="008A6F05">
                <w:r w:rsidRPr="001C09BA">
                  <w:t>Travel Required</w:t>
                </w:r>
              </w:p>
            </w:tc>
          </w:sdtContent>
        </w:sdt>
      </w:tr>
      <w:tr w:rsidR="00572F4B" w:rsidRPr="001C09BA" w:rsidTr="009E7959">
        <w:tc>
          <w:tcPr>
            <w:tcW w:w="2487" w:type="dxa"/>
            <w:shd w:val="clear" w:color="auto" w:fill="F2F2F2" w:themeFill="background1" w:themeFillShade="F2"/>
          </w:tcPr>
          <w:p w:rsidR="00572F4B" w:rsidRPr="001C09BA" w:rsidRDefault="00572F4B" w:rsidP="00572F4B">
            <w:pPr>
              <w:pStyle w:val="Heading2"/>
            </w:pPr>
            <w:sdt>
              <w:sdtPr>
                <w:id w:val="71252900"/>
                <w:placeholder>
                  <w:docPart w:val="929A4BB2BCCF4AD2AFB2E3D2CCEE714E"/>
                </w:placeholder>
                <w:temporary/>
                <w:showingPlcHdr/>
                <w15:appearance w15:val="hidden"/>
              </w:sdtPr>
              <w:sdtContent>
                <w:r w:rsidRPr="001C09BA">
                  <w:t>Date Posted</w:t>
                </w:r>
              </w:sdtContent>
            </w:sdt>
            <w:r w:rsidRPr="001C09BA">
              <w:t>:</w:t>
            </w:r>
          </w:p>
        </w:tc>
        <w:sdt>
          <w:sdtPr>
            <w:id w:val="-623228644"/>
            <w:placeholder>
              <w:docPart w:val="BB68DC60FADF4D5DABD5808CF27F4F02"/>
            </w:placeholder>
            <w:temporary/>
            <w:showingPlcHdr/>
            <w15:appearance w15:val="hidden"/>
          </w:sdtPr>
          <w:sdtContent>
            <w:tc>
              <w:tcPr>
                <w:tcW w:w="3212" w:type="dxa"/>
              </w:tcPr>
              <w:p w:rsidR="00572F4B" w:rsidRPr="001C09BA" w:rsidRDefault="00572F4B" w:rsidP="00572F4B">
                <w:r w:rsidRPr="001C09BA">
                  <w:t>Date Posted</w:t>
                </w:r>
              </w:p>
            </w:tc>
          </w:sdtContent>
        </w:sdt>
        <w:tc>
          <w:tcPr>
            <w:tcW w:w="2085" w:type="dxa"/>
            <w:shd w:val="clear" w:color="auto" w:fill="F2F2F2" w:themeFill="background1" w:themeFillShade="F2"/>
          </w:tcPr>
          <w:p w:rsidR="00572F4B" w:rsidRPr="001C09BA" w:rsidRDefault="00572F4B" w:rsidP="00572F4B">
            <w:pPr>
              <w:pStyle w:val="Heading2"/>
            </w:pPr>
            <w:sdt>
              <w:sdtPr>
                <w:id w:val="-538278110"/>
                <w:placeholder>
                  <w:docPart w:val="DE6DE84D7B7C439ABB8ED7A982472DC6"/>
                </w:placeholder>
                <w:showingPlcHdr/>
                <w15:appearance w15:val="hidden"/>
              </w:sdtPr>
              <w:sdtContent>
                <w:r w:rsidRPr="001C09BA">
                  <w:t>Position Type</w:t>
                </w:r>
              </w:sdtContent>
            </w:sdt>
            <w:r w:rsidRPr="001C09BA">
              <w:t>:</w:t>
            </w:r>
          </w:p>
        </w:tc>
        <w:sdt>
          <w:sdtPr>
            <w:id w:val="861970474"/>
            <w:placeholder>
              <w:docPart w:val="512E9091E39D42AF9E47F28083210B1C"/>
            </w:placeholder>
            <w:showingPlcHdr/>
            <w15:appearance w15:val="hidden"/>
          </w:sdtPr>
          <w:sdtContent>
            <w:tc>
              <w:tcPr>
                <w:tcW w:w="3006" w:type="dxa"/>
              </w:tcPr>
              <w:p w:rsidR="00572F4B" w:rsidRPr="001C09BA" w:rsidRDefault="00572F4B" w:rsidP="00572F4B">
                <w:r w:rsidRPr="001C09BA">
                  <w:t>Position Type (i.e.: full-time, part-time, job share, contract, intern)</w:t>
                </w:r>
              </w:p>
            </w:tc>
          </w:sdtContent>
        </w:sdt>
      </w:tr>
      <w:tr w:rsidR="000C2633" w:rsidRPr="001C09BA" w:rsidTr="009E7959">
        <w:tc>
          <w:tcPr>
            <w:tcW w:w="2487" w:type="dxa"/>
            <w:shd w:val="clear" w:color="auto" w:fill="F2F2F2" w:themeFill="background1" w:themeFillShade="F2"/>
          </w:tcPr>
          <w:p w:rsidR="000C2633" w:rsidRPr="001C09BA" w:rsidRDefault="00572F4B">
            <w:pPr>
              <w:pStyle w:val="Heading2"/>
            </w:pPr>
            <w:sdt>
              <w:sdtPr>
                <w:id w:val="1525828841"/>
                <w:placeholder>
                  <w:docPart w:val="F44CE9A102094A10886B57F04A9C91BA"/>
                </w:placeholder>
                <w:temporary/>
                <w:showingPlcHdr/>
                <w15:appearance w15:val="hidden"/>
              </w:sdtPr>
              <w:sdtContent>
                <w:r w:rsidRPr="001C09BA">
                  <w:t>External Posting URL</w:t>
                </w:r>
              </w:sdtContent>
            </w:sdt>
            <w:r w:rsidRPr="001C09BA">
              <w:t>:</w:t>
            </w:r>
          </w:p>
        </w:tc>
        <w:sdt>
          <w:sdtPr>
            <w:id w:val="96767443"/>
            <w:placeholder>
              <w:docPart w:val="DF22399BE5A847C19BD1A218212771ED"/>
            </w:placeholder>
            <w:temporary/>
            <w:showingPlcHdr/>
            <w15:appearance w15:val="hidden"/>
          </w:sdtPr>
          <w:sdtContent>
            <w:tc>
              <w:tcPr>
                <w:tcW w:w="3212" w:type="dxa"/>
              </w:tcPr>
              <w:p w:rsidR="000C2633" w:rsidRPr="001C09BA" w:rsidRDefault="00572F4B">
                <w:r w:rsidRPr="001C09BA">
                  <w:t>External Posting URL</w:t>
                </w:r>
              </w:p>
            </w:tc>
          </w:sdtContent>
        </w:sdt>
        <w:tc>
          <w:tcPr>
            <w:tcW w:w="2085" w:type="dxa"/>
            <w:shd w:val="clear" w:color="auto" w:fill="F2F2F2" w:themeFill="background1" w:themeFillShade="F2"/>
          </w:tcPr>
          <w:p w:rsidR="000C2633" w:rsidRPr="001C09BA" w:rsidRDefault="00504C4D">
            <w:pPr>
              <w:pStyle w:val="Heading2"/>
            </w:pPr>
            <w:sdt>
              <w:sdtPr>
                <w:id w:val="1453675944"/>
                <w:placeholder>
                  <w:docPart w:val="E3DB563CDFBD4F118B61511604D04F5F"/>
                </w:placeholder>
                <w:temporary/>
                <w:showingPlcHdr/>
                <w15:appearance w15:val="hidden"/>
              </w:sdtPr>
              <w:sdtEndPr/>
              <w:sdtContent>
                <w:r w:rsidR="008A6F05" w:rsidRPr="001C09BA">
                  <w:t>Posting Expires</w:t>
                </w:r>
              </w:sdtContent>
            </w:sdt>
            <w:r w:rsidR="008A6F05" w:rsidRPr="001C09BA">
              <w:t>:</w:t>
            </w:r>
          </w:p>
        </w:tc>
        <w:sdt>
          <w:sdtPr>
            <w:id w:val="489289612"/>
            <w:placeholder>
              <w:docPart w:val="08B2F59F18254CA9AB848DC5B7CCC5BA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06" w:type="dxa"/>
              </w:tcPr>
              <w:p w:rsidR="000C2633" w:rsidRPr="001C09BA" w:rsidRDefault="008A6F05">
                <w:r w:rsidRPr="001C09BA">
                  <w:t>Posting Expires</w:t>
                </w:r>
              </w:p>
            </w:tc>
          </w:sdtContent>
        </w:sdt>
      </w:tr>
    </w:tbl>
    <w:p w:rsidR="008A6F05" w:rsidRPr="00866D59" w:rsidRDefault="00866D59">
      <w:pPr>
        <w:rPr>
          <w:b/>
          <w:sz w:val="24"/>
        </w:rPr>
      </w:pPr>
      <w:r w:rsidRPr="00866D59">
        <w:rPr>
          <w:b/>
          <w:sz w:val="24"/>
        </w:rPr>
        <w:t>Personal Information</w:t>
      </w:r>
      <w:r w:rsidR="008E4D35">
        <w:rPr>
          <w:b/>
          <w:sz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2487"/>
        <w:gridCol w:w="3212"/>
        <w:gridCol w:w="2085"/>
        <w:gridCol w:w="3006"/>
      </w:tblGrid>
      <w:tr w:rsidR="009E7959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9E7959" w:rsidRPr="001C09BA" w:rsidRDefault="009E7959" w:rsidP="004B1381">
            <w:pPr>
              <w:pStyle w:val="Heading2"/>
            </w:pPr>
            <w:r>
              <w:t>Name</w:t>
            </w:r>
          </w:p>
        </w:tc>
        <w:tc>
          <w:tcPr>
            <w:tcW w:w="3212" w:type="dxa"/>
          </w:tcPr>
          <w:p w:rsidR="009E7959" w:rsidRPr="001C09BA" w:rsidRDefault="009E7959" w:rsidP="004B1381"/>
        </w:tc>
        <w:tc>
          <w:tcPr>
            <w:tcW w:w="2085" w:type="dxa"/>
            <w:shd w:val="clear" w:color="auto" w:fill="F2F2F2" w:themeFill="background1" w:themeFillShade="F2"/>
          </w:tcPr>
          <w:p w:rsidR="009E7959" w:rsidRPr="001C09BA" w:rsidRDefault="009E7959" w:rsidP="004B1381">
            <w:pPr>
              <w:pStyle w:val="Heading2"/>
            </w:pPr>
            <w:r>
              <w:t>Date of Birth</w:t>
            </w:r>
          </w:p>
        </w:tc>
        <w:tc>
          <w:tcPr>
            <w:tcW w:w="3006" w:type="dxa"/>
          </w:tcPr>
          <w:p w:rsidR="009E7959" w:rsidRPr="001C09BA" w:rsidRDefault="009E7959" w:rsidP="004B1381"/>
        </w:tc>
      </w:tr>
      <w:tr w:rsidR="009E7959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9E7959" w:rsidRPr="001C09BA" w:rsidRDefault="00572F4B" w:rsidP="004B1381">
            <w:pPr>
              <w:pStyle w:val="Heading2"/>
            </w:pPr>
            <w:r>
              <w:t>Address</w:t>
            </w:r>
          </w:p>
        </w:tc>
        <w:tc>
          <w:tcPr>
            <w:tcW w:w="3212" w:type="dxa"/>
          </w:tcPr>
          <w:p w:rsidR="009E7959" w:rsidRPr="001C09BA" w:rsidRDefault="009E7959" w:rsidP="004B1381"/>
        </w:tc>
        <w:tc>
          <w:tcPr>
            <w:tcW w:w="2085" w:type="dxa"/>
            <w:shd w:val="clear" w:color="auto" w:fill="F2F2F2" w:themeFill="background1" w:themeFillShade="F2"/>
          </w:tcPr>
          <w:p w:rsidR="009E7959" w:rsidRPr="001C09BA" w:rsidRDefault="00572F4B" w:rsidP="004B1381">
            <w:pPr>
              <w:pStyle w:val="Heading2"/>
            </w:pPr>
            <w:r>
              <w:t>CITY ST ZIP Code</w:t>
            </w:r>
            <w:r w:rsidR="009E7959" w:rsidRPr="001C09BA">
              <w:t>:</w:t>
            </w:r>
          </w:p>
        </w:tc>
        <w:tc>
          <w:tcPr>
            <w:tcW w:w="3006" w:type="dxa"/>
          </w:tcPr>
          <w:p w:rsidR="009E7959" w:rsidRPr="001C09BA" w:rsidRDefault="009E7959" w:rsidP="004B1381"/>
        </w:tc>
      </w:tr>
      <w:tr w:rsidR="00572F4B" w:rsidRPr="001C09BA" w:rsidTr="005F4378">
        <w:tc>
          <w:tcPr>
            <w:tcW w:w="2487" w:type="dxa"/>
            <w:shd w:val="clear" w:color="auto" w:fill="F2F2F2" w:themeFill="background1" w:themeFillShade="F2"/>
          </w:tcPr>
          <w:p w:rsidR="00572F4B" w:rsidRPr="001C09BA" w:rsidRDefault="00572F4B" w:rsidP="004B1381">
            <w:pPr>
              <w:pStyle w:val="Heading2"/>
            </w:pPr>
            <w:r>
              <w:t>Alternate Address</w:t>
            </w:r>
          </w:p>
        </w:tc>
        <w:tc>
          <w:tcPr>
            <w:tcW w:w="8303" w:type="dxa"/>
            <w:gridSpan w:val="3"/>
          </w:tcPr>
          <w:p w:rsidR="00572F4B" w:rsidRPr="001C09BA" w:rsidRDefault="00572F4B" w:rsidP="00572F4B">
            <w:pPr>
              <w:pStyle w:val="Heading2"/>
            </w:pPr>
          </w:p>
        </w:tc>
      </w:tr>
      <w:tr w:rsidR="009E7959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9E7959" w:rsidRPr="001C09BA" w:rsidRDefault="00572F4B" w:rsidP="004B1381">
            <w:pPr>
              <w:pStyle w:val="Heading2"/>
            </w:pPr>
            <w:r>
              <w:t>Telephone</w:t>
            </w:r>
          </w:p>
        </w:tc>
        <w:tc>
          <w:tcPr>
            <w:tcW w:w="3212" w:type="dxa"/>
          </w:tcPr>
          <w:p w:rsidR="009E7959" w:rsidRPr="001C09BA" w:rsidRDefault="00572F4B" w:rsidP="004B1381">
            <w:r>
              <w:t>Personal</w:t>
            </w:r>
          </w:p>
        </w:tc>
        <w:tc>
          <w:tcPr>
            <w:tcW w:w="2085" w:type="dxa"/>
            <w:shd w:val="clear" w:color="auto" w:fill="F2F2F2" w:themeFill="background1" w:themeFillShade="F2"/>
          </w:tcPr>
          <w:p w:rsidR="009E7959" w:rsidRPr="001C09BA" w:rsidRDefault="00572F4B" w:rsidP="004B1381">
            <w:pPr>
              <w:pStyle w:val="Heading2"/>
            </w:pPr>
            <w:r>
              <w:t>Work</w:t>
            </w:r>
          </w:p>
        </w:tc>
        <w:sdt>
          <w:sdtPr>
            <w:id w:val="-763771762"/>
            <w:placeholder>
              <w:docPart w:val="232405BDE14041C1A4EC5390B9DBD22A"/>
            </w:placeholder>
            <w15:appearance w15:val="hidden"/>
          </w:sdtPr>
          <w:sdtContent>
            <w:tc>
              <w:tcPr>
                <w:tcW w:w="3006" w:type="dxa"/>
              </w:tcPr>
              <w:p w:rsidR="009E7959" w:rsidRPr="001C09BA" w:rsidRDefault="00572F4B" w:rsidP="004B1381">
                <w:r>
                  <w:t>Home/Other</w:t>
                </w:r>
              </w:p>
            </w:tc>
          </w:sdtContent>
        </w:sdt>
      </w:tr>
      <w:tr w:rsidR="009E7959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9E7959" w:rsidRPr="001C09BA" w:rsidRDefault="00572F4B" w:rsidP="004B1381">
            <w:pPr>
              <w:pStyle w:val="Heading2"/>
            </w:pPr>
            <w:r>
              <w:t>Email</w:t>
            </w:r>
          </w:p>
        </w:tc>
        <w:tc>
          <w:tcPr>
            <w:tcW w:w="3212" w:type="dxa"/>
          </w:tcPr>
          <w:p w:rsidR="009E7959" w:rsidRPr="001C09BA" w:rsidRDefault="00572F4B" w:rsidP="004B1381">
            <w:r>
              <w:t>Personal</w:t>
            </w:r>
          </w:p>
        </w:tc>
        <w:tc>
          <w:tcPr>
            <w:tcW w:w="2085" w:type="dxa"/>
            <w:shd w:val="clear" w:color="auto" w:fill="F2F2F2" w:themeFill="background1" w:themeFillShade="F2"/>
          </w:tcPr>
          <w:p w:rsidR="009E7959" w:rsidRPr="001C09BA" w:rsidRDefault="00572F4B" w:rsidP="004B1381">
            <w:pPr>
              <w:pStyle w:val="Heading2"/>
            </w:pPr>
            <w:r>
              <w:t>Official</w:t>
            </w:r>
          </w:p>
        </w:tc>
        <w:tc>
          <w:tcPr>
            <w:tcW w:w="3006" w:type="dxa"/>
          </w:tcPr>
          <w:p w:rsidR="009E7959" w:rsidRPr="001C09BA" w:rsidRDefault="009E7959" w:rsidP="004B1381"/>
        </w:tc>
      </w:tr>
    </w:tbl>
    <w:p w:rsidR="008E4D35" w:rsidRPr="00866D59" w:rsidRDefault="008E4D35" w:rsidP="008E4D35">
      <w:pPr>
        <w:rPr>
          <w:b/>
          <w:sz w:val="24"/>
        </w:rPr>
      </w:pPr>
      <w:r>
        <w:rPr>
          <w:b/>
          <w:sz w:val="24"/>
        </w:rPr>
        <w:t>Family Details: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2487"/>
        <w:gridCol w:w="3212"/>
        <w:gridCol w:w="2085"/>
        <w:gridCol w:w="3006"/>
      </w:tblGrid>
      <w:tr w:rsidR="008E4D35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  <w:r>
              <w:t>Name</w:t>
            </w:r>
          </w:p>
        </w:tc>
        <w:tc>
          <w:tcPr>
            <w:tcW w:w="3212" w:type="dxa"/>
          </w:tcPr>
          <w:p w:rsidR="008E4D35" w:rsidRPr="001C09BA" w:rsidRDefault="008E4D35" w:rsidP="004B1381">
            <w:r>
              <w:t>Relationship</w:t>
            </w:r>
          </w:p>
        </w:tc>
        <w:tc>
          <w:tcPr>
            <w:tcW w:w="2085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  <w:r>
              <w:t>DOB</w:t>
            </w:r>
          </w:p>
        </w:tc>
        <w:tc>
          <w:tcPr>
            <w:tcW w:w="3006" w:type="dxa"/>
          </w:tcPr>
          <w:p w:rsidR="008E4D35" w:rsidRPr="001C09BA" w:rsidRDefault="008E4D35" w:rsidP="004B1381">
            <w:r>
              <w:t>Education/Occupation</w:t>
            </w:r>
          </w:p>
        </w:tc>
      </w:tr>
      <w:tr w:rsidR="008E4D35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212" w:type="dxa"/>
          </w:tcPr>
          <w:p w:rsidR="008E4D35" w:rsidRPr="001C09BA" w:rsidRDefault="008E4D35" w:rsidP="004B1381"/>
        </w:tc>
        <w:tc>
          <w:tcPr>
            <w:tcW w:w="2085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006" w:type="dxa"/>
          </w:tcPr>
          <w:p w:rsidR="008E4D35" w:rsidRPr="001C09BA" w:rsidRDefault="008E4D35" w:rsidP="004B1381"/>
        </w:tc>
      </w:tr>
      <w:tr w:rsidR="008E4D35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212" w:type="dxa"/>
          </w:tcPr>
          <w:p w:rsidR="008E4D35" w:rsidRPr="001C09BA" w:rsidRDefault="008E4D35" w:rsidP="004B1381"/>
        </w:tc>
        <w:tc>
          <w:tcPr>
            <w:tcW w:w="2085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006" w:type="dxa"/>
          </w:tcPr>
          <w:p w:rsidR="008E4D35" w:rsidRPr="001C09BA" w:rsidRDefault="008E4D35" w:rsidP="004B1381"/>
        </w:tc>
      </w:tr>
      <w:tr w:rsidR="008E4D35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212" w:type="dxa"/>
          </w:tcPr>
          <w:p w:rsidR="008E4D35" w:rsidRPr="001C09BA" w:rsidRDefault="008E4D35" w:rsidP="004B1381"/>
        </w:tc>
        <w:tc>
          <w:tcPr>
            <w:tcW w:w="2085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006" w:type="dxa"/>
          </w:tcPr>
          <w:p w:rsidR="008E4D35" w:rsidRPr="001C09BA" w:rsidRDefault="008E4D35" w:rsidP="004B1381"/>
        </w:tc>
      </w:tr>
      <w:tr w:rsidR="008E4D35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212" w:type="dxa"/>
          </w:tcPr>
          <w:p w:rsidR="008E4D35" w:rsidRPr="001C09BA" w:rsidRDefault="008E4D35" w:rsidP="004B1381"/>
        </w:tc>
        <w:tc>
          <w:tcPr>
            <w:tcW w:w="2085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006" w:type="dxa"/>
          </w:tcPr>
          <w:p w:rsidR="008E4D35" w:rsidRPr="001C09BA" w:rsidRDefault="008E4D35" w:rsidP="004B1381"/>
        </w:tc>
      </w:tr>
      <w:tr w:rsidR="008E4D35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212" w:type="dxa"/>
          </w:tcPr>
          <w:p w:rsidR="008E4D35" w:rsidRPr="001C09BA" w:rsidRDefault="008E4D35" w:rsidP="004B1381"/>
        </w:tc>
        <w:tc>
          <w:tcPr>
            <w:tcW w:w="2085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006" w:type="dxa"/>
          </w:tcPr>
          <w:p w:rsidR="008E4D35" w:rsidRPr="001C09BA" w:rsidRDefault="008E4D35" w:rsidP="004B1381"/>
        </w:tc>
      </w:tr>
      <w:tr w:rsidR="008E4D35" w:rsidRPr="001C09BA" w:rsidTr="004B1381">
        <w:tc>
          <w:tcPr>
            <w:tcW w:w="2487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212" w:type="dxa"/>
          </w:tcPr>
          <w:p w:rsidR="008E4D35" w:rsidRPr="001C09BA" w:rsidRDefault="008E4D35" w:rsidP="004B1381"/>
        </w:tc>
        <w:tc>
          <w:tcPr>
            <w:tcW w:w="2085" w:type="dxa"/>
            <w:shd w:val="clear" w:color="auto" w:fill="F2F2F2" w:themeFill="background1" w:themeFillShade="F2"/>
          </w:tcPr>
          <w:p w:rsidR="008E4D35" w:rsidRPr="001C09BA" w:rsidRDefault="008E4D35" w:rsidP="004B1381">
            <w:pPr>
              <w:pStyle w:val="Heading2"/>
            </w:pPr>
          </w:p>
        </w:tc>
        <w:tc>
          <w:tcPr>
            <w:tcW w:w="3006" w:type="dxa"/>
          </w:tcPr>
          <w:p w:rsidR="008E4D35" w:rsidRPr="001C09BA" w:rsidRDefault="008E4D35" w:rsidP="004B1381"/>
        </w:tc>
      </w:tr>
    </w:tbl>
    <w:p w:rsidR="00026628" w:rsidRPr="00866D59" w:rsidRDefault="00026628" w:rsidP="00026628">
      <w:pPr>
        <w:rPr>
          <w:b/>
          <w:sz w:val="24"/>
        </w:rPr>
      </w:pPr>
      <w:r>
        <w:rPr>
          <w:b/>
          <w:sz w:val="24"/>
        </w:rPr>
        <w:t>Academic Details: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3084"/>
        <w:gridCol w:w="1542"/>
        <w:gridCol w:w="1541"/>
        <w:gridCol w:w="1541"/>
        <w:gridCol w:w="1541"/>
        <w:gridCol w:w="1541"/>
      </w:tblGrid>
      <w:tr w:rsidR="00026628" w:rsidRPr="001C09BA" w:rsidTr="00026628">
        <w:trPr>
          <w:trHeight w:val="309"/>
        </w:trPr>
        <w:tc>
          <w:tcPr>
            <w:tcW w:w="3084" w:type="dxa"/>
            <w:shd w:val="clear" w:color="auto" w:fill="F2F2F2" w:themeFill="background1" w:themeFillShade="F2"/>
          </w:tcPr>
          <w:p w:rsidR="00026628" w:rsidRPr="00A876B3" w:rsidRDefault="00026628" w:rsidP="004B1381">
            <w:r w:rsidRPr="00A876B3">
              <w:t>Examination Passed</w:t>
            </w:r>
          </w:p>
        </w:tc>
        <w:tc>
          <w:tcPr>
            <w:tcW w:w="1542" w:type="dxa"/>
            <w:shd w:val="clear" w:color="auto" w:fill="F2F2F2" w:themeFill="background1" w:themeFillShade="F2"/>
          </w:tcPr>
          <w:p w:rsidR="00026628" w:rsidRPr="00A876B3" w:rsidRDefault="00026628" w:rsidP="004B1381">
            <w:pPr>
              <w:pStyle w:val="Heading2"/>
              <w:rPr>
                <w:b w:val="0"/>
              </w:rPr>
            </w:pPr>
            <w:r w:rsidRPr="00A876B3">
              <w:rPr>
                <w:b w:val="0"/>
              </w:rPr>
              <w:t>Year of Passing</w:t>
            </w:r>
          </w:p>
        </w:tc>
        <w:tc>
          <w:tcPr>
            <w:tcW w:w="1541" w:type="dxa"/>
          </w:tcPr>
          <w:p w:rsidR="00026628" w:rsidRPr="00A876B3" w:rsidRDefault="00026628" w:rsidP="004B1381">
            <w:r w:rsidRPr="00A876B3">
              <w:t>Institute</w:t>
            </w:r>
          </w:p>
        </w:tc>
        <w:tc>
          <w:tcPr>
            <w:tcW w:w="1541" w:type="dxa"/>
          </w:tcPr>
          <w:p w:rsidR="00026628" w:rsidRPr="00A876B3" w:rsidRDefault="00026628" w:rsidP="004B1381">
            <w:r w:rsidRPr="00A876B3">
              <w:t>Major Subjects</w:t>
            </w:r>
          </w:p>
        </w:tc>
        <w:tc>
          <w:tcPr>
            <w:tcW w:w="1541" w:type="dxa"/>
          </w:tcPr>
          <w:p w:rsidR="00026628" w:rsidRPr="00A876B3" w:rsidRDefault="00026628" w:rsidP="004B1381">
            <w:r w:rsidRPr="00A876B3">
              <w:t>Minor Subjects</w:t>
            </w:r>
          </w:p>
        </w:tc>
        <w:tc>
          <w:tcPr>
            <w:tcW w:w="1541" w:type="dxa"/>
          </w:tcPr>
          <w:p w:rsidR="00026628" w:rsidRPr="00A876B3" w:rsidRDefault="00026628" w:rsidP="004B1381">
            <w:r w:rsidRPr="00A876B3">
              <w:t>CGPA/%age</w:t>
            </w:r>
          </w:p>
        </w:tc>
      </w:tr>
      <w:tr w:rsidR="00026628" w:rsidRPr="001C09BA" w:rsidTr="00B97190">
        <w:trPr>
          <w:trHeight w:val="309"/>
        </w:trPr>
        <w:tc>
          <w:tcPr>
            <w:tcW w:w="3084" w:type="dxa"/>
            <w:shd w:val="clear" w:color="auto" w:fill="F2F2F2" w:themeFill="background1" w:themeFillShade="F2"/>
          </w:tcPr>
          <w:p w:rsidR="00026628" w:rsidRPr="001C09BA" w:rsidRDefault="00026628" w:rsidP="004B1381"/>
        </w:tc>
        <w:tc>
          <w:tcPr>
            <w:tcW w:w="1542" w:type="dxa"/>
            <w:shd w:val="clear" w:color="auto" w:fill="F2F2F2" w:themeFill="background1" w:themeFillShade="F2"/>
          </w:tcPr>
          <w:p w:rsidR="00026628" w:rsidRPr="001C09BA" w:rsidRDefault="00026628" w:rsidP="004B1381">
            <w:pPr>
              <w:pStyle w:val="Heading2"/>
            </w:pPr>
          </w:p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</w:tr>
      <w:tr w:rsidR="00026628" w:rsidRPr="001C09BA" w:rsidTr="00957EB1">
        <w:trPr>
          <w:trHeight w:val="294"/>
        </w:trPr>
        <w:tc>
          <w:tcPr>
            <w:tcW w:w="3084" w:type="dxa"/>
            <w:shd w:val="clear" w:color="auto" w:fill="F2F2F2" w:themeFill="background1" w:themeFillShade="F2"/>
          </w:tcPr>
          <w:p w:rsidR="00026628" w:rsidRPr="001C09BA" w:rsidRDefault="00026628" w:rsidP="004B1381"/>
        </w:tc>
        <w:tc>
          <w:tcPr>
            <w:tcW w:w="1542" w:type="dxa"/>
            <w:shd w:val="clear" w:color="auto" w:fill="F2F2F2" w:themeFill="background1" w:themeFillShade="F2"/>
          </w:tcPr>
          <w:p w:rsidR="00026628" w:rsidRPr="001C09BA" w:rsidRDefault="00026628" w:rsidP="004B1381">
            <w:pPr>
              <w:pStyle w:val="Heading2"/>
            </w:pPr>
          </w:p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</w:tr>
      <w:tr w:rsidR="00026628" w:rsidRPr="001C09BA" w:rsidTr="00154F96">
        <w:trPr>
          <w:trHeight w:val="309"/>
        </w:trPr>
        <w:tc>
          <w:tcPr>
            <w:tcW w:w="3084" w:type="dxa"/>
            <w:shd w:val="clear" w:color="auto" w:fill="F2F2F2" w:themeFill="background1" w:themeFillShade="F2"/>
          </w:tcPr>
          <w:p w:rsidR="00026628" w:rsidRPr="001C09BA" w:rsidRDefault="00026628" w:rsidP="004B1381"/>
        </w:tc>
        <w:tc>
          <w:tcPr>
            <w:tcW w:w="1542" w:type="dxa"/>
            <w:shd w:val="clear" w:color="auto" w:fill="F2F2F2" w:themeFill="background1" w:themeFillShade="F2"/>
          </w:tcPr>
          <w:p w:rsidR="00026628" w:rsidRPr="001C09BA" w:rsidRDefault="00026628" w:rsidP="004B1381">
            <w:pPr>
              <w:pStyle w:val="Heading2"/>
            </w:pPr>
          </w:p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</w:tr>
      <w:tr w:rsidR="00026628" w:rsidRPr="001C09BA" w:rsidTr="00625083">
        <w:trPr>
          <w:trHeight w:val="309"/>
        </w:trPr>
        <w:tc>
          <w:tcPr>
            <w:tcW w:w="3084" w:type="dxa"/>
            <w:shd w:val="clear" w:color="auto" w:fill="F2F2F2" w:themeFill="background1" w:themeFillShade="F2"/>
          </w:tcPr>
          <w:p w:rsidR="00026628" w:rsidRPr="001C09BA" w:rsidRDefault="00026628" w:rsidP="004B1381"/>
        </w:tc>
        <w:tc>
          <w:tcPr>
            <w:tcW w:w="1542" w:type="dxa"/>
            <w:shd w:val="clear" w:color="auto" w:fill="F2F2F2" w:themeFill="background1" w:themeFillShade="F2"/>
          </w:tcPr>
          <w:p w:rsidR="00026628" w:rsidRPr="001C09BA" w:rsidRDefault="00026628" w:rsidP="004B1381">
            <w:pPr>
              <w:pStyle w:val="Heading2"/>
            </w:pPr>
          </w:p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</w:tr>
      <w:tr w:rsidR="00026628" w:rsidRPr="001C09BA" w:rsidTr="00625083">
        <w:trPr>
          <w:trHeight w:val="309"/>
        </w:trPr>
        <w:tc>
          <w:tcPr>
            <w:tcW w:w="3084" w:type="dxa"/>
            <w:shd w:val="clear" w:color="auto" w:fill="F2F2F2" w:themeFill="background1" w:themeFillShade="F2"/>
          </w:tcPr>
          <w:p w:rsidR="00026628" w:rsidRPr="001C09BA" w:rsidRDefault="00026628" w:rsidP="004B1381"/>
        </w:tc>
        <w:tc>
          <w:tcPr>
            <w:tcW w:w="1542" w:type="dxa"/>
            <w:shd w:val="clear" w:color="auto" w:fill="F2F2F2" w:themeFill="background1" w:themeFillShade="F2"/>
          </w:tcPr>
          <w:p w:rsidR="00026628" w:rsidRPr="001C09BA" w:rsidRDefault="00026628" w:rsidP="004B1381">
            <w:pPr>
              <w:pStyle w:val="Heading2"/>
            </w:pPr>
          </w:p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  <w:tc>
          <w:tcPr>
            <w:tcW w:w="1541" w:type="dxa"/>
          </w:tcPr>
          <w:p w:rsidR="00026628" w:rsidRPr="001C09BA" w:rsidRDefault="00026628" w:rsidP="004B1381"/>
        </w:tc>
      </w:tr>
    </w:tbl>
    <w:p w:rsidR="00A876B3" w:rsidRPr="00866D59" w:rsidRDefault="00A876B3" w:rsidP="00A876B3">
      <w:pPr>
        <w:rPr>
          <w:b/>
          <w:sz w:val="24"/>
        </w:rPr>
      </w:pPr>
      <w:r>
        <w:rPr>
          <w:b/>
          <w:sz w:val="24"/>
        </w:rPr>
        <w:t>Language Proficiency: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533"/>
        <w:gridCol w:w="3780"/>
        <w:gridCol w:w="2159"/>
        <w:gridCol w:w="2159"/>
        <w:gridCol w:w="2159"/>
      </w:tblGrid>
      <w:tr w:rsidR="00A876B3" w:rsidRPr="001C09BA" w:rsidTr="008B3752">
        <w:trPr>
          <w:trHeight w:val="301"/>
        </w:trPr>
        <w:tc>
          <w:tcPr>
            <w:tcW w:w="4313" w:type="dxa"/>
            <w:gridSpan w:val="2"/>
            <w:shd w:val="clear" w:color="auto" w:fill="F2F2F2" w:themeFill="background1" w:themeFillShade="F2"/>
          </w:tcPr>
          <w:p w:rsidR="00A876B3" w:rsidRPr="001C09BA" w:rsidRDefault="00A876B3" w:rsidP="00A876B3">
            <w:pPr>
              <w:jc w:val="center"/>
            </w:pPr>
            <w:r>
              <w:t>Language</w:t>
            </w:r>
          </w:p>
        </w:tc>
        <w:tc>
          <w:tcPr>
            <w:tcW w:w="2159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  <w:r>
              <w:t>Read</w:t>
            </w:r>
          </w:p>
        </w:tc>
        <w:tc>
          <w:tcPr>
            <w:tcW w:w="2159" w:type="dxa"/>
          </w:tcPr>
          <w:p w:rsidR="00A876B3" w:rsidRPr="001C09BA" w:rsidRDefault="00A876B3" w:rsidP="004B1381">
            <w:r>
              <w:t>Write</w:t>
            </w:r>
          </w:p>
        </w:tc>
        <w:tc>
          <w:tcPr>
            <w:tcW w:w="2159" w:type="dxa"/>
          </w:tcPr>
          <w:p w:rsidR="00A876B3" w:rsidRPr="001C09BA" w:rsidRDefault="00A876B3" w:rsidP="004B1381">
            <w:r>
              <w:t>Speak</w:t>
            </w:r>
          </w:p>
        </w:tc>
      </w:tr>
      <w:tr w:rsidR="00A876B3" w:rsidRPr="001C09BA" w:rsidTr="00A876B3">
        <w:trPr>
          <w:trHeight w:val="301"/>
        </w:trPr>
        <w:tc>
          <w:tcPr>
            <w:tcW w:w="533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  <w:r>
              <w:t>1</w:t>
            </w:r>
          </w:p>
        </w:tc>
        <w:tc>
          <w:tcPr>
            <w:tcW w:w="3780" w:type="dxa"/>
          </w:tcPr>
          <w:p w:rsidR="00A876B3" w:rsidRPr="001C09BA" w:rsidRDefault="00A876B3" w:rsidP="004B1381"/>
        </w:tc>
        <w:tc>
          <w:tcPr>
            <w:tcW w:w="2159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</w:p>
        </w:tc>
        <w:tc>
          <w:tcPr>
            <w:tcW w:w="2159" w:type="dxa"/>
          </w:tcPr>
          <w:p w:rsidR="00A876B3" w:rsidRPr="001C09BA" w:rsidRDefault="00A876B3" w:rsidP="004B1381"/>
        </w:tc>
        <w:tc>
          <w:tcPr>
            <w:tcW w:w="2159" w:type="dxa"/>
          </w:tcPr>
          <w:p w:rsidR="00A876B3" w:rsidRPr="001C09BA" w:rsidRDefault="00A876B3" w:rsidP="004B1381"/>
        </w:tc>
      </w:tr>
      <w:tr w:rsidR="00A876B3" w:rsidRPr="001C09BA" w:rsidTr="00A876B3">
        <w:trPr>
          <w:trHeight w:val="287"/>
        </w:trPr>
        <w:tc>
          <w:tcPr>
            <w:tcW w:w="533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  <w:r>
              <w:t>2</w:t>
            </w:r>
          </w:p>
        </w:tc>
        <w:tc>
          <w:tcPr>
            <w:tcW w:w="3780" w:type="dxa"/>
          </w:tcPr>
          <w:p w:rsidR="00A876B3" w:rsidRPr="001C09BA" w:rsidRDefault="00A876B3" w:rsidP="004B1381"/>
        </w:tc>
        <w:tc>
          <w:tcPr>
            <w:tcW w:w="2159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</w:p>
        </w:tc>
        <w:tc>
          <w:tcPr>
            <w:tcW w:w="2159" w:type="dxa"/>
          </w:tcPr>
          <w:p w:rsidR="00A876B3" w:rsidRPr="001C09BA" w:rsidRDefault="00A876B3" w:rsidP="004B1381"/>
        </w:tc>
        <w:tc>
          <w:tcPr>
            <w:tcW w:w="2159" w:type="dxa"/>
          </w:tcPr>
          <w:p w:rsidR="00A876B3" w:rsidRPr="001C09BA" w:rsidRDefault="00A876B3" w:rsidP="004B1381"/>
        </w:tc>
      </w:tr>
      <w:tr w:rsidR="00A876B3" w:rsidRPr="001C09BA" w:rsidTr="00A876B3">
        <w:trPr>
          <w:trHeight w:val="301"/>
        </w:trPr>
        <w:tc>
          <w:tcPr>
            <w:tcW w:w="533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  <w:r>
              <w:t>3</w:t>
            </w:r>
          </w:p>
        </w:tc>
        <w:tc>
          <w:tcPr>
            <w:tcW w:w="3780" w:type="dxa"/>
          </w:tcPr>
          <w:p w:rsidR="00A876B3" w:rsidRPr="001C09BA" w:rsidRDefault="00A876B3" w:rsidP="004B1381"/>
        </w:tc>
        <w:tc>
          <w:tcPr>
            <w:tcW w:w="2159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</w:p>
        </w:tc>
        <w:tc>
          <w:tcPr>
            <w:tcW w:w="2159" w:type="dxa"/>
          </w:tcPr>
          <w:p w:rsidR="00A876B3" w:rsidRPr="001C09BA" w:rsidRDefault="00A876B3" w:rsidP="004B1381"/>
        </w:tc>
        <w:tc>
          <w:tcPr>
            <w:tcW w:w="2159" w:type="dxa"/>
          </w:tcPr>
          <w:p w:rsidR="00A876B3" w:rsidRPr="001C09BA" w:rsidRDefault="00A876B3" w:rsidP="004B1381"/>
        </w:tc>
      </w:tr>
    </w:tbl>
    <w:p w:rsidR="00A876B3" w:rsidRPr="00866D59" w:rsidRDefault="00A876B3" w:rsidP="00A876B3">
      <w:pPr>
        <w:rPr>
          <w:b/>
          <w:sz w:val="24"/>
        </w:rPr>
      </w:pPr>
      <w:r>
        <w:rPr>
          <w:b/>
          <w:sz w:val="24"/>
        </w:rPr>
        <w:t>Other Achievements: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533"/>
        <w:gridCol w:w="3780"/>
        <w:gridCol w:w="2159"/>
        <w:gridCol w:w="2159"/>
        <w:gridCol w:w="2159"/>
      </w:tblGrid>
      <w:tr w:rsidR="00A876B3" w:rsidRPr="001C09BA" w:rsidTr="004B1381">
        <w:trPr>
          <w:trHeight w:val="301"/>
        </w:trPr>
        <w:tc>
          <w:tcPr>
            <w:tcW w:w="4313" w:type="dxa"/>
            <w:gridSpan w:val="2"/>
            <w:shd w:val="clear" w:color="auto" w:fill="F2F2F2" w:themeFill="background1" w:themeFillShade="F2"/>
          </w:tcPr>
          <w:p w:rsidR="00A876B3" w:rsidRPr="001C09BA" w:rsidRDefault="00A876B3" w:rsidP="004B1381">
            <w:pPr>
              <w:jc w:val="center"/>
            </w:pPr>
          </w:p>
        </w:tc>
        <w:tc>
          <w:tcPr>
            <w:tcW w:w="2159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  <w:r>
              <w:t>Award/Certificate</w:t>
            </w:r>
          </w:p>
        </w:tc>
        <w:tc>
          <w:tcPr>
            <w:tcW w:w="2159" w:type="dxa"/>
          </w:tcPr>
          <w:p w:rsidR="00A876B3" w:rsidRPr="001C09BA" w:rsidRDefault="00A876B3" w:rsidP="004B1381">
            <w:r>
              <w:t>Award/Certificate</w:t>
            </w:r>
          </w:p>
        </w:tc>
        <w:tc>
          <w:tcPr>
            <w:tcW w:w="2159" w:type="dxa"/>
          </w:tcPr>
          <w:p w:rsidR="00A876B3" w:rsidRPr="001C09BA" w:rsidRDefault="00A876B3" w:rsidP="004B1381">
            <w:r>
              <w:t>Award/Certificate</w:t>
            </w:r>
          </w:p>
        </w:tc>
      </w:tr>
      <w:tr w:rsidR="00A876B3" w:rsidRPr="001C09BA" w:rsidTr="004B1381">
        <w:trPr>
          <w:trHeight w:val="301"/>
        </w:trPr>
        <w:tc>
          <w:tcPr>
            <w:tcW w:w="533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  <w:r>
              <w:t>1</w:t>
            </w:r>
          </w:p>
        </w:tc>
        <w:tc>
          <w:tcPr>
            <w:tcW w:w="3780" w:type="dxa"/>
          </w:tcPr>
          <w:p w:rsidR="00A876B3" w:rsidRPr="001C09BA" w:rsidRDefault="00A876B3" w:rsidP="004B1381">
            <w:r>
              <w:t>School/School Name</w:t>
            </w:r>
          </w:p>
        </w:tc>
        <w:tc>
          <w:tcPr>
            <w:tcW w:w="2159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</w:p>
        </w:tc>
        <w:tc>
          <w:tcPr>
            <w:tcW w:w="2159" w:type="dxa"/>
          </w:tcPr>
          <w:p w:rsidR="00A876B3" w:rsidRPr="001C09BA" w:rsidRDefault="00A876B3" w:rsidP="004B1381"/>
        </w:tc>
        <w:tc>
          <w:tcPr>
            <w:tcW w:w="2159" w:type="dxa"/>
          </w:tcPr>
          <w:p w:rsidR="00A876B3" w:rsidRPr="001C09BA" w:rsidRDefault="00A876B3" w:rsidP="004B1381"/>
        </w:tc>
      </w:tr>
      <w:tr w:rsidR="00A876B3" w:rsidRPr="001C09BA" w:rsidTr="004B1381">
        <w:trPr>
          <w:trHeight w:val="287"/>
        </w:trPr>
        <w:tc>
          <w:tcPr>
            <w:tcW w:w="533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  <w:r>
              <w:t>2</w:t>
            </w:r>
          </w:p>
        </w:tc>
        <w:tc>
          <w:tcPr>
            <w:tcW w:w="3780" w:type="dxa"/>
          </w:tcPr>
          <w:p w:rsidR="00A876B3" w:rsidRPr="001C09BA" w:rsidRDefault="00A876B3" w:rsidP="004B1381">
            <w:r>
              <w:t>College/College Name</w:t>
            </w:r>
          </w:p>
        </w:tc>
        <w:tc>
          <w:tcPr>
            <w:tcW w:w="2159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</w:p>
        </w:tc>
        <w:tc>
          <w:tcPr>
            <w:tcW w:w="2159" w:type="dxa"/>
          </w:tcPr>
          <w:p w:rsidR="00A876B3" w:rsidRPr="001C09BA" w:rsidRDefault="00A876B3" w:rsidP="004B1381"/>
        </w:tc>
        <w:tc>
          <w:tcPr>
            <w:tcW w:w="2159" w:type="dxa"/>
          </w:tcPr>
          <w:p w:rsidR="00A876B3" w:rsidRPr="001C09BA" w:rsidRDefault="00A876B3" w:rsidP="004B1381"/>
        </w:tc>
      </w:tr>
      <w:tr w:rsidR="00A876B3" w:rsidRPr="001C09BA" w:rsidTr="004B1381">
        <w:trPr>
          <w:trHeight w:val="301"/>
        </w:trPr>
        <w:tc>
          <w:tcPr>
            <w:tcW w:w="533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  <w:r>
              <w:t>3</w:t>
            </w:r>
          </w:p>
        </w:tc>
        <w:tc>
          <w:tcPr>
            <w:tcW w:w="3780" w:type="dxa"/>
          </w:tcPr>
          <w:p w:rsidR="00A876B3" w:rsidRPr="001C09BA" w:rsidRDefault="00A876B3" w:rsidP="004B1381">
            <w:r>
              <w:t>University/University Name</w:t>
            </w:r>
          </w:p>
        </w:tc>
        <w:tc>
          <w:tcPr>
            <w:tcW w:w="2159" w:type="dxa"/>
            <w:shd w:val="clear" w:color="auto" w:fill="F2F2F2" w:themeFill="background1" w:themeFillShade="F2"/>
          </w:tcPr>
          <w:p w:rsidR="00A876B3" w:rsidRPr="001C09BA" w:rsidRDefault="00A876B3" w:rsidP="004B1381">
            <w:pPr>
              <w:pStyle w:val="Heading2"/>
            </w:pPr>
          </w:p>
        </w:tc>
        <w:tc>
          <w:tcPr>
            <w:tcW w:w="2159" w:type="dxa"/>
          </w:tcPr>
          <w:p w:rsidR="00A876B3" w:rsidRPr="001C09BA" w:rsidRDefault="00A876B3" w:rsidP="004B1381"/>
        </w:tc>
        <w:tc>
          <w:tcPr>
            <w:tcW w:w="2159" w:type="dxa"/>
          </w:tcPr>
          <w:p w:rsidR="00A876B3" w:rsidRPr="001C09BA" w:rsidRDefault="00A876B3" w:rsidP="004B1381"/>
        </w:tc>
      </w:tr>
    </w:tbl>
    <w:p w:rsidR="009E7959" w:rsidRDefault="009E7959"/>
    <w:p w:rsidR="00F92062" w:rsidRDefault="00F92062"/>
    <w:p w:rsidR="00F92062" w:rsidRPr="00866D59" w:rsidRDefault="00F92062" w:rsidP="00F92062">
      <w:pPr>
        <w:rPr>
          <w:b/>
          <w:sz w:val="24"/>
        </w:rPr>
      </w:pPr>
      <w:r>
        <w:rPr>
          <w:b/>
          <w:sz w:val="24"/>
        </w:rPr>
        <w:t xml:space="preserve">Place(s) where </w:t>
      </w:r>
      <w:r w:rsidR="001A7E26">
        <w:rPr>
          <w:b/>
          <w:sz w:val="24"/>
        </w:rPr>
        <w:t>you have stayed in last 5 years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533"/>
        <w:gridCol w:w="3780"/>
        <w:gridCol w:w="2159"/>
        <w:gridCol w:w="2159"/>
        <w:gridCol w:w="2159"/>
      </w:tblGrid>
      <w:tr w:rsidR="00F92062" w:rsidRPr="001C09BA" w:rsidTr="004B1381">
        <w:trPr>
          <w:trHeight w:val="301"/>
        </w:trPr>
        <w:tc>
          <w:tcPr>
            <w:tcW w:w="4313" w:type="dxa"/>
            <w:gridSpan w:val="2"/>
            <w:shd w:val="clear" w:color="auto" w:fill="F2F2F2" w:themeFill="background1" w:themeFillShade="F2"/>
          </w:tcPr>
          <w:p w:rsidR="00F92062" w:rsidRPr="001C09BA" w:rsidRDefault="001A7E26" w:rsidP="004B1381">
            <w:pPr>
              <w:jc w:val="center"/>
            </w:pPr>
            <w:r>
              <w:t>Place/Name</w:t>
            </w:r>
          </w:p>
        </w:tc>
        <w:tc>
          <w:tcPr>
            <w:tcW w:w="2159" w:type="dxa"/>
            <w:shd w:val="clear" w:color="auto" w:fill="F2F2F2" w:themeFill="background1" w:themeFillShade="F2"/>
          </w:tcPr>
          <w:p w:rsidR="00F92062" w:rsidRPr="001C09BA" w:rsidRDefault="001A7E26" w:rsidP="004B1381">
            <w:pPr>
              <w:pStyle w:val="Heading2"/>
            </w:pPr>
            <w:r>
              <w:t>From</w:t>
            </w:r>
          </w:p>
        </w:tc>
        <w:tc>
          <w:tcPr>
            <w:tcW w:w="2159" w:type="dxa"/>
          </w:tcPr>
          <w:p w:rsidR="00F92062" w:rsidRPr="001C09BA" w:rsidRDefault="001A7E26" w:rsidP="004B1381">
            <w:r>
              <w:t>To</w:t>
            </w:r>
          </w:p>
        </w:tc>
        <w:tc>
          <w:tcPr>
            <w:tcW w:w="2159" w:type="dxa"/>
          </w:tcPr>
          <w:p w:rsidR="00F92062" w:rsidRPr="001C09BA" w:rsidRDefault="001A7E26" w:rsidP="004B1381">
            <w:r>
              <w:t>Reason [If Needed]</w:t>
            </w:r>
          </w:p>
        </w:tc>
      </w:tr>
      <w:tr w:rsidR="00F92062" w:rsidRPr="001C09BA" w:rsidTr="004B1381">
        <w:trPr>
          <w:trHeight w:val="301"/>
        </w:trPr>
        <w:tc>
          <w:tcPr>
            <w:tcW w:w="533" w:type="dxa"/>
            <w:shd w:val="clear" w:color="auto" w:fill="F2F2F2" w:themeFill="background1" w:themeFillShade="F2"/>
          </w:tcPr>
          <w:p w:rsidR="00F92062" w:rsidRPr="001C09BA" w:rsidRDefault="00F92062" w:rsidP="004B1381">
            <w:pPr>
              <w:pStyle w:val="Heading2"/>
            </w:pPr>
            <w:r>
              <w:t>1</w:t>
            </w:r>
          </w:p>
        </w:tc>
        <w:tc>
          <w:tcPr>
            <w:tcW w:w="3780" w:type="dxa"/>
          </w:tcPr>
          <w:p w:rsidR="00F92062" w:rsidRPr="001C09BA" w:rsidRDefault="00F92062" w:rsidP="004B1381"/>
        </w:tc>
        <w:tc>
          <w:tcPr>
            <w:tcW w:w="2159" w:type="dxa"/>
            <w:shd w:val="clear" w:color="auto" w:fill="F2F2F2" w:themeFill="background1" w:themeFillShade="F2"/>
          </w:tcPr>
          <w:p w:rsidR="00F92062" w:rsidRPr="001C09BA" w:rsidRDefault="00F92062" w:rsidP="004B1381">
            <w:pPr>
              <w:pStyle w:val="Heading2"/>
            </w:pPr>
          </w:p>
        </w:tc>
        <w:tc>
          <w:tcPr>
            <w:tcW w:w="2159" w:type="dxa"/>
          </w:tcPr>
          <w:p w:rsidR="00F92062" w:rsidRPr="001C09BA" w:rsidRDefault="00F92062" w:rsidP="004B1381"/>
        </w:tc>
        <w:tc>
          <w:tcPr>
            <w:tcW w:w="2159" w:type="dxa"/>
          </w:tcPr>
          <w:p w:rsidR="00F92062" w:rsidRPr="001C09BA" w:rsidRDefault="00F92062" w:rsidP="004B1381"/>
        </w:tc>
      </w:tr>
      <w:tr w:rsidR="00F92062" w:rsidRPr="001C09BA" w:rsidTr="004B1381">
        <w:trPr>
          <w:trHeight w:val="287"/>
        </w:trPr>
        <w:tc>
          <w:tcPr>
            <w:tcW w:w="533" w:type="dxa"/>
            <w:shd w:val="clear" w:color="auto" w:fill="F2F2F2" w:themeFill="background1" w:themeFillShade="F2"/>
          </w:tcPr>
          <w:p w:rsidR="00F92062" w:rsidRPr="001C09BA" w:rsidRDefault="00F92062" w:rsidP="004B1381">
            <w:pPr>
              <w:pStyle w:val="Heading2"/>
            </w:pPr>
            <w:r>
              <w:t>2</w:t>
            </w:r>
          </w:p>
        </w:tc>
        <w:tc>
          <w:tcPr>
            <w:tcW w:w="3780" w:type="dxa"/>
          </w:tcPr>
          <w:p w:rsidR="00F92062" w:rsidRPr="001C09BA" w:rsidRDefault="00F92062" w:rsidP="004B1381"/>
        </w:tc>
        <w:tc>
          <w:tcPr>
            <w:tcW w:w="2159" w:type="dxa"/>
            <w:shd w:val="clear" w:color="auto" w:fill="F2F2F2" w:themeFill="background1" w:themeFillShade="F2"/>
          </w:tcPr>
          <w:p w:rsidR="00F92062" w:rsidRPr="001C09BA" w:rsidRDefault="00F92062" w:rsidP="004B1381">
            <w:pPr>
              <w:pStyle w:val="Heading2"/>
            </w:pPr>
          </w:p>
        </w:tc>
        <w:tc>
          <w:tcPr>
            <w:tcW w:w="2159" w:type="dxa"/>
          </w:tcPr>
          <w:p w:rsidR="00F92062" w:rsidRPr="001C09BA" w:rsidRDefault="00F92062" w:rsidP="004B1381"/>
        </w:tc>
        <w:tc>
          <w:tcPr>
            <w:tcW w:w="2159" w:type="dxa"/>
          </w:tcPr>
          <w:p w:rsidR="00F92062" w:rsidRPr="001C09BA" w:rsidRDefault="00F92062" w:rsidP="004B1381"/>
        </w:tc>
      </w:tr>
      <w:tr w:rsidR="00F92062" w:rsidRPr="001C09BA" w:rsidTr="004B1381">
        <w:trPr>
          <w:trHeight w:val="301"/>
        </w:trPr>
        <w:tc>
          <w:tcPr>
            <w:tcW w:w="533" w:type="dxa"/>
            <w:shd w:val="clear" w:color="auto" w:fill="F2F2F2" w:themeFill="background1" w:themeFillShade="F2"/>
          </w:tcPr>
          <w:p w:rsidR="00F92062" w:rsidRPr="001C09BA" w:rsidRDefault="00F92062" w:rsidP="004B1381">
            <w:pPr>
              <w:pStyle w:val="Heading2"/>
            </w:pPr>
            <w:r>
              <w:t>3</w:t>
            </w:r>
          </w:p>
        </w:tc>
        <w:tc>
          <w:tcPr>
            <w:tcW w:w="3780" w:type="dxa"/>
          </w:tcPr>
          <w:p w:rsidR="00F92062" w:rsidRPr="001C09BA" w:rsidRDefault="00F92062" w:rsidP="004B1381"/>
        </w:tc>
        <w:tc>
          <w:tcPr>
            <w:tcW w:w="2159" w:type="dxa"/>
            <w:shd w:val="clear" w:color="auto" w:fill="F2F2F2" w:themeFill="background1" w:themeFillShade="F2"/>
          </w:tcPr>
          <w:p w:rsidR="00F92062" w:rsidRPr="001C09BA" w:rsidRDefault="00F92062" w:rsidP="004B1381">
            <w:pPr>
              <w:pStyle w:val="Heading2"/>
            </w:pPr>
          </w:p>
        </w:tc>
        <w:tc>
          <w:tcPr>
            <w:tcW w:w="2159" w:type="dxa"/>
          </w:tcPr>
          <w:p w:rsidR="00F92062" w:rsidRPr="001C09BA" w:rsidRDefault="00F92062" w:rsidP="004B1381"/>
        </w:tc>
        <w:tc>
          <w:tcPr>
            <w:tcW w:w="2159" w:type="dxa"/>
          </w:tcPr>
          <w:p w:rsidR="00F92062" w:rsidRPr="001C09BA" w:rsidRDefault="00F92062" w:rsidP="004B1381"/>
        </w:tc>
      </w:tr>
      <w:tr w:rsidR="001A7E26" w:rsidRPr="001C09BA" w:rsidTr="004B1381">
        <w:trPr>
          <w:trHeight w:val="301"/>
        </w:trPr>
        <w:tc>
          <w:tcPr>
            <w:tcW w:w="533" w:type="dxa"/>
            <w:shd w:val="clear" w:color="auto" w:fill="F2F2F2" w:themeFill="background1" w:themeFillShade="F2"/>
          </w:tcPr>
          <w:p w:rsidR="001A7E26" w:rsidRDefault="001A7E26" w:rsidP="004B1381">
            <w:pPr>
              <w:pStyle w:val="Heading2"/>
            </w:pPr>
            <w:r>
              <w:t>4</w:t>
            </w:r>
          </w:p>
        </w:tc>
        <w:tc>
          <w:tcPr>
            <w:tcW w:w="3780" w:type="dxa"/>
          </w:tcPr>
          <w:p w:rsidR="001A7E26" w:rsidRPr="001C09BA" w:rsidRDefault="001A7E26" w:rsidP="004B1381"/>
        </w:tc>
        <w:tc>
          <w:tcPr>
            <w:tcW w:w="2159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</w:p>
        </w:tc>
        <w:tc>
          <w:tcPr>
            <w:tcW w:w="2159" w:type="dxa"/>
          </w:tcPr>
          <w:p w:rsidR="001A7E26" w:rsidRPr="001C09BA" w:rsidRDefault="001A7E26" w:rsidP="004B1381"/>
        </w:tc>
        <w:tc>
          <w:tcPr>
            <w:tcW w:w="2159" w:type="dxa"/>
          </w:tcPr>
          <w:p w:rsidR="001A7E26" w:rsidRPr="001C09BA" w:rsidRDefault="001A7E26" w:rsidP="004B1381"/>
        </w:tc>
      </w:tr>
      <w:tr w:rsidR="001A7E26" w:rsidRPr="001C09BA" w:rsidTr="004B1381">
        <w:trPr>
          <w:trHeight w:val="301"/>
        </w:trPr>
        <w:tc>
          <w:tcPr>
            <w:tcW w:w="533" w:type="dxa"/>
            <w:shd w:val="clear" w:color="auto" w:fill="F2F2F2" w:themeFill="background1" w:themeFillShade="F2"/>
          </w:tcPr>
          <w:p w:rsidR="001A7E26" w:rsidRDefault="001A7E26" w:rsidP="004B1381">
            <w:pPr>
              <w:pStyle w:val="Heading2"/>
            </w:pPr>
            <w:r>
              <w:t>5</w:t>
            </w:r>
          </w:p>
        </w:tc>
        <w:tc>
          <w:tcPr>
            <w:tcW w:w="3780" w:type="dxa"/>
          </w:tcPr>
          <w:p w:rsidR="001A7E26" w:rsidRPr="001C09BA" w:rsidRDefault="001A7E26" w:rsidP="004B1381"/>
        </w:tc>
        <w:tc>
          <w:tcPr>
            <w:tcW w:w="2159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</w:p>
        </w:tc>
        <w:tc>
          <w:tcPr>
            <w:tcW w:w="2159" w:type="dxa"/>
          </w:tcPr>
          <w:p w:rsidR="001A7E26" w:rsidRPr="001C09BA" w:rsidRDefault="001A7E26" w:rsidP="004B1381"/>
        </w:tc>
        <w:tc>
          <w:tcPr>
            <w:tcW w:w="2159" w:type="dxa"/>
          </w:tcPr>
          <w:p w:rsidR="001A7E26" w:rsidRPr="001C09BA" w:rsidRDefault="001A7E26" w:rsidP="004B1381"/>
        </w:tc>
      </w:tr>
    </w:tbl>
    <w:p w:rsidR="00F92062" w:rsidRDefault="00F92062"/>
    <w:p w:rsidR="001A7E26" w:rsidRPr="00866D59" w:rsidRDefault="001A7E26" w:rsidP="001A7E26">
      <w:pPr>
        <w:rPr>
          <w:b/>
          <w:sz w:val="24"/>
        </w:rPr>
      </w:pPr>
      <w:r>
        <w:rPr>
          <w:b/>
          <w:sz w:val="24"/>
        </w:rPr>
        <w:t>Details of job exams/interview taken in last 2 years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533"/>
        <w:gridCol w:w="3780"/>
        <w:gridCol w:w="2159"/>
        <w:gridCol w:w="2159"/>
        <w:gridCol w:w="2159"/>
      </w:tblGrid>
      <w:tr w:rsidR="001A7E26" w:rsidRPr="001C09BA" w:rsidTr="004B1381">
        <w:trPr>
          <w:trHeight w:val="301"/>
        </w:trPr>
        <w:tc>
          <w:tcPr>
            <w:tcW w:w="4313" w:type="dxa"/>
            <w:gridSpan w:val="2"/>
            <w:shd w:val="clear" w:color="auto" w:fill="F2F2F2" w:themeFill="background1" w:themeFillShade="F2"/>
          </w:tcPr>
          <w:p w:rsidR="001A7E26" w:rsidRPr="001C09BA" w:rsidRDefault="001A7E26" w:rsidP="004B1381">
            <w:pPr>
              <w:jc w:val="center"/>
            </w:pPr>
            <w:r>
              <w:t>Organization</w:t>
            </w:r>
          </w:p>
        </w:tc>
        <w:tc>
          <w:tcPr>
            <w:tcW w:w="2159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  <w:r>
              <w:t>Position</w:t>
            </w:r>
          </w:p>
        </w:tc>
        <w:tc>
          <w:tcPr>
            <w:tcW w:w="2159" w:type="dxa"/>
          </w:tcPr>
          <w:p w:rsidR="001A7E26" w:rsidRPr="001C09BA" w:rsidRDefault="001A7E26" w:rsidP="004B1381">
            <w:r>
              <w:t>Exam Date</w:t>
            </w:r>
          </w:p>
        </w:tc>
        <w:tc>
          <w:tcPr>
            <w:tcW w:w="2159" w:type="dxa"/>
          </w:tcPr>
          <w:p w:rsidR="001A7E26" w:rsidRPr="001C09BA" w:rsidRDefault="001A7E26" w:rsidP="004B1381">
            <w:r>
              <w:t>Result</w:t>
            </w:r>
          </w:p>
        </w:tc>
      </w:tr>
      <w:tr w:rsidR="001A7E26" w:rsidRPr="001C09BA" w:rsidTr="004B1381">
        <w:trPr>
          <w:trHeight w:val="301"/>
        </w:trPr>
        <w:tc>
          <w:tcPr>
            <w:tcW w:w="533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  <w:r>
              <w:t>1</w:t>
            </w:r>
          </w:p>
        </w:tc>
        <w:tc>
          <w:tcPr>
            <w:tcW w:w="3780" w:type="dxa"/>
          </w:tcPr>
          <w:p w:rsidR="001A7E26" w:rsidRPr="001C09BA" w:rsidRDefault="001A7E26" w:rsidP="004B1381"/>
        </w:tc>
        <w:tc>
          <w:tcPr>
            <w:tcW w:w="2159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</w:p>
        </w:tc>
        <w:tc>
          <w:tcPr>
            <w:tcW w:w="2159" w:type="dxa"/>
          </w:tcPr>
          <w:p w:rsidR="001A7E26" w:rsidRPr="001C09BA" w:rsidRDefault="001A7E26" w:rsidP="004B1381"/>
        </w:tc>
        <w:tc>
          <w:tcPr>
            <w:tcW w:w="2159" w:type="dxa"/>
          </w:tcPr>
          <w:p w:rsidR="001A7E26" w:rsidRPr="001C09BA" w:rsidRDefault="001A7E26" w:rsidP="004B1381"/>
        </w:tc>
      </w:tr>
      <w:tr w:rsidR="001A7E26" w:rsidRPr="001C09BA" w:rsidTr="004B1381">
        <w:trPr>
          <w:trHeight w:val="287"/>
        </w:trPr>
        <w:tc>
          <w:tcPr>
            <w:tcW w:w="533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  <w:r>
              <w:t>2</w:t>
            </w:r>
          </w:p>
        </w:tc>
        <w:tc>
          <w:tcPr>
            <w:tcW w:w="3780" w:type="dxa"/>
          </w:tcPr>
          <w:p w:rsidR="001A7E26" w:rsidRPr="001C09BA" w:rsidRDefault="001A7E26" w:rsidP="004B1381"/>
        </w:tc>
        <w:tc>
          <w:tcPr>
            <w:tcW w:w="2159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</w:p>
        </w:tc>
        <w:tc>
          <w:tcPr>
            <w:tcW w:w="2159" w:type="dxa"/>
          </w:tcPr>
          <w:p w:rsidR="001A7E26" w:rsidRPr="001C09BA" w:rsidRDefault="001A7E26" w:rsidP="004B1381"/>
        </w:tc>
        <w:tc>
          <w:tcPr>
            <w:tcW w:w="2159" w:type="dxa"/>
          </w:tcPr>
          <w:p w:rsidR="001A7E26" w:rsidRPr="001C09BA" w:rsidRDefault="001A7E26" w:rsidP="004B1381"/>
        </w:tc>
      </w:tr>
      <w:tr w:rsidR="001A7E26" w:rsidRPr="001C09BA" w:rsidTr="004B1381">
        <w:trPr>
          <w:trHeight w:val="301"/>
        </w:trPr>
        <w:tc>
          <w:tcPr>
            <w:tcW w:w="533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  <w:r>
              <w:t>3</w:t>
            </w:r>
          </w:p>
        </w:tc>
        <w:tc>
          <w:tcPr>
            <w:tcW w:w="3780" w:type="dxa"/>
          </w:tcPr>
          <w:p w:rsidR="001A7E26" w:rsidRPr="001C09BA" w:rsidRDefault="001A7E26" w:rsidP="004B1381"/>
        </w:tc>
        <w:tc>
          <w:tcPr>
            <w:tcW w:w="2159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</w:p>
        </w:tc>
        <w:tc>
          <w:tcPr>
            <w:tcW w:w="2159" w:type="dxa"/>
          </w:tcPr>
          <w:p w:rsidR="001A7E26" w:rsidRPr="001C09BA" w:rsidRDefault="001A7E26" w:rsidP="004B1381"/>
        </w:tc>
        <w:tc>
          <w:tcPr>
            <w:tcW w:w="2159" w:type="dxa"/>
          </w:tcPr>
          <w:p w:rsidR="001A7E26" w:rsidRPr="001C09BA" w:rsidRDefault="001A7E26" w:rsidP="004B1381"/>
        </w:tc>
      </w:tr>
    </w:tbl>
    <w:p w:rsidR="00F92062" w:rsidRDefault="00F92062"/>
    <w:p w:rsidR="001A7E26" w:rsidRPr="00866D59" w:rsidRDefault="001A7E26" w:rsidP="001A7E26">
      <w:pPr>
        <w:rPr>
          <w:b/>
          <w:sz w:val="24"/>
        </w:rPr>
      </w:pPr>
      <w:r>
        <w:rPr>
          <w:b/>
          <w:sz w:val="24"/>
        </w:rPr>
        <w:t>Past Employment Experience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1526"/>
        <w:gridCol w:w="1542"/>
        <w:gridCol w:w="1541"/>
        <w:gridCol w:w="1541"/>
        <w:gridCol w:w="1541"/>
        <w:gridCol w:w="1541"/>
        <w:gridCol w:w="1541"/>
      </w:tblGrid>
      <w:tr w:rsidR="001A7E26" w:rsidRPr="001C09BA" w:rsidTr="001A7E26">
        <w:trPr>
          <w:trHeight w:val="309"/>
        </w:trPr>
        <w:tc>
          <w:tcPr>
            <w:tcW w:w="1525" w:type="dxa"/>
            <w:shd w:val="clear" w:color="auto" w:fill="F2F2F2" w:themeFill="background1" w:themeFillShade="F2"/>
          </w:tcPr>
          <w:p w:rsidR="001A7E26" w:rsidRPr="00A876B3" w:rsidRDefault="001A7E26" w:rsidP="004B1381">
            <w:r>
              <w:t>Organization</w:t>
            </w:r>
          </w:p>
        </w:tc>
        <w:tc>
          <w:tcPr>
            <w:tcW w:w="1542" w:type="dxa"/>
            <w:shd w:val="clear" w:color="auto" w:fill="F2F2F2" w:themeFill="background1" w:themeFillShade="F2"/>
          </w:tcPr>
          <w:p w:rsidR="001A7E26" w:rsidRPr="00A876B3" w:rsidRDefault="001A7E26" w:rsidP="004B1381">
            <w:pPr>
              <w:pStyle w:val="Heading2"/>
              <w:rPr>
                <w:b w:val="0"/>
              </w:rPr>
            </w:pPr>
            <w:r>
              <w:rPr>
                <w:b w:val="0"/>
              </w:rPr>
              <w:t>Position</w:t>
            </w:r>
          </w:p>
        </w:tc>
        <w:tc>
          <w:tcPr>
            <w:tcW w:w="1541" w:type="dxa"/>
          </w:tcPr>
          <w:p w:rsidR="001A7E26" w:rsidRPr="00A876B3" w:rsidRDefault="001A7E26" w:rsidP="004B1381">
            <w:r>
              <w:t>From</w:t>
            </w:r>
          </w:p>
        </w:tc>
        <w:tc>
          <w:tcPr>
            <w:tcW w:w="1541" w:type="dxa"/>
          </w:tcPr>
          <w:p w:rsidR="001A7E26" w:rsidRPr="00A876B3" w:rsidRDefault="001A7E26" w:rsidP="004B1381">
            <w:r>
              <w:t>To</w:t>
            </w:r>
          </w:p>
        </w:tc>
        <w:tc>
          <w:tcPr>
            <w:tcW w:w="1541" w:type="dxa"/>
          </w:tcPr>
          <w:p w:rsidR="001A7E26" w:rsidRPr="00A876B3" w:rsidRDefault="001A7E26" w:rsidP="004B1381">
            <w:r>
              <w:t>Gross Pay/Mon</w:t>
            </w:r>
          </w:p>
        </w:tc>
        <w:tc>
          <w:tcPr>
            <w:tcW w:w="1541" w:type="dxa"/>
          </w:tcPr>
          <w:p w:rsidR="001A7E26" w:rsidRPr="00A876B3" w:rsidRDefault="001A7E26" w:rsidP="004B1381">
            <w:r>
              <w:t>Place</w:t>
            </w:r>
          </w:p>
        </w:tc>
        <w:tc>
          <w:tcPr>
            <w:tcW w:w="1541" w:type="dxa"/>
          </w:tcPr>
          <w:p w:rsidR="001A7E26" w:rsidRDefault="001A7E26" w:rsidP="004B1381">
            <w:r>
              <w:t>Reason for Leaving</w:t>
            </w:r>
          </w:p>
        </w:tc>
      </w:tr>
      <w:tr w:rsidR="001A7E26" w:rsidRPr="001C09BA" w:rsidTr="001A7E26">
        <w:trPr>
          <w:trHeight w:val="309"/>
        </w:trPr>
        <w:tc>
          <w:tcPr>
            <w:tcW w:w="1525" w:type="dxa"/>
            <w:shd w:val="clear" w:color="auto" w:fill="F2F2F2" w:themeFill="background1" w:themeFillShade="F2"/>
          </w:tcPr>
          <w:p w:rsidR="001A7E26" w:rsidRPr="001C09BA" w:rsidRDefault="001A7E26" w:rsidP="004B1381"/>
        </w:tc>
        <w:tc>
          <w:tcPr>
            <w:tcW w:w="1542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</w:p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</w:tr>
      <w:tr w:rsidR="001A7E26" w:rsidRPr="001C09BA" w:rsidTr="001A7E26">
        <w:trPr>
          <w:trHeight w:val="294"/>
        </w:trPr>
        <w:tc>
          <w:tcPr>
            <w:tcW w:w="1525" w:type="dxa"/>
            <w:shd w:val="clear" w:color="auto" w:fill="F2F2F2" w:themeFill="background1" w:themeFillShade="F2"/>
          </w:tcPr>
          <w:p w:rsidR="001A7E26" w:rsidRPr="001C09BA" w:rsidRDefault="001A7E26" w:rsidP="004B1381"/>
        </w:tc>
        <w:tc>
          <w:tcPr>
            <w:tcW w:w="1542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</w:p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</w:tr>
      <w:tr w:rsidR="001A7E26" w:rsidRPr="001C09BA" w:rsidTr="001A7E26">
        <w:trPr>
          <w:trHeight w:val="309"/>
        </w:trPr>
        <w:tc>
          <w:tcPr>
            <w:tcW w:w="1525" w:type="dxa"/>
            <w:shd w:val="clear" w:color="auto" w:fill="F2F2F2" w:themeFill="background1" w:themeFillShade="F2"/>
          </w:tcPr>
          <w:p w:rsidR="001A7E26" w:rsidRPr="001C09BA" w:rsidRDefault="001A7E26" w:rsidP="004B1381"/>
        </w:tc>
        <w:tc>
          <w:tcPr>
            <w:tcW w:w="1542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</w:p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</w:tr>
      <w:tr w:rsidR="001A7E26" w:rsidRPr="001C09BA" w:rsidTr="001A7E26">
        <w:trPr>
          <w:trHeight w:val="309"/>
        </w:trPr>
        <w:tc>
          <w:tcPr>
            <w:tcW w:w="1525" w:type="dxa"/>
            <w:shd w:val="clear" w:color="auto" w:fill="F2F2F2" w:themeFill="background1" w:themeFillShade="F2"/>
          </w:tcPr>
          <w:p w:rsidR="001A7E26" w:rsidRPr="001C09BA" w:rsidRDefault="001A7E26" w:rsidP="004B1381"/>
        </w:tc>
        <w:tc>
          <w:tcPr>
            <w:tcW w:w="1542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</w:p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</w:tr>
      <w:tr w:rsidR="001A7E26" w:rsidRPr="001C09BA" w:rsidTr="001A7E26">
        <w:trPr>
          <w:trHeight w:val="309"/>
        </w:trPr>
        <w:tc>
          <w:tcPr>
            <w:tcW w:w="1525" w:type="dxa"/>
            <w:shd w:val="clear" w:color="auto" w:fill="F2F2F2" w:themeFill="background1" w:themeFillShade="F2"/>
          </w:tcPr>
          <w:p w:rsidR="001A7E26" w:rsidRPr="001C09BA" w:rsidRDefault="001A7E26" w:rsidP="004B1381"/>
        </w:tc>
        <w:tc>
          <w:tcPr>
            <w:tcW w:w="1542" w:type="dxa"/>
            <w:shd w:val="clear" w:color="auto" w:fill="F2F2F2" w:themeFill="background1" w:themeFillShade="F2"/>
          </w:tcPr>
          <w:p w:rsidR="001A7E26" w:rsidRPr="001C09BA" w:rsidRDefault="001A7E26" w:rsidP="004B1381">
            <w:pPr>
              <w:pStyle w:val="Heading2"/>
            </w:pPr>
          </w:p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  <w:tc>
          <w:tcPr>
            <w:tcW w:w="1541" w:type="dxa"/>
          </w:tcPr>
          <w:p w:rsidR="001A7E26" w:rsidRPr="001C09BA" w:rsidRDefault="001A7E26" w:rsidP="004B1381"/>
        </w:tc>
      </w:tr>
    </w:tbl>
    <w:p w:rsidR="00F92062" w:rsidRDefault="001A7E26">
      <w:r>
        <w:t>Please attach copy of last drawn pay slip</w:t>
      </w:r>
    </w:p>
    <w:p w:rsidR="001A7E26" w:rsidRDefault="001A7E26"/>
    <w:p w:rsidR="001A7E26" w:rsidRPr="00866D59" w:rsidRDefault="001A7E26" w:rsidP="001A7E26">
      <w:pPr>
        <w:rPr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2487"/>
        <w:gridCol w:w="3212"/>
        <w:gridCol w:w="2085"/>
        <w:gridCol w:w="3006"/>
      </w:tblGrid>
      <w:tr w:rsidR="001A7E26" w:rsidRPr="001C09BA" w:rsidTr="001A7E26">
        <w:tc>
          <w:tcPr>
            <w:tcW w:w="2487" w:type="dxa"/>
            <w:shd w:val="clear" w:color="auto" w:fill="F2F2F2" w:themeFill="background1" w:themeFillShade="F2"/>
          </w:tcPr>
          <w:p w:rsidR="001A7E26" w:rsidRDefault="001A7E26" w:rsidP="001A7E26">
            <w:pPr>
              <w:contextualSpacing/>
            </w:pPr>
            <w:r>
              <w:t>Mention your hobbies</w:t>
            </w:r>
          </w:p>
        </w:tc>
        <w:tc>
          <w:tcPr>
            <w:tcW w:w="3212" w:type="dxa"/>
          </w:tcPr>
          <w:p w:rsidR="001A7E26" w:rsidRPr="001C09BA" w:rsidRDefault="001A7E26" w:rsidP="001A7E26"/>
        </w:tc>
        <w:tc>
          <w:tcPr>
            <w:tcW w:w="2085" w:type="dxa"/>
            <w:shd w:val="clear" w:color="auto" w:fill="F2F2F2" w:themeFill="background1" w:themeFillShade="F2"/>
          </w:tcPr>
          <w:p w:rsidR="001A7E26" w:rsidRPr="001C09BA" w:rsidRDefault="001A7E26" w:rsidP="001A7E26">
            <w:pPr>
              <w:pStyle w:val="Heading2"/>
            </w:pPr>
          </w:p>
        </w:tc>
        <w:tc>
          <w:tcPr>
            <w:tcW w:w="3006" w:type="dxa"/>
          </w:tcPr>
          <w:p w:rsidR="001A7E26" w:rsidRPr="001C09BA" w:rsidRDefault="001A7E26" w:rsidP="001A7E26"/>
        </w:tc>
      </w:tr>
      <w:tr w:rsidR="001A7E26" w:rsidRPr="001C09BA" w:rsidTr="001A7E26">
        <w:tc>
          <w:tcPr>
            <w:tcW w:w="2487" w:type="dxa"/>
            <w:shd w:val="clear" w:color="auto" w:fill="F2F2F2" w:themeFill="background1" w:themeFillShade="F2"/>
          </w:tcPr>
          <w:p w:rsidR="001A7E26" w:rsidRDefault="001A7E26" w:rsidP="001A7E26">
            <w:pPr>
              <w:contextualSpacing/>
            </w:pPr>
            <w:r>
              <w:t>Languages Know</w:t>
            </w:r>
          </w:p>
        </w:tc>
        <w:tc>
          <w:tcPr>
            <w:tcW w:w="3212" w:type="dxa"/>
          </w:tcPr>
          <w:p w:rsidR="001A7E26" w:rsidRPr="001C09BA" w:rsidRDefault="001A7E26" w:rsidP="001A7E26"/>
        </w:tc>
        <w:tc>
          <w:tcPr>
            <w:tcW w:w="2085" w:type="dxa"/>
            <w:shd w:val="clear" w:color="auto" w:fill="F2F2F2" w:themeFill="background1" w:themeFillShade="F2"/>
          </w:tcPr>
          <w:p w:rsidR="001A7E26" w:rsidRPr="001C09BA" w:rsidRDefault="001A7E26" w:rsidP="001A7E26">
            <w:pPr>
              <w:pStyle w:val="Heading2"/>
            </w:pPr>
          </w:p>
        </w:tc>
        <w:tc>
          <w:tcPr>
            <w:tcW w:w="3006" w:type="dxa"/>
          </w:tcPr>
          <w:p w:rsidR="001A7E26" w:rsidRPr="001C09BA" w:rsidRDefault="001A7E26" w:rsidP="001A7E26"/>
        </w:tc>
      </w:tr>
      <w:tr w:rsidR="001A7E26" w:rsidRPr="001C09BA" w:rsidTr="001A7E26">
        <w:tc>
          <w:tcPr>
            <w:tcW w:w="2487" w:type="dxa"/>
            <w:shd w:val="clear" w:color="auto" w:fill="F2F2F2" w:themeFill="background1" w:themeFillShade="F2"/>
          </w:tcPr>
          <w:p w:rsidR="001A7E26" w:rsidRDefault="001A7E26" w:rsidP="001A7E26">
            <w:pPr>
              <w:contextualSpacing/>
            </w:pPr>
            <w:r>
              <w:t>Last salary drawn</w:t>
            </w:r>
          </w:p>
        </w:tc>
        <w:tc>
          <w:tcPr>
            <w:tcW w:w="3212" w:type="dxa"/>
          </w:tcPr>
          <w:p w:rsidR="001A7E26" w:rsidRPr="001C09BA" w:rsidRDefault="001A7E26" w:rsidP="001A7E26"/>
        </w:tc>
        <w:tc>
          <w:tcPr>
            <w:tcW w:w="2085" w:type="dxa"/>
            <w:shd w:val="clear" w:color="auto" w:fill="F2F2F2" w:themeFill="background1" w:themeFillShade="F2"/>
          </w:tcPr>
          <w:p w:rsidR="001A7E26" w:rsidRPr="001C09BA" w:rsidRDefault="001A7E26" w:rsidP="001A7E26">
            <w:pPr>
              <w:pStyle w:val="Heading2"/>
            </w:pPr>
          </w:p>
        </w:tc>
        <w:tc>
          <w:tcPr>
            <w:tcW w:w="3006" w:type="dxa"/>
          </w:tcPr>
          <w:p w:rsidR="001A7E26" w:rsidRPr="001C09BA" w:rsidRDefault="001A7E26" w:rsidP="001A7E26"/>
        </w:tc>
      </w:tr>
      <w:tr w:rsidR="001A7E26" w:rsidRPr="001C09BA" w:rsidTr="001A7E26">
        <w:tc>
          <w:tcPr>
            <w:tcW w:w="2487" w:type="dxa"/>
            <w:shd w:val="clear" w:color="auto" w:fill="F2F2F2" w:themeFill="background1" w:themeFillShade="F2"/>
          </w:tcPr>
          <w:p w:rsidR="001A7E26" w:rsidRDefault="001A7E26" w:rsidP="001A7E26">
            <w:pPr>
              <w:contextualSpacing/>
            </w:pPr>
            <w:r>
              <w:t>Other</w:t>
            </w:r>
          </w:p>
        </w:tc>
        <w:tc>
          <w:tcPr>
            <w:tcW w:w="3212" w:type="dxa"/>
          </w:tcPr>
          <w:p w:rsidR="001A7E26" w:rsidRPr="001C09BA" w:rsidRDefault="001A7E26" w:rsidP="001A7E26"/>
        </w:tc>
        <w:tc>
          <w:tcPr>
            <w:tcW w:w="2085" w:type="dxa"/>
            <w:shd w:val="clear" w:color="auto" w:fill="F2F2F2" w:themeFill="background1" w:themeFillShade="F2"/>
          </w:tcPr>
          <w:p w:rsidR="001A7E26" w:rsidRPr="001C09BA" w:rsidRDefault="001A7E26" w:rsidP="001A7E26">
            <w:pPr>
              <w:pStyle w:val="Heading2"/>
            </w:pPr>
          </w:p>
        </w:tc>
        <w:tc>
          <w:tcPr>
            <w:tcW w:w="3006" w:type="dxa"/>
          </w:tcPr>
          <w:p w:rsidR="001A7E26" w:rsidRPr="001C09BA" w:rsidRDefault="001A7E26" w:rsidP="001A7E26"/>
        </w:tc>
      </w:tr>
      <w:tr w:rsidR="001A7E26" w:rsidRPr="001C09BA" w:rsidTr="001A7E26">
        <w:tc>
          <w:tcPr>
            <w:tcW w:w="2487" w:type="dxa"/>
            <w:shd w:val="clear" w:color="auto" w:fill="F2F2F2" w:themeFill="background1" w:themeFillShade="F2"/>
          </w:tcPr>
          <w:p w:rsidR="001A7E26" w:rsidRDefault="001A7E26" w:rsidP="001A7E26">
            <w:pPr>
              <w:contextualSpacing/>
            </w:pPr>
            <w:r>
              <w:t>Other</w:t>
            </w:r>
          </w:p>
        </w:tc>
        <w:tc>
          <w:tcPr>
            <w:tcW w:w="3212" w:type="dxa"/>
          </w:tcPr>
          <w:p w:rsidR="001A7E26" w:rsidRPr="001C09BA" w:rsidRDefault="001A7E26" w:rsidP="001A7E26"/>
        </w:tc>
        <w:tc>
          <w:tcPr>
            <w:tcW w:w="2085" w:type="dxa"/>
            <w:shd w:val="clear" w:color="auto" w:fill="F2F2F2" w:themeFill="background1" w:themeFillShade="F2"/>
          </w:tcPr>
          <w:p w:rsidR="001A7E26" w:rsidRPr="001C09BA" w:rsidRDefault="001A7E26" w:rsidP="001A7E26">
            <w:pPr>
              <w:pStyle w:val="Heading2"/>
            </w:pPr>
          </w:p>
        </w:tc>
        <w:tc>
          <w:tcPr>
            <w:tcW w:w="3006" w:type="dxa"/>
          </w:tcPr>
          <w:p w:rsidR="001A7E26" w:rsidRPr="001C09BA" w:rsidRDefault="001A7E26" w:rsidP="001A7E26"/>
        </w:tc>
      </w:tr>
      <w:tr w:rsidR="001A7E26" w:rsidRPr="001C09BA" w:rsidTr="001A7E26">
        <w:tc>
          <w:tcPr>
            <w:tcW w:w="2487" w:type="dxa"/>
            <w:shd w:val="clear" w:color="auto" w:fill="F2F2F2" w:themeFill="background1" w:themeFillShade="F2"/>
          </w:tcPr>
          <w:p w:rsidR="001A7E26" w:rsidRDefault="001A7E26" w:rsidP="001A7E26">
            <w:pPr>
              <w:contextualSpacing/>
            </w:pPr>
            <w:r>
              <w:t>Other</w:t>
            </w:r>
          </w:p>
        </w:tc>
        <w:tc>
          <w:tcPr>
            <w:tcW w:w="3212" w:type="dxa"/>
          </w:tcPr>
          <w:p w:rsidR="001A7E26" w:rsidRPr="001C09BA" w:rsidRDefault="001A7E26" w:rsidP="001A7E26"/>
        </w:tc>
        <w:tc>
          <w:tcPr>
            <w:tcW w:w="2085" w:type="dxa"/>
            <w:shd w:val="clear" w:color="auto" w:fill="F2F2F2" w:themeFill="background1" w:themeFillShade="F2"/>
          </w:tcPr>
          <w:p w:rsidR="001A7E26" w:rsidRPr="001C09BA" w:rsidRDefault="001A7E26" w:rsidP="001A7E26">
            <w:pPr>
              <w:pStyle w:val="Heading2"/>
            </w:pPr>
          </w:p>
        </w:tc>
        <w:tc>
          <w:tcPr>
            <w:tcW w:w="3006" w:type="dxa"/>
          </w:tcPr>
          <w:p w:rsidR="001A7E26" w:rsidRPr="001C09BA" w:rsidRDefault="001A7E26" w:rsidP="001A7E26"/>
        </w:tc>
      </w:tr>
    </w:tbl>
    <w:p w:rsidR="001A7E26" w:rsidRDefault="001A7E26" w:rsidP="001A7E26"/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618"/>
        <w:gridCol w:w="9172"/>
      </w:tblGrid>
      <w:tr w:rsidR="001A7E26" w:rsidRPr="00470DD4" w:rsidTr="004B1381">
        <w:trPr>
          <w:trHeight w:val="350"/>
        </w:trPr>
        <w:tc>
          <w:tcPr>
            <w:tcW w:w="5000" w:type="pct"/>
            <w:gridSpan w:val="2"/>
            <w:vAlign w:val="bottom"/>
          </w:tcPr>
          <w:p w:rsidR="001A7E26" w:rsidRPr="00470DD4" w:rsidRDefault="001A7E26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470DD4">
              <w:rPr>
                <w:rFonts w:asciiTheme="majorHAnsi" w:hAnsiTheme="majorHAnsi" w:cstheme="majorHAnsi"/>
                <w:color w:val="000000" w:themeColor="text1"/>
              </w:rPr>
              <w:t>Thank you and please return this form to Mr. Stephan Frances</w:t>
            </w:r>
          </w:p>
          <w:p w:rsidR="001A7E26" w:rsidRPr="00470DD4" w:rsidRDefault="001A7E26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  <w:p w:rsidR="001A7E26" w:rsidRPr="00470DD4" w:rsidRDefault="001A7E26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  <w:p w:rsidR="001A7E26" w:rsidRPr="00470DD4" w:rsidRDefault="001A7E26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  <w:p w:rsidR="001A7E26" w:rsidRPr="00470DD4" w:rsidRDefault="001A7E26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1A7E26" w:rsidRPr="00470DD4" w:rsidTr="004B1381">
        <w:tc>
          <w:tcPr>
            <w:tcW w:w="750" w:type="pct"/>
          </w:tcPr>
          <w:p w:rsidR="001A7E26" w:rsidRPr="00470DD4" w:rsidRDefault="001A7E26" w:rsidP="004B1381">
            <w:pPr>
              <w:pStyle w:val="Heading2"/>
              <w:rPr>
                <w:rFonts w:cstheme="majorHAnsi"/>
                <w:color w:val="000000" w:themeColor="text1"/>
              </w:rPr>
            </w:pPr>
            <w:r w:rsidRPr="00470DD4">
              <w:rPr>
                <w:rFonts w:cstheme="majorHAnsi"/>
                <w:color w:val="000000" w:themeColor="text1"/>
              </w:rPr>
              <w:t>Signature</w:t>
            </w:r>
          </w:p>
        </w:tc>
        <w:tc>
          <w:tcPr>
            <w:tcW w:w="4250" w:type="pct"/>
          </w:tcPr>
          <w:p w:rsidR="001A7E26" w:rsidRPr="00470DD4" w:rsidRDefault="001A7E26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:rsidR="001A7E26" w:rsidRDefault="001A7E26"/>
    <w:sectPr w:rsidR="001A7E26" w:rsidSect="009E7959">
      <w:footerReference w:type="default" r:id="rId7"/>
      <w:headerReference w:type="first" r:id="rId8"/>
      <w:pgSz w:w="12240" w:h="15840"/>
      <w:pgMar w:top="1080" w:right="630" w:bottom="180" w:left="810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4D" w:rsidRDefault="00504C4D">
      <w:pPr>
        <w:spacing w:before="0" w:after="0"/>
      </w:pPr>
      <w:r>
        <w:separator/>
      </w:r>
    </w:p>
  </w:endnote>
  <w:endnote w:type="continuationSeparator" w:id="0">
    <w:p w:rsidR="00504C4D" w:rsidRDefault="00504C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633" w:rsidRDefault="008A6F0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3F2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4D" w:rsidRDefault="00504C4D">
      <w:pPr>
        <w:spacing w:before="0" w:after="0"/>
      </w:pPr>
      <w:r>
        <w:separator/>
      </w:r>
    </w:p>
  </w:footnote>
  <w:footnote w:type="continuationSeparator" w:id="0">
    <w:p w:rsidR="00504C4D" w:rsidRDefault="00504C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633" w:rsidRPr="00993F2C" w:rsidRDefault="009E7959">
    <w:pPr>
      <w:pStyle w:val="Header"/>
      <w:rPr>
        <w:b w:val="0"/>
        <w:sz w:val="32"/>
      </w:rPr>
    </w:pPr>
    <w:r w:rsidRPr="00993F2C">
      <w:rPr>
        <w:b w:val="0"/>
        <w:sz w:val="32"/>
      </w:rPr>
      <w:t>Bio Data Form for Employment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D988D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97EA1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959"/>
    <w:rsid w:val="00026628"/>
    <w:rsid w:val="000C2633"/>
    <w:rsid w:val="001A7E26"/>
    <w:rsid w:val="001C09BA"/>
    <w:rsid w:val="00504C4D"/>
    <w:rsid w:val="00572F4B"/>
    <w:rsid w:val="00761239"/>
    <w:rsid w:val="00866D59"/>
    <w:rsid w:val="008A6F05"/>
    <w:rsid w:val="008E4D35"/>
    <w:rsid w:val="00993F2C"/>
    <w:rsid w:val="009E7959"/>
    <w:rsid w:val="00A876B3"/>
    <w:rsid w:val="00F9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B2D23"/>
  <w15:chartTrackingRefBased/>
  <w15:docId w15:val="{E3FFF6DD-E9F0-4462-81CC-5094BAD1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1239"/>
  </w:style>
  <w:style w:type="paragraph" w:styleId="Heading1">
    <w:name w:val="heading 1"/>
    <w:basedOn w:val="Normal"/>
    <w:link w:val="Heading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4F81BD" w:themeColor="accent1"/>
      <w:spacing w:val="0"/>
    </w:rPr>
  </w:style>
  <w:style w:type="paragraph" w:styleId="ListBullet">
    <w:name w:val="List Bullet"/>
    <w:basedOn w:val="Normal"/>
    <w:uiPriority w:val="10"/>
    <w:pPr>
      <w:numPr>
        <w:numId w:val="3"/>
      </w:numPr>
    </w:pPr>
  </w:style>
  <w:style w:type="paragraph" w:styleId="ListNumber">
    <w:name w:val="List Number"/>
    <w:basedOn w:val="Normal"/>
    <w:uiPriority w:val="10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HAnsi"/>
      <w:lang w:eastAsia="en-US"/>
    </w:rPr>
  </w:style>
  <w:style w:type="paragraph" w:styleId="NoSpacing">
    <w:name w:val="No Spacing"/>
    <w:uiPriority w:val="1"/>
    <w:semiHidden/>
    <w:unhideWhenUsed/>
    <w:qFormat/>
    <w:pPr>
      <w:spacing w:before="0" w:after="0"/>
    </w:pPr>
  </w:style>
  <w:style w:type="paragraph" w:styleId="Footer">
    <w:name w:val="footer"/>
    <w:basedOn w:val="Normal"/>
    <w:link w:val="FooterChar"/>
    <w:uiPriority w:val="99"/>
    <w:unhideWhenUsed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outlineLvl w:val="9"/>
    </w:pPr>
  </w:style>
  <w:style w:type="paragraph" w:styleId="Header">
    <w:name w:val="header"/>
    <w:basedOn w:val="Normal"/>
    <w:link w:val="Header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HeaderChar">
    <w:name w:val="Header Char"/>
    <w:basedOn w:val="DefaultParagraphFont"/>
    <w:link w:val="Header"/>
    <w:uiPriority w:val="99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lainTable4">
    <w:name w:val="Plain Table 4"/>
    <w:basedOn w:val="TableNormal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szCs w:val="26"/>
    </w:rPr>
  </w:style>
  <w:style w:type="table" w:styleId="PlainTable1">
    <w:name w:val="Plain Table 1"/>
    <w:basedOn w:val="TableNormal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Job%20descrip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21BF88EBF74B54A1D7AFEB97E77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A82D6-98C7-47C0-AF53-550261AEF87F}"/>
      </w:docPartPr>
      <w:docPartBody>
        <w:p w:rsidR="00000000" w:rsidRDefault="000C7188">
          <w:pPr>
            <w:pStyle w:val="5921BF88EBF74B54A1D7AFEB97E77531"/>
          </w:pPr>
          <w:r>
            <w:t>Job Title</w:t>
          </w:r>
        </w:p>
      </w:docPartBody>
    </w:docPart>
    <w:docPart>
      <w:docPartPr>
        <w:name w:val="8728CB23195C430BBF696BEA46A47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02A3C-2ACF-4D55-B8C7-6735BB78D25E}"/>
      </w:docPartPr>
      <w:docPartBody>
        <w:p w:rsidR="00000000" w:rsidRDefault="000C7188">
          <w:pPr>
            <w:pStyle w:val="8728CB23195C430BBF696BEA46A47A01"/>
          </w:pPr>
          <w:r>
            <w:t>Job Title</w:t>
          </w:r>
        </w:p>
      </w:docPartBody>
    </w:docPart>
    <w:docPart>
      <w:docPartPr>
        <w:name w:val="EAD12FDE79924390BC02ED575B38B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8EAF5-0E60-403A-AC2C-7A8E2B34500B}"/>
      </w:docPartPr>
      <w:docPartBody>
        <w:p w:rsidR="00000000" w:rsidRDefault="000C7188">
          <w:pPr>
            <w:pStyle w:val="EAD12FDE79924390BC02ED575B38B284"/>
          </w:pPr>
          <w:r>
            <w:t>Job Category</w:t>
          </w:r>
        </w:p>
      </w:docPartBody>
    </w:docPart>
    <w:docPart>
      <w:docPartPr>
        <w:name w:val="4105916890594881BB893BE06D94A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0BE2E-790F-41A5-84CE-C6BBDD8CFE62}"/>
      </w:docPartPr>
      <w:docPartBody>
        <w:p w:rsidR="00000000" w:rsidRDefault="000C7188">
          <w:pPr>
            <w:pStyle w:val="4105916890594881BB893BE06D94A62A"/>
          </w:pPr>
          <w:r>
            <w:t>Job Category</w:t>
          </w:r>
        </w:p>
      </w:docPartBody>
    </w:docPart>
    <w:docPart>
      <w:docPartPr>
        <w:name w:val="B3B7D475270D4A28A39662F09F18D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18280-6A8D-401C-8394-B2CCCCE29914}"/>
      </w:docPartPr>
      <w:docPartBody>
        <w:p w:rsidR="00000000" w:rsidRDefault="000C7188">
          <w:pPr>
            <w:pStyle w:val="B3B7D475270D4A28A39662F09F18D7AA"/>
          </w:pPr>
          <w:r>
            <w:t>Department/Group</w:t>
          </w:r>
        </w:p>
      </w:docPartBody>
    </w:docPart>
    <w:docPart>
      <w:docPartPr>
        <w:name w:val="2BB53EEE1F5F4C2492582ED5E64392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6F2097-C761-4610-9194-CDF535438C42}"/>
      </w:docPartPr>
      <w:docPartBody>
        <w:p w:rsidR="00000000" w:rsidRDefault="000C7188">
          <w:pPr>
            <w:pStyle w:val="2BB53EEE1F5F4C2492582ED5E6439231"/>
          </w:pPr>
          <w:r>
            <w:t>Department/Group</w:t>
          </w:r>
        </w:p>
      </w:docPartBody>
    </w:docPart>
    <w:docPart>
      <w:docPartPr>
        <w:name w:val="25BF6CFB203143B48017C5FE09DF90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7A468D-01A9-46A4-8B24-7C35AC954CD1}"/>
      </w:docPartPr>
      <w:docPartBody>
        <w:p w:rsidR="00000000" w:rsidRDefault="000C7188">
          <w:pPr>
            <w:pStyle w:val="25BF6CFB203143B48017C5FE09DF9031"/>
          </w:pPr>
          <w:r>
            <w:t>Job Code/ Req#</w:t>
          </w:r>
        </w:p>
      </w:docPartBody>
    </w:docPart>
    <w:docPart>
      <w:docPartPr>
        <w:name w:val="E966DD6E785D43A5B80EA4EF89878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05AA2-1604-4184-8FF5-31489228A402}"/>
      </w:docPartPr>
      <w:docPartBody>
        <w:p w:rsidR="00000000" w:rsidRDefault="000C7188">
          <w:pPr>
            <w:pStyle w:val="E966DD6E785D43A5B80EA4EF898788D4"/>
          </w:pPr>
          <w:r>
            <w:t>Job Code/ Req#</w:t>
          </w:r>
        </w:p>
      </w:docPartBody>
    </w:docPart>
    <w:docPart>
      <w:docPartPr>
        <w:name w:val="A6A9277296CE48858E1C23CABD4F2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22134-5AF0-4AF2-B364-4FC008AA5D89}"/>
      </w:docPartPr>
      <w:docPartBody>
        <w:p w:rsidR="00000000" w:rsidRDefault="000C7188">
          <w:pPr>
            <w:pStyle w:val="A6A9277296CE48858E1C23CABD4F210A"/>
          </w:pPr>
          <w:r>
            <w:t>Location</w:t>
          </w:r>
        </w:p>
      </w:docPartBody>
    </w:docPart>
    <w:docPart>
      <w:docPartPr>
        <w:name w:val="6E27D2B1254A45DAAEDFBA1969824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9D278-FAC1-4523-A311-C9E6AF27D47D}"/>
      </w:docPartPr>
      <w:docPartBody>
        <w:p w:rsidR="00000000" w:rsidRDefault="000C7188">
          <w:pPr>
            <w:pStyle w:val="6E27D2B1254A45DAAEDFBA1969824A43"/>
          </w:pPr>
          <w:r>
            <w:t>Location</w:t>
          </w:r>
        </w:p>
      </w:docPartBody>
    </w:docPart>
    <w:docPart>
      <w:docPartPr>
        <w:name w:val="CA59A7F35718448CAE516544AB166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60D10-37AF-4230-ACA6-18CB2B450D1A}"/>
      </w:docPartPr>
      <w:docPartBody>
        <w:p w:rsidR="00000000" w:rsidRDefault="000C7188">
          <w:pPr>
            <w:pStyle w:val="CA59A7F35718448CAE516544AB1662D6"/>
          </w:pPr>
          <w:r>
            <w:t>Travel Required</w:t>
          </w:r>
        </w:p>
      </w:docPartBody>
    </w:docPart>
    <w:docPart>
      <w:docPartPr>
        <w:name w:val="2DC77040A3B14BC98E7F42DFFF41C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9A922-3DC5-4319-8599-203AE678200A}"/>
      </w:docPartPr>
      <w:docPartBody>
        <w:p w:rsidR="00000000" w:rsidRDefault="000C7188">
          <w:pPr>
            <w:pStyle w:val="2DC77040A3B14BC98E7F42DFFF41C64F"/>
          </w:pPr>
          <w:r>
            <w:t>Travel Required</w:t>
          </w:r>
        </w:p>
      </w:docPartBody>
    </w:docPart>
    <w:docPart>
      <w:docPartPr>
        <w:name w:val="E3DB563CDFBD4F118B61511604D04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6E065-EDDF-4DF5-B954-D16DEF37D3A8}"/>
      </w:docPartPr>
      <w:docPartBody>
        <w:p w:rsidR="00000000" w:rsidRDefault="000C7188">
          <w:pPr>
            <w:pStyle w:val="E3DB563CDFBD4F118B61511604D04F5F"/>
          </w:pPr>
          <w:r>
            <w:t>Posting Expires</w:t>
          </w:r>
        </w:p>
      </w:docPartBody>
    </w:docPart>
    <w:docPart>
      <w:docPartPr>
        <w:name w:val="08B2F59F18254CA9AB848DC5B7CCC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D5E1D-C913-4230-BE8D-09869ED2972E}"/>
      </w:docPartPr>
      <w:docPartBody>
        <w:p w:rsidR="00000000" w:rsidRDefault="000C7188">
          <w:pPr>
            <w:pStyle w:val="08B2F59F18254CA9AB848DC5B7CCC5BA"/>
          </w:pPr>
          <w:r>
            <w:t>Posting Expires</w:t>
          </w:r>
        </w:p>
      </w:docPartBody>
    </w:docPart>
    <w:docPart>
      <w:docPartPr>
        <w:name w:val="232405BDE14041C1A4EC5390B9DBD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58C4A0-76CD-4F7E-BEF2-2B9FA582A9F8}"/>
      </w:docPartPr>
      <w:docPartBody>
        <w:p w:rsidR="00000000" w:rsidRDefault="006256BC" w:rsidP="006256BC">
          <w:pPr>
            <w:pStyle w:val="232405BDE14041C1A4EC5390B9DBD22A"/>
          </w:pPr>
          <w:r>
            <w:t>Position Type (i.e.: full-time, part-time, job share, contract, intern)</w:t>
          </w:r>
        </w:p>
      </w:docPartBody>
    </w:docPart>
    <w:docPart>
      <w:docPartPr>
        <w:name w:val="929A4BB2BCCF4AD2AFB2E3D2CCEE7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B25FB-7A64-4171-92E5-6127DFAC2918}"/>
      </w:docPartPr>
      <w:docPartBody>
        <w:p w:rsidR="00000000" w:rsidRDefault="006256BC" w:rsidP="006256BC">
          <w:pPr>
            <w:pStyle w:val="929A4BB2BCCF4AD2AFB2E3D2CCEE714E"/>
          </w:pPr>
          <w:r>
            <w:t>Date Posted</w:t>
          </w:r>
        </w:p>
      </w:docPartBody>
    </w:docPart>
    <w:docPart>
      <w:docPartPr>
        <w:name w:val="BB68DC60FADF4D5DABD5808CF27F4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2EA61-D830-48AF-A658-3AB66DD362D0}"/>
      </w:docPartPr>
      <w:docPartBody>
        <w:p w:rsidR="00000000" w:rsidRDefault="006256BC" w:rsidP="006256BC">
          <w:pPr>
            <w:pStyle w:val="BB68DC60FADF4D5DABD5808CF27F4F02"/>
          </w:pPr>
          <w:r>
            <w:t>Date Posted</w:t>
          </w:r>
        </w:p>
      </w:docPartBody>
    </w:docPart>
    <w:docPart>
      <w:docPartPr>
        <w:name w:val="DE6DE84D7B7C439ABB8ED7A982472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DF7B5-2FBC-4844-A437-7CEA8A802F11}"/>
      </w:docPartPr>
      <w:docPartBody>
        <w:p w:rsidR="00000000" w:rsidRDefault="006256BC" w:rsidP="006256BC">
          <w:pPr>
            <w:pStyle w:val="DE6DE84D7B7C439ABB8ED7A982472DC6"/>
          </w:pPr>
          <w:r>
            <w:t>Position Type</w:t>
          </w:r>
        </w:p>
      </w:docPartBody>
    </w:docPart>
    <w:docPart>
      <w:docPartPr>
        <w:name w:val="512E9091E39D42AF9E47F28083210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F4C17-A692-4F23-A5C0-88213285F317}"/>
      </w:docPartPr>
      <w:docPartBody>
        <w:p w:rsidR="00000000" w:rsidRDefault="006256BC" w:rsidP="006256BC">
          <w:pPr>
            <w:pStyle w:val="512E9091E39D42AF9E47F28083210B1C"/>
          </w:pPr>
          <w:r>
            <w:t>Position Type (i.e.: full-time, part-time, job share, contract, intern)</w:t>
          </w:r>
        </w:p>
      </w:docPartBody>
    </w:docPart>
    <w:docPart>
      <w:docPartPr>
        <w:name w:val="F44CE9A102094A10886B57F04A9C9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7DF72-FB6B-4305-9C67-2ECF89351E0E}"/>
      </w:docPartPr>
      <w:docPartBody>
        <w:p w:rsidR="00000000" w:rsidRDefault="006256BC" w:rsidP="006256BC">
          <w:pPr>
            <w:pStyle w:val="F44CE9A102094A10886B57F04A9C91BA"/>
          </w:pPr>
          <w:r>
            <w:t>External Posting URL</w:t>
          </w:r>
        </w:p>
      </w:docPartBody>
    </w:docPart>
    <w:docPart>
      <w:docPartPr>
        <w:name w:val="DF22399BE5A847C19BD1A21821277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793AB-3805-4203-9280-1E73DB88EDBF}"/>
      </w:docPartPr>
      <w:docPartBody>
        <w:p w:rsidR="00000000" w:rsidRDefault="006256BC" w:rsidP="006256BC">
          <w:pPr>
            <w:pStyle w:val="DF22399BE5A847C19BD1A218212771ED"/>
          </w:pPr>
          <w:r>
            <w:t>External Posting URL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D988D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97EA1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BC"/>
    <w:rsid w:val="000C7188"/>
    <w:rsid w:val="0062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/>
    <w:lsdException w:name="List Number" w:semiHidden="1" w:uiPriority="1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921BF88EBF74B54A1D7AFEB97E77531">
    <w:name w:val="5921BF88EBF74B54A1D7AFEB97E77531"/>
  </w:style>
  <w:style w:type="paragraph" w:customStyle="1" w:styleId="8728CB23195C430BBF696BEA46A47A01">
    <w:name w:val="8728CB23195C430BBF696BEA46A47A01"/>
  </w:style>
  <w:style w:type="paragraph" w:customStyle="1" w:styleId="EAD12FDE79924390BC02ED575B38B284">
    <w:name w:val="EAD12FDE79924390BC02ED575B38B284"/>
  </w:style>
  <w:style w:type="paragraph" w:customStyle="1" w:styleId="4105916890594881BB893BE06D94A62A">
    <w:name w:val="4105916890594881BB893BE06D94A62A"/>
  </w:style>
  <w:style w:type="paragraph" w:customStyle="1" w:styleId="B3B7D475270D4A28A39662F09F18D7AA">
    <w:name w:val="B3B7D475270D4A28A39662F09F18D7AA"/>
  </w:style>
  <w:style w:type="paragraph" w:customStyle="1" w:styleId="2BB53EEE1F5F4C2492582ED5E6439231">
    <w:name w:val="2BB53EEE1F5F4C2492582ED5E6439231"/>
  </w:style>
  <w:style w:type="paragraph" w:customStyle="1" w:styleId="25BF6CFB203143B48017C5FE09DF9031">
    <w:name w:val="25BF6CFB203143B48017C5FE09DF9031"/>
  </w:style>
  <w:style w:type="paragraph" w:customStyle="1" w:styleId="E966DD6E785D43A5B80EA4EF898788D4">
    <w:name w:val="E966DD6E785D43A5B80EA4EF898788D4"/>
  </w:style>
  <w:style w:type="paragraph" w:customStyle="1" w:styleId="A6A9277296CE48858E1C23CABD4F210A">
    <w:name w:val="A6A9277296CE48858E1C23CABD4F210A"/>
  </w:style>
  <w:style w:type="paragraph" w:customStyle="1" w:styleId="6E27D2B1254A45DAAEDFBA1969824A43">
    <w:name w:val="6E27D2B1254A45DAAEDFBA1969824A43"/>
  </w:style>
  <w:style w:type="paragraph" w:customStyle="1" w:styleId="CA59A7F35718448CAE516544AB1662D6">
    <w:name w:val="CA59A7F35718448CAE516544AB1662D6"/>
  </w:style>
  <w:style w:type="paragraph" w:customStyle="1" w:styleId="2DC77040A3B14BC98E7F42DFFF41C64F">
    <w:name w:val="2DC77040A3B14BC98E7F42DFFF41C64F"/>
  </w:style>
  <w:style w:type="paragraph" w:customStyle="1" w:styleId="A1DF11AED6224645B7E56F6D96D0587B">
    <w:name w:val="A1DF11AED6224645B7E56F6D96D0587B"/>
  </w:style>
  <w:style w:type="paragraph" w:customStyle="1" w:styleId="4B27F8A4815C4E76AB43045B58086C78">
    <w:name w:val="4B27F8A4815C4E76AB43045B58086C78"/>
  </w:style>
  <w:style w:type="paragraph" w:customStyle="1" w:styleId="5658520660084E249041A63FB257E5DB">
    <w:name w:val="5658520660084E249041A63FB257E5DB"/>
  </w:style>
  <w:style w:type="paragraph" w:customStyle="1" w:styleId="6E5010E230374460820AC97FABC89DC4">
    <w:name w:val="6E5010E230374460820AC97FABC89DC4"/>
  </w:style>
  <w:style w:type="paragraph" w:customStyle="1" w:styleId="12F56C3CB3224748A4660BFD9E012BE5">
    <w:name w:val="12F56C3CB3224748A4660BFD9E012BE5"/>
  </w:style>
  <w:style w:type="paragraph" w:customStyle="1" w:styleId="C074C906868F48DCB9280285CB23DF03">
    <w:name w:val="C074C906868F48DCB9280285CB23DF03"/>
  </w:style>
  <w:style w:type="paragraph" w:customStyle="1" w:styleId="3A605FD8DD3F41FE9EDE8839A2DBAEAB">
    <w:name w:val="3A605FD8DD3F41FE9EDE8839A2DBAEAB"/>
  </w:style>
  <w:style w:type="paragraph" w:customStyle="1" w:styleId="862577668F1B4201946F53FEE85B1CF2">
    <w:name w:val="862577668F1B4201946F53FEE85B1CF2"/>
  </w:style>
  <w:style w:type="paragraph" w:customStyle="1" w:styleId="DAC87D1408BC4B7B9B86A0B17BE9040E">
    <w:name w:val="DAC87D1408BC4B7B9B86A0B17BE9040E"/>
  </w:style>
  <w:style w:type="paragraph" w:customStyle="1" w:styleId="BA55E1175D8B484791838858B5EABF9D">
    <w:name w:val="BA55E1175D8B484791838858B5EABF9D"/>
  </w:style>
  <w:style w:type="paragraph" w:customStyle="1" w:styleId="E3DB563CDFBD4F118B61511604D04F5F">
    <w:name w:val="E3DB563CDFBD4F118B61511604D04F5F"/>
  </w:style>
  <w:style w:type="paragraph" w:customStyle="1" w:styleId="08B2F59F18254CA9AB848DC5B7CCC5BA">
    <w:name w:val="08B2F59F18254CA9AB848DC5B7CCC5BA"/>
  </w:style>
  <w:style w:type="paragraph" w:customStyle="1" w:styleId="424BC9136F2D47788EDAF52B10471D25">
    <w:name w:val="424BC9136F2D47788EDAF52B10471D25"/>
  </w:style>
  <w:style w:type="paragraph" w:customStyle="1" w:styleId="2754913DFFD248A9A19514900C298A1C">
    <w:name w:val="2754913DFFD248A9A19514900C298A1C"/>
  </w:style>
  <w:style w:type="paragraph" w:customStyle="1" w:styleId="E687AFBC62504AFCB15BE11348CE51B3">
    <w:name w:val="E687AFBC62504AFCB15BE11348CE51B3"/>
  </w:style>
  <w:style w:type="paragraph" w:customStyle="1" w:styleId="564A9000E5E74E27AF82A39654B4E299">
    <w:name w:val="564A9000E5E74E27AF82A39654B4E299"/>
  </w:style>
  <w:style w:type="paragraph" w:customStyle="1" w:styleId="8678ED8D4629452D8E3FB7D45DC07BD7">
    <w:name w:val="8678ED8D4629452D8E3FB7D45DC07BD7"/>
  </w:style>
  <w:style w:type="paragraph" w:customStyle="1" w:styleId="CD150A15D715467CB756ACA37451EE2A">
    <w:name w:val="CD150A15D715467CB756ACA37451EE2A"/>
  </w:style>
  <w:style w:type="paragraph" w:customStyle="1" w:styleId="90910C081F3D44039FF890779EDE1121">
    <w:name w:val="90910C081F3D44039FF890779EDE1121"/>
  </w:style>
  <w:style w:type="paragraph" w:customStyle="1" w:styleId="03BD0999666444A2BAC2A3ABB7EF6A51">
    <w:name w:val="03BD0999666444A2BAC2A3ABB7EF6A51"/>
  </w:style>
  <w:style w:type="paragraph" w:customStyle="1" w:styleId="5A0150975CE6446387228BC00490BEC4">
    <w:name w:val="5A0150975CE6446387228BC00490BEC4"/>
  </w:style>
  <w:style w:type="paragraph" w:customStyle="1" w:styleId="965BFBEE2A934DD097421A9BE6491E5F">
    <w:name w:val="965BFBEE2A934DD097421A9BE6491E5F"/>
  </w:style>
  <w:style w:type="paragraph" w:customStyle="1" w:styleId="59CF35987906434DBBAAED6754CA32FC">
    <w:name w:val="59CF35987906434DBBAAED6754CA32FC"/>
  </w:style>
  <w:style w:type="paragraph" w:customStyle="1" w:styleId="4292CB0EEDBE4820913A01C82976BEAA">
    <w:name w:val="4292CB0EEDBE4820913A01C82976BEAA"/>
  </w:style>
  <w:style w:type="paragraph" w:customStyle="1" w:styleId="19AD818F110C49C8A287C630C5A77ED5">
    <w:name w:val="19AD818F110C49C8A287C630C5A77ED5"/>
  </w:style>
  <w:style w:type="paragraph" w:customStyle="1" w:styleId="045A18DF96E14B2EA0B31D6CEFDA3F9E">
    <w:name w:val="045A18DF96E14B2EA0B31D6CEFDA3F9E"/>
  </w:style>
  <w:style w:type="paragraph" w:customStyle="1" w:styleId="935E297C19EF45518D50C2653751E340">
    <w:name w:val="935E297C19EF45518D50C2653751E340"/>
  </w:style>
  <w:style w:type="paragraph" w:customStyle="1" w:styleId="C91AA9110D2F46A19DF4EF4DCCC0D067">
    <w:name w:val="C91AA9110D2F46A19DF4EF4DCCC0D067"/>
  </w:style>
  <w:style w:type="paragraph" w:customStyle="1" w:styleId="138D2163CA0B4D649C0E64B686F1D151">
    <w:name w:val="138D2163CA0B4D649C0E64B686F1D151"/>
  </w:style>
  <w:style w:type="paragraph" w:styleId="ListBullet">
    <w:name w:val="List Bullet"/>
    <w:basedOn w:val="Normal"/>
    <w:uiPriority w:val="10"/>
    <w:pPr>
      <w:numPr>
        <w:numId w:val="1"/>
      </w:numPr>
      <w:spacing w:before="30" w:after="30" w:line="240" w:lineRule="auto"/>
    </w:pPr>
    <w:rPr>
      <w:sz w:val="20"/>
      <w:szCs w:val="20"/>
      <w:lang w:eastAsia="ja-JP"/>
    </w:rPr>
  </w:style>
  <w:style w:type="paragraph" w:customStyle="1" w:styleId="B4A156264CCD4FF798CC9962C846BB76">
    <w:name w:val="B4A156264CCD4FF798CC9962C846BB76"/>
  </w:style>
  <w:style w:type="paragraph" w:customStyle="1" w:styleId="9CD72BEF92964B7AB1BD82BEAD28F5C8">
    <w:name w:val="9CD72BEF92964B7AB1BD82BEAD28F5C8"/>
  </w:style>
  <w:style w:type="paragraph" w:styleId="ListNumber">
    <w:name w:val="List Number"/>
    <w:basedOn w:val="Normal"/>
    <w:uiPriority w:val="10"/>
    <w:pPr>
      <w:numPr>
        <w:numId w:val="2"/>
      </w:numPr>
      <w:spacing w:before="30" w:after="30" w:line="240" w:lineRule="auto"/>
    </w:pPr>
    <w:rPr>
      <w:sz w:val="20"/>
      <w:szCs w:val="20"/>
      <w:lang w:eastAsia="ja-JP"/>
    </w:rPr>
  </w:style>
  <w:style w:type="paragraph" w:customStyle="1" w:styleId="803899C3595443C197BCDF273DD44785">
    <w:name w:val="803899C3595443C197BCDF273DD44785"/>
  </w:style>
  <w:style w:type="paragraph" w:customStyle="1" w:styleId="EE6A84113E7242AD8E3FB54675F803D2">
    <w:name w:val="EE6A84113E7242AD8E3FB54675F803D2"/>
  </w:style>
  <w:style w:type="paragraph" w:customStyle="1" w:styleId="937FA8208C914D41904E60292F5E22BA">
    <w:name w:val="937FA8208C914D41904E60292F5E22BA"/>
  </w:style>
  <w:style w:type="paragraph" w:customStyle="1" w:styleId="3A2E36936C6E4AB880AD215C511BB368">
    <w:name w:val="3A2E36936C6E4AB880AD215C511BB368"/>
  </w:style>
  <w:style w:type="paragraph" w:customStyle="1" w:styleId="97A3E20B477644138BFECFEB7311556B">
    <w:name w:val="97A3E20B477644138BFECFEB7311556B"/>
  </w:style>
  <w:style w:type="paragraph" w:customStyle="1" w:styleId="B0FAFFD5238F49BFB4B875E6320E021B">
    <w:name w:val="B0FAFFD5238F49BFB4B875E6320E021B"/>
  </w:style>
  <w:style w:type="paragraph" w:customStyle="1" w:styleId="EDE8CD124136417AB819CBF9EAA9654A">
    <w:name w:val="EDE8CD124136417AB819CBF9EAA9654A"/>
  </w:style>
  <w:style w:type="paragraph" w:customStyle="1" w:styleId="E553B6E39AC64B3B94E30426AA29B8E9">
    <w:name w:val="E553B6E39AC64B3B94E30426AA29B8E9"/>
  </w:style>
  <w:style w:type="paragraph" w:customStyle="1" w:styleId="F255F64DA0BC4851974269EA0F3F8EAC">
    <w:name w:val="F255F64DA0BC4851974269EA0F3F8EAC"/>
  </w:style>
  <w:style w:type="paragraph" w:customStyle="1" w:styleId="6CB8D7FC762D4D11B89FE24E48A0E10B">
    <w:name w:val="6CB8D7FC762D4D11B89FE24E48A0E10B"/>
  </w:style>
  <w:style w:type="paragraph" w:customStyle="1" w:styleId="23B29C4EEBBB4E7FB353EC55C0752163">
    <w:name w:val="23B29C4EEBBB4E7FB353EC55C0752163"/>
  </w:style>
  <w:style w:type="paragraph" w:customStyle="1" w:styleId="1B1E15F4900B4B6B973822B09F611C0F">
    <w:name w:val="1B1E15F4900B4B6B973822B09F611C0F"/>
  </w:style>
  <w:style w:type="paragraph" w:customStyle="1" w:styleId="5650352D5FD3469B8A1B515FD0520774">
    <w:name w:val="5650352D5FD3469B8A1B515FD0520774"/>
  </w:style>
  <w:style w:type="paragraph" w:customStyle="1" w:styleId="38720C781A5044E5934FA22AD0EE8025">
    <w:name w:val="38720C781A5044E5934FA22AD0EE8025"/>
  </w:style>
  <w:style w:type="paragraph" w:customStyle="1" w:styleId="46B566E06E0143DCAB45C57069BA2BBF">
    <w:name w:val="46B566E06E0143DCAB45C57069BA2BBF"/>
  </w:style>
  <w:style w:type="paragraph" w:customStyle="1" w:styleId="DB93B1B2829C4439A28FC3D4914192A8">
    <w:name w:val="DB93B1B2829C4439A28FC3D4914192A8"/>
  </w:style>
  <w:style w:type="paragraph" w:customStyle="1" w:styleId="7667FAE8072146AEBACD82C429142B97">
    <w:name w:val="7667FAE8072146AEBACD82C429142B97"/>
  </w:style>
  <w:style w:type="paragraph" w:customStyle="1" w:styleId="F661965D011548C09D792DFCF8CD5A05">
    <w:name w:val="F661965D011548C09D792DFCF8CD5A05"/>
  </w:style>
  <w:style w:type="paragraph" w:customStyle="1" w:styleId="2804CA01E0EE4B38A0DDCDCC1145F08E">
    <w:name w:val="2804CA01E0EE4B38A0DDCDCC1145F08E"/>
  </w:style>
  <w:style w:type="paragraph" w:customStyle="1" w:styleId="F3DDE49DE2CB4AD48DFC74FE50565A70">
    <w:name w:val="F3DDE49DE2CB4AD48DFC74FE50565A70"/>
    <w:rsid w:val="006256BC"/>
  </w:style>
  <w:style w:type="paragraph" w:customStyle="1" w:styleId="E500562F6F7140A5B5B352E3C704156B">
    <w:name w:val="E500562F6F7140A5B5B352E3C704156B"/>
    <w:rsid w:val="006256BC"/>
  </w:style>
  <w:style w:type="paragraph" w:customStyle="1" w:styleId="8CC7787E902541829E9AA3EC866C1914">
    <w:name w:val="8CC7787E902541829E9AA3EC866C1914"/>
    <w:rsid w:val="006256BC"/>
  </w:style>
  <w:style w:type="paragraph" w:customStyle="1" w:styleId="66A6F5D90F0148A2B630862CF73CCD65">
    <w:name w:val="66A6F5D90F0148A2B630862CF73CCD65"/>
    <w:rsid w:val="006256BC"/>
  </w:style>
  <w:style w:type="paragraph" w:customStyle="1" w:styleId="D029161806124499803C0E53EE9ECBC0">
    <w:name w:val="D029161806124499803C0E53EE9ECBC0"/>
    <w:rsid w:val="006256BC"/>
  </w:style>
  <w:style w:type="paragraph" w:customStyle="1" w:styleId="8020A06B74DD4728B30B50F0E8AAF7B1">
    <w:name w:val="8020A06B74DD4728B30B50F0E8AAF7B1"/>
    <w:rsid w:val="006256BC"/>
  </w:style>
  <w:style w:type="paragraph" w:customStyle="1" w:styleId="224C7761E66C4910BEA5802F65AFF25D">
    <w:name w:val="224C7761E66C4910BEA5802F65AFF25D"/>
    <w:rsid w:val="006256BC"/>
  </w:style>
  <w:style w:type="paragraph" w:customStyle="1" w:styleId="153E55B32AF8421287746B857D04D30E">
    <w:name w:val="153E55B32AF8421287746B857D04D30E"/>
    <w:rsid w:val="006256BC"/>
  </w:style>
  <w:style w:type="paragraph" w:customStyle="1" w:styleId="D026561194664EEEB18B4B17862AA129">
    <w:name w:val="D026561194664EEEB18B4B17862AA129"/>
    <w:rsid w:val="006256BC"/>
  </w:style>
  <w:style w:type="paragraph" w:customStyle="1" w:styleId="9CD055E3EB724B0FA22FFBA6EE4E3EAB">
    <w:name w:val="9CD055E3EB724B0FA22FFBA6EE4E3EAB"/>
    <w:rsid w:val="006256BC"/>
  </w:style>
  <w:style w:type="paragraph" w:customStyle="1" w:styleId="B84F2A609CDA428A89EB03C76877C037">
    <w:name w:val="B84F2A609CDA428A89EB03C76877C037"/>
    <w:rsid w:val="006256BC"/>
  </w:style>
  <w:style w:type="paragraph" w:customStyle="1" w:styleId="5232701D08334A74B4D56310B93E404E">
    <w:name w:val="5232701D08334A74B4D56310B93E404E"/>
    <w:rsid w:val="006256BC"/>
  </w:style>
  <w:style w:type="paragraph" w:customStyle="1" w:styleId="18CD6F8AEF8747EDBC64DD9390FBF0E8">
    <w:name w:val="18CD6F8AEF8747EDBC64DD9390FBF0E8"/>
    <w:rsid w:val="006256BC"/>
  </w:style>
  <w:style w:type="paragraph" w:customStyle="1" w:styleId="372591E225B84892B0E4DBE4A9DBDC31">
    <w:name w:val="372591E225B84892B0E4DBE4A9DBDC31"/>
    <w:rsid w:val="006256BC"/>
  </w:style>
  <w:style w:type="paragraph" w:customStyle="1" w:styleId="9077A54FD6AD4332B5E8F9184FF53E65">
    <w:name w:val="9077A54FD6AD4332B5E8F9184FF53E65"/>
    <w:rsid w:val="006256BC"/>
  </w:style>
  <w:style w:type="paragraph" w:customStyle="1" w:styleId="292038E8F7F8422FA8AB5BA71BEB9D34">
    <w:name w:val="292038E8F7F8422FA8AB5BA71BEB9D34"/>
    <w:rsid w:val="006256BC"/>
  </w:style>
  <w:style w:type="paragraph" w:customStyle="1" w:styleId="3AFC490771224C47AEFCD5949C53860C">
    <w:name w:val="3AFC490771224C47AEFCD5949C53860C"/>
    <w:rsid w:val="006256BC"/>
  </w:style>
  <w:style w:type="paragraph" w:customStyle="1" w:styleId="FAF3BCE4CDED4254B2321E37CE866517">
    <w:name w:val="FAF3BCE4CDED4254B2321E37CE866517"/>
    <w:rsid w:val="006256BC"/>
  </w:style>
  <w:style w:type="paragraph" w:customStyle="1" w:styleId="0150B9CA4A504427A58226C20973B86D">
    <w:name w:val="0150B9CA4A504427A58226C20973B86D"/>
    <w:rsid w:val="006256BC"/>
  </w:style>
  <w:style w:type="paragraph" w:customStyle="1" w:styleId="232405BDE14041C1A4EC5390B9DBD22A">
    <w:name w:val="232405BDE14041C1A4EC5390B9DBD22A"/>
    <w:rsid w:val="006256BC"/>
  </w:style>
  <w:style w:type="paragraph" w:customStyle="1" w:styleId="C72CBBFC4DF14B37B5B98504E7DD0411">
    <w:name w:val="C72CBBFC4DF14B37B5B98504E7DD0411"/>
    <w:rsid w:val="006256BC"/>
  </w:style>
  <w:style w:type="paragraph" w:customStyle="1" w:styleId="A94FA3B6C71E47F89CDD84FC9B185AB4">
    <w:name w:val="A94FA3B6C71E47F89CDD84FC9B185AB4"/>
    <w:rsid w:val="006256BC"/>
  </w:style>
  <w:style w:type="paragraph" w:customStyle="1" w:styleId="3A75D719B1824555A9130AF18E09BE9A">
    <w:name w:val="3A75D719B1824555A9130AF18E09BE9A"/>
    <w:rsid w:val="006256BC"/>
  </w:style>
  <w:style w:type="paragraph" w:customStyle="1" w:styleId="85ABD4ED4EF548228BB6747F1310FD06">
    <w:name w:val="85ABD4ED4EF548228BB6747F1310FD06"/>
    <w:rsid w:val="006256BC"/>
  </w:style>
  <w:style w:type="paragraph" w:customStyle="1" w:styleId="77499518A7954F6DA736458B5746766D">
    <w:name w:val="77499518A7954F6DA736458B5746766D"/>
    <w:rsid w:val="006256BC"/>
  </w:style>
  <w:style w:type="paragraph" w:customStyle="1" w:styleId="7589C7E160264C0B86C5F9F88A4201B8">
    <w:name w:val="7589C7E160264C0B86C5F9F88A4201B8"/>
    <w:rsid w:val="006256BC"/>
  </w:style>
  <w:style w:type="paragraph" w:customStyle="1" w:styleId="F52FE30ABD1D4F48B82992E560DC20BD">
    <w:name w:val="F52FE30ABD1D4F48B82992E560DC20BD"/>
    <w:rsid w:val="006256BC"/>
  </w:style>
  <w:style w:type="paragraph" w:customStyle="1" w:styleId="AD95BD262057493AB13C614730C85532">
    <w:name w:val="AD95BD262057493AB13C614730C85532"/>
    <w:rsid w:val="006256BC"/>
  </w:style>
  <w:style w:type="paragraph" w:customStyle="1" w:styleId="A0FE25F6231B4F89B5F43605DD8D9B7F">
    <w:name w:val="A0FE25F6231B4F89B5F43605DD8D9B7F"/>
    <w:rsid w:val="006256BC"/>
  </w:style>
  <w:style w:type="paragraph" w:customStyle="1" w:styleId="B205B0746AB64B09869E38CF5FDC42DA">
    <w:name w:val="B205B0746AB64B09869E38CF5FDC42DA"/>
    <w:rsid w:val="006256BC"/>
  </w:style>
  <w:style w:type="paragraph" w:customStyle="1" w:styleId="929A4BB2BCCF4AD2AFB2E3D2CCEE714E">
    <w:name w:val="929A4BB2BCCF4AD2AFB2E3D2CCEE714E"/>
    <w:rsid w:val="006256BC"/>
  </w:style>
  <w:style w:type="paragraph" w:customStyle="1" w:styleId="BB68DC60FADF4D5DABD5808CF27F4F02">
    <w:name w:val="BB68DC60FADF4D5DABD5808CF27F4F02"/>
    <w:rsid w:val="006256BC"/>
  </w:style>
  <w:style w:type="paragraph" w:customStyle="1" w:styleId="DE6DE84D7B7C439ABB8ED7A982472DC6">
    <w:name w:val="DE6DE84D7B7C439ABB8ED7A982472DC6"/>
    <w:rsid w:val="006256BC"/>
  </w:style>
  <w:style w:type="paragraph" w:customStyle="1" w:styleId="512E9091E39D42AF9E47F28083210B1C">
    <w:name w:val="512E9091E39D42AF9E47F28083210B1C"/>
    <w:rsid w:val="006256BC"/>
  </w:style>
  <w:style w:type="paragraph" w:customStyle="1" w:styleId="F44CE9A102094A10886B57F04A9C91BA">
    <w:name w:val="F44CE9A102094A10886B57F04A9C91BA"/>
    <w:rsid w:val="006256BC"/>
  </w:style>
  <w:style w:type="paragraph" w:customStyle="1" w:styleId="DF22399BE5A847C19BD1A218212771ED">
    <w:name w:val="DF22399BE5A847C19BD1A218212771ED"/>
    <w:rsid w:val="006256BC"/>
  </w:style>
  <w:style w:type="paragraph" w:customStyle="1" w:styleId="D47B1D3DBFE14761A83C1E7FE82E53D3">
    <w:name w:val="D47B1D3DBFE14761A83C1E7FE82E53D3"/>
    <w:rsid w:val="006256BC"/>
  </w:style>
  <w:style w:type="paragraph" w:customStyle="1" w:styleId="6448D91DE8E542119C2834D915D7BA88">
    <w:name w:val="6448D91DE8E542119C2834D915D7BA88"/>
    <w:rsid w:val="006256BC"/>
  </w:style>
  <w:style w:type="paragraph" w:customStyle="1" w:styleId="453CB70A713F4B88B9445D9E2DB94965">
    <w:name w:val="453CB70A713F4B88B9445D9E2DB94965"/>
    <w:rsid w:val="006256BC"/>
  </w:style>
  <w:style w:type="paragraph" w:customStyle="1" w:styleId="ACB4B05879A341939D1EF917EED170DD">
    <w:name w:val="ACB4B05879A341939D1EF917EED170DD"/>
    <w:rsid w:val="006256BC"/>
  </w:style>
  <w:style w:type="paragraph" w:customStyle="1" w:styleId="081BBC5AF59F43AA80701FD54D124F8C">
    <w:name w:val="081BBC5AF59F43AA80701FD54D124F8C"/>
    <w:rsid w:val="006256BC"/>
  </w:style>
  <w:style w:type="paragraph" w:customStyle="1" w:styleId="BF5A6A0839D94C55B7471F50D556B91D">
    <w:name w:val="BF5A6A0839D94C55B7471F50D556B91D"/>
    <w:rsid w:val="006256BC"/>
  </w:style>
  <w:style w:type="paragraph" w:customStyle="1" w:styleId="2448D9D4594D4E0EB698693F820D1086">
    <w:name w:val="2448D9D4594D4E0EB698693F820D1086"/>
    <w:rsid w:val="006256BC"/>
  </w:style>
  <w:style w:type="paragraph" w:customStyle="1" w:styleId="47550C71C957481288530B35755C5BAC">
    <w:name w:val="47550C71C957481288530B35755C5BAC"/>
    <w:rsid w:val="006256BC"/>
  </w:style>
  <w:style w:type="paragraph" w:customStyle="1" w:styleId="B1738645D5C54199BC8719783A718804">
    <w:name w:val="B1738645D5C54199BC8719783A718804"/>
    <w:rsid w:val="006256BC"/>
  </w:style>
  <w:style w:type="paragraph" w:customStyle="1" w:styleId="F476C4FF6BA34B91B0A1BE3AE6CD3EDD">
    <w:name w:val="F476C4FF6BA34B91B0A1BE3AE6CD3EDD"/>
    <w:rsid w:val="006256BC"/>
  </w:style>
  <w:style w:type="paragraph" w:customStyle="1" w:styleId="9C3595D2372D440089FFF46064068BB8">
    <w:name w:val="9C3595D2372D440089FFF46064068BB8"/>
    <w:rsid w:val="006256BC"/>
  </w:style>
  <w:style w:type="paragraph" w:customStyle="1" w:styleId="ACA5B82B47B64E49B7982C1AE3CBA2A0">
    <w:name w:val="ACA5B82B47B64E49B7982C1AE3CBA2A0"/>
    <w:rsid w:val="006256BC"/>
  </w:style>
  <w:style w:type="paragraph" w:customStyle="1" w:styleId="BB3BCFB1F5744CC4BEEC719CAC40E4B0">
    <w:name w:val="BB3BCFB1F5744CC4BEEC719CAC40E4B0"/>
    <w:rsid w:val="006256BC"/>
  </w:style>
  <w:style w:type="paragraph" w:customStyle="1" w:styleId="92B0A2B9465B4FCEBCC3AA98078D4711">
    <w:name w:val="92B0A2B9465B4FCEBCC3AA98078D4711"/>
    <w:rsid w:val="006256BC"/>
  </w:style>
  <w:style w:type="paragraph" w:customStyle="1" w:styleId="1E980430A964475E889C2AB7345E497D">
    <w:name w:val="1E980430A964475E889C2AB7345E497D"/>
    <w:rsid w:val="006256BC"/>
  </w:style>
  <w:style w:type="paragraph" w:customStyle="1" w:styleId="B6675E1557304749A4432D3537FE5B08">
    <w:name w:val="B6675E1557304749A4432D3537FE5B08"/>
    <w:rsid w:val="006256BC"/>
  </w:style>
  <w:style w:type="paragraph" w:customStyle="1" w:styleId="F5595DCC559E42B1937B55EF6259681A">
    <w:name w:val="F5595DCC559E42B1937B55EF6259681A"/>
    <w:rsid w:val="006256BC"/>
  </w:style>
  <w:style w:type="paragraph" w:customStyle="1" w:styleId="CC2A37F335E841B192F68B93D93F6F39">
    <w:name w:val="CC2A37F335E841B192F68B93D93F6F39"/>
    <w:rsid w:val="006256BC"/>
  </w:style>
  <w:style w:type="paragraph" w:customStyle="1" w:styleId="472ACD9E6E024E72953C47079F0320D5">
    <w:name w:val="472ACD9E6E024E72953C47079F0320D5"/>
    <w:rsid w:val="006256BC"/>
  </w:style>
  <w:style w:type="paragraph" w:customStyle="1" w:styleId="9093E0E7209B4E2B94D8EDB55B62D180">
    <w:name w:val="9093E0E7209B4E2B94D8EDB55B62D180"/>
    <w:rsid w:val="006256BC"/>
  </w:style>
  <w:style w:type="paragraph" w:customStyle="1" w:styleId="FCA400EE790546ABA2F12087F5CF4E41">
    <w:name w:val="FCA400EE790546ABA2F12087F5CF4E41"/>
    <w:rsid w:val="006256BC"/>
  </w:style>
  <w:style w:type="paragraph" w:customStyle="1" w:styleId="5EB306EEEE084B6BB46AC76DE19D464A">
    <w:name w:val="5EB306EEEE084B6BB46AC76DE19D464A"/>
    <w:rsid w:val="006256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Job description form.dotx</Template>
  <TotalTime>24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Company Name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9</cp:revision>
  <dcterms:created xsi:type="dcterms:W3CDTF">2017-08-11T11:21:00Z</dcterms:created>
  <dcterms:modified xsi:type="dcterms:W3CDTF">2017-08-11T11:45:00Z</dcterms:modified>
</cp:coreProperties>
</file>