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sz w:val="42"/>
        </w:rPr>
        <w:id w:val="-531874231"/>
        <w:placeholder>
          <w:docPart w:val="247F61D59A124E928D58997C6765EC78"/>
        </w:placeholder>
        <w:temporary/>
        <w:showingPlcHdr/>
        <w15:appearance w15:val="hidden"/>
      </w:sdtPr>
      <w:sdtEndPr/>
      <w:sdtContent>
        <w:p w:rsidR="003B50A7" w:rsidRPr="002E782C" w:rsidRDefault="00902BAD" w:rsidP="002E782C">
          <w:pPr>
            <w:pStyle w:val="Address"/>
            <w:spacing w:line="360" w:lineRule="auto"/>
            <w:rPr>
              <w:b/>
              <w:sz w:val="42"/>
            </w:rPr>
          </w:pPr>
          <w:r w:rsidRPr="002E782C">
            <w:rPr>
              <w:b/>
              <w:sz w:val="42"/>
            </w:rPr>
            <w:t>[School Name]</w:t>
          </w:r>
        </w:p>
      </w:sdtContent>
    </w:sdt>
    <w:p w:rsidR="003B50A7" w:rsidRPr="002E782C" w:rsidRDefault="00902BAD" w:rsidP="002E782C">
      <w:pPr>
        <w:pStyle w:val="Address"/>
        <w:spacing w:line="600" w:lineRule="auto"/>
        <w:rPr>
          <w:sz w:val="24"/>
        </w:rPr>
      </w:pPr>
      <w:sdt>
        <w:sdtPr>
          <w:rPr>
            <w:sz w:val="24"/>
          </w:rPr>
          <w:id w:val="1634143502"/>
          <w:placeholder>
            <w:docPart w:val="0D268117E72F4EF1B5EE748848444DC4"/>
          </w:placeholder>
          <w:temporary/>
          <w:showingPlcHdr/>
          <w15:appearance w15:val="hidden"/>
        </w:sdtPr>
        <w:sdtEndPr/>
        <w:sdtContent>
          <w:r w:rsidRPr="002E782C">
            <w:rPr>
              <w:sz w:val="24"/>
            </w:rPr>
            <w:t>[Street Address]</w:t>
          </w:r>
        </w:sdtContent>
      </w:sdt>
      <w:r w:rsidR="002E782C">
        <w:rPr>
          <w:sz w:val="24"/>
        </w:rPr>
        <w:t xml:space="preserve"> </w:t>
      </w:r>
      <w:sdt>
        <w:sdtPr>
          <w:rPr>
            <w:sz w:val="24"/>
          </w:rPr>
          <w:id w:val="2091195522"/>
          <w:placeholder>
            <w:docPart w:val="18B0C16D56734028B52D79A7320DD470"/>
          </w:placeholder>
          <w:temporary/>
          <w:showingPlcHdr/>
          <w15:appearance w15:val="hidden"/>
        </w:sdtPr>
        <w:sdtEndPr/>
        <w:sdtContent>
          <w:r w:rsidRPr="002E782C">
            <w:rPr>
              <w:sz w:val="24"/>
            </w:rPr>
            <w:t>[City, ST ZIP Code]</w:t>
          </w:r>
        </w:sdtContent>
      </w:sdt>
      <w:r w:rsidR="002E782C" w:rsidRPr="002E782C">
        <w:rPr>
          <w:sz w:val="24"/>
        </w:rPr>
        <w:t xml:space="preserve"> </w:t>
      </w:r>
      <w:sdt>
        <w:sdtPr>
          <w:rPr>
            <w:sz w:val="24"/>
          </w:rPr>
          <w:alias w:val="Phone"/>
          <w:tag w:val=""/>
          <w:id w:val="1762488590"/>
          <w:placeholder>
            <w:docPart w:val="42533859ECD545BDB505FCDBA2A8ED46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Pr="002E782C">
            <w:rPr>
              <w:rStyle w:val="PlaceholderText"/>
              <w:color w:val="auto"/>
              <w:sz w:val="24"/>
            </w:rPr>
            <w:t>[phone]</w:t>
          </w:r>
        </w:sdtContent>
      </w:sdt>
      <w:r w:rsidR="002E782C" w:rsidRPr="002E782C">
        <w:rPr>
          <w:sz w:val="24"/>
        </w:rPr>
        <w:t xml:space="preserve"> </w:t>
      </w:r>
      <w:sdt>
        <w:sdtPr>
          <w:rPr>
            <w:sz w:val="24"/>
          </w:rPr>
          <w:alias w:val="Email"/>
          <w:tag w:val=""/>
          <w:id w:val="-455565990"/>
          <w:placeholder>
            <w:docPart w:val="41169CD69613427DAC31DCAF39D78835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2E782C">
            <w:rPr>
              <w:rStyle w:val="PlaceholderText"/>
              <w:color w:val="auto"/>
              <w:sz w:val="24"/>
            </w:rPr>
            <w:t>[email]</w:t>
          </w:r>
        </w:sdtContent>
      </w:sdt>
    </w:p>
    <w:p w:rsidR="003B50A7" w:rsidRPr="002E782C" w:rsidRDefault="00902BAD" w:rsidP="00452BE4">
      <w:pPr>
        <w:pStyle w:val="Date"/>
        <w:rPr>
          <w:sz w:val="24"/>
        </w:rPr>
      </w:pPr>
      <w:sdt>
        <w:sdtPr>
          <w:rPr>
            <w:sz w:val="24"/>
          </w:rPr>
          <w:alias w:val="Date"/>
          <w:tag w:val="Date"/>
          <w:id w:val="-1797359151"/>
          <w:placeholder>
            <w:docPart w:val="BC105133E2DB47A4983BA0B8C55E302B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7-09-01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2E782C">
            <w:rPr>
              <w:sz w:val="24"/>
            </w:rPr>
            <w:t>September 1, 2017</w:t>
          </w:r>
        </w:sdtContent>
      </w:sdt>
    </w:p>
    <w:p w:rsidR="003B50A7" w:rsidRPr="00452BE4" w:rsidRDefault="00902BAD" w:rsidP="00452BE4">
      <w:pPr>
        <w:pStyle w:val="Salutation"/>
        <w:spacing w:line="240" w:lineRule="auto"/>
        <w:rPr>
          <w:b/>
          <w:sz w:val="24"/>
        </w:rPr>
      </w:pPr>
      <w:r w:rsidRPr="00452BE4">
        <w:rPr>
          <w:b/>
          <w:sz w:val="24"/>
        </w:rPr>
        <w:t xml:space="preserve">Dear </w:t>
      </w:r>
      <w:sdt>
        <w:sdtPr>
          <w:rPr>
            <w:b/>
            <w:sz w:val="24"/>
          </w:rPr>
          <w:alias w:val="Recipient Name"/>
          <w:tag w:val=""/>
          <w:id w:val="569389569"/>
          <w:placeholder>
            <w:docPart w:val="743266C77F324110B368E6E68746D4E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52BE4">
            <w:rPr>
              <w:rStyle w:val="PlaceholderText"/>
              <w:b/>
              <w:color w:val="auto"/>
              <w:sz w:val="24"/>
            </w:rPr>
            <w:t>[Recipient Name]</w:t>
          </w:r>
        </w:sdtContent>
      </w:sdt>
      <w:r w:rsidRPr="00452BE4">
        <w:rPr>
          <w:b/>
          <w:sz w:val="24"/>
        </w:rPr>
        <w:t>:</w:t>
      </w:r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 xml:space="preserve">We welcome your child, </w:t>
      </w:r>
      <w:sdt>
        <w:sdtPr>
          <w:rPr>
            <w:sz w:val="24"/>
          </w:rPr>
          <w:id w:val="18291818"/>
          <w:placeholder>
            <w:docPart w:val="5E574BA362B14B30B233BAD12CD6E624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[Name]</w:t>
          </w:r>
        </w:sdtContent>
      </w:sdt>
      <w:r w:rsidRPr="002E782C">
        <w:rPr>
          <w:sz w:val="24"/>
        </w:rPr>
        <w:t xml:space="preserve">, to </w:t>
      </w:r>
      <w:sdt>
        <w:sdtPr>
          <w:rPr>
            <w:sz w:val="24"/>
          </w:rPr>
          <w:id w:val="944122311"/>
          <w:placeholder>
            <w:docPart w:val="2AB7E80BC665462AB2F9670090C10C9F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[grade/class]</w:t>
          </w:r>
        </w:sdtContent>
      </w:sdt>
      <w:r w:rsidRPr="002E782C">
        <w:rPr>
          <w:sz w:val="24"/>
        </w:rPr>
        <w:t>! I’m excited about the opportunity to get to know you, as well, and I’m looking forward to a happy and productive school year.</w:t>
      </w:r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>This year we will focus on the following curriculum areas:</w:t>
      </w:r>
    </w:p>
    <w:sdt>
      <w:sdtPr>
        <w:rPr>
          <w:sz w:val="24"/>
        </w:rPr>
        <w:id w:val="1842730267"/>
        <w:placeholder>
          <w:docPart w:val="A341E922A7F64DBD84FB65C5101F3D0E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3B50A7" w:rsidRPr="002E782C" w:rsidRDefault="00902BAD" w:rsidP="002E782C">
          <w:pPr>
            <w:pStyle w:val="ListBullet"/>
            <w:rPr>
              <w:sz w:val="24"/>
            </w:rPr>
          </w:pPr>
          <w:r w:rsidRPr="002E782C">
            <w:rPr>
              <w:rStyle w:val="PlaceholderText"/>
              <w:sz w:val="24"/>
            </w:rPr>
            <w:t>[Curriculum area]</w:t>
          </w:r>
        </w:p>
        <w:bookmarkEnd w:id="0" w:displacedByCustomXml="next"/>
      </w:sdtContent>
    </w:sdt>
    <w:p w:rsidR="003B50A7" w:rsidRPr="002E782C" w:rsidRDefault="00902BAD">
      <w:pPr>
        <w:rPr>
          <w:sz w:val="24"/>
        </w:rPr>
      </w:pPr>
      <w:r w:rsidRPr="002E782C">
        <w:rPr>
          <w:sz w:val="24"/>
        </w:rPr>
        <w:t xml:space="preserve">Please have your child bring the following supplies to school before </w:t>
      </w:r>
      <w:sdt>
        <w:sdtPr>
          <w:rPr>
            <w:sz w:val="24"/>
          </w:rPr>
          <w:id w:val="1411577533"/>
          <w:placeholder>
            <w:docPart w:val="F51199CA872B452BAA31D9E769F813CB"/>
          </w:placeholder>
          <w:temporary/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2E782C">
            <w:rPr>
              <w:rStyle w:val="PlaceholderText"/>
              <w:sz w:val="24"/>
            </w:rPr>
            <w:t>[Date]</w:t>
          </w:r>
        </w:sdtContent>
      </w:sdt>
      <w:r w:rsidRPr="002E782C">
        <w:rPr>
          <w:sz w:val="24"/>
        </w:rPr>
        <w:t>:</w:t>
      </w:r>
    </w:p>
    <w:p w:rsidR="003B50A7" w:rsidRPr="002E782C" w:rsidRDefault="00902BAD" w:rsidP="002E782C">
      <w:pPr>
        <w:pStyle w:val="ListBullet"/>
        <w:rPr>
          <w:sz w:val="24"/>
        </w:rPr>
      </w:pPr>
      <w:sdt>
        <w:sdtPr>
          <w:rPr>
            <w:sz w:val="24"/>
          </w:rPr>
          <w:id w:val="1564517759"/>
          <w:placeholder>
            <w:docPart w:val="A8DB5E31521A42369DCB92E98C59934F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[Supply item]</w:t>
          </w:r>
        </w:sdtContent>
      </w:sdt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 xml:space="preserve">My homework policy is </w:t>
      </w:r>
      <w:sdt>
        <w:sdtPr>
          <w:rPr>
            <w:sz w:val="24"/>
          </w:rPr>
          <w:id w:val="-1186210816"/>
          <w:placeholder>
            <w:docPart w:val="A1491143FE5D405FA7E93638186BD739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[homework policy]</w:t>
          </w:r>
        </w:sdtContent>
      </w:sdt>
      <w:r w:rsidRPr="002E782C">
        <w:rPr>
          <w:sz w:val="24"/>
        </w:rPr>
        <w:t>.</w:t>
      </w:r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 xml:space="preserve">My grading policy is </w:t>
      </w:r>
      <w:sdt>
        <w:sdtPr>
          <w:rPr>
            <w:sz w:val="24"/>
          </w:rPr>
          <w:id w:val="1598759978"/>
          <w:placeholder>
            <w:docPart w:val="448FAFB92E1B450A87678E043D1F81EA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[grading policy]</w:t>
          </w:r>
        </w:sdtContent>
      </w:sdt>
      <w:r w:rsidRPr="002E782C">
        <w:rPr>
          <w:sz w:val="24"/>
        </w:rPr>
        <w:t>.</w:t>
      </w:r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>Upcoming school events you should be aware of include:</w:t>
      </w:r>
    </w:p>
    <w:tbl>
      <w:tblPr>
        <w:tblStyle w:val="TableGrid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chool events and dates"/>
      </w:tblPr>
      <w:tblGrid>
        <w:gridCol w:w="6741"/>
        <w:gridCol w:w="2889"/>
      </w:tblGrid>
      <w:tr w:rsidR="003B50A7" w:rsidRPr="002E782C">
        <w:trPr>
          <w:trHeight w:val="432"/>
        </w:trPr>
        <w:tc>
          <w:tcPr>
            <w:tcW w:w="3500" w:type="pct"/>
          </w:tcPr>
          <w:p w:rsidR="003B50A7" w:rsidRPr="002E782C" w:rsidRDefault="00902BAD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412130993"/>
                <w:placeholder>
                  <w:docPart w:val="17A23004E8AA40AF8076A9F2499C9700"/>
                </w:placeholder>
                <w:temporary/>
                <w:showingPlcHdr/>
                <w15:appearance w15:val="hidden"/>
              </w:sdtPr>
              <w:sdtEndPr/>
              <w:sdtContent>
                <w:r w:rsidRPr="002E782C">
                  <w:rPr>
                    <w:sz w:val="24"/>
                  </w:rPr>
                  <w:t>[Event]</w:t>
                </w:r>
              </w:sdtContent>
            </w:sdt>
          </w:p>
        </w:tc>
        <w:tc>
          <w:tcPr>
            <w:tcW w:w="1500" w:type="pct"/>
          </w:tcPr>
          <w:p w:rsidR="003B50A7" w:rsidRPr="002E782C" w:rsidRDefault="00902BAD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83769439"/>
                <w:placeholder>
                  <w:docPart w:val="BC105133E2DB47A4983BA0B8C55E302B"/>
                </w:placeholder>
                <w:temporary/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E782C">
                  <w:rPr>
                    <w:sz w:val="24"/>
                  </w:rPr>
                  <w:t>[Date]</w:t>
                </w:r>
              </w:sdtContent>
            </w:sdt>
          </w:p>
        </w:tc>
      </w:tr>
      <w:tr w:rsidR="003B50A7" w:rsidRPr="002E782C">
        <w:trPr>
          <w:trHeight w:val="432"/>
        </w:trPr>
        <w:tc>
          <w:tcPr>
            <w:tcW w:w="3500" w:type="pct"/>
          </w:tcPr>
          <w:p w:rsidR="003B50A7" w:rsidRPr="002E782C" w:rsidRDefault="00902BAD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787660499"/>
                <w:placeholder>
                  <w:docPart w:val="17A23004E8AA40AF8076A9F2499C9700"/>
                </w:placeholder>
                <w:temporary/>
                <w:showingPlcHdr/>
                <w15:appearance w15:val="hidden"/>
              </w:sdtPr>
              <w:sdtEndPr/>
              <w:sdtContent>
                <w:r w:rsidRPr="002E782C">
                  <w:rPr>
                    <w:sz w:val="24"/>
                  </w:rPr>
                  <w:t>[Event]</w:t>
                </w:r>
              </w:sdtContent>
            </w:sdt>
          </w:p>
        </w:tc>
        <w:tc>
          <w:tcPr>
            <w:tcW w:w="1500" w:type="pct"/>
          </w:tcPr>
          <w:p w:rsidR="003B50A7" w:rsidRPr="002E782C" w:rsidRDefault="00902BAD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-831441194"/>
                <w:placeholder>
                  <w:docPart w:val="BC105133E2DB47A4983BA0B8C55E302B"/>
                </w:placeholder>
                <w:temporary/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E782C">
                  <w:rPr>
                    <w:sz w:val="24"/>
                  </w:rPr>
                  <w:t>[Date]</w:t>
                </w:r>
              </w:sdtContent>
            </w:sdt>
          </w:p>
        </w:tc>
      </w:tr>
    </w:tbl>
    <w:p w:rsidR="003B50A7" w:rsidRPr="002E782C" w:rsidRDefault="00902BAD">
      <w:pPr>
        <w:rPr>
          <w:sz w:val="24"/>
        </w:rPr>
      </w:pPr>
      <w:r w:rsidRPr="002E782C">
        <w:rPr>
          <w:sz w:val="24"/>
        </w:rPr>
        <w:t>Please mark these</w:t>
      </w:r>
      <w:r w:rsidRPr="002E782C">
        <w:rPr>
          <w:sz w:val="24"/>
        </w:rPr>
        <w:t xml:space="preserve"> dates on your calendar. I hope you will make it a priority this year to attend as many school-sponsored events as possible.</w:t>
      </w:r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 xml:space="preserve">We welcome visitors to our classroom, and we always appreciate parents volunteering to help out. Some volunteer opportunities that </w:t>
      </w:r>
      <w:r w:rsidRPr="002E782C">
        <w:rPr>
          <w:sz w:val="24"/>
        </w:rPr>
        <w:t>will be available this year are:</w:t>
      </w:r>
    </w:p>
    <w:p w:rsidR="003B50A7" w:rsidRPr="002E782C" w:rsidRDefault="00902BAD" w:rsidP="002E782C">
      <w:pPr>
        <w:pStyle w:val="ListBullet"/>
        <w:rPr>
          <w:sz w:val="24"/>
        </w:rPr>
      </w:pPr>
      <w:sdt>
        <w:sdtPr>
          <w:rPr>
            <w:sz w:val="24"/>
          </w:rPr>
          <w:id w:val="-677422692"/>
          <w:placeholder>
            <w:docPart w:val="1E48DFBF27CE4AD185631EF05D21AB68"/>
          </w:placeholder>
          <w:temporary/>
          <w:showingPlcHdr/>
          <w15:appearance w15:val="hidden"/>
        </w:sdtPr>
        <w:sdtEndPr/>
        <w:sdtContent>
          <w:r w:rsidRPr="002E782C">
            <w:rPr>
              <w:rStyle w:val="PlaceholderText"/>
              <w:sz w:val="24"/>
            </w:rPr>
            <w:t>[Opportunity]</w:t>
          </w:r>
        </w:sdtContent>
      </w:sdt>
    </w:p>
    <w:p w:rsidR="003B50A7" w:rsidRPr="002E782C" w:rsidRDefault="00902BAD">
      <w:pPr>
        <w:rPr>
          <w:sz w:val="24"/>
        </w:rPr>
      </w:pPr>
      <w:r w:rsidRPr="002E782C">
        <w:rPr>
          <w:sz w:val="24"/>
        </w:rPr>
        <w:t>If you have any questions or concerns, please contact me by email or phone. I also welcome appointments to meet in person. You can contact me a</w:t>
      </w:r>
      <w:r w:rsidRPr="002E782C">
        <w:rPr>
          <w:sz w:val="24"/>
        </w:rPr>
        <w:t xml:space="preserve">t </w:t>
      </w:r>
      <w:sdt>
        <w:sdtPr>
          <w:rPr>
            <w:sz w:val="24"/>
          </w:rPr>
          <w:alias w:val="Phone"/>
          <w:tag w:val=""/>
          <w:id w:val="-876081698"/>
          <w:placeholder>
            <w:docPart w:val="B2AA0862A92040838AC28F9D640892D7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Pr="002E782C">
            <w:rPr>
              <w:rStyle w:val="PlaceholderText"/>
              <w:sz w:val="24"/>
            </w:rPr>
            <w:t>[phone number]</w:t>
          </w:r>
        </w:sdtContent>
      </w:sdt>
      <w:r w:rsidRPr="002E782C">
        <w:rPr>
          <w:sz w:val="24"/>
        </w:rPr>
        <w:t xml:space="preserve"> or </w:t>
      </w:r>
      <w:sdt>
        <w:sdtPr>
          <w:rPr>
            <w:sz w:val="24"/>
          </w:rPr>
          <w:alias w:val="Email"/>
          <w:tag w:val=""/>
          <w:id w:val="-1075042892"/>
          <w:placeholder>
            <w:docPart w:val="917523FE854F4D5FA00BE91D4476E12E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2E782C">
            <w:rPr>
              <w:rStyle w:val="PlaceholderText"/>
              <w:sz w:val="24"/>
            </w:rPr>
            <w:t>[email address]</w:t>
          </w:r>
        </w:sdtContent>
      </w:sdt>
      <w:r w:rsidRPr="002E782C">
        <w:rPr>
          <w:sz w:val="24"/>
        </w:rPr>
        <w:t>.</w:t>
      </w:r>
    </w:p>
    <w:p w:rsidR="002E782C" w:rsidRDefault="00902BAD" w:rsidP="002E782C">
      <w:pPr>
        <w:rPr>
          <w:sz w:val="24"/>
        </w:rPr>
      </w:pPr>
      <w:r w:rsidRPr="002E782C">
        <w:rPr>
          <w:sz w:val="24"/>
        </w:rPr>
        <w:t>Let’s work together to make this the best year ever!</w:t>
      </w:r>
    </w:p>
    <w:p w:rsidR="003B50A7" w:rsidRPr="002E782C" w:rsidRDefault="00902BAD" w:rsidP="002E782C">
      <w:pPr>
        <w:rPr>
          <w:sz w:val="24"/>
        </w:rPr>
      </w:pPr>
      <w:r w:rsidRPr="002E782C">
        <w:rPr>
          <w:sz w:val="24"/>
        </w:rPr>
        <w:t>Sincerely,</w:t>
      </w:r>
    </w:p>
    <w:p w:rsidR="003B50A7" w:rsidRPr="002E782C" w:rsidRDefault="00902BAD" w:rsidP="002E782C">
      <w:pPr>
        <w:pStyle w:val="Signature"/>
        <w:tabs>
          <w:tab w:val="left" w:pos="2378"/>
        </w:tabs>
        <w:spacing w:line="240" w:lineRule="auto"/>
        <w:rPr>
          <w:sz w:val="24"/>
        </w:rPr>
      </w:pPr>
      <w:sdt>
        <w:sdtPr>
          <w:rPr>
            <w:sz w:val="24"/>
          </w:rPr>
          <w:alias w:val="Your Name"/>
          <w:tag w:val="Your Name"/>
          <w:id w:val="-409692515"/>
          <w:placeholder>
            <w:docPart w:val="FFF46E26C2334E4595C26CA43C13311D"/>
          </w:placeholder>
          <w:showingPlcHdr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452BE4">
            <w:t>[Your Name]</w:t>
          </w:r>
        </w:sdtContent>
      </w:sdt>
    </w:p>
    <w:p w:rsidR="003B50A7" w:rsidRPr="002E782C" w:rsidRDefault="00902BAD">
      <w:pPr>
        <w:pStyle w:val="Signature"/>
        <w:rPr>
          <w:sz w:val="24"/>
        </w:rPr>
      </w:pPr>
      <w:sdt>
        <w:sdtPr>
          <w:rPr>
            <w:sz w:val="24"/>
          </w:rPr>
          <w:id w:val="1481661383"/>
          <w:placeholder>
            <w:docPart w:val="F9281196B2AF401DA656183C68D95779"/>
          </w:placeholder>
          <w:temporary/>
          <w:showingPlcHdr/>
          <w15:appearance w15:val="hidden"/>
        </w:sdtPr>
        <w:sdtEndPr/>
        <w:sdtContent>
          <w:r w:rsidRPr="002E782C">
            <w:rPr>
              <w:sz w:val="24"/>
            </w:rPr>
            <w:t>[Title]</w:t>
          </w:r>
        </w:sdtContent>
      </w:sdt>
    </w:p>
    <w:sectPr w:rsidR="003B50A7" w:rsidRPr="002E782C" w:rsidSect="002E782C">
      <w:headerReference w:type="default" r:id="rId9"/>
      <w:pgSz w:w="12240" w:h="15840"/>
      <w:pgMar w:top="900" w:right="1440" w:bottom="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AD" w:rsidRDefault="00902BAD">
      <w:pPr>
        <w:spacing w:after="0" w:line="240" w:lineRule="auto"/>
      </w:pPr>
      <w:r>
        <w:separator/>
      </w:r>
    </w:p>
  </w:endnote>
  <w:endnote w:type="continuationSeparator" w:id="0">
    <w:p w:rsidR="00902BAD" w:rsidRDefault="0090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AD" w:rsidRDefault="00902BAD">
      <w:pPr>
        <w:spacing w:after="0" w:line="240" w:lineRule="auto"/>
      </w:pPr>
      <w:r>
        <w:separator/>
      </w:r>
    </w:p>
  </w:footnote>
  <w:footnote w:type="continuationSeparator" w:id="0">
    <w:p w:rsidR="00902BAD" w:rsidRDefault="00902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0A7" w:rsidRPr="002E782C" w:rsidRDefault="002E782C" w:rsidP="002E782C">
    <w:pPr>
      <w:pStyle w:val="Header"/>
    </w:pPr>
    <w: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8DE53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2C"/>
    <w:rsid w:val="002E782C"/>
    <w:rsid w:val="003B50A7"/>
    <w:rsid w:val="00452BE4"/>
    <w:rsid w:val="0090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575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2"/>
    <w:pPr>
      <w:contextualSpacing/>
    </w:pPr>
  </w:style>
  <w:style w:type="character" w:customStyle="1" w:styleId="HeaderChar">
    <w:name w:val="Header Char"/>
    <w:basedOn w:val="DefaultParagraphFont"/>
    <w:link w:val="Header"/>
    <w:uiPriority w:val="2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pacing w:val="4"/>
      <w:sz w:val="20"/>
      <w:szCs w:val="20"/>
    </w:rPr>
  </w:style>
  <w:style w:type="paragraph" w:styleId="ListBullet">
    <w:name w:val="List Bullet"/>
    <w:basedOn w:val="Normal"/>
    <w:uiPriority w:val="1"/>
    <w:qFormat/>
    <w:pPr>
      <w:numPr>
        <w:numId w:val="1"/>
      </w:numPr>
      <w:ind w:left="792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2E7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82C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ack%20to%20school%20welcome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46E26C2334E4595C26CA43C133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1408A-4B77-489E-B57D-F13BBCC46663}"/>
      </w:docPartPr>
      <w:docPartBody>
        <w:p w:rsidR="00000000" w:rsidRDefault="005E1A62">
          <w:pPr>
            <w:pStyle w:val="FFF46E26C2334E4595C26CA43C13311D"/>
          </w:pPr>
          <w:r>
            <w:t>[Your Name]</w:t>
          </w:r>
        </w:p>
      </w:docPartBody>
    </w:docPart>
    <w:docPart>
      <w:docPartPr>
        <w:name w:val="247F61D59A124E928D58997C6765E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C7506-F47B-4E80-A76D-81647864D67A}"/>
      </w:docPartPr>
      <w:docPartBody>
        <w:p w:rsidR="00000000" w:rsidRDefault="005E1A62">
          <w:pPr>
            <w:pStyle w:val="247F61D59A124E928D58997C6765EC78"/>
          </w:pPr>
          <w:r>
            <w:t>[School Name]</w:t>
          </w:r>
        </w:p>
      </w:docPartBody>
    </w:docPart>
    <w:docPart>
      <w:docPartPr>
        <w:name w:val="0D268117E72F4EF1B5EE748848444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6917E-7F08-42C1-AA04-5F41ADA74F03}"/>
      </w:docPartPr>
      <w:docPartBody>
        <w:p w:rsidR="00000000" w:rsidRDefault="005E1A62">
          <w:pPr>
            <w:pStyle w:val="0D268117E72F4EF1B5EE748848444DC4"/>
          </w:pPr>
          <w:r>
            <w:t>[Street Address]</w:t>
          </w:r>
        </w:p>
      </w:docPartBody>
    </w:docPart>
    <w:docPart>
      <w:docPartPr>
        <w:name w:val="18B0C16D56734028B52D79A7320DD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657C0-BB0A-4EC1-8C1B-764AF1549E62}"/>
      </w:docPartPr>
      <w:docPartBody>
        <w:p w:rsidR="00000000" w:rsidRDefault="005E1A62">
          <w:pPr>
            <w:pStyle w:val="18B0C16D56734028B52D79A7320DD470"/>
          </w:pPr>
          <w:r>
            <w:t>[City, ST ZIP Code]</w:t>
          </w:r>
        </w:p>
      </w:docPartBody>
    </w:docPart>
    <w:docPart>
      <w:docPartPr>
        <w:name w:val="42533859ECD545BDB505FCDBA2A8E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C84B3-D960-4344-B1FD-38C3EE05D602}"/>
      </w:docPartPr>
      <w:docPartBody>
        <w:p w:rsidR="00000000" w:rsidRDefault="005E1A62">
          <w:pPr>
            <w:pStyle w:val="42533859ECD545BDB505FCDBA2A8ED46"/>
          </w:pPr>
          <w:r>
            <w:rPr>
              <w:rStyle w:val="PlaceholderText"/>
            </w:rPr>
            <w:t>[phone]</w:t>
          </w:r>
        </w:p>
      </w:docPartBody>
    </w:docPart>
    <w:docPart>
      <w:docPartPr>
        <w:name w:val="41169CD69613427DAC31DCAF39D78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15FD9-B764-41E3-9BC0-B24DEDA235C6}"/>
      </w:docPartPr>
      <w:docPartBody>
        <w:p w:rsidR="00000000" w:rsidRDefault="005E1A62">
          <w:pPr>
            <w:pStyle w:val="41169CD69613427DAC31DCAF39D78835"/>
          </w:pPr>
          <w:r>
            <w:rPr>
              <w:rStyle w:val="PlaceholderText"/>
            </w:rPr>
            <w:t>[email]</w:t>
          </w:r>
        </w:p>
      </w:docPartBody>
    </w:docPart>
    <w:docPart>
      <w:docPartPr>
        <w:name w:val="BC105133E2DB47A4983BA0B8C55E3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6C8B4-0589-4724-923D-3A509B60CAF8}"/>
      </w:docPartPr>
      <w:docPartBody>
        <w:p w:rsidR="00000000" w:rsidRDefault="005E1A62">
          <w:pPr>
            <w:pStyle w:val="BC105133E2DB47A4983BA0B8C55E302B"/>
          </w:pPr>
          <w:r>
            <w:t>[Date]</w:t>
          </w:r>
        </w:p>
      </w:docPartBody>
    </w:docPart>
    <w:docPart>
      <w:docPartPr>
        <w:name w:val="743266C77F324110B368E6E68746D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263BB-E5F4-4FFA-B76B-339025EA144F}"/>
      </w:docPartPr>
      <w:docPartBody>
        <w:p w:rsidR="00000000" w:rsidRDefault="005E1A62">
          <w:pPr>
            <w:pStyle w:val="743266C77F324110B368E6E68746D4E8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5E574BA362B14B30B233BAD12CD6E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A01D5-F96C-4B31-9AF2-8B395DDD35A9}"/>
      </w:docPartPr>
      <w:docPartBody>
        <w:p w:rsidR="00000000" w:rsidRDefault="005E1A62">
          <w:pPr>
            <w:pStyle w:val="5E574BA362B14B30B233BAD12CD6E624"/>
          </w:pPr>
          <w:r>
            <w:rPr>
              <w:rStyle w:val="PlaceholderText"/>
            </w:rPr>
            <w:t>[Name]</w:t>
          </w:r>
        </w:p>
      </w:docPartBody>
    </w:docPart>
    <w:docPart>
      <w:docPartPr>
        <w:name w:val="2AB7E80BC665462AB2F9670090C10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313-F8A4-4C55-8374-1DE445CFAD00}"/>
      </w:docPartPr>
      <w:docPartBody>
        <w:p w:rsidR="00000000" w:rsidRDefault="005E1A62">
          <w:pPr>
            <w:pStyle w:val="2AB7E80BC665462AB2F9670090C10C9F"/>
          </w:pPr>
          <w:r>
            <w:rPr>
              <w:rStyle w:val="PlaceholderText"/>
            </w:rPr>
            <w:t>[grade/class]</w:t>
          </w:r>
        </w:p>
      </w:docPartBody>
    </w:docPart>
    <w:docPart>
      <w:docPartPr>
        <w:name w:val="A341E922A7F64DBD84FB65C5101F3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B7E2-062A-4545-B95D-C97FA6AE277E}"/>
      </w:docPartPr>
      <w:docPartBody>
        <w:p w:rsidR="00000000" w:rsidRDefault="005E1A62">
          <w:pPr>
            <w:pStyle w:val="A341E922A7F64DBD84FB65C5101F3D0E"/>
          </w:pPr>
          <w:r>
            <w:rPr>
              <w:rStyle w:val="PlaceholderText"/>
            </w:rPr>
            <w:t>[Curriculum area]</w:t>
          </w:r>
        </w:p>
      </w:docPartBody>
    </w:docPart>
    <w:docPart>
      <w:docPartPr>
        <w:name w:val="F51199CA872B452BAA31D9E769F81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03BFF-5BF8-4C48-AE45-DB4FBBC079C5}"/>
      </w:docPartPr>
      <w:docPartBody>
        <w:p w:rsidR="00000000" w:rsidRDefault="005E1A62">
          <w:pPr>
            <w:pStyle w:val="F51199CA872B452BAA31D9E769F813CB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A8DB5E31521A42369DCB92E98C599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819AD-0546-4C6F-9789-90723A93E6E9}"/>
      </w:docPartPr>
      <w:docPartBody>
        <w:p w:rsidR="00000000" w:rsidRDefault="005E1A62">
          <w:pPr>
            <w:pStyle w:val="A8DB5E31521A42369DCB92E98C59934F"/>
          </w:pPr>
          <w:r>
            <w:rPr>
              <w:rStyle w:val="PlaceholderText"/>
            </w:rPr>
            <w:t>[Supply item]</w:t>
          </w:r>
        </w:p>
      </w:docPartBody>
    </w:docPart>
    <w:docPart>
      <w:docPartPr>
        <w:name w:val="A1491143FE5D405FA7E93638186BD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9A319-F411-4513-9AF6-86E11CF64D1A}"/>
      </w:docPartPr>
      <w:docPartBody>
        <w:p w:rsidR="00000000" w:rsidRDefault="005E1A62">
          <w:pPr>
            <w:pStyle w:val="A1491143FE5D405FA7E93638186BD739"/>
          </w:pPr>
          <w:r>
            <w:rPr>
              <w:rStyle w:val="PlaceholderText"/>
            </w:rPr>
            <w:t>[homework policy]</w:t>
          </w:r>
        </w:p>
      </w:docPartBody>
    </w:docPart>
    <w:docPart>
      <w:docPartPr>
        <w:name w:val="448FAFB92E1B450A87678E043D1F8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10A82-B494-467C-A05C-B25B9B9F9ECA}"/>
      </w:docPartPr>
      <w:docPartBody>
        <w:p w:rsidR="00000000" w:rsidRDefault="005E1A62">
          <w:pPr>
            <w:pStyle w:val="448FAFB92E1B450A87678E043D1F81EA"/>
          </w:pPr>
          <w:r>
            <w:rPr>
              <w:rStyle w:val="PlaceholderText"/>
            </w:rPr>
            <w:t>[grading policy]</w:t>
          </w:r>
        </w:p>
      </w:docPartBody>
    </w:docPart>
    <w:docPart>
      <w:docPartPr>
        <w:name w:val="17A23004E8AA40AF8076A9F2499C9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A1D97-23F2-4DD7-A154-8E9C1D8961AF}"/>
      </w:docPartPr>
      <w:docPartBody>
        <w:p w:rsidR="00000000" w:rsidRDefault="005E1A62">
          <w:pPr>
            <w:pStyle w:val="17A23004E8AA40AF8076A9F2499C9700"/>
          </w:pPr>
          <w:r>
            <w:t>[Event]</w:t>
          </w:r>
        </w:p>
      </w:docPartBody>
    </w:docPart>
    <w:docPart>
      <w:docPartPr>
        <w:name w:val="1E48DFBF27CE4AD185631EF05D21A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A32E9-2F32-408C-8933-6851F9D4F55B}"/>
      </w:docPartPr>
      <w:docPartBody>
        <w:p w:rsidR="00000000" w:rsidRDefault="005E1A62">
          <w:pPr>
            <w:pStyle w:val="1E48DFBF27CE4AD185631EF05D21AB68"/>
          </w:pPr>
          <w:r>
            <w:rPr>
              <w:rStyle w:val="PlaceholderText"/>
            </w:rPr>
            <w:t>[Opportunity]</w:t>
          </w:r>
        </w:p>
      </w:docPartBody>
    </w:docPart>
    <w:docPart>
      <w:docPartPr>
        <w:name w:val="B2AA0862A92040838AC28F9D64089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3FA86-8BA0-4187-A680-676E12A2E705}"/>
      </w:docPartPr>
      <w:docPartBody>
        <w:p w:rsidR="00000000" w:rsidRDefault="005E1A62">
          <w:pPr>
            <w:pStyle w:val="B2AA0862A92040838AC28F9D640892D7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917523FE854F4D5FA00BE91D4476E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B5DCC-FDE1-41B4-8A29-B4FAB1E1172A}"/>
      </w:docPartPr>
      <w:docPartBody>
        <w:p w:rsidR="00000000" w:rsidRDefault="005E1A62">
          <w:pPr>
            <w:pStyle w:val="917523FE854F4D5FA00BE91D4476E12E"/>
          </w:pPr>
          <w:r>
            <w:rPr>
              <w:rStyle w:val="PlaceholderText"/>
            </w:rPr>
            <w:t xml:space="preserve">[email </w:t>
          </w:r>
          <w:r>
            <w:rPr>
              <w:rStyle w:val="PlaceholderText"/>
            </w:rPr>
            <w:t>address]</w:t>
          </w:r>
        </w:p>
      </w:docPartBody>
    </w:docPart>
    <w:docPart>
      <w:docPartPr>
        <w:name w:val="F9281196B2AF401DA656183C68D95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AC8C7-86D4-4848-96D6-651D38B4BF00}"/>
      </w:docPartPr>
      <w:docPartBody>
        <w:p w:rsidR="00000000" w:rsidRDefault="005E1A62">
          <w:pPr>
            <w:pStyle w:val="F9281196B2AF401DA656183C68D95779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62"/>
    <w:rsid w:val="005E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46E26C2334E4595C26CA43C13311D">
    <w:name w:val="FFF46E26C2334E4595C26CA43C13311D"/>
  </w:style>
  <w:style w:type="paragraph" w:customStyle="1" w:styleId="247F61D59A124E928D58997C6765EC78">
    <w:name w:val="247F61D59A124E928D58997C6765EC78"/>
  </w:style>
  <w:style w:type="paragraph" w:customStyle="1" w:styleId="0D268117E72F4EF1B5EE748848444DC4">
    <w:name w:val="0D268117E72F4EF1B5EE748848444DC4"/>
  </w:style>
  <w:style w:type="paragraph" w:customStyle="1" w:styleId="18B0C16D56734028B52D79A7320DD470">
    <w:name w:val="18B0C16D56734028B52D79A7320DD47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2533859ECD545BDB505FCDBA2A8ED46">
    <w:name w:val="42533859ECD545BDB505FCDBA2A8ED46"/>
  </w:style>
  <w:style w:type="paragraph" w:customStyle="1" w:styleId="41169CD69613427DAC31DCAF39D78835">
    <w:name w:val="41169CD69613427DAC31DCAF39D78835"/>
  </w:style>
  <w:style w:type="paragraph" w:customStyle="1" w:styleId="BC105133E2DB47A4983BA0B8C55E302B">
    <w:name w:val="BC105133E2DB47A4983BA0B8C55E302B"/>
  </w:style>
  <w:style w:type="paragraph" w:customStyle="1" w:styleId="743266C77F324110B368E6E68746D4E8">
    <w:name w:val="743266C77F324110B368E6E68746D4E8"/>
  </w:style>
  <w:style w:type="paragraph" w:customStyle="1" w:styleId="5E574BA362B14B30B233BAD12CD6E624">
    <w:name w:val="5E574BA362B14B30B233BAD12CD6E624"/>
  </w:style>
  <w:style w:type="paragraph" w:customStyle="1" w:styleId="2AB7E80BC665462AB2F9670090C10C9F">
    <w:name w:val="2AB7E80BC665462AB2F9670090C10C9F"/>
  </w:style>
  <w:style w:type="paragraph" w:customStyle="1" w:styleId="A341E922A7F64DBD84FB65C5101F3D0E">
    <w:name w:val="A341E922A7F64DBD84FB65C5101F3D0E"/>
  </w:style>
  <w:style w:type="paragraph" w:customStyle="1" w:styleId="F51199CA872B452BAA31D9E769F813CB">
    <w:name w:val="F51199CA872B452BAA31D9E769F813CB"/>
  </w:style>
  <w:style w:type="paragraph" w:customStyle="1" w:styleId="A8DB5E31521A42369DCB92E98C59934F">
    <w:name w:val="A8DB5E31521A42369DCB92E98C59934F"/>
  </w:style>
  <w:style w:type="paragraph" w:customStyle="1" w:styleId="A1491143FE5D405FA7E93638186BD739">
    <w:name w:val="A1491143FE5D405FA7E93638186BD739"/>
  </w:style>
  <w:style w:type="paragraph" w:customStyle="1" w:styleId="448FAFB92E1B450A87678E043D1F81EA">
    <w:name w:val="448FAFB92E1B450A87678E043D1F81EA"/>
  </w:style>
  <w:style w:type="paragraph" w:customStyle="1" w:styleId="17A23004E8AA40AF8076A9F2499C9700">
    <w:name w:val="17A23004E8AA40AF8076A9F2499C9700"/>
  </w:style>
  <w:style w:type="paragraph" w:customStyle="1" w:styleId="1E48DFBF27CE4AD185631EF05D21AB68">
    <w:name w:val="1E48DFBF27CE4AD185631EF05D21AB68"/>
  </w:style>
  <w:style w:type="paragraph" w:customStyle="1" w:styleId="B2AA0862A92040838AC28F9D640892D7">
    <w:name w:val="B2AA0862A92040838AC28F9D640892D7"/>
  </w:style>
  <w:style w:type="paragraph" w:customStyle="1" w:styleId="917523FE854F4D5FA00BE91D4476E12E">
    <w:name w:val="917523FE854F4D5FA00BE91D4476E12E"/>
  </w:style>
  <w:style w:type="paragraph" w:customStyle="1" w:styleId="F9281196B2AF401DA656183C68D95779">
    <w:name w:val="F9281196B2AF401DA656183C68D957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2017-09-01T00:00:00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018E9F-C951-4BD1-AF4A-46EBCC28BA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Back to school welcome letter.dotx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2017-08-05T12:26:00Z</dcterms:created>
  <dcterms:modified xsi:type="dcterms:W3CDTF">2017-08-05T12:32:00Z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TC040216689991</vt:lpwstr>
  </property>
</Properties>
</file>