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09D" w:rsidRPr="00941992" w:rsidRDefault="00CD3922">
      <w:pPr>
        <w:pStyle w:val="Title"/>
        <w:rPr>
          <w:rFonts w:ascii="Century Gothic" w:hAnsi="Century Gothic"/>
          <w:sz w:val="36"/>
        </w:rPr>
      </w:pPr>
      <w:r w:rsidRPr="00941992">
        <w:rPr>
          <w:rFonts w:ascii="Century Gothic" w:hAnsi="Century Gothic"/>
          <w:sz w:val="36"/>
        </w:rPr>
        <w:t xml:space="preserve">Vehicle service </w:t>
      </w:r>
      <w:r w:rsidR="00941992">
        <w:rPr>
          <w:rFonts w:ascii="Century Gothic" w:hAnsi="Century Gothic"/>
          <w:sz w:val="36"/>
        </w:rPr>
        <w:t xml:space="preserve">ORDER </w:t>
      </w:r>
      <w:r w:rsidRPr="00941992">
        <w:rPr>
          <w:rFonts w:ascii="Century Gothic" w:hAnsi="Century Gothic"/>
          <w:sz w:val="36"/>
        </w:rPr>
        <w:t>form</w:t>
      </w:r>
    </w:p>
    <w:tbl>
      <w:tblPr>
        <w:tblStyle w:val="TableGridLight"/>
        <w:tblW w:w="9414" w:type="dxa"/>
        <w:tblLook w:val="04A0" w:firstRow="1" w:lastRow="0" w:firstColumn="1" w:lastColumn="0" w:noHBand="0" w:noVBand="1"/>
      </w:tblPr>
      <w:tblGrid>
        <w:gridCol w:w="445"/>
        <w:gridCol w:w="2715"/>
        <w:gridCol w:w="435"/>
        <w:gridCol w:w="2692"/>
        <w:gridCol w:w="458"/>
        <w:gridCol w:w="2669"/>
      </w:tblGrid>
      <w:tr w:rsidR="00A41DB1" w:rsidTr="00434DC7">
        <w:trPr>
          <w:trHeight w:val="188"/>
        </w:trPr>
        <w:tc>
          <w:tcPr>
            <w:tcW w:w="445" w:type="dxa"/>
          </w:tcPr>
          <w:p w:rsidR="00CD3922" w:rsidRDefault="00CD3922" w:rsidP="00CD3922"/>
        </w:tc>
        <w:tc>
          <w:tcPr>
            <w:tcW w:w="2715" w:type="dxa"/>
            <w:tcBorders>
              <w:top w:val="nil"/>
              <w:bottom w:val="nil"/>
            </w:tcBorders>
          </w:tcPr>
          <w:p w:rsidR="00CD3922" w:rsidRPr="00941992" w:rsidRDefault="00CD3922" w:rsidP="00CD3922">
            <w:pPr>
              <w:rPr>
                <w:rFonts w:ascii="Century Gothic" w:hAnsi="Century Gothic"/>
              </w:rPr>
            </w:pPr>
            <w:r w:rsidRPr="00941992">
              <w:rPr>
                <w:rFonts w:ascii="Century Gothic" w:hAnsi="Century Gothic"/>
              </w:rPr>
              <w:t>Service Check</w:t>
            </w:r>
          </w:p>
        </w:tc>
        <w:tc>
          <w:tcPr>
            <w:tcW w:w="435" w:type="dxa"/>
          </w:tcPr>
          <w:p w:rsidR="00CD3922" w:rsidRPr="00941992" w:rsidRDefault="00CD3922" w:rsidP="00CD3922">
            <w:pPr>
              <w:rPr>
                <w:rFonts w:ascii="Century Gothic" w:hAnsi="Century Gothic"/>
              </w:rPr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CD3922" w:rsidRPr="00941992" w:rsidRDefault="00CD3922" w:rsidP="00CD3922">
            <w:pPr>
              <w:rPr>
                <w:rFonts w:ascii="Century Gothic" w:hAnsi="Century Gothic"/>
              </w:rPr>
            </w:pPr>
            <w:r w:rsidRPr="00941992">
              <w:rPr>
                <w:rFonts w:ascii="Century Gothic" w:hAnsi="Century Gothic"/>
              </w:rPr>
              <w:t>Tyre Change</w:t>
            </w:r>
          </w:p>
        </w:tc>
        <w:tc>
          <w:tcPr>
            <w:tcW w:w="458" w:type="dxa"/>
          </w:tcPr>
          <w:p w:rsidR="00CD3922" w:rsidRPr="00941992" w:rsidRDefault="00CD3922" w:rsidP="00CD3922">
            <w:pPr>
              <w:rPr>
                <w:rFonts w:ascii="Century Gothic" w:hAnsi="Century Gothic"/>
              </w:rPr>
            </w:pPr>
          </w:p>
        </w:tc>
        <w:tc>
          <w:tcPr>
            <w:tcW w:w="2669" w:type="dxa"/>
            <w:tcBorders>
              <w:top w:val="nil"/>
              <w:bottom w:val="nil"/>
              <w:right w:val="nil"/>
            </w:tcBorders>
          </w:tcPr>
          <w:p w:rsidR="00CD3922" w:rsidRPr="00941992" w:rsidRDefault="00CD3922" w:rsidP="00CD3922">
            <w:pPr>
              <w:rPr>
                <w:rFonts w:ascii="Century Gothic" w:hAnsi="Century Gothic"/>
              </w:rPr>
            </w:pPr>
            <w:r w:rsidRPr="00941992">
              <w:rPr>
                <w:rFonts w:ascii="Century Gothic" w:hAnsi="Century Gothic"/>
              </w:rPr>
              <w:t>Replacement</w:t>
            </w:r>
          </w:p>
        </w:tc>
      </w:tr>
    </w:tbl>
    <w:p w:rsidR="00CD3922" w:rsidRPr="00CD3922" w:rsidRDefault="00CD3922" w:rsidP="00CD3922"/>
    <w:tbl>
      <w:tblPr>
        <w:tblW w:w="0" w:type="auto"/>
        <w:tblBorders>
          <w:bottom w:val="dotted" w:sz="4" w:space="0" w:color="BFBFBF" w:themeColor="background1" w:themeShade="BF"/>
        </w:tblBorders>
        <w:tblCellMar>
          <w:left w:w="0" w:type="dxa"/>
          <w:bottom w:w="216" w:type="dxa"/>
          <w:right w:w="0" w:type="dxa"/>
        </w:tblCellMar>
        <w:tblLook w:val="04A0" w:firstRow="1" w:lastRow="0" w:firstColumn="1" w:lastColumn="0" w:noHBand="0" w:noVBand="1"/>
        <w:tblDescription w:val="Form Info"/>
      </w:tblPr>
      <w:tblGrid>
        <w:gridCol w:w="4672"/>
        <w:gridCol w:w="4688"/>
      </w:tblGrid>
      <w:tr w:rsidR="00EA509D">
        <w:tc>
          <w:tcPr>
            <w:tcW w:w="4672" w:type="dxa"/>
          </w:tcPr>
          <w:sdt>
            <w:sdtPr>
              <w:rPr>
                <w:rFonts w:ascii="Century Gothic" w:hAnsi="Century Gothic"/>
                <w:b/>
              </w:rPr>
              <w:alias w:val="Author"/>
              <w:tag w:val=""/>
              <w:id w:val="-789890793"/>
              <w:placeholder>
                <w:docPart w:val="9E10DC00C6604417ACC6F1635BA0BE5F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p w:rsidR="00EA509D" w:rsidRPr="00B17CF0" w:rsidRDefault="00A41DB1">
                <w:pPr>
                  <w:pStyle w:val="FormInfo"/>
                  <w:rPr>
                    <w:rFonts w:ascii="Century Gothic" w:hAnsi="Century Gothic"/>
                    <w:b/>
                  </w:rPr>
                </w:pPr>
                <w:r w:rsidRPr="00B17CF0">
                  <w:rPr>
                    <w:rFonts w:ascii="Century Gothic" w:hAnsi="Century Gothic"/>
                    <w:b/>
                  </w:rPr>
                  <w:t>CLIENT</w:t>
                </w:r>
              </w:p>
            </w:sdtContent>
          </w:sdt>
          <w:p w:rsidR="00EA509D" w:rsidRPr="00941992" w:rsidRDefault="00A41DB1">
            <w:pPr>
              <w:pStyle w:val="ContactInfo"/>
              <w:rPr>
                <w:rFonts w:ascii="Century Gothic" w:hAnsi="Century Gothic"/>
              </w:rPr>
            </w:pPr>
            <w:r w:rsidRPr="00941992">
              <w:rPr>
                <w:rFonts w:ascii="Century Gothic" w:hAnsi="Century Gothic"/>
              </w:rPr>
              <w:t>Owner’s Name:</w:t>
            </w:r>
          </w:p>
          <w:p w:rsidR="00EA509D" w:rsidRPr="00941992" w:rsidRDefault="00A41DB1">
            <w:pPr>
              <w:pStyle w:val="ContactInfo"/>
              <w:rPr>
                <w:rFonts w:ascii="Century Gothic" w:hAnsi="Century Gothic"/>
              </w:rPr>
            </w:pPr>
            <w:r w:rsidRPr="00941992">
              <w:rPr>
                <w:rFonts w:ascii="Century Gothic" w:hAnsi="Century Gothic"/>
              </w:rPr>
              <w:t>Contact No.</w:t>
            </w:r>
          </w:p>
          <w:p w:rsidR="00EA509D" w:rsidRPr="00941992" w:rsidRDefault="00A41DB1">
            <w:pPr>
              <w:pStyle w:val="ContactInfo"/>
              <w:rPr>
                <w:rFonts w:ascii="Century Gothic" w:hAnsi="Century Gothic"/>
              </w:rPr>
            </w:pPr>
            <w:r w:rsidRPr="00941992">
              <w:rPr>
                <w:rFonts w:ascii="Century Gothic" w:hAnsi="Century Gothic"/>
              </w:rPr>
              <w:t>Current Mileage</w:t>
            </w:r>
          </w:p>
        </w:tc>
        <w:tc>
          <w:tcPr>
            <w:tcW w:w="4688" w:type="dxa"/>
          </w:tcPr>
          <w:p w:rsidR="00EA509D" w:rsidRPr="00941992" w:rsidRDefault="00A41DB1">
            <w:pPr>
              <w:pStyle w:val="FormInfo"/>
              <w:rPr>
                <w:rFonts w:ascii="Century Gothic" w:hAnsi="Century Gothic"/>
                <w:sz w:val="24"/>
                <w:szCs w:val="24"/>
              </w:rPr>
            </w:pPr>
            <w:r w:rsidRPr="00941992">
              <w:rPr>
                <w:rStyle w:val="FormHeadingChar"/>
                <w:rFonts w:ascii="Century Gothic" w:hAnsi="Century Gothic"/>
                <w:sz w:val="24"/>
                <w:szCs w:val="24"/>
              </w:rPr>
              <w:t>Service Mechanic</w:t>
            </w:r>
            <w:r w:rsidR="00977BBE" w:rsidRPr="0094199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sdt>
              <w:sdtPr>
                <w:rPr>
                  <w:rFonts w:ascii="Century Gothic" w:hAnsi="Century Gothic"/>
                  <w:sz w:val="24"/>
                  <w:szCs w:val="24"/>
                </w:rPr>
                <w:alias w:val="Location"/>
                <w:tag w:val=""/>
                <w:id w:val="1154722675"/>
                <w:placeholder>
                  <w:docPart w:val="63BEE66C4E94418EA5F798298CAD7FF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Pr="00941992">
                  <w:rPr>
                    <w:rFonts w:ascii="Century Gothic" w:hAnsi="Century Gothic"/>
                    <w:sz w:val="24"/>
                    <w:szCs w:val="24"/>
                  </w:rPr>
                  <w:t>[Name]</w:t>
                </w:r>
              </w:sdtContent>
            </w:sdt>
          </w:p>
          <w:p w:rsidR="00EA509D" w:rsidRPr="00941992" w:rsidRDefault="00977BBE">
            <w:pPr>
              <w:pStyle w:val="FormInfo"/>
              <w:rPr>
                <w:rFonts w:ascii="Century Gothic" w:hAnsi="Century Gothic"/>
                <w:sz w:val="24"/>
                <w:szCs w:val="24"/>
              </w:rPr>
            </w:pPr>
            <w:r w:rsidRPr="00941992">
              <w:rPr>
                <w:rStyle w:val="FormHeadingChar"/>
                <w:rFonts w:ascii="Century Gothic" w:hAnsi="Century Gothic"/>
                <w:sz w:val="24"/>
                <w:szCs w:val="24"/>
              </w:rPr>
              <w:t>When:</w:t>
            </w:r>
            <w:r w:rsidRPr="0094199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sdt>
              <w:sdtPr>
                <w:rPr>
                  <w:rFonts w:ascii="Century Gothic" w:hAnsi="Century Gothic"/>
                  <w:sz w:val="24"/>
                  <w:szCs w:val="24"/>
                </w:rPr>
                <w:alias w:val="Click arrow to select date"/>
                <w:tag w:val=""/>
                <w:id w:val="783078696"/>
                <w:placeholder>
                  <w:docPart w:val="B1EF53EDF73441C38A59D8098D12CE3F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Pr="00941992">
                  <w:rPr>
                    <w:rFonts w:ascii="Century Gothic" w:hAnsi="Century Gothic"/>
                    <w:sz w:val="24"/>
                    <w:szCs w:val="24"/>
                  </w:rPr>
                  <w:t>[Date]</w:t>
                </w:r>
              </w:sdtContent>
            </w:sdt>
            <w:r w:rsidRPr="00941992">
              <w:rPr>
                <w:rFonts w:ascii="Century Gothic" w:hAnsi="Century Gothic"/>
                <w:sz w:val="24"/>
                <w:szCs w:val="24"/>
              </w:rPr>
              <w:t xml:space="preserve">, </w:t>
            </w:r>
            <w:sdt>
              <w:sdtPr>
                <w:rPr>
                  <w:rFonts w:ascii="Century Gothic" w:hAnsi="Century Gothic"/>
                  <w:sz w:val="24"/>
                  <w:szCs w:val="24"/>
                </w:rPr>
                <w:alias w:val="Time"/>
                <w:tag w:val=""/>
                <w:id w:val="-1258907770"/>
                <w:placeholder>
                  <w:docPart w:val="942F807F77724FC8A9AD0F8BF29B0D0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Pr="00941992">
                  <w:rPr>
                    <w:rFonts w:ascii="Century Gothic" w:hAnsi="Century Gothic"/>
                    <w:sz w:val="24"/>
                    <w:szCs w:val="24"/>
                  </w:rPr>
                  <w:t>[time from-to]</w:t>
                </w:r>
              </w:sdtContent>
            </w:sdt>
          </w:p>
        </w:tc>
      </w:tr>
    </w:tbl>
    <w:p w:rsidR="00A41DB1" w:rsidRPr="00941992" w:rsidRDefault="00A41DB1" w:rsidP="00A41DB1">
      <w:pPr>
        <w:pStyle w:val="ListParagraph"/>
        <w:numPr>
          <w:ilvl w:val="0"/>
          <w:numId w:val="1"/>
        </w:numPr>
        <w:tabs>
          <w:tab w:val="left" w:pos="5760"/>
        </w:tabs>
        <w:ind w:left="270" w:hanging="270"/>
        <w:rPr>
          <w:rFonts w:ascii="Century Gothic" w:hAnsi="Century Gothic"/>
        </w:rPr>
      </w:pPr>
      <w:r w:rsidRPr="00941992">
        <w:rPr>
          <w:rFonts w:ascii="Century Gothic" w:hAnsi="Century Gothic"/>
        </w:rPr>
        <w:t>Request for km service check in accordance with the enclosed service book.</w:t>
      </w:r>
    </w:p>
    <w:p w:rsidR="00A41DB1" w:rsidRPr="00941992" w:rsidRDefault="00A41DB1" w:rsidP="00A41DB1">
      <w:pPr>
        <w:pStyle w:val="ListParagraph"/>
        <w:numPr>
          <w:ilvl w:val="0"/>
          <w:numId w:val="2"/>
        </w:numPr>
        <w:tabs>
          <w:tab w:val="left" w:pos="5760"/>
        </w:tabs>
        <w:ind w:left="270" w:hanging="270"/>
        <w:rPr>
          <w:rFonts w:ascii="Century Gothic" w:hAnsi="Century Gothic"/>
        </w:rPr>
      </w:pPr>
      <w:r w:rsidRPr="00941992">
        <w:rPr>
          <w:rFonts w:ascii="Century Gothic" w:hAnsi="Century Gothic"/>
        </w:rPr>
        <w:t>Request for other service (please specify)</w:t>
      </w:r>
    </w:p>
    <w:tbl>
      <w:tblPr>
        <w:tblStyle w:val="TableGridLight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A41DB1" w:rsidTr="00A41DB1">
        <w:tc>
          <w:tcPr>
            <w:tcW w:w="9360" w:type="dxa"/>
          </w:tcPr>
          <w:p w:rsidR="00A41DB1" w:rsidRDefault="00A41DB1">
            <w:pPr>
              <w:tabs>
                <w:tab w:val="left" w:pos="5760"/>
              </w:tabs>
            </w:pPr>
          </w:p>
        </w:tc>
      </w:tr>
      <w:tr w:rsidR="00A41DB1" w:rsidTr="00A41DB1">
        <w:tc>
          <w:tcPr>
            <w:tcW w:w="9360" w:type="dxa"/>
          </w:tcPr>
          <w:p w:rsidR="00A41DB1" w:rsidRDefault="00A41DB1">
            <w:pPr>
              <w:tabs>
                <w:tab w:val="left" w:pos="5760"/>
              </w:tabs>
            </w:pPr>
          </w:p>
        </w:tc>
      </w:tr>
      <w:tr w:rsidR="00A41DB1" w:rsidTr="00A41DB1">
        <w:tc>
          <w:tcPr>
            <w:tcW w:w="9360" w:type="dxa"/>
          </w:tcPr>
          <w:p w:rsidR="00A41DB1" w:rsidRDefault="00A41DB1">
            <w:pPr>
              <w:tabs>
                <w:tab w:val="left" w:pos="5760"/>
              </w:tabs>
            </w:pPr>
          </w:p>
        </w:tc>
      </w:tr>
      <w:tr w:rsidR="00A41DB1" w:rsidTr="00A41DB1">
        <w:tc>
          <w:tcPr>
            <w:tcW w:w="9360" w:type="dxa"/>
          </w:tcPr>
          <w:p w:rsidR="00A41DB1" w:rsidRDefault="00A41DB1">
            <w:pPr>
              <w:tabs>
                <w:tab w:val="left" w:pos="5760"/>
              </w:tabs>
            </w:pPr>
          </w:p>
        </w:tc>
      </w:tr>
      <w:tr w:rsidR="00A41DB1" w:rsidTr="00A41DB1">
        <w:tc>
          <w:tcPr>
            <w:tcW w:w="9360" w:type="dxa"/>
          </w:tcPr>
          <w:p w:rsidR="00A41DB1" w:rsidRDefault="00A41DB1">
            <w:pPr>
              <w:tabs>
                <w:tab w:val="left" w:pos="5760"/>
              </w:tabs>
            </w:pPr>
          </w:p>
        </w:tc>
      </w:tr>
    </w:tbl>
    <w:p w:rsidR="00434DC7" w:rsidRPr="00941992" w:rsidRDefault="00327F05">
      <w:pPr>
        <w:tabs>
          <w:tab w:val="left" w:pos="5760"/>
        </w:tabs>
        <w:rPr>
          <w:rFonts w:ascii="Calibri" w:hAnsi="Calibri" w:cs="Calibri"/>
          <w:sz w:val="28"/>
          <w:szCs w:val="28"/>
        </w:rPr>
      </w:pPr>
      <w:r w:rsidRPr="00941992">
        <w:rPr>
          <w:rFonts w:ascii="Calibri" w:hAnsi="Calibri" w:cs="Calibri"/>
          <w:sz w:val="28"/>
          <w:szCs w:val="28"/>
        </w:rPr>
        <w:t>IMPORTANT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Give one Vehicle Service Form to each garage, every time [COMPANY NAME] is to be invoiced.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Describe defects and deficiencies as precisely as possible (not how repairs should be made).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Any extra accessories must always be agreed upon with your company before you order them.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Keep your service book up to date. Give it to the service mechanic every time you leave your vehicle for service.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Service intervals must be as recommended in your service book.</w:t>
      </w:r>
    </w:p>
    <w:p w:rsidR="00A41DB1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Replacement vehicles will be re-invoiced by [COMPANY NAME] unless other agreement has been made.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Always complete the service form when a customer comes for a service check.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Contact the [COMPANY NAME] Technical Department if more service or repairs are necessary than indicated on the service form.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A service form must be completed about all invoices.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Service checks may only be performed at authorized brand dealer’s garages.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If repair costs exceed [$XXXX] in addition to the cost of the service check, the service mechanic must obtain permission from [COMPANY] before making the repair.</w:t>
      </w:r>
    </w:p>
    <w:p w:rsidR="00434DC7" w:rsidRPr="00941992" w:rsidRDefault="00434DC7" w:rsidP="00434DC7">
      <w:pPr>
        <w:pStyle w:val="ListParagraph"/>
        <w:numPr>
          <w:ilvl w:val="0"/>
          <w:numId w:val="3"/>
        </w:numPr>
        <w:tabs>
          <w:tab w:val="left" w:pos="5760"/>
        </w:tabs>
        <w:ind w:left="180" w:hanging="180"/>
        <w:rPr>
          <w:rFonts w:ascii="Calibri" w:hAnsi="Calibri" w:cs="Calibri"/>
        </w:rPr>
      </w:pPr>
      <w:r w:rsidRPr="00941992">
        <w:rPr>
          <w:rFonts w:ascii="Calibri" w:hAnsi="Calibri" w:cs="Calibri"/>
        </w:rPr>
        <w:t>If you have any questions, please contact the [COMPANY NAME] Technical Department.</w:t>
      </w:r>
    </w:p>
    <w:p w:rsidR="002723EC" w:rsidRPr="00941992" w:rsidRDefault="00977BBE" w:rsidP="002723EC">
      <w:pPr>
        <w:tabs>
          <w:tab w:val="left" w:pos="5760"/>
        </w:tabs>
        <w:rPr>
          <w:rFonts w:ascii="Calibri" w:hAnsi="Calibri" w:cs="Calibri"/>
        </w:rPr>
      </w:pPr>
      <w:r w:rsidRPr="00941992">
        <w:rPr>
          <w:rFonts w:ascii="Calibri" w:hAnsi="Calibri" w:cs="Calibri"/>
        </w:rPr>
        <w:t xml:space="preserve">I give permission </w:t>
      </w:r>
      <w:r w:rsidR="00327F05" w:rsidRPr="00941992">
        <w:rPr>
          <w:rFonts w:ascii="Calibri" w:hAnsi="Calibri" w:cs="Calibri"/>
        </w:rPr>
        <w:t>to [COMPANY NAME] to perform the required service(s)</w:t>
      </w:r>
      <w:r w:rsidRPr="00941992">
        <w:rPr>
          <w:rFonts w:ascii="Calibri" w:hAnsi="Calibri" w:cs="Calibri"/>
        </w:rPr>
        <w:t xml:space="preserve"> on </w:t>
      </w:r>
      <w:sdt>
        <w:sdtPr>
          <w:rPr>
            <w:rFonts w:ascii="Calibri" w:hAnsi="Calibri" w:cs="Calibri"/>
          </w:rPr>
          <w:alias w:val="Click arrow to select date"/>
          <w:tag w:val=""/>
          <w:id w:val="-357975195"/>
          <w:placeholder>
            <w:docPart w:val="68C1D592FD5D4E3FB9F50B51A5252972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1-12-08T00:00:00Z">
            <w:dateFormat w:val="dddd, MMMM dd, yyyy"/>
            <w:lid w:val="en-US"/>
            <w:storeMappedDataAs w:val="dateTime"/>
            <w:calendar w:val="gregorian"/>
          </w:date>
        </w:sdtPr>
        <w:sdtEndPr/>
        <w:sdtContent>
          <w:r w:rsidRPr="00941992">
            <w:rPr>
              <w:rStyle w:val="PlaceholderText"/>
              <w:rFonts w:ascii="Calibri" w:hAnsi="Calibri" w:cs="Calibri"/>
            </w:rPr>
            <w:t>[Date]</w:t>
          </w:r>
        </w:sdtContent>
      </w:sdt>
      <w:r w:rsidRPr="00941992">
        <w:rPr>
          <w:rFonts w:ascii="Calibri" w:hAnsi="Calibri" w:cs="Calibri"/>
        </w:rPr>
        <w:t xml:space="preserve">, </w:t>
      </w:r>
      <w:sdt>
        <w:sdtPr>
          <w:rPr>
            <w:rFonts w:ascii="Calibri" w:hAnsi="Calibri" w:cs="Calibri"/>
          </w:rPr>
          <w:alias w:val="Time"/>
          <w:tag w:val=""/>
          <w:id w:val="1690483214"/>
          <w:placeholder>
            <w:docPart w:val="9E5C8649447B4DD78ED9EB187CCD99E3"/>
          </w:placeholder>
          <w:showingPlcHdr/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Pr="00941992">
            <w:rPr>
              <w:rFonts w:ascii="Calibri" w:hAnsi="Calibri" w:cs="Calibri"/>
            </w:rPr>
            <w:t>[</w:t>
          </w:r>
          <w:r w:rsidRPr="00941992">
            <w:rPr>
              <w:rStyle w:val="PlaceholderText"/>
              <w:rFonts w:ascii="Calibri" w:hAnsi="Calibri" w:cs="Calibri"/>
            </w:rPr>
            <w:t>time from-to]</w:t>
          </w:r>
        </w:sdtContent>
      </w:sdt>
      <w:r w:rsidRPr="00941992">
        <w:rPr>
          <w:rFonts w:ascii="Calibri" w:hAnsi="Calibri" w:cs="Calibri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"/>
      </w:tblPr>
      <w:tblGrid>
        <w:gridCol w:w="4493"/>
        <w:gridCol w:w="374"/>
        <w:gridCol w:w="4493"/>
      </w:tblGrid>
      <w:tr w:rsidR="00EA509D" w:rsidRPr="00941992" w:rsidTr="002723EC">
        <w:tc>
          <w:tcPr>
            <w:tcW w:w="4493" w:type="dxa"/>
            <w:tcBorders>
              <w:bottom w:val="single" w:sz="4" w:space="0" w:color="BFBFBF" w:themeColor="background1" w:themeShade="BF"/>
            </w:tcBorders>
          </w:tcPr>
          <w:p w:rsidR="00EA509D" w:rsidRPr="00941992" w:rsidRDefault="00EA509D" w:rsidP="002723EC">
            <w:pPr>
              <w:pStyle w:val="TableText"/>
              <w:ind w:left="0"/>
              <w:rPr>
                <w:rFonts w:ascii="Calibri" w:hAnsi="Calibri" w:cs="Calibri"/>
              </w:rPr>
            </w:pPr>
          </w:p>
        </w:tc>
        <w:tc>
          <w:tcPr>
            <w:tcW w:w="374" w:type="dxa"/>
          </w:tcPr>
          <w:p w:rsidR="00EA509D" w:rsidRPr="00941992" w:rsidRDefault="00EA509D">
            <w:pPr>
              <w:rPr>
                <w:rFonts w:ascii="Calibri" w:hAnsi="Calibri" w:cs="Calibri"/>
              </w:rPr>
            </w:pPr>
          </w:p>
        </w:tc>
        <w:tc>
          <w:tcPr>
            <w:tcW w:w="4493" w:type="dxa"/>
            <w:tcBorders>
              <w:bottom w:val="single" w:sz="4" w:space="0" w:color="BFBFBF" w:themeColor="background1" w:themeShade="BF"/>
            </w:tcBorders>
          </w:tcPr>
          <w:p w:rsidR="00EA509D" w:rsidRPr="00941992" w:rsidRDefault="00EA509D">
            <w:pPr>
              <w:pStyle w:val="TableText"/>
              <w:rPr>
                <w:rFonts w:ascii="Calibri" w:hAnsi="Calibri" w:cs="Calibri"/>
              </w:rPr>
            </w:pPr>
          </w:p>
        </w:tc>
      </w:tr>
      <w:tr w:rsidR="00EA509D" w:rsidRPr="00941992" w:rsidTr="002723EC">
        <w:tc>
          <w:tcPr>
            <w:tcW w:w="4493" w:type="dxa"/>
            <w:tcBorders>
              <w:top w:val="single" w:sz="4" w:space="0" w:color="BFBFBF" w:themeColor="background1" w:themeShade="BF"/>
            </w:tcBorders>
          </w:tcPr>
          <w:p w:rsidR="00EA509D" w:rsidRPr="00941992" w:rsidRDefault="002723EC">
            <w:pPr>
              <w:pStyle w:val="TableText"/>
              <w:rPr>
                <w:rFonts w:ascii="Calibri" w:hAnsi="Calibri" w:cs="Calibri"/>
              </w:rPr>
            </w:pPr>
            <w:r w:rsidRPr="00941992">
              <w:rPr>
                <w:rFonts w:ascii="Calibri" w:hAnsi="Calibri" w:cs="Calibri"/>
              </w:rPr>
              <w:t>Customer</w:t>
            </w:r>
            <w:r w:rsidR="00977BBE" w:rsidRPr="00941992">
              <w:rPr>
                <w:rFonts w:ascii="Calibri" w:hAnsi="Calibri" w:cs="Calibri"/>
              </w:rPr>
              <w:t xml:space="preserve"> signature</w:t>
            </w:r>
            <w:r w:rsidRPr="00941992">
              <w:rPr>
                <w:rFonts w:ascii="Calibri" w:hAnsi="Calibri" w:cs="Calibri"/>
              </w:rPr>
              <w:t>, DATE</w:t>
            </w:r>
          </w:p>
        </w:tc>
        <w:tc>
          <w:tcPr>
            <w:tcW w:w="374" w:type="dxa"/>
          </w:tcPr>
          <w:p w:rsidR="00EA509D" w:rsidRPr="00941992" w:rsidRDefault="00EA509D">
            <w:pPr>
              <w:pStyle w:val="TableText"/>
              <w:rPr>
                <w:rFonts w:ascii="Calibri" w:hAnsi="Calibri" w:cs="Calibri"/>
              </w:rPr>
            </w:pPr>
          </w:p>
        </w:tc>
        <w:tc>
          <w:tcPr>
            <w:tcW w:w="4493" w:type="dxa"/>
            <w:tcBorders>
              <w:top w:val="single" w:sz="4" w:space="0" w:color="BFBFBF" w:themeColor="background1" w:themeShade="BF"/>
            </w:tcBorders>
          </w:tcPr>
          <w:p w:rsidR="00EA509D" w:rsidRPr="00941992" w:rsidRDefault="002723EC">
            <w:pPr>
              <w:pStyle w:val="TableText"/>
              <w:rPr>
                <w:rFonts w:ascii="Calibri" w:hAnsi="Calibri" w:cs="Calibri"/>
              </w:rPr>
            </w:pPr>
            <w:r w:rsidRPr="00941992">
              <w:rPr>
                <w:rFonts w:ascii="Calibri" w:hAnsi="Calibri" w:cs="Calibri"/>
              </w:rPr>
              <w:t>Repairer STAMP, DATE</w:t>
            </w:r>
            <w:bookmarkStart w:id="0" w:name="_GoBack"/>
            <w:bookmarkEnd w:id="0"/>
          </w:p>
        </w:tc>
      </w:tr>
    </w:tbl>
    <w:p w:rsidR="00EA509D" w:rsidRPr="00042A04" w:rsidRDefault="00042A04">
      <w:pPr>
        <w:rPr>
          <w:i/>
          <w:color w:val="BFBFBF" w:themeColor="background1" w:themeShade="BF"/>
          <w:sz w:val="16"/>
          <w:szCs w:val="16"/>
        </w:rPr>
      </w:pPr>
      <w:r w:rsidRPr="00042A04">
        <w:rPr>
          <w:i/>
          <w:color w:val="BFBFBF" w:themeColor="background1" w:themeShade="BF"/>
          <w:sz w:val="16"/>
          <w:szCs w:val="16"/>
        </w:rPr>
        <w:t>Prepared by: wordexceltemplates.com</w:t>
      </w:r>
    </w:p>
    <w:sectPr w:rsidR="00EA509D" w:rsidRPr="00042A04" w:rsidSect="00B17CF0">
      <w:footerReference w:type="default" r:id="rId9"/>
      <w:footerReference w:type="first" r:id="rId10"/>
      <w:pgSz w:w="12240" w:h="15840" w:code="1"/>
      <w:pgMar w:top="540" w:right="1440" w:bottom="810" w:left="1440" w:header="720" w:footer="4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BBE" w:rsidRDefault="00977BBE">
      <w:r>
        <w:separator/>
      </w:r>
    </w:p>
  </w:endnote>
  <w:endnote w:type="continuationSeparator" w:id="0">
    <w:p w:rsidR="00977BBE" w:rsidRDefault="0097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09D" w:rsidRDefault="00977BBE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17CF0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3EC" w:rsidRDefault="002723EC">
    <w:pPr>
      <w:pStyle w:val="Footer"/>
    </w:pPr>
    <w:r>
      <w:t>Company Name, Street Address, City ST ZIP Code</w:t>
    </w:r>
  </w:p>
  <w:p w:rsidR="002723EC" w:rsidRDefault="00272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BBE" w:rsidRDefault="00977BBE">
      <w:r>
        <w:separator/>
      </w:r>
    </w:p>
  </w:footnote>
  <w:footnote w:type="continuationSeparator" w:id="0">
    <w:p w:rsidR="00977BBE" w:rsidRDefault="00977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0173D"/>
    <w:multiLevelType w:val="hybridMultilevel"/>
    <w:tmpl w:val="60EE1F00"/>
    <w:lvl w:ilvl="0" w:tplc="B8BC9B0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9303D"/>
    <w:multiLevelType w:val="hybridMultilevel"/>
    <w:tmpl w:val="9036F6EA"/>
    <w:lvl w:ilvl="0" w:tplc="DE20045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24840"/>
    <w:multiLevelType w:val="hybridMultilevel"/>
    <w:tmpl w:val="FF7250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22"/>
    <w:rsid w:val="00042A04"/>
    <w:rsid w:val="002723EC"/>
    <w:rsid w:val="00327F05"/>
    <w:rsid w:val="00434DC7"/>
    <w:rsid w:val="00941992"/>
    <w:rsid w:val="00977BBE"/>
    <w:rsid w:val="00A41DB1"/>
    <w:rsid w:val="00B17CF0"/>
    <w:rsid w:val="00CD3922"/>
    <w:rsid w:val="00EA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1D504"/>
  <w15:chartTrackingRefBased/>
  <w15:docId w15:val="{2370C8A8-A5C0-44AB-A7FA-39F4682C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szCs w:val="18"/>
        <w:lang w:val="en-US" w:eastAsia="en-US" w:bidi="ar-SA"/>
      </w:rPr>
    </w:rPrDefault>
    <w:pPrDefault>
      <w:pPr>
        <w:spacing w:after="20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200"/>
    </w:p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480" w:after="6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/>
      <w:outlineLvl w:val="2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unhideWhenUsed/>
    <w:qFormat/>
    <w:pPr>
      <w:pBdr>
        <w:bottom w:val="single" w:sz="4" w:space="6" w:color="BFBFBF" w:themeColor="background1" w:themeShade="BF"/>
      </w:pBdr>
      <w:spacing w:before="0" w:after="480" w:line="240" w:lineRule="auto"/>
      <w:contextualSpacing/>
    </w:pPr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caps/>
      <w:color w:val="000000" w:themeColor="text1"/>
      <w:kern w:val="28"/>
      <w:sz w:val="24"/>
      <w:szCs w:val="2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Info">
    <w:name w:val="Form Info"/>
    <w:basedOn w:val="Normal"/>
    <w:uiPriority w:val="1"/>
    <w:qFormat/>
    <w:pPr>
      <w:spacing w:before="0" w:after="100"/>
    </w:pPr>
    <w:rPr>
      <w:color w:val="000000" w:themeColor="text1"/>
      <w:sz w:val="34"/>
      <w:szCs w:val="34"/>
    </w:rPr>
  </w:style>
  <w:style w:type="paragraph" w:customStyle="1" w:styleId="ContactInfo">
    <w:name w:val="Contact Info"/>
    <w:basedOn w:val="Normal"/>
    <w:uiPriority w:val="1"/>
    <w:qFormat/>
    <w:pPr>
      <w:spacing w:before="0" w:after="40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Emphasis">
    <w:name w:val="Emphasis"/>
    <w:basedOn w:val="DefaultParagraphFont"/>
    <w:uiPriority w:val="20"/>
    <w:qFormat/>
    <w:rPr>
      <w:i w:val="0"/>
      <w:iCs/>
      <w:u w:val="single"/>
    </w:rPr>
  </w:style>
  <w:style w:type="table" w:customStyle="1" w:styleId="FieldTripLetterTable">
    <w:name w:val="Field Trip Letter Table"/>
    <w:basedOn w:val="TableNormal"/>
    <w:uiPriority w:val="99"/>
    <w:pPr>
      <w:spacing w:after="0" w:line="240" w:lineRule="auto"/>
    </w:pPr>
    <w:tblPr>
      <w:tblBorders>
        <w:insideH w:val="single" w:sz="18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F2F2F2" w:themeFill="background1" w:themeFillShade="F2"/>
    </w:tc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6" w:color="BFBFBF" w:themeColor="background1" w:themeShade="BF"/>
      </w:pBdr>
      <w:tabs>
        <w:tab w:val="center" w:pos="4680"/>
        <w:tab w:val="right" w:pos="9360"/>
      </w:tabs>
      <w:spacing w:before="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Pr>
      <w:color w:val="000000" w:themeColor="text1"/>
      <w:szCs w:val="16"/>
    </w:rPr>
  </w:style>
  <w:style w:type="character" w:customStyle="1" w:styleId="Heading1Char">
    <w:name w:val="Heading 1 Char"/>
    <w:basedOn w:val="DefaultParagraphFont"/>
    <w:link w:val="Heading1"/>
    <w:rPr>
      <w:rFonts w:asciiTheme="majorHAnsi" w:eastAsiaTheme="majorEastAsia" w:hAnsiTheme="majorHAnsi" w:cstheme="majorBidi"/>
      <w:b/>
      <w:bCs/>
      <w:color w:val="000000" w:themeColor="text1"/>
      <w:sz w:val="22"/>
      <w:szCs w:val="22"/>
    </w:rPr>
  </w:style>
  <w:style w:type="paragraph" w:customStyle="1" w:styleId="FormHeading">
    <w:name w:val="Form Heading"/>
    <w:basedOn w:val="Normal"/>
    <w:link w:val="FormHeadingChar"/>
    <w:uiPriority w:val="1"/>
    <w:qFormat/>
    <w:rPr>
      <w:color w:val="7F7F7F" w:themeColor="text1" w:themeTint="80"/>
      <w:sz w:val="20"/>
    </w:rPr>
  </w:style>
  <w:style w:type="paragraph" w:customStyle="1" w:styleId="TableText">
    <w:name w:val="Table Text"/>
    <w:basedOn w:val="Normal"/>
    <w:uiPriority w:val="1"/>
    <w:qFormat/>
    <w:pPr>
      <w:spacing w:before="120" w:after="120"/>
      <w:ind w:left="144"/>
    </w:pPr>
  </w:style>
  <w:style w:type="character" w:customStyle="1" w:styleId="FormHeadingChar">
    <w:name w:val="Form Heading Char"/>
    <w:basedOn w:val="DefaultParagraphFont"/>
    <w:link w:val="FormHeading"/>
    <w:uiPriority w:val="1"/>
    <w:rPr>
      <w:color w:val="7F7F7F" w:themeColor="text1" w:themeTint="80"/>
      <w:sz w:val="20"/>
      <w:szCs w:val="16"/>
    </w:rPr>
  </w:style>
  <w:style w:type="paragraph" w:customStyle="1" w:styleId="TableHeading">
    <w:name w:val="Table Heading"/>
    <w:basedOn w:val="Normal"/>
    <w:uiPriority w:val="1"/>
    <w:qFormat/>
    <w:pPr>
      <w:spacing w:before="120" w:after="120"/>
      <w:jc w:val="center"/>
    </w:pPr>
    <w:rPr>
      <w:b/>
      <w:sz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E6E6E" w:themeColor="accent1" w:themeShade="80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E6E6E" w:themeColor="accent1" w:themeShade="80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E6E6E" w:themeColor="accent1" w:themeShade="7F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Cs w:val="16"/>
    </w:rPr>
  </w:style>
  <w:style w:type="table" w:styleId="TableGridLight">
    <w:name w:val="Grid Table Light"/>
    <w:basedOn w:val="TableNormal"/>
    <w:uiPriority w:val="40"/>
    <w:rsid w:val="00CD39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A41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Field%20Trip%20Permission%20Form%20(Junior%20-%20Senior%20High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E10DC00C6604417ACC6F1635BA0BE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115EB-8160-4847-A8F8-F9581DB862DC}"/>
      </w:docPartPr>
      <w:docPartBody>
        <w:p w:rsidR="00000000" w:rsidRDefault="008228F4">
          <w:pPr>
            <w:pStyle w:val="9E10DC00C6604417ACC6F1635BA0BE5F"/>
          </w:pPr>
          <w:r>
            <w:t>[Your Name]</w:t>
          </w:r>
        </w:p>
      </w:docPartBody>
    </w:docPart>
    <w:docPart>
      <w:docPartPr>
        <w:name w:val="63BEE66C4E94418EA5F798298CAD7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E20FE6-CC54-4B52-899B-52052A13B956}"/>
      </w:docPartPr>
      <w:docPartBody>
        <w:p w:rsidR="00000000" w:rsidRDefault="008228F4">
          <w:pPr>
            <w:pStyle w:val="63BEE66C4E94418EA5F798298CAD7FFB"/>
          </w:pPr>
          <w:r>
            <w:t>[Destination]</w:t>
          </w:r>
        </w:p>
      </w:docPartBody>
    </w:docPart>
    <w:docPart>
      <w:docPartPr>
        <w:name w:val="B1EF53EDF73441C38A59D8098D12C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460C5-69DB-422E-A94A-208A678E4BF7}"/>
      </w:docPartPr>
      <w:docPartBody>
        <w:p w:rsidR="00000000" w:rsidRDefault="008228F4">
          <w:pPr>
            <w:pStyle w:val="B1EF53EDF73441C38A59D8098D12CE3F"/>
          </w:pPr>
          <w:r>
            <w:t>[Date]</w:t>
          </w:r>
        </w:p>
      </w:docPartBody>
    </w:docPart>
    <w:docPart>
      <w:docPartPr>
        <w:name w:val="942F807F77724FC8A9AD0F8BF29B0D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72F627-BC97-4086-959C-5392F5E7234B}"/>
      </w:docPartPr>
      <w:docPartBody>
        <w:p w:rsidR="00000000" w:rsidRDefault="008228F4">
          <w:pPr>
            <w:pStyle w:val="942F807F77724FC8A9AD0F8BF29B0D01"/>
          </w:pPr>
          <w:r>
            <w:t>[time from-to]</w:t>
          </w:r>
        </w:p>
      </w:docPartBody>
    </w:docPart>
    <w:docPart>
      <w:docPartPr>
        <w:name w:val="68C1D592FD5D4E3FB9F50B51A5252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6CFDE-4DCA-442B-9A83-0D2ADB5500BF}"/>
      </w:docPartPr>
      <w:docPartBody>
        <w:p w:rsidR="00000000" w:rsidRDefault="008228F4">
          <w:pPr>
            <w:pStyle w:val="68C1D592FD5D4E3FB9F50B51A5252972"/>
          </w:pPr>
          <w:r>
            <w:rPr>
              <w:rStyle w:val="PlaceholderText"/>
            </w:rPr>
            <w:t>[Date]</w:t>
          </w:r>
        </w:p>
      </w:docPartBody>
    </w:docPart>
    <w:docPart>
      <w:docPartPr>
        <w:name w:val="9E5C8649447B4DD78ED9EB187CCD9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31CF16-C39C-474F-AD07-C4E29BCF3775}"/>
      </w:docPartPr>
      <w:docPartBody>
        <w:p w:rsidR="00000000" w:rsidRDefault="008228F4">
          <w:pPr>
            <w:pStyle w:val="9E5C8649447B4DD78ED9EB187CCD99E3"/>
          </w:pPr>
          <w:r>
            <w:t>[</w:t>
          </w:r>
          <w:r>
            <w:rPr>
              <w:rStyle w:val="PlaceholderText"/>
            </w:rPr>
            <w:t>time from-to]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AD"/>
    <w:rsid w:val="008228F4"/>
    <w:rsid w:val="00DB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E10DC00C6604417ACC6F1635BA0BE5F">
    <w:name w:val="9E10DC00C6604417ACC6F1635BA0BE5F"/>
  </w:style>
  <w:style w:type="paragraph" w:customStyle="1" w:styleId="BDF93A148FCE495C9F429FB54101277B">
    <w:name w:val="BDF93A148FCE495C9F429FB54101277B"/>
  </w:style>
  <w:style w:type="paragraph" w:customStyle="1" w:styleId="5D818E840057433CA54FB9128E5DD090">
    <w:name w:val="5D818E840057433CA54FB9128E5DD090"/>
  </w:style>
  <w:style w:type="paragraph" w:customStyle="1" w:styleId="8274446C8AAB40DB816519C8A9CD2B0E">
    <w:name w:val="8274446C8AAB40DB816519C8A9CD2B0E"/>
  </w:style>
  <w:style w:type="paragraph" w:customStyle="1" w:styleId="63BEE66C4E94418EA5F798298CAD7FFB">
    <w:name w:val="63BEE66C4E94418EA5F798298CAD7FFB"/>
  </w:style>
  <w:style w:type="paragraph" w:customStyle="1" w:styleId="B1EF53EDF73441C38A59D8098D12CE3F">
    <w:name w:val="B1EF53EDF73441C38A59D8098D12CE3F"/>
  </w:style>
  <w:style w:type="paragraph" w:customStyle="1" w:styleId="942F807F77724FC8A9AD0F8BF29B0D01">
    <w:name w:val="942F807F77724FC8A9AD0F8BF29B0D01"/>
  </w:style>
  <w:style w:type="character" w:styleId="PlaceholderText">
    <w:name w:val="Placeholder Text"/>
    <w:basedOn w:val="DefaultParagraphFont"/>
    <w:uiPriority w:val="99"/>
    <w:semiHidden/>
    <w:rsid w:val="00DB48AD"/>
    <w:rPr>
      <w:color w:val="808080"/>
    </w:rPr>
  </w:style>
  <w:style w:type="paragraph" w:customStyle="1" w:styleId="4FB3D402D31844ED87C2792A09CFC24F">
    <w:name w:val="4FB3D402D31844ED87C2792A09CFC24F"/>
  </w:style>
  <w:style w:type="paragraph" w:customStyle="1" w:styleId="D76294DC51F847BDBFA8C52E302B1EB5">
    <w:name w:val="D76294DC51F847BDBFA8C52E302B1EB5"/>
  </w:style>
  <w:style w:type="paragraph" w:customStyle="1" w:styleId="68C1D592FD5D4E3FB9F50B51A5252972">
    <w:name w:val="68C1D592FD5D4E3FB9F50B51A5252972"/>
  </w:style>
  <w:style w:type="paragraph" w:customStyle="1" w:styleId="9E5C8649447B4DD78ED9EB187CCD99E3">
    <w:name w:val="9E5C8649447B4DD78ED9EB187CCD99E3"/>
  </w:style>
  <w:style w:type="paragraph" w:customStyle="1" w:styleId="0D226DBB2CDF4EDCB7667DF3957455A5">
    <w:name w:val="0D226DBB2CDF4EDCB7667DF3957455A5"/>
  </w:style>
  <w:style w:type="paragraph" w:customStyle="1" w:styleId="2B4382B8E7BF4C7CA1307B5F45561140">
    <w:name w:val="2B4382B8E7BF4C7CA1307B5F45561140"/>
    <w:rsid w:val="00DB48AD"/>
  </w:style>
  <w:style w:type="paragraph" w:customStyle="1" w:styleId="336719A8E0C548D6B7F6BA55CEC756F7">
    <w:name w:val="336719A8E0C548D6B7F6BA55CEC756F7"/>
    <w:rsid w:val="00DB48AD"/>
  </w:style>
  <w:style w:type="paragraph" w:customStyle="1" w:styleId="74F812F491A345D193A1A0F9BD257164">
    <w:name w:val="74F812F491A345D193A1A0F9BD257164"/>
    <w:rsid w:val="00DB48AD"/>
  </w:style>
  <w:style w:type="paragraph" w:customStyle="1" w:styleId="8E7A4209EF7742C797774B10811BF68B">
    <w:name w:val="8E7A4209EF7742C797774B10811BF68B"/>
    <w:rsid w:val="00DB48AD"/>
  </w:style>
  <w:style w:type="paragraph" w:customStyle="1" w:styleId="0E668D744BEC4ABEBFE022E5B9612D93">
    <w:name w:val="0E668D744BEC4ABEBFE022E5B9612D93"/>
    <w:rsid w:val="00DB48AD"/>
  </w:style>
  <w:style w:type="paragraph" w:customStyle="1" w:styleId="FE6A98A8E9F941829D53660CA703C9AB">
    <w:name w:val="FE6A98A8E9F941829D53660CA703C9AB"/>
    <w:rsid w:val="00DB48AD"/>
  </w:style>
  <w:style w:type="paragraph" w:customStyle="1" w:styleId="2985DFAD4E2440E890D5050FDBB0FF7D">
    <w:name w:val="2985DFAD4E2440E890D5050FDBB0FF7D"/>
    <w:rsid w:val="00DB48AD"/>
  </w:style>
  <w:style w:type="paragraph" w:customStyle="1" w:styleId="E213D2272D234387B7A5E78C2D331D53">
    <w:name w:val="E213D2272D234387B7A5E78C2D331D53"/>
    <w:rsid w:val="00DB48AD"/>
  </w:style>
  <w:style w:type="paragraph" w:customStyle="1" w:styleId="E0FB45C7242C4B3A9A619904A08942BB">
    <w:name w:val="E0FB45C7242C4B3A9A619904A08942BB"/>
    <w:rsid w:val="00DB48AD"/>
  </w:style>
  <w:style w:type="paragraph" w:customStyle="1" w:styleId="552C7E8ABD0541BBB19EF19D3BC7E3D4">
    <w:name w:val="552C7E8ABD0541BBB19EF19D3BC7E3D4"/>
    <w:rsid w:val="00DB48AD"/>
  </w:style>
  <w:style w:type="paragraph" w:customStyle="1" w:styleId="246F7E2B7A434B72AFAD4F722D30F875">
    <w:name w:val="246F7E2B7A434B72AFAD4F722D30F875"/>
    <w:rsid w:val="00DB48AD"/>
  </w:style>
  <w:style w:type="paragraph" w:customStyle="1" w:styleId="CAD32BD1CCEE4FE6AEB62ABE5147549F">
    <w:name w:val="CAD32BD1CCEE4FE6AEB62ABE5147549F"/>
    <w:rsid w:val="00DB48AD"/>
  </w:style>
  <w:style w:type="paragraph" w:customStyle="1" w:styleId="85946E4D17324665B42FB2B24F7DE082">
    <w:name w:val="85946E4D17324665B42FB2B24F7DE082"/>
    <w:rsid w:val="00DB48AD"/>
  </w:style>
  <w:style w:type="paragraph" w:customStyle="1" w:styleId="49E889CD410C41259D251C9BBBE4482F">
    <w:name w:val="49E889CD410C41259D251C9BBBE4482F"/>
    <w:rsid w:val="00DB48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ivic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42A71C-B623-4EBF-BB44-1E61CF22D1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Field Trip Permission Form (Junior - Senior High).dotx</Template>
  <TotalTime>24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[Name]</dc:subject>
  <dc:creator>CLIENT</dc:creator>
  <cp:keywords/>
  <cp:lastModifiedBy>Alex</cp:lastModifiedBy>
  <cp:revision>8</cp:revision>
  <dcterms:created xsi:type="dcterms:W3CDTF">2017-07-12T07:16:00Z</dcterms:created>
  <dcterms:modified xsi:type="dcterms:W3CDTF">2017-07-12T07:41:00Z</dcterms:modified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TC028051409991</vt:lpwstr>
  </property>
</Properties>
</file>