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2F4" w:rsidRDefault="008013FE" w:rsidP="00FA02F4">
      <w:pPr>
        <w:pStyle w:val="Heading1"/>
      </w:pPr>
      <w:r>
        <w:t>vehicle</w:t>
      </w:r>
      <w:r w:rsidR="00FA02F4" w:rsidRPr="006E307F">
        <w:t xml:space="preserve"> </w:t>
      </w:r>
      <w:r>
        <w:t xml:space="preserve">periodic </w:t>
      </w:r>
      <w:r w:rsidR="00FA02F4" w:rsidRPr="006E307F">
        <w:t>maintenance schedule</w:t>
      </w:r>
    </w:p>
    <w:tbl>
      <w:tblPr>
        <w:tblW w:w="5000" w:type="pct"/>
        <w:tblBorders>
          <w:bottom w:val="single" w:sz="4" w:space="0" w:color="808080" w:themeColor="background1" w:themeShade="80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887"/>
        <w:gridCol w:w="1867"/>
        <w:gridCol w:w="985"/>
        <w:gridCol w:w="1867"/>
        <w:gridCol w:w="922"/>
        <w:gridCol w:w="992"/>
        <w:gridCol w:w="956"/>
      </w:tblGrid>
      <w:tr w:rsidR="008013FE" w:rsidRPr="006E307F" w:rsidTr="008013FE">
        <w:trPr>
          <w:trHeight w:val="354"/>
          <w:tblHeader/>
        </w:trPr>
        <w:tc>
          <w:tcPr>
            <w:tcW w:w="1887" w:type="dxa"/>
            <w:vAlign w:val="center"/>
          </w:tcPr>
          <w:p w:rsidR="008013FE" w:rsidRPr="006E307F" w:rsidRDefault="008013FE" w:rsidP="008013FE">
            <w:r>
              <w:t>Make:</w:t>
            </w:r>
          </w:p>
        </w:tc>
        <w:tc>
          <w:tcPr>
            <w:tcW w:w="1867" w:type="dxa"/>
            <w:vAlign w:val="center"/>
          </w:tcPr>
          <w:p w:rsidR="008013FE" w:rsidRPr="006E307F" w:rsidRDefault="008013FE" w:rsidP="00CB04B1"/>
        </w:tc>
        <w:tc>
          <w:tcPr>
            <w:tcW w:w="985" w:type="dxa"/>
            <w:vAlign w:val="center"/>
          </w:tcPr>
          <w:p w:rsidR="008013FE" w:rsidRPr="006E307F" w:rsidRDefault="008013FE" w:rsidP="00CB04B1">
            <w:r w:rsidRPr="006E307F">
              <w:t>Model:</w:t>
            </w:r>
          </w:p>
        </w:tc>
        <w:tc>
          <w:tcPr>
            <w:tcW w:w="1867" w:type="dxa"/>
            <w:vAlign w:val="center"/>
          </w:tcPr>
          <w:p w:rsidR="008013FE" w:rsidRPr="006E307F" w:rsidRDefault="008013FE" w:rsidP="00CB04B1"/>
        </w:tc>
        <w:tc>
          <w:tcPr>
            <w:tcW w:w="922" w:type="dxa"/>
            <w:vAlign w:val="center"/>
          </w:tcPr>
          <w:p w:rsidR="008013FE" w:rsidRPr="006E307F" w:rsidRDefault="008013FE" w:rsidP="00CB04B1">
            <w:r w:rsidRPr="006E307F">
              <w:t>Year:</w:t>
            </w:r>
          </w:p>
        </w:tc>
        <w:tc>
          <w:tcPr>
            <w:tcW w:w="992" w:type="dxa"/>
            <w:vAlign w:val="center"/>
          </w:tcPr>
          <w:p w:rsidR="008013FE" w:rsidRPr="006E307F" w:rsidRDefault="008013FE" w:rsidP="00CB04B1"/>
        </w:tc>
        <w:tc>
          <w:tcPr>
            <w:tcW w:w="956" w:type="dxa"/>
            <w:vAlign w:val="center"/>
          </w:tcPr>
          <w:p w:rsidR="008013FE" w:rsidRPr="006E307F" w:rsidRDefault="008013FE" w:rsidP="00FA02F4"/>
        </w:tc>
      </w:tr>
    </w:tbl>
    <w:p w:rsidR="00FA02F4" w:rsidRDefault="00FA02F4"/>
    <w:tbl>
      <w:tblPr>
        <w:tblW w:w="5592" w:type="pct"/>
        <w:tblInd w:w="-57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066"/>
        <w:gridCol w:w="1067"/>
        <w:gridCol w:w="1067"/>
        <w:gridCol w:w="1066"/>
        <w:gridCol w:w="1066"/>
        <w:gridCol w:w="1066"/>
        <w:gridCol w:w="1066"/>
        <w:gridCol w:w="1066"/>
        <w:gridCol w:w="1066"/>
        <w:gridCol w:w="1066"/>
      </w:tblGrid>
      <w:tr w:rsidR="00D24F12" w:rsidRPr="006E307F" w:rsidTr="008013FE">
        <w:trPr>
          <w:trHeight w:val="1177"/>
          <w:tblHeader/>
        </w:trPr>
        <w:tc>
          <w:tcPr>
            <w:tcW w:w="1065" w:type="dxa"/>
            <w:vAlign w:val="center"/>
          </w:tcPr>
          <w:p w:rsidR="00D24F12" w:rsidRPr="00FA02F4" w:rsidRDefault="00D24F12" w:rsidP="008013FE">
            <w:pPr>
              <w:pStyle w:val="Heading2"/>
              <w:jc w:val="left"/>
            </w:pPr>
            <w:r w:rsidRPr="00FA02F4">
              <w:t>Miles</w:t>
            </w:r>
          </w:p>
        </w:tc>
        <w:tc>
          <w:tcPr>
            <w:tcW w:w="1067" w:type="dxa"/>
            <w:vAlign w:val="center"/>
          </w:tcPr>
          <w:p w:rsidR="00D24F12" w:rsidRPr="006E307F" w:rsidRDefault="00D24F12" w:rsidP="00E96C8C">
            <w:pPr>
              <w:pStyle w:val="SectionTitles"/>
            </w:pPr>
            <w:r w:rsidRPr="006E307F">
              <w:t xml:space="preserve">Change oil </w:t>
            </w:r>
            <w:r w:rsidR="00170574">
              <w:br/>
            </w:r>
            <w:r w:rsidRPr="006E307F">
              <w:t>and filter</w:t>
            </w:r>
          </w:p>
        </w:tc>
        <w:tc>
          <w:tcPr>
            <w:tcW w:w="1067" w:type="dxa"/>
            <w:vAlign w:val="center"/>
          </w:tcPr>
          <w:p w:rsidR="00D24F12" w:rsidRPr="006E307F" w:rsidRDefault="00D24F12" w:rsidP="00E96C8C">
            <w:pPr>
              <w:pStyle w:val="SectionTitles"/>
            </w:pPr>
            <w:r w:rsidRPr="006E307F">
              <w:t xml:space="preserve">Rotate tires </w:t>
            </w:r>
            <w:r w:rsidR="00E96C8C">
              <w:br/>
            </w:r>
            <w:r w:rsidRPr="006E307F">
              <w:t>and check pressure</w:t>
            </w:r>
          </w:p>
        </w:tc>
        <w:tc>
          <w:tcPr>
            <w:tcW w:w="1066" w:type="dxa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D24F12" w:rsidRPr="006E307F" w:rsidRDefault="00D24F12" w:rsidP="00E96C8C">
            <w:pPr>
              <w:pStyle w:val="SectionTitles"/>
            </w:pPr>
            <w:r w:rsidRPr="006E307F">
              <w:t>Check coolant, hoses, clamps, and belts</w:t>
            </w:r>
          </w:p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E96C8C">
            <w:pPr>
              <w:pStyle w:val="SectionTitles"/>
            </w:pPr>
            <w:r w:rsidRPr="006E307F">
              <w:t xml:space="preserve">Replace </w:t>
            </w:r>
            <w:r w:rsidR="00E96C8C">
              <w:br/>
            </w:r>
            <w:r w:rsidRPr="006E307F">
              <w:t>air filter</w:t>
            </w:r>
          </w:p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E96C8C">
            <w:pPr>
              <w:pStyle w:val="SectionTitles"/>
            </w:pPr>
            <w:r w:rsidRPr="006E307F">
              <w:t xml:space="preserve">Replace </w:t>
            </w:r>
            <w:r w:rsidR="00E96C8C">
              <w:br/>
            </w:r>
            <w:r w:rsidRPr="006E307F">
              <w:t>spark plugs or glow plugs</w:t>
            </w:r>
          </w:p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E96C8C">
            <w:pPr>
              <w:pStyle w:val="SectionTitles"/>
            </w:pPr>
            <w:r w:rsidRPr="006E307F">
              <w:t xml:space="preserve">Lubricate </w:t>
            </w:r>
            <w:r w:rsidR="00E96C8C">
              <w:br/>
            </w:r>
            <w:r w:rsidRPr="006E307F">
              <w:t>suspension and universal joints</w:t>
            </w:r>
          </w:p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E96C8C">
            <w:pPr>
              <w:pStyle w:val="SectionTitles"/>
            </w:pPr>
            <w:r w:rsidRPr="006E307F">
              <w:t xml:space="preserve">Change </w:t>
            </w:r>
            <w:r w:rsidR="00E96C8C">
              <w:br/>
            </w:r>
            <w:r w:rsidRPr="006E307F">
              <w:t>transmission fluid</w:t>
            </w:r>
          </w:p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E96C8C">
            <w:pPr>
              <w:pStyle w:val="SectionTitles"/>
            </w:pPr>
            <w:r w:rsidRPr="006E307F">
              <w:t xml:space="preserve">Inspect </w:t>
            </w:r>
            <w:r w:rsidR="00E96C8C">
              <w:br/>
            </w:r>
            <w:r w:rsidRPr="006E307F">
              <w:t>brakes</w:t>
            </w:r>
          </w:p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Default="00D24F12" w:rsidP="00E96C8C">
            <w:pPr>
              <w:pStyle w:val="SectionTitles"/>
              <w:rPr>
                <w:szCs w:val="22"/>
              </w:rPr>
            </w:pPr>
            <w:r>
              <w:rPr>
                <w:szCs w:val="22"/>
              </w:rPr>
              <w:t>Other</w:t>
            </w:r>
          </w:p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10,000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3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15,000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20,000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>
            <w:bookmarkStart w:id="0" w:name="_GoBack"/>
            <w:bookmarkEnd w:id="0"/>
          </w:p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25,000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3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30,000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35,000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40,000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3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45,000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50,000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55,000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3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60,000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65,000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70,000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3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75,000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80,000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3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85,000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90,000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95,000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3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100,000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105,000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110,000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3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115,000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120,000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125,000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3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130,000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135,000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140,000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3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145,000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  <w:tr w:rsidR="00D24F12" w:rsidRPr="006E307F" w:rsidTr="008013FE">
        <w:trPr>
          <w:trHeight w:val="259"/>
        </w:trPr>
        <w:tc>
          <w:tcPr>
            <w:tcW w:w="1065" w:type="dxa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D24F12" w:rsidRPr="006E307F" w:rsidRDefault="00D24F12" w:rsidP="008013FE">
            <w:pPr>
              <w:pStyle w:val="Numbers"/>
              <w:jc w:val="left"/>
            </w:pPr>
            <w:r w:rsidRPr="006E307F">
              <w:t>150,000</w:t>
            </w:r>
          </w:p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7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  <w:tc>
          <w:tcPr>
            <w:tcW w:w="1066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D24F12" w:rsidRPr="006E307F" w:rsidRDefault="00D24F12" w:rsidP="006E307F"/>
        </w:tc>
      </w:tr>
    </w:tbl>
    <w:p w:rsidR="00FA02F4" w:rsidRDefault="00FA02F4"/>
    <w:tbl>
      <w:tblPr>
        <w:tblW w:w="5652" w:type="pct"/>
        <w:tblInd w:w="-57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10712"/>
      </w:tblGrid>
      <w:tr w:rsidR="00D24F12" w:rsidRPr="006E307F" w:rsidTr="008013FE">
        <w:trPr>
          <w:trHeight w:val="1063"/>
        </w:trPr>
        <w:tc>
          <w:tcPr>
            <w:tcW w:w="10712" w:type="dxa"/>
            <w:tcMar>
              <w:top w:w="115" w:type="dxa"/>
            </w:tcMar>
          </w:tcPr>
          <w:p w:rsidR="00D24F12" w:rsidRPr="006E307F" w:rsidRDefault="00D24F12" w:rsidP="007E25E4">
            <w:r w:rsidRPr="006E307F">
              <w:t>Notes:</w:t>
            </w:r>
          </w:p>
        </w:tc>
      </w:tr>
    </w:tbl>
    <w:p w:rsidR="00D24F12" w:rsidRPr="006E307F" w:rsidRDefault="00D24F12" w:rsidP="007E25E4"/>
    <w:sectPr w:rsidR="00D24F12" w:rsidRPr="006E307F" w:rsidSect="008013FE">
      <w:footerReference w:type="even" r:id="rId8"/>
      <w:footerReference w:type="default" r:id="rId9"/>
      <w:pgSz w:w="12240" w:h="15840"/>
      <w:pgMar w:top="630" w:right="1440" w:bottom="63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407" w:rsidRDefault="008B4407" w:rsidP="00D24F12">
      <w:r>
        <w:separator/>
      </w:r>
    </w:p>
  </w:endnote>
  <w:endnote w:type="continuationSeparator" w:id="0">
    <w:p w:rsidR="008B4407" w:rsidRDefault="008B4407" w:rsidP="00D24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2F4" w:rsidRDefault="00FA02F4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FA02F4" w:rsidRDefault="00FA02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2F4" w:rsidRDefault="008B440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FA02F4" w:rsidRDefault="00FA02F4" w:rsidP="00FA02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407" w:rsidRDefault="008B4407" w:rsidP="00D24F12">
      <w:r>
        <w:separator/>
      </w:r>
    </w:p>
  </w:footnote>
  <w:footnote w:type="continuationSeparator" w:id="0">
    <w:p w:rsidR="008B4407" w:rsidRDefault="008B4407" w:rsidP="00D24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autoHyphenatio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3FE"/>
    <w:rsid w:val="00170574"/>
    <w:rsid w:val="00211927"/>
    <w:rsid w:val="002B0B0E"/>
    <w:rsid w:val="003740F4"/>
    <w:rsid w:val="005721B2"/>
    <w:rsid w:val="005F69E1"/>
    <w:rsid w:val="006E307F"/>
    <w:rsid w:val="007E25E4"/>
    <w:rsid w:val="008013FE"/>
    <w:rsid w:val="00804328"/>
    <w:rsid w:val="008B4407"/>
    <w:rsid w:val="009C56C9"/>
    <w:rsid w:val="00C06188"/>
    <w:rsid w:val="00CB04B1"/>
    <w:rsid w:val="00D24F12"/>
    <w:rsid w:val="00E96C8C"/>
    <w:rsid w:val="00FA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FDE304"/>
  <w15:docId w15:val="{9AA5E2C8-99DA-44C8-963E-39FD0DF71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721B2"/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FA02F4"/>
    <w:pPr>
      <w:spacing w:after="200"/>
      <w:jc w:val="center"/>
      <w:outlineLvl w:val="0"/>
    </w:pPr>
    <w:rPr>
      <w:rFonts w:asciiTheme="majorHAnsi" w:hAnsiTheme="majorHAnsi"/>
      <w:b/>
      <w:caps/>
      <w:spacing w:val="10"/>
      <w:sz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FA02F4"/>
    <w:pPr>
      <w:jc w:val="right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A02F4"/>
    <w:rPr>
      <w:rFonts w:asciiTheme="minorHAnsi" w:hAnsiTheme="minorHAnsi"/>
      <w:b/>
      <w:szCs w:val="24"/>
    </w:rPr>
  </w:style>
  <w:style w:type="paragraph" w:styleId="BalloonText">
    <w:name w:val="Balloon Text"/>
    <w:basedOn w:val="Normal"/>
    <w:semiHidden/>
    <w:unhideWhenUsed/>
    <w:rsid w:val="006E307F"/>
    <w:rPr>
      <w:rFonts w:ascii="Tahoma" w:hAnsi="Tahoma" w:cs="Tahoma"/>
      <w:sz w:val="16"/>
      <w:szCs w:val="16"/>
    </w:rPr>
  </w:style>
  <w:style w:type="paragraph" w:customStyle="1" w:styleId="SectionTitles">
    <w:name w:val="Section Titles"/>
    <w:basedOn w:val="Normal"/>
    <w:qFormat/>
    <w:rsid w:val="00FA02F4"/>
    <w:pPr>
      <w:jc w:val="center"/>
    </w:pPr>
    <w:rPr>
      <w:sz w:val="16"/>
    </w:rPr>
  </w:style>
  <w:style w:type="paragraph" w:customStyle="1" w:styleId="Numbers">
    <w:name w:val="Numbers"/>
    <w:basedOn w:val="Normal"/>
    <w:unhideWhenUsed/>
    <w:qFormat/>
    <w:rsid w:val="002B0B0E"/>
    <w:pPr>
      <w:jc w:val="right"/>
    </w:pPr>
    <w:rPr>
      <w:b/>
      <w:spacing w:val="10"/>
      <w:sz w:val="16"/>
      <w:szCs w:val="16"/>
    </w:rPr>
  </w:style>
  <w:style w:type="paragraph" w:styleId="Footer">
    <w:name w:val="footer"/>
    <w:basedOn w:val="Normal"/>
    <w:qFormat/>
    <w:rsid w:val="00FA02F4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Vehicle%20maintenance%20schedule%20with%205,000-mile%20interval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87B42-DC39-4AB0-8DA5-19C03B67FB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F76AC-01D0-4EA3-8A14-0B48931EA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Vehicle maintenance schedule with 5,000-mile intervals.dotx</Template>
  <TotalTime>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Vehicle maintenance schedule with 5,000-mile intervals</vt:lpstr>
      <vt:lpstr>vehicle periodic maintenance schedule</vt:lpstr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Vehicle maintenance schedule with 5,000-mile intervals</dc:title>
  <dc:creator>Alex</dc:creator>
  <cp:keywords/>
  <cp:lastModifiedBy>Alex</cp:lastModifiedBy>
  <cp:revision>1</cp:revision>
  <cp:lastPrinted>2003-12-10T18:54:00Z</cp:lastPrinted>
  <dcterms:created xsi:type="dcterms:W3CDTF">2017-07-10T11:54:00Z</dcterms:created>
  <dcterms:modified xsi:type="dcterms:W3CDTF">2017-07-10T11:58:00Z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TC010186481033</vt:lpwstr>
  </property>
</Properties>
</file>