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93" w:rsidRPr="00A2636F" w:rsidRDefault="003821F5" w:rsidP="00C91A93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>Task SIGN</w:t>
      </w:r>
      <w:r w:rsidR="00796C91">
        <w:rPr>
          <w:rFonts w:ascii="Calibri" w:hAnsi="Calibri" w:cs="Calibri"/>
        </w:rPr>
        <w:t xml:space="preserve"> OFF</w:t>
      </w:r>
      <w:r w:rsidR="00A2636F" w:rsidRPr="00A2636F">
        <w:rPr>
          <w:rFonts w:ascii="Calibri" w:hAnsi="Calibri" w:cs="Calibri"/>
        </w:rPr>
        <w:t xml:space="preserve"> SHEET</w:t>
      </w:r>
      <w:bookmarkStart w:id="0" w:name="_GoBack"/>
      <w:bookmarkEnd w:id="0"/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690"/>
        <w:gridCol w:w="4578"/>
        <w:gridCol w:w="1348"/>
        <w:gridCol w:w="2598"/>
      </w:tblGrid>
      <w:tr w:rsidR="0016028E" w:rsidRPr="00A2636F" w:rsidTr="000819DD">
        <w:trPr>
          <w:trHeight w:val="576"/>
          <w:tblHeader/>
        </w:trPr>
        <w:tc>
          <w:tcPr>
            <w:tcW w:w="1691" w:type="dxa"/>
            <w:shd w:val="clear" w:color="auto" w:fill="auto"/>
            <w:vAlign w:val="center"/>
          </w:tcPr>
          <w:p w:rsidR="0016028E" w:rsidRPr="00A2636F" w:rsidRDefault="00A2636F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Organization</w:t>
            </w:r>
            <w:r w:rsidR="0016028E" w:rsidRPr="00A2636F">
              <w:rPr>
                <w:rFonts w:ascii="Calibri" w:hAnsi="Calibri" w:cs="Calibri"/>
              </w:rPr>
              <w:t xml:space="preserve"> Name: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16028E" w:rsidRPr="00A2636F" w:rsidRDefault="0016028E" w:rsidP="00D700A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16028E" w:rsidRPr="00A2636F" w:rsidRDefault="0016028E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Date: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16028E" w:rsidRPr="00A2636F" w:rsidRDefault="0016028E" w:rsidP="00D700A7">
            <w:pPr>
              <w:rPr>
                <w:rFonts w:ascii="Calibri" w:hAnsi="Calibri" w:cs="Calibri"/>
                <w:b/>
              </w:rPr>
            </w:pPr>
          </w:p>
        </w:tc>
      </w:tr>
      <w:tr w:rsidR="00943486" w:rsidRPr="00A2636F" w:rsidTr="000819DD">
        <w:trPr>
          <w:trHeight w:val="576"/>
          <w:tblHeader/>
        </w:trPr>
        <w:tc>
          <w:tcPr>
            <w:tcW w:w="1691" w:type="dxa"/>
            <w:shd w:val="clear" w:color="auto" w:fill="auto"/>
            <w:vAlign w:val="center"/>
          </w:tcPr>
          <w:p w:rsidR="00943486" w:rsidRPr="00A2636F" w:rsidRDefault="007A32DD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Supervisor</w:t>
            </w:r>
            <w:r w:rsidR="00943486" w:rsidRPr="00A2636F">
              <w:rPr>
                <w:rFonts w:ascii="Calibri" w:hAnsi="Calibri" w:cs="Calibri"/>
              </w:rPr>
              <w:t>: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943486" w:rsidRPr="00A2636F" w:rsidRDefault="00943486" w:rsidP="00D700A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351" w:type="dxa"/>
            <w:shd w:val="clear" w:color="auto" w:fill="auto"/>
            <w:vAlign w:val="center"/>
          </w:tcPr>
          <w:p w:rsidR="00943486" w:rsidRPr="00A2636F" w:rsidRDefault="00A2636F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ID: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943486" w:rsidRPr="00A2636F" w:rsidRDefault="00943486" w:rsidP="00D700A7">
            <w:pPr>
              <w:rPr>
                <w:rFonts w:ascii="Calibri" w:hAnsi="Calibri" w:cs="Calibri"/>
                <w:b/>
              </w:rPr>
            </w:pPr>
          </w:p>
        </w:tc>
      </w:tr>
    </w:tbl>
    <w:p w:rsidR="00C91A93" w:rsidRPr="00A2636F" w:rsidRDefault="00C91A93">
      <w:pPr>
        <w:rPr>
          <w:rFonts w:ascii="Calibri" w:hAnsi="Calibri" w:cs="Calibri"/>
        </w:rPr>
      </w:pP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743"/>
        <w:gridCol w:w="980"/>
        <w:gridCol w:w="1866"/>
        <w:gridCol w:w="1289"/>
        <w:gridCol w:w="2157"/>
        <w:gridCol w:w="1179"/>
      </w:tblGrid>
      <w:tr w:rsidR="003821F5" w:rsidRPr="00A2636F" w:rsidTr="000819DD">
        <w:trPr>
          <w:trHeight w:val="576"/>
        </w:trPr>
        <w:tc>
          <w:tcPr>
            <w:tcW w:w="2831" w:type="dxa"/>
            <w:shd w:val="clear" w:color="auto" w:fill="000000" w:themeFill="text1"/>
            <w:vAlign w:val="center"/>
          </w:tcPr>
          <w:p w:rsidR="00A2636F" w:rsidRPr="00A2636F" w:rsidRDefault="003821F5" w:rsidP="003821F5">
            <w:pPr>
              <w:pStyle w:val="Tableheading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Task Detail</w:t>
            </w:r>
          </w:p>
        </w:tc>
        <w:tc>
          <w:tcPr>
            <w:tcW w:w="988" w:type="dxa"/>
            <w:shd w:val="clear" w:color="auto" w:fill="000000" w:themeFill="text1"/>
            <w:vAlign w:val="center"/>
          </w:tcPr>
          <w:p w:rsidR="00A2636F" w:rsidRPr="00A2636F" w:rsidRDefault="00A2636F" w:rsidP="003821F5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Date</w:t>
            </w:r>
          </w:p>
        </w:tc>
        <w:tc>
          <w:tcPr>
            <w:tcW w:w="1890" w:type="dxa"/>
            <w:shd w:val="clear" w:color="auto" w:fill="000000" w:themeFill="text1"/>
            <w:vAlign w:val="center"/>
          </w:tcPr>
          <w:p w:rsidR="00A2636F" w:rsidRPr="00A2636F" w:rsidRDefault="00A2636F" w:rsidP="003821F5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Department</w:t>
            </w:r>
          </w:p>
        </w:tc>
        <w:tc>
          <w:tcPr>
            <w:tcW w:w="1111" w:type="dxa"/>
            <w:shd w:val="clear" w:color="auto" w:fill="000000" w:themeFill="text1"/>
            <w:vAlign w:val="center"/>
          </w:tcPr>
          <w:p w:rsidR="00A2636F" w:rsidRPr="00A2636F" w:rsidRDefault="003821F5" w:rsidP="003821F5">
            <w:pPr>
              <w:pStyle w:val="Tableheading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Status</w:t>
            </w:r>
          </w:p>
        </w:tc>
        <w:tc>
          <w:tcPr>
            <w:tcW w:w="2199" w:type="dxa"/>
            <w:shd w:val="clear" w:color="auto" w:fill="000000" w:themeFill="text1"/>
            <w:vAlign w:val="center"/>
          </w:tcPr>
          <w:p w:rsidR="00A2636F" w:rsidRPr="00A2636F" w:rsidRDefault="003821F5" w:rsidP="003821F5">
            <w:pPr>
              <w:pStyle w:val="Tableheading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Completed By:</w:t>
            </w:r>
          </w:p>
        </w:tc>
        <w:tc>
          <w:tcPr>
            <w:tcW w:w="1195" w:type="dxa"/>
            <w:shd w:val="clear" w:color="auto" w:fill="000000" w:themeFill="text1"/>
            <w:vAlign w:val="center"/>
          </w:tcPr>
          <w:p w:rsidR="00A2636F" w:rsidRPr="00A2636F" w:rsidRDefault="00A2636F" w:rsidP="003821F5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A2636F">
              <w:rPr>
                <w:rFonts w:ascii="Calibri" w:hAnsi="Calibri" w:cs="Calibri"/>
              </w:rPr>
              <w:t>Initials</w:t>
            </w:r>
          </w:p>
        </w:tc>
      </w:tr>
      <w:tr w:rsidR="003821F5" w:rsidRPr="00A2636F" w:rsidTr="000819DD">
        <w:trPr>
          <w:trHeight w:val="576"/>
        </w:trPr>
        <w:tc>
          <w:tcPr>
            <w:tcW w:w="2831" w:type="dxa"/>
            <w:vAlign w:val="center"/>
          </w:tcPr>
          <w:p w:rsidR="00A2636F" w:rsidRPr="00A2636F" w:rsidRDefault="003821F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Task -1</w:t>
            </w:r>
          </w:p>
        </w:tc>
        <w:tc>
          <w:tcPr>
            <w:tcW w:w="988" w:type="dxa"/>
            <w:vAlign w:val="center"/>
          </w:tcPr>
          <w:p w:rsidR="00A2636F" w:rsidRPr="00A2636F" w:rsidRDefault="003821F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09/12</w:t>
            </w:r>
          </w:p>
        </w:tc>
        <w:tc>
          <w:tcPr>
            <w:tcW w:w="1890" w:type="dxa"/>
            <w:vAlign w:val="center"/>
          </w:tcPr>
          <w:p w:rsidR="00A2636F" w:rsidRPr="00A2636F" w:rsidRDefault="00A2636F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Finance</w:t>
            </w:r>
          </w:p>
        </w:tc>
        <w:tc>
          <w:tcPr>
            <w:tcW w:w="1111" w:type="dxa"/>
            <w:vAlign w:val="center"/>
          </w:tcPr>
          <w:p w:rsidR="00A2636F" w:rsidRPr="00A2636F" w:rsidRDefault="003821F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Completed</w:t>
            </w:r>
          </w:p>
        </w:tc>
        <w:tc>
          <w:tcPr>
            <w:tcW w:w="2199" w:type="dxa"/>
            <w:vAlign w:val="center"/>
          </w:tcPr>
          <w:p w:rsidR="00A2636F" w:rsidRPr="00A2636F" w:rsidRDefault="003821F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Stephan Frances</w:t>
            </w:r>
          </w:p>
        </w:tc>
        <w:tc>
          <w:tcPr>
            <w:tcW w:w="1195" w:type="dxa"/>
            <w:vAlign w:val="center"/>
          </w:tcPr>
          <w:p w:rsidR="00A2636F" w:rsidRPr="00A2636F" w:rsidRDefault="00A2636F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0819DD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38503E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8A7AA7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E1433B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985501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9B2D06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2514B6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A128CB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C33342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790B91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8C5C12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4F269C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1867A0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E90572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953974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BC7943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CF37EF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  <w:tr w:rsidR="003821F5" w:rsidRPr="00A2636F" w:rsidTr="00CF6015">
        <w:trPr>
          <w:trHeight w:val="576"/>
        </w:trPr>
        <w:tc>
          <w:tcPr>
            <w:tcW w:w="283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988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90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11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99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  <w:tc>
          <w:tcPr>
            <w:tcW w:w="1195" w:type="dxa"/>
            <w:vAlign w:val="center"/>
          </w:tcPr>
          <w:p w:rsidR="000819DD" w:rsidRPr="00A2636F" w:rsidRDefault="000819DD" w:rsidP="00614BD7">
            <w:pPr>
              <w:rPr>
                <w:rFonts w:ascii="Calibri" w:hAnsi="Calibri" w:cs="Calibri"/>
              </w:rPr>
            </w:pPr>
          </w:p>
        </w:tc>
      </w:tr>
    </w:tbl>
    <w:p w:rsidR="00AC4EAC" w:rsidRPr="00A2636F" w:rsidRDefault="00AC4EAC" w:rsidP="00A319C4">
      <w:pPr>
        <w:rPr>
          <w:rFonts w:ascii="Calibri" w:hAnsi="Calibri" w:cs="Calibri"/>
        </w:rPr>
      </w:pPr>
    </w:p>
    <w:sectPr w:rsidR="00AC4EAC" w:rsidRPr="00A2636F" w:rsidSect="00C91A93">
      <w:pgSz w:w="12240" w:h="15840" w:code="1"/>
      <w:pgMar w:top="864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E17" w:rsidRDefault="00856E17">
      <w:r>
        <w:separator/>
      </w:r>
    </w:p>
  </w:endnote>
  <w:endnote w:type="continuationSeparator" w:id="0">
    <w:p w:rsidR="00856E17" w:rsidRDefault="0085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E17" w:rsidRDefault="00856E17">
      <w:r>
        <w:separator/>
      </w:r>
    </w:p>
  </w:footnote>
  <w:footnote w:type="continuationSeparator" w:id="0">
    <w:p w:rsidR="00856E17" w:rsidRDefault="00856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6F"/>
    <w:rsid w:val="000819DD"/>
    <w:rsid w:val="000B2936"/>
    <w:rsid w:val="0016028E"/>
    <w:rsid w:val="003359D2"/>
    <w:rsid w:val="003821F5"/>
    <w:rsid w:val="00614BD7"/>
    <w:rsid w:val="00796C91"/>
    <w:rsid w:val="007A32DD"/>
    <w:rsid w:val="00813B34"/>
    <w:rsid w:val="00856E17"/>
    <w:rsid w:val="00943486"/>
    <w:rsid w:val="00955665"/>
    <w:rsid w:val="009F3952"/>
    <w:rsid w:val="00A2636F"/>
    <w:rsid w:val="00A319C4"/>
    <w:rsid w:val="00AC4EAC"/>
    <w:rsid w:val="00AF1683"/>
    <w:rsid w:val="00B05158"/>
    <w:rsid w:val="00B96D2A"/>
    <w:rsid w:val="00BD7791"/>
    <w:rsid w:val="00C91A93"/>
    <w:rsid w:val="00C9388F"/>
    <w:rsid w:val="00C96D5E"/>
    <w:rsid w:val="00CB53CC"/>
    <w:rsid w:val="00D700A7"/>
    <w:rsid w:val="00D73534"/>
    <w:rsid w:val="00EF58A7"/>
    <w:rsid w:val="00FB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A9B4B2"/>
  <w15:docId w15:val="{A189E926-4F53-445B-8CCE-29903562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>Task SIGN OFF SHEET</vt:lpstr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Alex</cp:lastModifiedBy>
  <cp:revision>2</cp:revision>
  <cp:lastPrinted>2002-09-28T00:44:00Z</cp:lastPrinted>
  <dcterms:created xsi:type="dcterms:W3CDTF">2017-07-14T09:22:00Z</dcterms:created>
  <dcterms:modified xsi:type="dcterms:W3CDTF">2017-07-14T09:22:00Z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