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0A6" w:rsidRPr="00B41683" w:rsidRDefault="00292CCE">
      <w:pPr>
        <w:pStyle w:val="Title"/>
        <w:rPr>
          <w:color w:val="FF0000"/>
        </w:rPr>
      </w:pPr>
      <w:sdt>
        <w:sdtPr>
          <w:rPr>
            <w:color w:val="FF0000"/>
          </w:rPr>
          <w:alias w:val="Company Name"/>
          <w:tag w:val=""/>
          <w:id w:val="1501239775"/>
          <w:placeholder>
            <w:docPart w:val="7026FE074D7E470C98878B4F2A06F85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Pr="00744022">
            <w:rPr>
              <w:color w:val="auto"/>
            </w:rPr>
            <w:t>[Your Company]</w:t>
          </w:r>
        </w:sdtContent>
      </w:sdt>
    </w:p>
    <w:sdt>
      <w:sdtPr>
        <w:rPr>
          <w:color w:val="FF0000"/>
        </w:rPr>
        <w:id w:val="474871628"/>
        <w:placeholder>
          <w:docPart w:val="159C5E8BDAA8460384CAD22F6C505952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AD20A6" w:rsidRPr="00B41683" w:rsidRDefault="00292CCE">
          <w:pPr>
            <w:pStyle w:val="Subtitle"/>
            <w:rPr>
              <w:color w:val="FF0000"/>
            </w:rPr>
          </w:pPr>
          <w:r w:rsidRPr="00B41683">
            <w:rPr>
              <w:color w:val="FF0000"/>
            </w:rPr>
            <w:t>[Select Date]</w:t>
          </w:r>
        </w:p>
      </w:sdtContent>
    </w:sdt>
    <w:p w:rsidR="00B41683" w:rsidRDefault="00C44E00">
      <w:pPr>
        <w:pStyle w:val="InvoiceHead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-787078</wp:posOffset>
                </wp:positionH>
                <wp:positionV relativeFrom="paragraph">
                  <wp:posOffset>260672</wp:posOffset>
                </wp:positionV>
                <wp:extent cx="2708476" cy="128478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8476" cy="1284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962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87"/>
                              <w:gridCol w:w="2450"/>
                            </w:tblGrid>
                            <w:tr w:rsidR="00C44E00" w:rsidRPr="00C44E00" w:rsidTr="009C4E20">
                              <w:trPr>
                                <w:trHeight w:val="504"/>
                              </w:trPr>
                              <w:tc>
                                <w:tcPr>
                                  <w:tcW w:w="1888" w:type="pct"/>
                                  <w:tcMar>
                                    <w:top w:w="144" w:type="dxa"/>
                                  </w:tcMar>
                                </w:tcPr>
                                <w:p w:rsidR="00C44E00" w:rsidRPr="00C44E00" w:rsidRDefault="00C44E00" w:rsidP="00C44E00">
                                  <w:pPr>
                                    <w:pStyle w:val="FormHeading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44E00">
                                    <w:rPr>
                                      <w:color w:val="FFFFFF" w:themeColor="background1"/>
                                    </w:rPr>
                                    <w:t>Recipient</w:t>
                                  </w:r>
                                  <w:r w:rsidR="0032526B">
                                    <w:rPr>
                                      <w:color w:val="FFFFFF" w:themeColor="background1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112" w:type="pct"/>
                                  <w:tcMar>
                                    <w:top w:w="144" w:type="dxa"/>
                                  </w:tcMar>
                                </w:tc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id w:val="1712839467"/>
                                    <w:placeholder>
                                      <w:docPart w:val="EB48BD3951D64D918B818BE395B80193"/>
                                    </w:placeholder>
                                    <w:showingPlcHdr/>
                                    <w15:appearance w15:val="hidden"/>
                                    <w:text w:multiLine="1"/>
                                  </w:sdtPr>
                                  <w:sdtContent>
                                    <w:p w:rsidR="00C44E00" w:rsidRPr="00C44E00" w:rsidRDefault="00C44E00" w:rsidP="00C44E00">
                                      <w:pPr>
                                        <w:pStyle w:val="FormTex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C44E00">
                                        <w:rPr>
                                          <w:color w:val="FFFFFF" w:themeColor="background1"/>
                                        </w:rPr>
                                        <w:t>[Recipient Name]</w:t>
                                      </w:r>
                                      <w:r w:rsidRPr="00C44E00">
                                        <w:rPr>
                                          <w:color w:val="FFFFFF" w:themeColor="background1"/>
                                        </w:rPr>
                                        <w:br/>
                                        <w:t>[Company]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</w:tbl>
                          <w:p w:rsidR="007C7051" w:rsidRPr="00C44E00" w:rsidRDefault="007C705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1.95pt;margin-top:20.55pt;width:213.25pt;height:101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" filled="f" stroked="f" strokeweight=".5pt">
                <v:textbox>
                  <w:txbxContent>
                    <w:tbl>
                      <w:tblPr>
                        <w:tblW w:w="4962" w:type="pct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87"/>
                        <w:gridCol w:w="2450"/>
                      </w:tblGrid>
                      <w:tr w:rsidR="00C44E00" w:rsidRPr="00C44E00" w:rsidTr="009C4E20">
                        <w:trPr>
                          <w:trHeight w:val="504"/>
                        </w:trPr>
                        <w:tc>
                          <w:tcPr>
                            <w:tcW w:w="1888" w:type="pct"/>
                            <w:tcMar>
                              <w:top w:w="144" w:type="dxa"/>
                            </w:tcMar>
                          </w:tcPr>
                          <w:p w:rsidR="00C44E00" w:rsidRPr="00C44E00" w:rsidRDefault="00C44E00" w:rsidP="00C44E00">
                            <w:pPr>
                              <w:pStyle w:val="FormHeading"/>
                              <w:rPr>
                                <w:color w:val="FFFFFF" w:themeColor="background1"/>
                              </w:rPr>
                            </w:pPr>
                            <w:r w:rsidRPr="00C44E00">
                              <w:rPr>
                                <w:color w:val="FFFFFF" w:themeColor="background1"/>
                              </w:rPr>
                              <w:t>Recipient</w:t>
                            </w:r>
                            <w:r w:rsidR="0032526B"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112" w:type="pct"/>
                            <w:tcMar>
                              <w:top w:w="144" w:type="dxa"/>
                            </w:tcMar>
                          </w:tcPr>
                          <w:sdt>
                            <w:sdtPr>
                              <w:rPr>
                                <w:color w:val="FFFFFF" w:themeColor="background1"/>
                              </w:rPr>
                              <w:id w:val="1712839467"/>
                              <w:placeholder>
                                <w:docPart w:val="EB48BD3951D64D918B818BE395B80193"/>
                              </w:placeholder>
                              <w:showingPlcHdr/>
                              <w15:appearance w15:val="hidden"/>
                              <w:text w:multiLine="1"/>
                            </w:sdtPr>
                            <w:sdtContent>
                              <w:p w:rsidR="00C44E00" w:rsidRPr="00C44E00" w:rsidRDefault="00C44E00" w:rsidP="00C44E00">
                                <w:pPr>
                                  <w:pStyle w:val="FormText"/>
                                  <w:rPr>
                                    <w:color w:val="FFFFFF" w:themeColor="background1"/>
                                  </w:rPr>
                                </w:pPr>
                                <w:r w:rsidRPr="00C44E00">
                                  <w:rPr>
                                    <w:color w:val="FFFFFF" w:themeColor="background1"/>
                                  </w:rPr>
                                  <w:t>[Recipient Name]</w:t>
                                </w:r>
                                <w:r w:rsidRPr="00C44E00">
                                  <w:rPr>
                                    <w:color w:val="FFFFFF" w:themeColor="background1"/>
                                  </w:rPr>
                                  <w:br/>
                                  <w:t>[Company]</w:t>
                                </w:r>
                              </w:p>
                            </w:sdtContent>
                          </w:sdt>
                        </w:tc>
                      </w:tr>
                    </w:tbl>
                    <w:p w:rsidR="007C7051" w:rsidRPr="00C44E00" w:rsidRDefault="007C705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C297E" wp14:editId="35008796">
                <wp:simplePos x="0" y="0"/>
                <wp:positionH relativeFrom="column">
                  <wp:posOffset>4316835</wp:posOffset>
                </wp:positionH>
                <wp:positionV relativeFrom="paragraph">
                  <wp:posOffset>607526</wp:posOffset>
                </wp:positionV>
                <wp:extent cx="2708476" cy="78707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8476" cy="7870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4E00" w:rsidRPr="00C44E00" w:rsidRDefault="00C44E00" w:rsidP="00C44E00">
                            <w:pPr>
                              <w:pStyle w:val="ContactInfo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id w:val="1311283844"/>
                                <w:placeholder>
                                  <w:docPart w:val="D33616568D314E3A9F4DF67C9816FA55"/>
                                </w:placeholder>
                                <w:temporary/>
                                <w:showingPlcHdr/>
                                <w15:appearance w15:val="hidden"/>
                                <w:text w:multiLine="1"/>
                              </w:sdtPr>
                              <w:sdtContent>
                                <w:r w:rsidRPr="00C44E00">
                                  <w:rPr>
                                    <w:color w:val="FFFFFF" w:themeColor="background1"/>
                                  </w:rPr>
                                  <w:t>[Address, City, ST  ZIP Code]</w:t>
                                </w:r>
                              </w:sdtContent>
                            </w:sdt>
                            <w:r w:rsidRPr="00C44E00">
                              <w:rPr>
                                <w:color w:val="FFFFFF" w:themeColor="background1"/>
                              </w:rPr>
                              <w:t>  </w:t>
                            </w:r>
                            <w:r w:rsidRPr="00C44E00">
                              <w:rPr>
                                <w:rStyle w:val="Strong"/>
                                <w:color w:val="FFFFFF" w:themeColor="background1"/>
                              </w:rPr>
                              <w:t>|</w:t>
                            </w:r>
                            <w:r w:rsidRPr="00C44E00"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id w:val="347447488"/>
                                <w:placeholder>
                                  <w:docPart w:val="D1E79D5041AB4BB486BCF8398123770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44E00">
                                  <w:rPr>
                                    <w:color w:val="FFFFFF" w:themeColor="background1"/>
                                  </w:rPr>
                                  <w:t>[Website]</w:t>
                                </w:r>
                              </w:sdtContent>
                            </w:sdt>
                          </w:p>
                          <w:p w:rsidR="00C44E00" w:rsidRPr="00C44E00" w:rsidRDefault="00C44E00" w:rsidP="00C44E00">
                            <w:pPr>
                              <w:pStyle w:val="ContactInfo"/>
                              <w:rPr>
                                <w:color w:val="FFFFFF" w:themeColor="background1"/>
                              </w:rPr>
                            </w:pPr>
                            <w:r w:rsidRPr="00C44E00">
                              <w:rPr>
                                <w:color w:val="FFFFFF" w:themeColor="background1"/>
                              </w:rPr>
                              <w:t xml:space="preserve">p. 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id w:val="886533584"/>
                                <w:placeholder>
                                  <w:docPart w:val="F23639DB703A4DBC822EEB8D2F142939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44E00">
                                  <w:rPr>
                                    <w:color w:val="FFFFFF" w:themeColor="background1"/>
                                  </w:rPr>
                                  <w:t>[Telephone]</w:t>
                                </w:r>
                              </w:sdtContent>
                            </w:sdt>
                            <w:r w:rsidRPr="00C44E00">
                              <w:rPr>
                                <w:color w:val="FFFFFF" w:themeColor="background1"/>
                              </w:rPr>
                              <w:t>  </w:t>
                            </w:r>
                            <w:r w:rsidRPr="00C44E00">
                              <w:rPr>
                                <w:rStyle w:val="Strong"/>
                                <w:color w:val="FFFFFF" w:themeColor="background1"/>
                              </w:rPr>
                              <w:t>|</w:t>
                            </w:r>
                            <w:r w:rsidRPr="00C44E00">
                              <w:rPr>
                                <w:color w:val="FFFFFF" w:themeColor="background1"/>
                              </w:rPr>
                              <w:t xml:space="preserve">  f. 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id w:val="580874266"/>
                                <w:placeholder>
                                  <w:docPart w:val="F36B669875A84B878E2EE16AC64DD0E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44E00">
                                  <w:rPr>
                                    <w:color w:val="FFFFFF" w:themeColor="background1"/>
                                  </w:rPr>
                                  <w:t>[Fax]</w:t>
                                </w:r>
                              </w:sdtContent>
                            </w:sdt>
                            <w:r w:rsidRPr="00C44E00">
                              <w:rPr>
                                <w:color w:val="FFFFFF" w:themeColor="background1"/>
                              </w:rPr>
                              <w:t>  </w:t>
                            </w:r>
                            <w:r w:rsidRPr="00C44E00">
                              <w:rPr>
                                <w:rStyle w:val="Strong"/>
                                <w:color w:val="FFFFFF" w:themeColor="background1"/>
                              </w:rPr>
                              <w:t>|</w:t>
                            </w:r>
                            <w:r w:rsidRPr="00C44E00"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id w:val="-95564126"/>
                                <w:placeholder>
                                  <w:docPart w:val="BF7A18F0527B48A69B20E91103E93FED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44E00">
                                  <w:rPr>
                                    <w:rStyle w:val="PlaceholderText"/>
                                    <w:color w:val="FFFFFF" w:themeColor="background1"/>
                                  </w:rPr>
                                  <w:t>[</w:t>
                                </w:r>
                                <w:r w:rsidRPr="00C44E00">
                                  <w:rPr>
                                    <w:color w:val="FFFFFF" w:themeColor="background1"/>
                                  </w:rPr>
                                  <w:t>Email</w:t>
                                </w:r>
                                <w:r w:rsidRPr="00C44E00">
                                  <w:rPr>
                                    <w:rStyle w:val="PlaceholderText"/>
                                    <w:color w:val="FFFFFF" w:themeColor="background1"/>
                                  </w:rPr>
                                  <w:t>]</w:t>
                                </w:r>
                              </w:sdtContent>
                            </w:sdt>
                          </w:p>
                          <w:p w:rsidR="00C44E00" w:rsidRPr="00C44E00" w:rsidRDefault="00C44E00" w:rsidP="00C44E0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C297E" id="Text Box 4" o:spid="_x0000_s1027" type="#_x0000_t202" style="position:absolute;margin-left:339.9pt;margin-top:47.85pt;width:213.25pt;height:6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" filled="f" stroked="f" strokeweight=".5pt">
                <v:textbox>
                  <w:txbxContent>
                    <w:p w:rsidR="00C44E00" w:rsidRPr="00C44E00" w:rsidRDefault="00C44E00" w:rsidP="00C44E00">
                      <w:pPr>
                        <w:pStyle w:val="ContactInfo"/>
                        <w:rPr>
                          <w:color w:val="FFFFFF" w:themeColor="background1"/>
                        </w:rPr>
                      </w:pPr>
                      <w:sdt>
                        <w:sdtPr>
                          <w:rPr>
                            <w:color w:val="FFFFFF" w:themeColor="background1"/>
                          </w:rPr>
                          <w:id w:val="1311283844"/>
                          <w:placeholder>
                            <w:docPart w:val="D33616568D314E3A9F4DF67C9816FA55"/>
                          </w:placeholder>
                          <w:temporary/>
                          <w:showingPlcHdr/>
                          <w15:appearance w15:val="hidden"/>
                          <w:text w:multiLine="1"/>
                        </w:sdtPr>
                        <w:sdtContent>
                          <w:r w:rsidRPr="00C44E00">
                            <w:rPr>
                              <w:color w:val="FFFFFF" w:themeColor="background1"/>
                            </w:rPr>
                            <w:t>[Address, City, ST  ZIP Code]</w:t>
                          </w:r>
                        </w:sdtContent>
                      </w:sdt>
                      <w:r w:rsidRPr="00C44E00">
                        <w:rPr>
                          <w:color w:val="FFFFFF" w:themeColor="background1"/>
                        </w:rPr>
                        <w:t>  </w:t>
                      </w:r>
                      <w:r w:rsidRPr="00C44E00">
                        <w:rPr>
                          <w:rStyle w:val="Strong"/>
                          <w:color w:val="FFFFFF" w:themeColor="background1"/>
                        </w:rPr>
                        <w:t>|</w:t>
                      </w:r>
                      <w:r w:rsidRPr="00C44E00">
                        <w:rPr>
                          <w:color w:val="FFFFFF" w:themeColor="background1"/>
                        </w:rPr>
                        <w:t>  </w:t>
                      </w:r>
                      <w:sdt>
                        <w:sdtPr>
                          <w:rPr>
                            <w:color w:val="FFFFFF" w:themeColor="background1"/>
                          </w:rPr>
                          <w:id w:val="347447488"/>
                          <w:placeholder>
                            <w:docPart w:val="D1E79D5041AB4BB486BCF8398123770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44E00">
                            <w:rPr>
                              <w:color w:val="FFFFFF" w:themeColor="background1"/>
                            </w:rPr>
                            <w:t>[Website]</w:t>
                          </w:r>
                        </w:sdtContent>
                      </w:sdt>
                    </w:p>
                    <w:p w:rsidR="00C44E00" w:rsidRPr="00C44E00" w:rsidRDefault="00C44E00" w:rsidP="00C44E00">
                      <w:pPr>
                        <w:pStyle w:val="ContactInfo"/>
                        <w:rPr>
                          <w:color w:val="FFFFFF" w:themeColor="background1"/>
                        </w:rPr>
                      </w:pPr>
                      <w:r w:rsidRPr="00C44E00">
                        <w:rPr>
                          <w:color w:val="FFFFFF" w:themeColor="background1"/>
                        </w:rPr>
                        <w:t xml:space="preserve">p. </w:t>
                      </w:r>
                      <w:sdt>
                        <w:sdtPr>
                          <w:rPr>
                            <w:color w:val="FFFFFF" w:themeColor="background1"/>
                          </w:rPr>
                          <w:id w:val="886533584"/>
                          <w:placeholder>
                            <w:docPart w:val="F23639DB703A4DBC822EEB8D2F142939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44E00">
                            <w:rPr>
                              <w:color w:val="FFFFFF" w:themeColor="background1"/>
                            </w:rPr>
                            <w:t>[Telephone]</w:t>
                          </w:r>
                        </w:sdtContent>
                      </w:sdt>
                      <w:r w:rsidRPr="00C44E00">
                        <w:rPr>
                          <w:color w:val="FFFFFF" w:themeColor="background1"/>
                        </w:rPr>
                        <w:t>  </w:t>
                      </w:r>
                      <w:r w:rsidRPr="00C44E00">
                        <w:rPr>
                          <w:rStyle w:val="Strong"/>
                          <w:color w:val="FFFFFF" w:themeColor="background1"/>
                        </w:rPr>
                        <w:t>|</w:t>
                      </w:r>
                      <w:r w:rsidRPr="00C44E00">
                        <w:rPr>
                          <w:color w:val="FFFFFF" w:themeColor="background1"/>
                        </w:rPr>
                        <w:t xml:space="preserve">  f. </w:t>
                      </w:r>
                      <w:sdt>
                        <w:sdtPr>
                          <w:rPr>
                            <w:color w:val="FFFFFF" w:themeColor="background1"/>
                          </w:rPr>
                          <w:id w:val="580874266"/>
                          <w:placeholder>
                            <w:docPart w:val="F36B669875A84B878E2EE16AC64DD0EC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44E00">
                            <w:rPr>
                              <w:color w:val="FFFFFF" w:themeColor="background1"/>
                            </w:rPr>
                            <w:t>[Fax]</w:t>
                          </w:r>
                        </w:sdtContent>
                      </w:sdt>
                      <w:r w:rsidRPr="00C44E00">
                        <w:rPr>
                          <w:color w:val="FFFFFF" w:themeColor="background1"/>
                        </w:rPr>
                        <w:t>  </w:t>
                      </w:r>
                      <w:r w:rsidRPr="00C44E00">
                        <w:rPr>
                          <w:rStyle w:val="Strong"/>
                          <w:color w:val="FFFFFF" w:themeColor="background1"/>
                        </w:rPr>
                        <w:t>|</w:t>
                      </w:r>
                      <w:r w:rsidRPr="00C44E00">
                        <w:rPr>
                          <w:color w:val="FFFFFF" w:themeColor="background1"/>
                        </w:rPr>
                        <w:t>  </w:t>
                      </w:r>
                      <w:sdt>
                        <w:sdtPr>
                          <w:rPr>
                            <w:color w:val="FFFFFF" w:themeColor="background1"/>
                          </w:rPr>
                          <w:id w:val="-95564126"/>
                          <w:placeholder>
                            <w:docPart w:val="BF7A18F0527B48A69B20E91103E93FED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44E00">
                            <w:rPr>
                              <w:rStyle w:val="PlaceholderText"/>
                              <w:color w:val="FFFFFF" w:themeColor="background1"/>
                            </w:rPr>
                            <w:t>[</w:t>
                          </w:r>
                          <w:r w:rsidRPr="00C44E00">
                            <w:rPr>
                              <w:color w:val="FFFFFF" w:themeColor="background1"/>
                            </w:rPr>
                            <w:t>Email</w:t>
                          </w:r>
                          <w:r w:rsidRPr="00C44E00">
                            <w:rPr>
                              <w:rStyle w:val="PlaceholderText"/>
                              <w:color w:val="FFFFFF" w:themeColor="background1"/>
                            </w:rPr>
                            <w:t>]</w:t>
                          </w:r>
                        </w:sdtContent>
                      </w:sdt>
                    </w:p>
                    <w:p w:rsidR="00C44E00" w:rsidRPr="00C44E00" w:rsidRDefault="00C44E00" w:rsidP="00C44E0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168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1921397</wp:posOffset>
                </wp:positionH>
                <wp:positionV relativeFrom="paragraph">
                  <wp:posOffset>643359</wp:posOffset>
                </wp:positionV>
                <wp:extent cx="5011838" cy="740780"/>
                <wp:effectExtent l="0" t="0" r="0" b="25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1838" cy="7407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70684B" id="Rectangle 2" o:spid="_x0000_s1026" style="position:absolute;margin-left:151.3pt;margin-top:50.65pt;width:394.65pt;height:58.3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" fillcolor="#ec421a [2407]" stroked="f" strokeweight="1pt"/>
            </w:pict>
          </mc:Fallback>
        </mc:AlternateContent>
      </w:r>
      <w:r w:rsidR="00B416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-1585732</wp:posOffset>
                </wp:positionH>
                <wp:positionV relativeFrom="paragraph">
                  <wp:posOffset>149989</wp:posOffset>
                </wp:positionV>
                <wp:extent cx="4352081" cy="1585731"/>
                <wp:effectExtent l="0" t="0" r="0" b="0"/>
                <wp:wrapNone/>
                <wp:docPr id="1" name="Trapezoi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081" cy="1585731"/>
                        </a:xfrm>
                        <a:prstGeom prst="trapezoid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D33D3C" id="Trapezoid 1" o:spid="_x0000_s1026" style="position:absolute;margin-left:-124.85pt;margin-top:11.8pt;width:342.7pt;height:12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52081,1585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" path="m,1585731l396433,,3955648,r396433,1585731l,1585731xe" fillcolor="#272727 [2749]" stroked="f" strokeweight="1pt">
                <v:stroke joinstyle="miter"/>
                <v:path arrowok="t" o:connecttype="custom" o:connectlocs="0,1585731;396433,0;3955648,0;4352081,1585731;0,1585731" o:connectangles="0,0,0,0,0"/>
              </v:shape>
            </w:pict>
          </mc:Fallback>
        </mc:AlternateContent>
      </w:r>
    </w:p>
    <w:p w:rsidR="00B41683" w:rsidRDefault="00B41683">
      <w:pPr>
        <w:pStyle w:val="InvoiceHeading"/>
      </w:pPr>
    </w:p>
    <w:p w:rsidR="00B41683" w:rsidRDefault="00B41683">
      <w:pPr>
        <w:pStyle w:val="InvoiceHeading"/>
      </w:pPr>
      <w:bookmarkStart w:id="0" w:name="_GoBack"/>
      <w:bookmarkEnd w:id="0"/>
    </w:p>
    <w:p w:rsidR="00AD20A6" w:rsidRPr="00B41683" w:rsidRDefault="00292CCE">
      <w:pPr>
        <w:pStyle w:val="InvoiceHeading"/>
        <w:rPr>
          <w:color w:val="auto"/>
        </w:rPr>
      </w:pPr>
      <w:r w:rsidRPr="00B41683">
        <w:rPr>
          <w:color w:val="auto"/>
        </w:rPr>
        <w:t>Packing slip</w:t>
      </w:r>
    </w:p>
    <w:tbl>
      <w:tblPr>
        <w:tblStyle w:val="InvoiceTable"/>
        <w:tblW w:w="5652" w:type="pct"/>
        <w:tblInd w:w="-54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  <w:tblDescription w:val="/Ship To/Bill To"/>
      </w:tblPr>
      <w:tblGrid>
        <w:gridCol w:w="5284"/>
        <w:gridCol w:w="5285"/>
      </w:tblGrid>
      <w:tr w:rsidR="00AD20A6" w:rsidTr="00B41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tcW w:w="2500" w:type="pct"/>
            <w:shd w:val="clear" w:color="auto" w:fill="000000" w:themeFill="text1"/>
          </w:tcPr>
          <w:p w:rsidR="00AD20A6" w:rsidRDefault="00292CCE">
            <w:r w:rsidRPr="007C7051">
              <w:rPr>
                <w:color w:val="FFFFFF" w:themeColor="background1"/>
                <w:sz w:val="26"/>
              </w:rPr>
              <w:t>Ship To</w:t>
            </w:r>
          </w:p>
        </w:tc>
        <w:tc>
          <w:tcPr>
            <w:tcW w:w="2500" w:type="pct"/>
            <w:shd w:val="clear" w:color="auto" w:fill="000000" w:themeFill="text1"/>
          </w:tcPr>
          <w:p w:rsidR="00AD20A6" w:rsidRDefault="00AD20A6"/>
        </w:tc>
      </w:tr>
      <w:tr w:rsidR="00AD20A6" w:rsidTr="00B41683">
        <w:trPr>
          <w:trHeight w:val="2172"/>
        </w:trPr>
        <w:tc>
          <w:tcPr>
            <w:tcW w:w="2500" w:type="pct"/>
          </w:tcPr>
          <w:tbl>
            <w:tblPr>
              <w:tblW w:w="4962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2"/>
              <w:gridCol w:w="3086"/>
            </w:tblGrid>
            <w:tr w:rsidR="00AD20A6" w:rsidTr="00B41683">
              <w:trPr>
                <w:trHeight w:val="504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Recipient</w:t>
                  </w:r>
                </w:p>
              </w:tc>
              <w:tc>
                <w:tcPr>
                  <w:tcW w:w="3112" w:type="pct"/>
                  <w:tcMar>
                    <w:top w:w="144" w:type="dxa"/>
                  </w:tcMar>
                </w:tcPr>
                <w:sdt>
                  <w:sdtPr>
                    <w:id w:val="-1742322735"/>
                    <w:placeholder>
                      <w:docPart w:val="03FA78C1601445FD9714ECF332D49889"/>
                    </w:placeholder>
                    <w:showingPlcHdr/>
                    <w15:appearance w15:val="hidden"/>
                    <w:text w:multiLine="1"/>
                  </w:sdtPr>
                  <w:sdtEndPr/>
                  <w:sdtContent>
                    <w:p w:rsidR="00AD20A6" w:rsidRDefault="00292CCE">
                      <w:pPr>
                        <w:pStyle w:val="FormText"/>
                      </w:pPr>
                      <w:r>
                        <w:t>[Recipient Name]</w:t>
                      </w:r>
                      <w:r>
                        <w:br/>
                        <w:t>[Company]</w:t>
                      </w:r>
                    </w:p>
                  </w:sdtContent>
                </w:sdt>
              </w:tc>
            </w:tr>
            <w:tr w:rsidR="00AD20A6" w:rsidTr="00B41683">
              <w:trPr>
                <w:trHeight w:val="504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Address</w:t>
                  </w:r>
                </w:p>
              </w:tc>
              <w:tc>
                <w:tcPr>
                  <w:tcW w:w="3112" w:type="pct"/>
                  <w:tcMar>
                    <w:top w:w="144" w:type="dxa"/>
                  </w:tcMar>
                </w:tcPr>
                <w:sdt>
                  <w:sdtPr>
                    <w:id w:val="151418085"/>
                    <w:placeholder>
                      <w:docPart w:val="E4E8EFD1D6FB49D2AA27018D07754145"/>
                    </w:placeholder>
                    <w:showingPlcHdr/>
                    <w15:appearance w15:val="hidden"/>
                    <w:text w:multiLine="1"/>
                  </w:sdtPr>
                  <w:sdtEndPr/>
                  <w:sdtContent>
                    <w:p w:rsidR="00AD20A6" w:rsidRDefault="00292CCE">
                      <w:pPr>
                        <w:pStyle w:val="FormText"/>
                      </w:pPr>
                      <w:r>
                        <w:t>[Address]</w:t>
                      </w:r>
                      <w:r>
                        <w:br/>
                        <w:t>[City, ST  ZIP Code]</w:t>
                      </w:r>
                    </w:p>
                  </w:sdtContent>
                </w:sdt>
              </w:tc>
            </w:tr>
            <w:tr w:rsidR="00AD20A6" w:rsidTr="00B41683">
              <w:trPr>
                <w:trHeight w:val="312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Phone</w:t>
                  </w:r>
                </w:p>
              </w:tc>
              <w:sdt>
                <w:sdtPr>
                  <w:id w:val="-1845239836"/>
                  <w:placeholder>
                    <w:docPart w:val="51ED0B4476AC42F48A318515E8D1348A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2" w:type="pct"/>
                      <w:tcMar>
                        <w:top w:w="144" w:type="dxa"/>
                      </w:tcMar>
                    </w:tcPr>
                    <w:p w:rsidR="00AD20A6" w:rsidRDefault="00292CCE">
                      <w:pPr>
                        <w:pStyle w:val="FormText"/>
                      </w:pPr>
                      <w:r>
                        <w:t>[Telephone]</w:t>
                      </w:r>
                    </w:p>
                  </w:tc>
                </w:sdtContent>
              </w:sdt>
            </w:tr>
            <w:tr w:rsidR="00AD20A6" w:rsidTr="00B41683">
              <w:trPr>
                <w:trHeight w:val="312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Customer ID#</w:t>
                  </w:r>
                </w:p>
              </w:tc>
              <w:sdt>
                <w:sdtPr>
                  <w:id w:val="744611984"/>
                  <w:placeholder>
                    <w:docPart w:val="AE45848467A94F2BA2F704E4BBAC9EA3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2" w:type="pct"/>
                      <w:tcMar>
                        <w:top w:w="144" w:type="dxa"/>
                      </w:tcMar>
                    </w:tcPr>
                    <w:p w:rsidR="00AD20A6" w:rsidRDefault="00292CCE">
                      <w:pPr>
                        <w:pStyle w:val="FormText"/>
                      </w:pPr>
                      <w:r>
                        <w:t>[Customer ID]</w:t>
                      </w:r>
                    </w:p>
                  </w:tc>
                </w:sdtContent>
              </w:sdt>
            </w:tr>
          </w:tbl>
          <w:p w:rsidR="00AD20A6" w:rsidRDefault="00AD20A6"/>
        </w:tc>
        <w:tc>
          <w:tcPr>
            <w:tcW w:w="2500" w:type="pct"/>
          </w:tcPr>
          <w:tbl>
            <w:tblPr>
              <w:tblW w:w="4962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3"/>
              <w:gridCol w:w="3086"/>
            </w:tblGrid>
            <w:tr w:rsidR="00AD20A6" w:rsidTr="00B41683">
              <w:trPr>
                <w:trHeight w:val="317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Order Date</w:t>
                  </w:r>
                </w:p>
              </w:tc>
              <w:sdt>
                <w:sdtPr>
                  <w:alias w:val="Date"/>
                  <w:tag w:val="Date"/>
                  <w:id w:val="1406255794"/>
                  <w:placeholder>
                    <w:docPart w:val="CFE08836047F47E8B17B95726EF479FA"/>
                  </w:placeholder>
                  <w:showingPlcHdr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112" w:type="pct"/>
                      <w:tcMar>
                        <w:top w:w="144" w:type="dxa"/>
                      </w:tcMar>
                    </w:tcPr>
                    <w:p w:rsidR="00AD20A6" w:rsidRDefault="00292CCE">
                      <w:pPr>
                        <w:pStyle w:val="FormText"/>
                      </w:pPr>
                      <w:r>
                        <w:t>[Date]</w:t>
                      </w:r>
                    </w:p>
                  </w:tc>
                </w:sdtContent>
              </w:sdt>
            </w:tr>
            <w:tr w:rsidR="00AD20A6" w:rsidTr="00B41683">
              <w:trPr>
                <w:trHeight w:val="312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Order Number</w:t>
                  </w:r>
                </w:p>
              </w:tc>
              <w:sdt>
                <w:sdtPr>
                  <w:id w:val="1864165507"/>
                  <w:placeholder>
                    <w:docPart w:val="9247BA1D46DA4E9B8D25FDCD17945A7B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2" w:type="pct"/>
                      <w:tcMar>
                        <w:top w:w="144" w:type="dxa"/>
                      </w:tcMar>
                    </w:tcPr>
                    <w:p w:rsidR="00AD20A6" w:rsidRDefault="00292CCE">
                      <w:pPr>
                        <w:pStyle w:val="FormText"/>
                      </w:pPr>
                      <w:r>
                        <w:t>[Order Number]</w:t>
                      </w:r>
                    </w:p>
                  </w:tc>
                </w:sdtContent>
              </w:sdt>
            </w:tr>
            <w:tr w:rsidR="00AD20A6" w:rsidTr="00B41683">
              <w:trPr>
                <w:trHeight w:val="312"/>
              </w:trPr>
              <w:tc>
                <w:tcPr>
                  <w:tcW w:w="1888" w:type="pct"/>
                  <w:tcMar>
                    <w:top w:w="144" w:type="dxa"/>
                  </w:tcMar>
                </w:tcPr>
                <w:p w:rsidR="00AD20A6" w:rsidRDefault="00292CCE">
                  <w:pPr>
                    <w:pStyle w:val="FormHeading"/>
                  </w:pPr>
                  <w:r>
                    <w:t>Purchase Order</w:t>
                  </w:r>
                </w:p>
              </w:tc>
              <w:sdt>
                <w:sdtPr>
                  <w:id w:val="-2044358109"/>
                  <w:placeholder>
                    <w:docPart w:val="4F5A741243854E1D9A51C2231DCBC68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2" w:type="pct"/>
                      <w:tcMar>
                        <w:top w:w="144" w:type="dxa"/>
                      </w:tcMar>
                    </w:tcPr>
                    <w:p w:rsidR="00AD20A6" w:rsidRDefault="00292CCE">
                      <w:pPr>
                        <w:pStyle w:val="FormText"/>
                      </w:pPr>
                      <w:r>
                        <w:t>[Purchase Order]</w:t>
                      </w:r>
                    </w:p>
                  </w:tc>
                </w:sdtContent>
              </w:sdt>
            </w:tr>
          </w:tbl>
          <w:p w:rsidR="00AD20A6" w:rsidRDefault="00AD20A6"/>
        </w:tc>
      </w:tr>
    </w:tbl>
    <w:p w:rsidR="00AD20A6" w:rsidRDefault="00AD20A6"/>
    <w:tbl>
      <w:tblPr>
        <w:tblStyle w:val="InvoiceTable"/>
        <w:tblW w:w="5690" w:type="pct"/>
        <w:tblInd w:w="-54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  <w:tblDescription w:val="Packing slip table"/>
      </w:tblPr>
      <w:tblGrid>
        <w:gridCol w:w="1434"/>
        <w:gridCol w:w="3886"/>
        <w:gridCol w:w="1434"/>
        <w:gridCol w:w="1230"/>
        <w:gridCol w:w="1228"/>
        <w:gridCol w:w="1428"/>
      </w:tblGrid>
      <w:tr w:rsidR="007C7051" w:rsidRPr="007C7051" w:rsidTr="007C70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  <w:tblHeader/>
        </w:trPr>
        <w:tc>
          <w:tcPr>
            <w:tcW w:w="674" w:type="pct"/>
            <w:shd w:val="clear" w:color="auto" w:fill="EC421A" w:themeFill="accent4" w:themeFillShade="BF"/>
          </w:tcPr>
          <w:p w:rsidR="00AD20A6" w:rsidRPr="007C7051" w:rsidRDefault="00292CCE" w:rsidP="007C7051">
            <w:pPr>
              <w:rPr>
                <w:color w:val="FFFFFF" w:themeColor="background1"/>
                <w:sz w:val="20"/>
              </w:rPr>
            </w:pPr>
            <w:r w:rsidRPr="007C7051">
              <w:rPr>
                <w:color w:val="FFFFFF" w:themeColor="background1"/>
                <w:sz w:val="20"/>
              </w:rPr>
              <w:t>Item #</w:t>
            </w:r>
          </w:p>
        </w:tc>
        <w:tc>
          <w:tcPr>
            <w:tcW w:w="1826" w:type="pct"/>
            <w:shd w:val="clear" w:color="auto" w:fill="EC421A" w:themeFill="accent4" w:themeFillShade="BF"/>
          </w:tcPr>
          <w:p w:rsidR="00AD20A6" w:rsidRPr="007C7051" w:rsidRDefault="00292CCE" w:rsidP="007C7051">
            <w:pPr>
              <w:rPr>
                <w:color w:val="FFFFFF" w:themeColor="background1"/>
                <w:sz w:val="20"/>
              </w:rPr>
            </w:pPr>
            <w:r w:rsidRPr="007C7051">
              <w:rPr>
                <w:color w:val="FFFFFF" w:themeColor="background1"/>
                <w:sz w:val="20"/>
              </w:rPr>
              <w:t>Description</w:t>
            </w:r>
          </w:p>
        </w:tc>
        <w:tc>
          <w:tcPr>
            <w:tcW w:w="674" w:type="pct"/>
            <w:shd w:val="clear" w:color="auto" w:fill="EC421A" w:themeFill="accent4" w:themeFillShade="BF"/>
          </w:tcPr>
          <w:p w:rsidR="00AD20A6" w:rsidRPr="007C7051" w:rsidRDefault="00292CCE" w:rsidP="007C7051">
            <w:pPr>
              <w:rPr>
                <w:color w:val="FFFFFF" w:themeColor="background1"/>
                <w:sz w:val="20"/>
              </w:rPr>
            </w:pPr>
            <w:r w:rsidRPr="007C7051">
              <w:rPr>
                <w:color w:val="FFFFFF" w:themeColor="background1"/>
                <w:sz w:val="20"/>
              </w:rPr>
              <w:t>Unit Type</w:t>
            </w:r>
          </w:p>
        </w:tc>
        <w:tc>
          <w:tcPr>
            <w:tcW w:w="578" w:type="pct"/>
            <w:shd w:val="clear" w:color="auto" w:fill="EC421A" w:themeFill="accent4" w:themeFillShade="BF"/>
          </w:tcPr>
          <w:p w:rsidR="00AD20A6" w:rsidRPr="007C7051" w:rsidRDefault="00292CCE" w:rsidP="007C7051">
            <w:pPr>
              <w:rPr>
                <w:color w:val="FFFFFF" w:themeColor="background1"/>
                <w:sz w:val="20"/>
              </w:rPr>
            </w:pPr>
            <w:r w:rsidRPr="007C7051">
              <w:rPr>
                <w:color w:val="FFFFFF" w:themeColor="background1"/>
                <w:sz w:val="20"/>
              </w:rPr>
              <w:t>Order</w:t>
            </w:r>
            <w:r w:rsidRPr="007C7051">
              <w:rPr>
                <w:color w:val="FFFFFF" w:themeColor="background1"/>
                <w:sz w:val="20"/>
              </w:rPr>
              <w:br/>
              <w:t>Quantity</w:t>
            </w:r>
          </w:p>
        </w:tc>
        <w:tc>
          <w:tcPr>
            <w:tcW w:w="577" w:type="pct"/>
            <w:shd w:val="clear" w:color="auto" w:fill="EC421A" w:themeFill="accent4" w:themeFillShade="BF"/>
          </w:tcPr>
          <w:p w:rsidR="00AD20A6" w:rsidRPr="007C7051" w:rsidRDefault="00292CCE" w:rsidP="007C7051">
            <w:pPr>
              <w:rPr>
                <w:color w:val="FFFFFF" w:themeColor="background1"/>
                <w:sz w:val="20"/>
              </w:rPr>
            </w:pPr>
            <w:r w:rsidRPr="007C7051">
              <w:rPr>
                <w:color w:val="FFFFFF" w:themeColor="background1"/>
                <w:sz w:val="20"/>
              </w:rPr>
              <w:t>Ship</w:t>
            </w:r>
            <w:r w:rsidRPr="007C7051">
              <w:rPr>
                <w:color w:val="FFFFFF" w:themeColor="background1"/>
                <w:sz w:val="20"/>
              </w:rPr>
              <w:br/>
              <w:t>Quantity</w:t>
            </w:r>
          </w:p>
        </w:tc>
        <w:tc>
          <w:tcPr>
            <w:tcW w:w="671" w:type="pct"/>
            <w:shd w:val="clear" w:color="auto" w:fill="EC421A" w:themeFill="accent4" w:themeFillShade="BF"/>
          </w:tcPr>
          <w:p w:rsidR="00AD20A6" w:rsidRPr="007C7051" w:rsidRDefault="00292CCE" w:rsidP="007C7051">
            <w:pPr>
              <w:rPr>
                <w:color w:val="FFFFFF" w:themeColor="background1"/>
                <w:sz w:val="20"/>
              </w:rPr>
            </w:pPr>
            <w:r w:rsidRPr="007C7051">
              <w:rPr>
                <w:color w:val="FFFFFF" w:themeColor="background1"/>
                <w:sz w:val="20"/>
              </w:rPr>
              <w:t>Backorder</w:t>
            </w:r>
            <w:r w:rsidRPr="007C7051">
              <w:rPr>
                <w:color w:val="FFFFFF" w:themeColor="background1"/>
                <w:sz w:val="20"/>
              </w:rPr>
              <w:br/>
              <w:t>Quantity</w:t>
            </w:r>
          </w:p>
        </w:tc>
      </w:tr>
      <w:tr w:rsidR="00AD20A6" w:rsidTr="007C7051">
        <w:trPr>
          <w:trHeight w:val="431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50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31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31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31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31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31"/>
        </w:trPr>
        <w:tc>
          <w:tcPr>
            <w:tcW w:w="674" w:type="pct"/>
          </w:tcPr>
          <w:p w:rsidR="00AD20A6" w:rsidRDefault="00AD20A6"/>
        </w:tc>
        <w:tc>
          <w:tcPr>
            <w:tcW w:w="1826" w:type="pct"/>
          </w:tcPr>
          <w:p w:rsidR="00AD20A6" w:rsidRDefault="00AD20A6"/>
        </w:tc>
        <w:tc>
          <w:tcPr>
            <w:tcW w:w="674" w:type="pct"/>
          </w:tcPr>
          <w:p w:rsidR="00AD20A6" w:rsidRDefault="00AD20A6"/>
        </w:tc>
        <w:tc>
          <w:tcPr>
            <w:tcW w:w="578" w:type="pct"/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</w:tcPr>
          <w:p w:rsidR="00AD20A6" w:rsidRDefault="00AD20A6">
            <w:pPr>
              <w:jc w:val="right"/>
            </w:pPr>
          </w:p>
        </w:tc>
      </w:tr>
      <w:tr w:rsidR="00AD20A6" w:rsidTr="007C7051">
        <w:trPr>
          <w:trHeight w:val="431"/>
        </w:trPr>
        <w:tc>
          <w:tcPr>
            <w:tcW w:w="674" w:type="pct"/>
            <w:tcBorders>
              <w:bottom w:val="single" w:sz="4" w:space="0" w:color="7F7F7F" w:themeColor="text1" w:themeTint="80"/>
            </w:tcBorders>
          </w:tcPr>
          <w:p w:rsidR="00AD20A6" w:rsidRDefault="00AD20A6"/>
        </w:tc>
        <w:tc>
          <w:tcPr>
            <w:tcW w:w="1826" w:type="pct"/>
            <w:tcBorders>
              <w:bottom w:val="single" w:sz="4" w:space="0" w:color="7F7F7F" w:themeColor="text1" w:themeTint="80"/>
            </w:tcBorders>
          </w:tcPr>
          <w:p w:rsidR="00AD20A6" w:rsidRDefault="00AD20A6"/>
        </w:tc>
        <w:tc>
          <w:tcPr>
            <w:tcW w:w="674" w:type="pct"/>
            <w:tcBorders>
              <w:bottom w:val="single" w:sz="4" w:space="0" w:color="7F7F7F" w:themeColor="text1" w:themeTint="80"/>
            </w:tcBorders>
          </w:tcPr>
          <w:p w:rsidR="00AD20A6" w:rsidRDefault="00AD20A6"/>
        </w:tc>
        <w:tc>
          <w:tcPr>
            <w:tcW w:w="578" w:type="pct"/>
            <w:tcBorders>
              <w:bottom w:val="single" w:sz="4" w:space="0" w:color="7F7F7F" w:themeColor="text1" w:themeTint="80"/>
            </w:tcBorders>
          </w:tcPr>
          <w:p w:rsidR="00AD20A6" w:rsidRDefault="00AD20A6">
            <w:pPr>
              <w:jc w:val="right"/>
            </w:pPr>
          </w:p>
        </w:tc>
        <w:tc>
          <w:tcPr>
            <w:tcW w:w="577" w:type="pct"/>
            <w:tcBorders>
              <w:bottom w:val="single" w:sz="4" w:space="0" w:color="7F7F7F" w:themeColor="text1" w:themeTint="80"/>
            </w:tcBorders>
          </w:tcPr>
          <w:p w:rsidR="00AD20A6" w:rsidRDefault="00AD20A6">
            <w:pPr>
              <w:jc w:val="right"/>
            </w:pPr>
          </w:p>
        </w:tc>
        <w:tc>
          <w:tcPr>
            <w:tcW w:w="671" w:type="pct"/>
            <w:tcBorders>
              <w:bottom w:val="single" w:sz="4" w:space="0" w:color="7F7F7F" w:themeColor="text1" w:themeTint="80"/>
            </w:tcBorders>
          </w:tcPr>
          <w:p w:rsidR="00AD20A6" w:rsidRDefault="00AD20A6">
            <w:pPr>
              <w:jc w:val="right"/>
            </w:pPr>
          </w:p>
        </w:tc>
      </w:tr>
      <w:tr w:rsidR="007C7051" w:rsidTr="007C7051">
        <w:trPr>
          <w:trHeight w:val="43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</w:tcPr>
          <w:p w:rsidR="007C7051" w:rsidRDefault="007C7051" w:rsidP="007C7051">
            <w:r w:rsidRPr="007C7051">
              <w:t xml:space="preserve">Comments: Backordered items will ship as they become available. Please contact the Customer Service department at </w:t>
            </w:r>
            <w:sdt>
              <w:sdtPr>
                <w:id w:val="-1806610430"/>
                <w:placeholder>
                  <w:docPart w:val="26602151FAF242CAA4AB957300A8BCA6"/>
                </w:placeholder>
                <w:temporary/>
                <w:showingPlcHdr/>
                <w15:appearance w15:val="hidden"/>
              </w:sdtPr>
              <w:sdtContent>
                <w:r w:rsidRPr="007C7051">
                  <w:t>[Phone]</w:t>
                </w:r>
              </w:sdtContent>
            </w:sdt>
            <w:r>
              <w:t xml:space="preserve"> with any questions or concerns</w:t>
            </w:r>
          </w:p>
        </w:tc>
      </w:tr>
    </w:tbl>
    <w:p w:rsidR="00AD20A6" w:rsidRPr="007C7051" w:rsidRDefault="007C7051" w:rsidP="007C7051">
      <w:pPr>
        <w:rPr>
          <w:b/>
        </w:rPr>
      </w:pPr>
      <w:r w:rsidRPr="007C7051">
        <w:rPr>
          <w:b/>
        </w:rPr>
        <w:t>Thank you for your order!</w:t>
      </w:r>
    </w:p>
    <w:sectPr w:rsidR="00AD20A6" w:rsidRPr="007C7051" w:rsidSect="007C7051">
      <w:footerReference w:type="default" r:id="rId8"/>
      <w:footerReference w:type="first" r:id="rId9"/>
      <w:pgSz w:w="12240" w:h="15840" w:code="1"/>
      <w:pgMar w:top="450" w:right="1440" w:bottom="0" w:left="1440" w:header="720" w:footer="9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CE" w:rsidRDefault="00292CCE">
      <w:pPr>
        <w:spacing w:after="0"/>
      </w:pPr>
      <w:r>
        <w:separator/>
      </w:r>
    </w:p>
  </w:endnote>
  <w:endnote w:type="continuationSeparator" w:id="0">
    <w:p w:rsidR="00292CCE" w:rsidRDefault="00292C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0A6" w:rsidRDefault="00292CCE">
    <w:pPr>
      <w:pStyle w:val="Foo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mc:AlternateContent>
                <mc:Choice Requires="wp14">
                  <wp:positionV relativeFrom="bottomMargin">
                    <wp14:pctPosVOffset>15000</wp14:pctPosVOffset>
                  </wp:positionV>
                </mc:Choice>
                <mc:Fallback>
                  <wp:positionV relativeFrom="page">
                    <wp:posOffset>10058400</wp:posOffset>
                  </wp:positionV>
                </mc:Fallback>
              </mc:AlternateContent>
              <wp:extent cx="338328" cy="310896"/>
              <wp:effectExtent l="0" t="0" r="5080" b="11430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8328" cy="3108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20A6" w:rsidRDefault="00292CCE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C7051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8" type="#_x0000_t202" style="position:absolute;left:0;text-align:left;margin-left:-24.55pt;margin-top:0;width:26.65pt;height:24.5pt;z-index:251659264;visibility:visible;mso-wrap-style:square;mso-width-percent:0;mso-height-percent:0;mso-top-percent:150;mso-wrap-distance-left:9pt;mso-wrap-distance-top:0;mso-wrap-distance-right:9pt;mso-wrap-distance-bottom:0;mso-position-horizontal:right;mso-position-horizontal-relative:left-margin-area;mso-position-vertical-relative:bottom-margin-area;mso-width-percent:0;mso-height-percent:0;mso-top-percent:1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" filled="f" stroked="f" strokeweight=".5pt">
              <v:textbox style="mso-fit-shape-to-text:t" inset="0,0,0,0">
                <w:txbxContent>
                  <w:p w:rsidR="00AD20A6" w:rsidRDefault="00292CCE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C7051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0A6" w:rsidRPr="007C7051" w:rsidRDefault="00292CCE">
    <w:pPr>
      <w:pStyle w:val="Organization"/>
      <w:rPr>
        <w:color w:val="auto"/>
      </w:rPr>
    </w:pPr>
    <w:sdt>
      <w:sdtPr>
        <w:rPr>
          <w:color w:val="auto"/>
        </w:rPr>
        <w:alias w:val="Company Name"/>
        <w:tag w:val=""/>
        <w:id w:val="551509595"/>
        <w:placeholder>
          <w:docPart w:val="7026FE074D7E470C98878B4F2A06F859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Pr="007C7051">
          <w:rPr>
            <w:color w:val="auto"/>
          </w:rPr>
          <w:t>[Your Company]</w:t>
        </w:r>
      </w:sdtContent>
    </w:sdt>
  </w:p>
  <w:p w:rsidR="00AD20A6" w:rsidRDefault="00292CCE">
    <w:pPr>
      <w:pStyle w:val="ContactInfo"/>
    </w:pPr>
    <w:sdt>
      <w:sdtPr>
        <w:id w:val="816146343"/>
        <w:placeholder>
          <w:docPart w:val="03FA78C1601445FD9714ECF332D49889"/>
        </w:placeholder>
        <w:temporary/>
        <w:showingPlcHdr/>
        <w15:appearance w15:val="hidden"/>
        <w:text w:multiLine="1"/>
      </w:sdtPr>
      <w:sdtEndPr/>
      <w:sdtContent>
        <w:r>
          <w:t xml:space="preserve">[Address, City, ST  ZIP </w:t>
        </w:r>
        <w:r>
          <w:t>Code]</w:t>
        </w:r>
      </w:sdtContent>
    </w:sdt>
    <w:r>
      <w:t>  </w:t>
    </w:r>
    <w:r>
      <w:rPr>
        <w:rStyle w:val="Strong"/>
      </w:rPr>
      <w:t>|</w:t>
    </w:r>
    <w:r>
      <w:t>  </w:t>
    </w:r>
    <w:sdt>
      <w:sdtPr>
        <w:id w:val="-692149810"/>
        <w:placeholder>
          <w:docPart w:val="9247BA1D46DA4E9B8D25FDCD17945A7B"/>
        </w:placeholder>
        <w:temporary/>
        <w:showingPlcHdr/>
        <w15:appearance w15:val="hidden"/>
      </w:sdtPr>
      <w:sdtEndPr/>
      <w:sdtContent>
        <w:r>
          <w:t>[Website]</w:t>
        </w:r>
      </w:sdtContent>
    </w:sdt>
  </w:p>
  <w:p w:rsidR="00AD20A6" w:rsidRDefault="00292CCE">
    <w:pPr>
      <w:pStyle w:val="ContactInfo"/>
    </w:pPr>
    <w:r>
      <w:t xml:space="preserve">p. </w:t>
    </w:r>
    <w:sdt>
      <w:sdtPr>
        <w:id w:val="-873545742"/>
        <w:placeholder>
          <w:docPart w:val="AE45848467A94F2BA2F704E4BBAC9EA3"/>
        </w:placeholder>
        <w:temporary/>
        <w:showingPlcHdr/>
        <w15:appearance w15:val="hidden"/>
      </w:sdtPr>
      <w:sdtEndPr/>
      <w:sdtContent>
        <w:r>
          <w:t>[Telephone]</w:t>
        </w:r>
      </w:sdtContent>
    </w:sdt>
    <w:r>
      <w:t>  </w:t>
    </w:r>
    <w:r>
      <w:rPr>
        <w:rStyle w:val="Strong"/>
      </w:rPr>
      <w:t>|</w:t>
    </w:r>
    <w:r>
      <w:t xml:space="preserve">  f. </w:t>
    </w:r>
    <w:sdt>
      <w:sdtPr>
        <w:id w:val="470014610"/>
        <w:placeholder>
          <w:docPart w:val="51ED0B4476AC42F48A318515E8D1348A"/>
        </w:placeholder>
        <w:temporary/>
        <w:showingPlcHdr/>
        <w15:appearance w15:val="hidden"/>
      </w:sdtPr>
      <w:sdtEndPr/>
      <w:sdtContent>
        <w:r>
          <w:t>[Fax]</w:t>
        </w:r>
      </w:sdtContent>
    </w:sdt>
    <w:r>
      <w:t>  </w:t>
    </w:r>
    <w:r>
      <w:rPr>
        <w:rStyle w:val="Strong"/>
      </w:rPr>
      <w:t>|</w:t>
    </w:r>
    <w:r>
      <w:t>  </w:t>
    </w:r>
    <w:sdt>
      <w:sdtPr>
        <w:id w:val="2100520859"/>
        <w:placeholder>
          <w:docPart w:val="CFE08836047F47E8B17B95726EF479FA"/>
        </w:placeholder>
        <w:temporary/>
        <w:showingPlcHdr/>
        <w15:appearance w15:val="hidden"/>
      </w:sdtPr>
      <w:sdtEndPr/>
      <w:sdtContent>
        <w:r>
          <w:rPr>
            <w:rStyle w:val="PlaceholderText"/>
          </w:rPr>
          <w:t>[</w:t>
        </w:r>
        <w:r>
          <w:t>Email</w:t>
        </w:r>
        <w:r>
          <w:rPr>
            <w:rStyle w:val="PlaceholderText"/>
          </w:rPr>
          <w:t>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CE" w:rsidRDefault="00292CCE">
      <w:pPr>
        <w:spacing w:after="0"/>
      </w:pPr>
      <w:r>
        <w:separator/>
      </w:r>
    </w:p>
  </w:footnote>
  <w:footnote w:type="continuationSeparator" w:id="0">
    <w:p w:rsidR="00292CCE" w:rsidRDefault="00292C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8D8F4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7E5D71"/>
    <w:multiLevelType w:val="hybridMultilevel"/>
    <w:tmpl w:val="BFBE56B6"/>
    <w:lvl w:ilvl="0" w:tplc="DF622CE6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683"/>
    <w:rsid w:val="00292CCE"/>
    <w:rsid w:val="0032526B"/>
    <w:rsid w:val="00744022"/>
    <w:rsid w:val="007C7051"/>
    <w:rsid w:val="00AD20A6"/>
    <w:rsid w:val="00B41683"/>
    <w:rsid w:val="00C4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9CF2D"/>
  <w15:chartTrackingRefBased/>
  <w15:docId w15:val="{EE31E63D-E953-4EB0-B9CB-57E8B7ED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kern w:val="2"/>
        <w:sz w:val="18"/>
        <w:szCs w:val="18"/>
        <w:lang w:val="en-US" w:eastAsia="ja-JP" w:bidi="ar-SA"/>
        <w14:ligatures w14:val="standard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/>
      <w:outlineLvl w:val="0"/>
    </w:pPr>
    <w:rPr>
      <w:b/>
      <w:bCs/>
      <w:caps/>
      <w:color w:val="1F4E79" w:themeColor="accent1" w:themeShade="80"/>
      <w:kern w:val="0"/>
      <w:sz w:val="28"/>
      <w:szCs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bCs/>
      <w:color w:val="5B9BD5" w:themeColor="accent1"/>
      <w:kern w:val="0"/>
      <w:sz w:val="24"/>
      <w:szCs w:val="24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kern w:val="0"/>
      <w:sz w:val="24"/>
      <w:szCs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color w:val="5B9BD5" w:themeColor="accent1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2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  <w14:ligatures w14:val="none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  <w14:ligatures w14:val="none"/>
    </w:rPr>
  </w:style>
  <w:style w:type="table" w:customStyle="1" w:styleId="InvoiceTable">
    <w:name w:val="Invoice Table"/>
    <w:basedOn w:val="TableNormal"/>
    <w:uiPriority w:val="99"/>
    <w:pPr>
      <w:spacing w:before="120" w:after="120"/>
    </w:pPr>
    <w:rPr>
      <w:kern w:val="0"/>
      <w14:ligatures w14:val="none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pPr>
        <w:wordWrap/>
        <w:jc w:val="right"/>
      </w:pPr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InvoiceHeading">
    <w:name w:val="Invoice Heading"/>
    <w:basedOn w:val="Normal"/>
    <w:next w:val="Normal"/>
    <w:uiPriority w:val="2"/>
    <w:qFormat/>
    <w:pPr>
      <w:spacing w:before="600" w:after="240"/>
    </w:pPr>
    <w:rPr>
      <w:b/>
      <w:bCs/>
      <w:caps/>
      <w:color w:val="1F4E79" w:themeColor="accent1" w:themeShade="8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kern w:val="0"/>
      <w:sz w:val="28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2"/>
    <w:qFormat/>
    <w:pPr>
      <w:spacing w:after="120"/>
    </w:pPr>
    <w:rPr>
      <w:b/>
      <w:bCs/>
    </w:rPr>
  </w:style>
  <w:style w:type="paragraph" w:customStyle="1" w:styleId="FormText">
    <w:name w:val="Form Text"/>
    <w:basedOn w:val="Normal"/>
    <w:uiPriority w:val="2"/>
    <w:qFormat/>
    <w:pPr>
      <w:spacing w:after="120"/>
      <w:contextualSpacing/>
    </w:pPr>
  </w:style>
  <w:style w:type="paragraph" w:styleId="Footer">
    <w:name w:val="footer"/>
    <w:basedOn w:val="Normal"/>
    <w:link w:val="FooterChar"/>
    <w:uiPriority w:val="99"/>
    <w:unhideWhenUsed/>
    <w:pPr>
      <w:spacing w:before="200" w:after="0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:szCs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:szCs w:val="20"/>
      <w14:ligatures w14:val="none"/>
    </w:rPr>
  </w:style>
  <w:style w:type="paragraph" w:styleId="Closing">
    <w:name w:val="Closing"/>
    <w:basedOn w:val="Normal"/>
    <w:link w:val="ClosingChar"/>
    <w:uiPriority w:val="4"/>
    <w:unhideWhenUsed/>
    <w:qFormat/>
    <w:pPr>
      <w:spacing w:before="360" w:after="120"/>
    </w:pPr>
    <w:rPr>
      <w:b/>
      <w:bCs/>
      <w:color w:val="5B9BD5" w:themeColor="accent1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4"/>
    <w:rPr>
      <w:b/>
      <w:bCs/>
      <w:color w:val="5B9BD5" w:themeColor="accent1"/>
      <w:sz w:val="24"/>
      <w:szCs w:val="24"/>
    </w:rPr>
  </w:style>
  <w:style w:type="paragraph" w:customStyle="1" w:styleId="Organization">
    <w:name w:val="Organization"/>
    <w:basedOn w:val="Normal"/>
    <w:next w:val="Normal"/>
    <w:uiPriority w:val="4"/>
    <w:qFormat/>
    <w:pPr>
      <w:spacing w:before="160" w:after="0" w:line="288" w:lineRule="auto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styleId="Strong">
    <w:name w:val="Strong"/>
    <w:basedOn w:val="DefaultParagraphFont"/>
    <w:uiPriority w:val="2"/>
    <w:unhideWhenUsed/>
    <w:rPr>
      <w:b w:val="0"/>
      <w:bCs w:val="0"/>
      <w:color w:val="5B9BD5" w:themeColor="accent1"/>
    </w:rPr>
  </w:style>
  <w:style w:type="paragraph" w:customStyle="1" w:styleId="ContactInfo">
    <w:name w:val="Contact Info"/>
    <w:basedOn w:val="Normal"/>
    <w:uiPriority w:val="4"/>
    <w:qFormat/>
    <w:pPr>
      <w:spacing w:before="40" w:after="0"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cking%20slip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26FE074D7E470C98878B4F2A06F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697E9-E406-459D-AE1C-FB3D91A55548}"/>
      </w:docPartPr>
      <w:docPartBody>
        <w:p w:rsidR="00000000" w:rsidRDefault="004F7C6B">
          <w:pPr>
            <w:pStyle w:val="7026FE074D7E470C98878B4F2A06F859"/>
          </w:pPr>
          <w:r>
            <w:t>[Your Company]</w:t>
          </w:r>
        </w:p>
      </w:docPartBody>
    </w:docPart>
    <w:docPart>
      <w:docPartPr>
        <w:name w:val="159C5E8BDAA8460384CAD22F6C505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8E688-AD2A-41BF-A0E6-B23E03EC5625}"/>
      </w:docPartPr>
      <w:docPartBody>
        <w:p w:rsidR="00000000" w:rsidRDefault="004F7C6B">
          <w:pPr>
            <w:pStyle w:val="159C5E8BDAA8460384CAD22F6C505952"/>
          </w:pPr>
          <w:r>
            <w:t>[Select Date]</w:t>
          </w:r>
        </w:p>
      </w:docPartBody>
    </w:docPart>
    <w:docPart>
      <w:docPartPr>
        <w:name w:val="03FA78C1601445FD9714ECF332D49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CFEA2-A888-4190-A33E-A225A09C52BB}"/>
      </w:docPartPr>
      <w:docPartBody>
        <w:p w:rsidR="00000000" w:rsidRDefault="004F7C6B">
          <w:pPr>
            <w:pStyle w:val="03FA78C1601445FD9714ECF332D49889"/>
          </w:pPr>
          <w:r>
            <w:t>[Recipient Name]</w:t>
          </w:r>
          <w:r>
            <w:br/>
            <w:t>[Company]</w:t>
          </w:r>
        </w:p>
      </w:docPartBody>
    </w:docPart>
    <w:docPart>
      <w:docPartPr>
        <w:name w:val="E4E8EFD1D6FB49D2AA27018D07754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6246F-F6D1-44AD-9F38-A9BA3F22F402}"/>
      </w:docPartPr>
      <w:docPartBody>
        <w:p w:rsidR="00000000" w:rsidRDefault="004F7C6B">
          <w:pPr>
            <w:pStyle w:val="E4E8EFD1D6FB49D2AA27018D07754145"/>
          </w:pPr>
          <w:r>
            <w:t>[Address]</w:t>
          </w:r>
          <w:r>
            <w:br/>
            <w:t>[City, ST  ZIP Code]</w:t>
          </w:r>
        </w:p>
      </w:docPartBody>
    </w:docPart>
    <w:docPart>
      <w:docPartPr>
        <w:name w:val="51ED0B4476AC42F48A318515E8D13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17767-73D4-4544-9268-3F5A9A4F35A7}"/>
      </w:docPartPr>
      <w:docPartBody>
        <w:p w:rsidR="00000000" w:rsidRDefault="004F7C6B">
          <w:pPr>
            <w:pStyle w:val="51ED0B4476AC42F48A318515E8D1348A"/>
          </w:pPr>
          <w:r>
            <w:t>[Telephone]</w:t>
          </w:r>
        </w:p>
      </w:docPartBody>
    </w:docPart>
    <w:docPart>
      <w:docPartPr>
        <w:name w:val="AE45848467A94F2BA2F704E4BBAC9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CB596-0D0E-4ACC-914F-794BB91C6E66}"/>
      </w:docPartPr>
      <w:docPartBody>
        <w:p w:rsidR="00000000" w:rsidRDefault="004F7C6B">
          <w:pPr>
            <w:pStyle w:val="AE45848467A94F2BA2F704E4BBAC9EA3"/>
          </w:pPr>
          <w:r>
            <w:t>[Customer ID]</w:t>
          </w:r>
        </w:p>
      </w:docPartBody>
    </w:docPart>
    <w:docPart>
      <w:docPartPr>
        <w:name w:val="CFE08836047F47E8B17B95726EF47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1ACF5-DDD9-43F7-965E-1A5797AF350F}"/>
      </w:docPartPr>
      <w:docPartBody>
        <w:p w:rsidR="00000000" w:rsidRDefault="004F7C6B">
          <w:pPr>
            <w:pStyle w:val="CFE08836047F47E8B17B95726EF479FA"/>
          </w:pPr>
          <w:r>
            <w:t>[Date]</w:t>
          </w:r>
        </w:p>
      </w:docPartBody>
    </w:docPart>
    <w:docPart>
      <w:docPartPr>
        <w:name w:val="9247BA1D46DA4E9B8D25FDCD17945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80877-202C-4000-B7BE-E980C9FA336D}"/>
      </w:docPartPr>
      <w:docPartBody>
        <w:p w:rsidR="00000000" w:rsidRDefault="004F7C6B">
          <w:pPr>
            <w:pStyle w:val="9247BA1D46DA4E9B8D25FDCD17945A7B"/>
          </w:pPr>
          <w:r>
            <w:t>[Order Number]</w:t>
          </w:r>
        </w:p>
      </w:docPartBody>
    </w:docPart>
    <w:docPart>
      <w:docPartPr>
        <w:name w:val="4F5A741243854E1D9A51C2231DCBC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9E9767-DCAB-4C4D-9310-F1E477373D40}"/>
      </w:docPartPr>
      <w:docPartBody>
        <w:p w:rsidR="00000000" w:rsidRDefault="004F7C6B">
          <w:pPr>
            <w:pStyle w:val="4F5A741243854E1D9A51C2231DCBC680"/>
          </w:pPr>
          <w:r>
            <w:t>[Purchase Order]</w:t>
          </w:r>
        </w:p>
      </w:docPartBody>
    </w:docPart>
    <w:docPart>
      <w:docPartPr>
        <w:name w:val="26602151FAF242CAA4AB957300A8B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551F2-5241-4CF9-B10F-27BEFE40E23E}"/>
      </w:docPartPr>
      <w:docPartBody>
        <w:p w:rsidR="00000000" w:rsidRDefault="00895E63" w:rsidP="00895E63">
          <w:pPr>
            <w:pStyle w:val="26602151FAF242CAA4AB957300A8BCA6"/>
          </w:pPr>
          <w:r>
            <w:rPr>
              <w:rStyle w:val="Strong"/>
            </w:rPr>
            <w:t>[Phone]</w:t>
          </w:r>
        </w:p>
      </w:docPartBody>
    </w:docPart>
    <w:docPart>
      <w:docPartPr>
        <w:name w:val="EB48BD3951D64D918B818BE395B80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C69F8-C7CE-4457-AE4A-A434F1EAEF06}"/>
      </w:docPartPr>
      <w:docPartBody>
        <w:p w:rsidR="00000000" w:rsidRDefault="00895E63" w:rsidP="00895E63">
          <w:pPr>
            <w:pStyle w:val="EB48BD3951D64D918B818BE395B80193"/>
          </w:pPr>
          <w:r>
            <w:t>[Recipient Name]</w:t>
          </w:r>
          <w:r>
            <w:br/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63"/>
    <w:rsid w:val="004F7C6B"/>
    <w:rsid w:val="008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26FE074D7E470C98878B4F2A06F859">
    <w:name w:val="7026FE074D7E470C98878B4F2A06F859"/>
  </w:style>
  <w:style w:type="paragraph" w:customStyle="1" w:styleId="159C5E8BDAA8460384CAD22F6C505952">
    <w:name w:val="159C5E8BDAA8460384CAD22F6C505952"/>
  </w:style>
  <w:style w:type="paragraph" w:customStyle="1" w:styleId="03FA78C1601445FD9714ECF332D49889">
    <w:name w:val="03FA78C1601445FD9714ECF332D49889"/>
  </w:style>
  <w:style w:type="paragraph" w:customStyle="1" w:styleId="E4E8EFD1D6FB49D2AA27018D07754145">
    <w:name w:val="E4E8EFD1D6FB49D2AA27018D07754145"/>
  </w:style>
  <w:style w:type="paragraph" w:customStyle="1" w:styleId="51ED0B4476AC42F48A318515E8D1348A">
    <w:name w:val="51ED0B4476AC42F48A318515E8D1348A"/>
  </w:style>
  <w:style w:type="paragraph" w:customStyle="1" w:styleId="AE45848467A94F2BA2F704E4BBAC9EA3">
    <w:name w:val="AE45848467A94F2BA2F704E4BBAC9EA3"/>
  </w:style>
  <w:style w:type="paragraph" w:customStyle="1" w:styleId="CFE08836047F47E8B17B95726EF479FA">
    <w:name w:val="CFE08836047F47E8B17B95726EF479FA"/>
  </w:style>
  <w:style w:type="paragraph" w:customStyle="1" w:styleId="9247BA1D46DA4E9B8D25FDCD17945A7B">
    <w:name w:val="9247BA1D46DA4E9B8D25FDCD17945A7B"/>
  </w:style>
  <w:style w:type="paragraph" w:customStyle="1" w:styleId="4F5A741243854E1D9A51C2231DCBC680">
    <w:name w:val="4F5A741243854E1D9A51C2231DCBC680"/>
  </w:style>
  <w:style w:type="character" w:styleId="Strong">
    <w:name w:val="Strong"/>
    <w:basedOn w:val="DefaultParagraphFont"/>
    <w:uiPriority w:val="2"/>
    <w:unhideWhenUsed/>
    <w:qFormat/>
    <w:rsid w:val="00895E63"/>
    <w:rPr>
      <w:b w:val="0"/>
      <w:bCs w:val="0"/>
      <w:color w:val="4472C4" w:themeColor="accent1"/>
    </w:rPr>
  </w:style>
  <w:style w:type="paragraph" w:customStyle="1" w:styleId="C72E8B2D98FC44F3BF1E9D60EEF03BDF">
    <w:name w:val="C72E8B2D98FC44F3BF1E9D60EEF03BDF"/>
  </w:style>
  <w:style w:type="paragraph" w:customStyle="1" w:styleId="26602151FAF242CAA4AB957300A8BCA6">
    <w:name w:val="26602151FAF242CAA4AB957300A8BCA6"/>
    <w:rsid w:val="00895E63"/>
  </w:style>
  <w:style w:type="paragraph" w:customStyle="1" w:styleId="1E03C11B04ED4251B44F0AAE451B5575">
    <w:name w:val="1E03C11B04ED4251B44F0AAE451B5575"/>
    <w:rsid w:val="00895E63"/>
  </w:style>
  <w:style w:type="paragraph" w:customStyle="1" w:styleId="9C53C78AA8B64AEE887957A13C248EB5">
    <w:name w:val="9C53C78AA8B64AEE887957A13C248EB5"/>
    <w:rsid w:val="00895E63"/>
  </w:style>
  <w:style w:type="paragraph" w:customStyle="1" w:styleId="F3EE6968FEB442F3A7055C81CBB35877">
    <w:name w:val="F3EE6968FEB442F3A7055C81CBB35877"/>
    <w:rsid w:val="00895E63"/>
  </w:style>
  <w:style w:type="paragraph" w:customStyle="1" w:styleId="DFA2DA77E9BB4DA38D962ACE79881333">
    <w:name w:val="DFA2DA77E9BB4DA38D962ACE79881333"/>
    <w:rsid w:val="00895E63"/>
  </w:style>
  <w:style w:type="paragraph" w:customStyle="1" w:styleId="3FA38DC6E73E43A08410488FB442B1F6">
    <w:name w:val="3FA38DC6E73E43A08410488FB442B1F6"/>
    <w:rsid w:val="00895E63"/>
  </w:style>
  <w:style w:type="paragraph" w:customStyle="1" w:styleId="D33616568D314E3A9F4DF67C9816FA55">
    <w:name w:val="D33616568D314E3A9F4DF67C9816FA55"/>
    <w:rsid w:val="00895E63"/>
  </w:style>
  <w:style w:type="paragraph" w:customStyle="1" w:styleId="D1E79D5041AB4BB486BCF8398123770F">
    <w:name w:val="D1E79D5041AB4BB486BCF8398123770F"/>
    <w:rsid w:val="00895E63"/>
  </w:style>
  <w:style w:type="paragraph" w:customStyle="1" w:styleId="F23639DB703A4DBC822EEB8D2F142939">
    <w:name w:val="F23639DB703A4DBC822EEB8D2F142939"/>
    <w:rsid w:val="00895E63"/>
  </w:style>
  <w:style w:type="paragraph" w:customStyle="1" w:styleId="F36B669875A84B878E2EE16AC64DD0EC">
    <w:name w:val="F36B669875A84B878E2EE16AC64DD0EC"/>
    <w:rsid w:val="00895E63"/>
  </w:style>
  <w:style w:type="paragraph" w:customStyle="1" w:styleId="BF7A18F0527B48A69B20E91103E93FED">
    <w:name w:val="BF7A18F0527B48A69B20E91103E93FED"/>
    <w:rsid w:val="00895E63"/>
  </w:style>
  <w:style w:type="paragraph" w:customStyle="1" w:styleId="EB48BD3951D64D918B818BE395B80193">
    <w:name w:val="EB48BD3951D64D918B818BE395B80193"/>
    <w:rsid w:val="00895E63"/>
  </w:style>
  <w:style w:type="paragraph" w:customStyle="1" w:styleId="1D5B4AF656B14663A146654E6BFF5A96">
    <w:name w:val="1D5B4AF656B14663A146654E6BFF5A96"/>
    <w:rsid w:val="00895E63"/>
  </w:style>
  <w:style w:type="paragraph" w:customStyle="1" w:styleId="2F9731F0DFBD4CF99A06B89868C0DE34">
    <w:name w:val="2F9731F0DFBD4CF99A06B89868C0DE34"/>
    <w:rsid w:val="00895E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lue Business Set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CFC9409-43FF-4206-BB0C-BC6EA60D1F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Packing slip (Business Blue design).dotx</Template>
  <TotalTime>16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4</cp:revision>
  <dcterms:created xsi:type="dcterms:W3CDTF">2017-07-01T07:46:00Z</dcterms:created>
  <dcterms:modified xsi:type="dcterms:W3CDTF">2017-07-01T08:04:00Z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TC029278589991</vt:lpwstr>
  </property>
</Properties>
</file>