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254023022"/>
        <w:placeholder>
          <w:docPart w:val="92384AD8F2B6455FB611DD09BB5265B7"/>
        </w:placeholder>
        <w:showingPlcHdr/>
        <w15:appearance w15:val="hidden"/>
      </w:sdtPr>
      <w:sdtEndPr/>
      <w:sdtContent>
        <w:p w:rsidR="004A3F77" w:rsidRDefault="008137C9" w:rsidP="00F4211E">
          <w:pPr>
            <w:pStyle w:val="Company"/>
            <w:jc w:val="left"/>
          </w:pPr>
          <w:r>
            <w:t>[Company Name]</w:t>
          </w:r>
        </w:p>
      </w:sdtContent>
    </w:sdt>
    <w:p w:rsidR="004A3F77" w:rsidRPr="00F4211E" w:rsidRDefault="008137C9">
      <w:pPr>
        <w:pStyle w:val="Heading1"/>
        <w:rPr>
          <w:color w:val="0070C0"/>
        </w:rPr>
      </w:pPr>
      <w:r w:rsidRPr="00F4211E">
        <w:rPr>
          <w:color w:val="0070C0"/>
        </w:rPr>
        <w:t>Exit Interview</w:t>
      </w:r>
    </w:p>
    <w:p w:rsidR="004A3F77" w:rsidRDefault="008137C9">
      <w:r>
        <w:t>Your opinion is important to us. Additional comments and suggestions are encouraged.</w:t>
      </w:r>
    </w:p>
    <w:tbl>
      <w:tblPr>
        <w:tblStyle w:val="GridTable1Light-Accent1"/>
        <w:tblW w:w="5000" w:type="pct"/>
        <w:jc w:val="center"/>
        <w:tblBorders>
          <w:bottom w:val="single" w:sz="18" w:space="0" w:color="DFE4DA" w:themeColor="text2" w:themeTint="33"/>
          <w:insideH w:val="single" w:sz="4" w:space="0" w:color="DFE4DA" w:themeColor="text2" w:themeTint="3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160"/>
        <w:gridCol w:w="3240"/>
        <w:gridCol w:w="1350"/>
        <w:gridCol w:w="4050"/>
      </w:tblGrid>
      <w:tr w:rsidR="004A3F77" w:rsidTr="004A3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1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A3F77" w:rsidRDefault="008137C9">
            <w:pPr>
              <w:pStyle w:val="Heading2"/>
              <w:outlineLvl w:val="1"/>
            </w:pPr>
            <w:r>
              <w:t>Name (optional)</w:t>
            </w:r>
          </w:p>
        </w:tc>
        <w:tc>
          <w:tcPr>
            <w:tcW w:w="32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A3F77" w:rsidRDefault="004A3F77"/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A3F77" w:rsidRDefault="008137C9">
            <w:pPr>
              <w:pStyle w:val="Heading2"/>
              <w:outlineLvl w:val="1"/>
            </w:pPr>
            <w:r>
              <w:t>Departmen</w:t>
            </w:r>
            <w:bookmarkStart w:id="0" w:name="_GoBack"/>
            <w:bookmarkEnd w:id="0"/>
            <w:r>
              <w:t>t</w:t>
            </w:r>
          </w:p>
        </w:tc>
        <w:tc>
          <w:tcPr>
            <w:tcW w:w="40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A3F77" w:rsidRDefault="004A3F77"/>
        </w:tc>
      </w:tr>
      <w:tr w:rsidR="004A3F77" w:rsidTr="004A3F77">
        <w:trPr>
          <w:jc w:val="center"/>
        </w:trPr>
        <w:tc>
          <w:tcPr>
            <w:tcW w:w="2160" w:type="dxa"/>
          </w:tcPr>
          <w:p w:rsidR="004A3F77" w:rsidRDefault="008137C9">
            <w:pPr>
              <w:pStyle w:val="Heading2"/>
              <w:outlineLvl w:val="1"/>
            </w:pPr>
            <w:r>
              <w:t>Supervisor (optional)</w:t>
            </w:r>
          </w:p>
        </w:tc>
        <w:tc>
          <w:tcPr>
            <w:tcW w:w="3240" w:type="dxa"/>
          </w:tcPr>
          <w:p w:rsidR="004A3F77" w:rsidRDefault="004A3F77"/>
        </w:tc>
        <w:tc>
          <w:tcPr>
            <w:tcW w:w="1350" w:type="dxa"/>
          </w:tcPr>
          <w:p w:rsidR="004A3F77" w:rsidRDefault="008137C9">
            <w:pPr>
              <w:pStyle w:val="Heading2"/>
              <w:outlineLvl w:val="1"/>
            </w:pPr>
            <w:r>
              <w:t>Position</w:t>
            </w:r>
          </w:p>
        </w:tc>
        <w:tc>
          <w:tcPr>
            <w:tcW w:w="4050" w:type="dxa"/>
          </w:tcPr>
          <w:p w:rsidR="004A3F77" w:rsidRDefault="004A3F77"/>
        </w:tc>
      </w:tr>
    </w:tbl>
    <w:p w:rsidR="004A3F77" w:rsidRDefault="004A3F77"/>
    <w:tbl>
      <w:tblPr>
        <w:tblStyle w:val="GridTable1Light-Accent1"/>
        <w:tblW w:w="5000" w:type="pct"/>
        <w:tblBorders>
          <w:bottom w:val="single" w:sz="12" w:space="0" w:color="E48312" w:themeColor="accent1"/>
          <w:insideH w:val="single" w:sz="2" w:space="0" w:color="DFE4DA" w:themeColor="text2" w:themeTint="3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Interview questions"/>
      </w:tblPr>
      <w:tblGrid>
        <w:gridCol w:w="582"/>
        <w:gridCol w:w="8058"/>
        <w:gridCol w:w="2160"/>
      </w:tblGrid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1</w:t>
            </w:r>
          </w:p>
        </w:tc>
        <w:tc>
          <w:tcPr>
            <w:tcW w:w="8058" w:type="dxa"/>
          </w:tcPr>
          <w:sdt>
            <w:sdtPr>
              <w:id w:val="2061277549"/>
              <w:placeholder>
                <w:docPart w:val="49276D2B5763461387B72D52B0C2F7AD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t>Why are you leaving the company?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eason for leaving"/>
              <w:id w:val="115336679"/>
              <w:placeholder>
                <w:docPart w:val="0A75163EBC3C4FB499AD7C7F2CEA2C29"/>
              </w:placeholder>
              <w:showingPlcHdr/>
              <w:dropDownList>
                <w:listItem w:value="Choose an item."/>
                <w:listItem w:displayText="1 | Personal reason" w:value="1 | Personal reason"/>
                <w:listItem w:displayText="2 | Medical benefits" w:value="2 | Medical benefits"/>
                <w:listItem w:displayText="3 | Quality of supervision" w:value="3 | Quality of supervision"/>
                <w:listItem w:displayText="4 | Work environment" w:value="4 | Work environment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2</w:t>
            </w:r>
          </w:p>
        </w:tc>
        <w:tc>
          <w:tcPr>
            <w:tcW w:w="8058" w:type="dxa"/>
          </w:tcPr>
          <w:sdt>
            <w:sdtPr>
              <w:id w:val="1862478098"/>
              <w:placeholder>
                <w:docPart w:val="1B0ACA967E3F4385B3312C9ACC2CB578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t>Please explain your reason(s) for leaving in more detail.</w:t>
                </w:r>
              </w:p>
            </w:sdtContent>
          </w:sdt>
          <w:sdt>
            <w:sdtPr>
              <w:id w:val="-1525007470"/>
              <w:placeholder>
                <w:docPart w:val="200D2A351227484FB5D924477E93247E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spacing w:before="40"/>
                </w:pPr>
                <w:r>
                  <w:t>[Click here to enter text.]</w:t>
                </w:r>
              </w:p>
            </w:sdtContent>
          </w:sdt>
        </w:tc>
        <w:tc>
          <w:tcPr>
            <w:tcW w:w="2160" w:type="dxa"/>
          </w:tcPr>
          <w:p w:rsidR="004A3F77" w:rsidRDefault="004A3F77"/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3</w:t>
            </w:r>
          </w:p>
        </w:tc>
        <w:tc>
          <w:tcPr>
            <w:tcW w:w="8058" w:type="dxa"/>
          </w:tcPr>
          <w:sdt>
            <w:sdtPr>
              <w:id w:val="-440303488"/>
              <w:placeholder>
                <w:docPart w:val="261805803FBB4AB18F6DE8427EDF5321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What suggestions for improvement do you have for us?</w:t>
                </w:r>
              </w:p>
            </w:sdtContent>
          </w:sdt>
          <w:sdt>
            <w:sdtPr>
              <w:id w:val="1125890424"/>
              <w:placeholder>
                <w:docPart w:val="200D2A351227484FB5D924477E93247E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r>
                  <w:t>[Click here to enter text.]</w:t>
                </w:r>
              </w:p>
            </w:sdtContent>
          </w:sdt>
        </w:tc>
        <w:tc>
          <w:tcPr>
            <w:tcW w:w="2160" w:type="dxa"/>
          </w:tcPr>
          <w:p w:rsidR="004A3F77" w:rsidRDefault="004A3F77">
            <w:pPr>
              <w:rPr>
                <w:kern w:val="0"/>
                <w14:ligatures w14:val="none"/>
              </w:rPr>
            </w:pPr>
          </w:p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4</w:t>
            </w:r>
          </w:p>
        </w:tc>
        <w:tc>
          <w:tcPr>
            <w:tcW w:w="8058" w:type="dxa"/>
          </w:tcPr>
          <w:sdt>
            <w:sdtPr>
              <w:id w:val="99697127"/>
              <w:placeholder>
                <w:docPart w:val="AF5EBBF456F94CDD8D55E45FEF0F5522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If we implemented those suggestions, would you return to work here?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Yes or No"/>
              <w:id w:val="-1324817391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</w:dropDownList>
            </w:sdtPr>
            <w:sdtEndPr/>
            <w:sdtContent>
              <w:p w:rsidR="004A3F77" w:rsidRDefault="008137C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5</w:t>
            </w:r>
          </w:p>
        </w:tc>
        <w:tc>
          <w:tcPr>
            <w:tcW w:w="8058" w:type="dxa"/>
          </w:tcPr>
          <w:sdt>
            <w:sdtPr>
              <w:id w:val="929323282"/>
              <w:placeholder>
                <w:docPart w:val="264E61C113A04CBAA506833EC03989F0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Would you recommend this company to your friends as a good place to work?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Yes or No"/>
              <w:id w:val="242918100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Yes" w:value="1 | Yes"/>
                <w:listItem w:displayText="2 | No" w:value="2 | No"/>
              </w:dropDownList>
            </w:sdtPr>
            <w:sdtEndPr/>
            <w:sdtContent>
              <w:p w:rsidR="004A3F77" w:rsidRDefault="008137C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6</w:t>
            </w:r>
          </w:p>
        </w:tc>
        <w:tc>
          <w:tcPr>
            <w:tcW w:w="8058" w:type="dxa"/>
          </w:tcPr>
          <w:sdt>
            <w:sdtPr>
              <w:id w:val="1546565628"/>
              <w:placeholder>
                <w:docPart w:val="1A5E3B31F52849BEBE2559233DE01DE4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I believe that I was treated like a valuable member of the company.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1731071416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7</w:t>
            </w:r>
          </w:p>
        </w:tc>
        <w:tc>
          <w:tcPr>
            <w:tcW w:w="8058" w:type="dxa"/>
          </w:tcPr>
          <w:sdt>
            <w:sdtPr>
              <w:id w:val="-1255509484"/>
              <w:placeholder>
                <w:docPart w:val="0A188D2215CF47E08C74C9AF4CD42F85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My immediate supervisor let me know when I was doing a good job.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1968956322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8</w:t>
            </w:r>
          </w:p>
        </w:tc>
        <w:tc>
          <w:tcPr>
            <w:tcW w:w="8058" w:type="dxa"/>
          </w:tcPr>
          <w:sdt>
            <w:sdtPr>
              <w:id w:val="-724451287"/>
              <w:placeholder>
                <w:docPart w:val="F2A3F3160B9C425E98565E22E59DD444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t>I felt free to suggest to my supervisor changes that would improve my department.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825272692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9</w:t>
            </w:r>
          </w:p>
        </w:tc>
        <w:tc>
          <w:tcPr>
            <w:tcW w:w="8058" w:type="dxa"/>
          </w:tcPr>
          <w:sdt>
            <w:sdtPr>
              <w:id w:val="1297866415"/>
              <w:placeholder>
                <w:docPart w:val="7CD7CFACF210471FBE98C4CC24B109E3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My job duties and responsibilities were clearly defined.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1700455126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10</w:t>
            </w:r>
          </w:p>
        </w:tc>
        <w:tc>
          <w:tcPr>
            <w:tcW w:w="8058" w:type="dxa"/>
          </w:tcPr>
          <w:sdt>
            <w:sdtPr>
              <w:id w:val="930398190"/>
              <w:placeholder>
                <w:docPart w:val="45258D25E6F746C0AE674963232F1302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I received the proper training in order to perform my job effectively.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823867118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11</w:t>
            </w:r>
          </w:p>
        </w:tc>
        <w:tc>
          <w:tcPr>
            <w:tcW w:w="8058" w:type="dxa"/>
          </w:tcPr>
          <w:sdt>
            <w:sdtPr>
              <w:id w:val="1638606290"/>
              <w:placeholder>
                <w:docPart w:val="27F3B7D5FED645F8A78A7AD667DA4649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Employee problems and complaints were resolved fairly and promptly in my department.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1510286219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12</w:t>
            </w:r>
          </w:p>
        </w:tc>
        <w:tc>
          <w:tcPr>
            <w:tcW w:w="8058" w:type="dxa"/>
          </w:tcPr>
          <w:sdt>
            <w:sdtPr>
              <w:id w:val="779681300"/>
              <w:placeholder>
                <w:docPart w:val="49DE2CC20FC44FE78503E739FB90F84D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rPr>
                    <w:rStyle w:val="PlaceholderText"/>
                    <w:color w:val="637052" w:themeColor="text2"/>
                  </w:rPr>
                  <w:t>If I had questions or concerns, I felt comfortable speaking with:</w:t>
                </w:r>
              </w:p>
            </w:sdtContent>
          </w:sdt>
        </w:tc>
        <w:tc>
          <w:tcPr>
            <w:tcW w:w="2160" w:type="dxa"/>
          </w:tcPr>
          <w:p w:rsidR="004A3F77" w:rsidRDefault="004A3F77"/>
        </w:tc>
      </w:tr>
      <w:tr w:rsidR="004A3F77" w:rsidTr="004A3F77">
        <w:tc>
          <w:tcPr>
            <w:tcW w:w="582" w:type="dxa"/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</w:tcPr>
          <w:sdt>
            <w:sdtPr>
              <w:id w:val="1468242243"/>
              <w:placeholder>
                <w:docPart w:val="C3A043C545FD41D88A34267F7354B981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My immediate supervisor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551390181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</w:tcPr>
          <w:sdt>
            <w:sdtPr>
              <w:id w:val="-1802606719"/>
              <w:placeholder>
                <w:docPart w:val="126682573E7141098CAF155F8F2F9F06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Upper management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2082095118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</w:tcPr>
          <w:sdt>
            <w:sdtPr>
              <w:id w:val="110328220"/>
              <w:placeholder>
                <w:docPart w:val="A5A5D4E2AB7641B5AEA8579B91FCE9EA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Human resources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1536185661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13</w:t>
            </w:r>
          </w:p>
        </w:tc>
        <w:tc>
          <w:tcPr>
            <w:tcW w:w="8058" w:type="dxa"/>
          </w:tcPr>
          <w:sdt>
            <w:sdtPr>
              <w:id w:val="-1204095712"/>
              <w:placeholder>
                <w:docPart w:val="C051F230417E409F88C21BA7FD1CC2E3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t>I was kept well informed about the company, its policies and procedures, and other important information.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100692857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14</w:t>
            </w:r>
          </w:p>
        </w:tc>
        <w:tc>
          <w:tcPr>
            <w:tcW w:w="8058" w:type="dxa"/>
          </w:tcPr>
          <w:sdt>
            <w:sdtPr>
              <w:id w:val="786702876"/>
              <w:placeholder>
                <w:docPart w:val="D417A6B966E54D57BE2412863FD3C209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t>I felt that the company provided me with job security.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1057746651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Somewhat agree" w:value="2 | Somewhat agree"/>
                <w:listItem w:displayText="3 | Somewhat disagree" w:value="3 | Somewhat disagree"/>
                <w:listItem w:displayText="4 | Strongly disagree" w:value="4 | Strongly disagree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8137C9">
            <w:pPr>
              <w:pStyle w:val="Numbers"/>
              <w:spacing w:before="40"/>
            </w:pPr>
            <w:r>
              <w:t>15</w:t>
            </w:r>
          </w:p>
        </w:tc>
        <w:tc>
          <w:tcPr>
            <w:tcW w:w="8058" w:type="dxa"/>
          </w:tcPr>
          <w:sdt>
            <w:sdtPr>
              <w:id w:val="-383637616"/>
              <w:placeholder>
                <w:docPart w:val="4488DA13DE1F4310BE64FD2F78FFA0B5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t>Please rate the benefits that you received at the company (keeping in mind the benefits offered by other companies that you have worked for):</w:t>
                </w:r>
              </w:p>
            </w:sdtContent>
          </w:sdt>
        </w:tc>
        <w:tc>
          <w:tcPr>
            <w:tcW w:w="2160" w:type="dxa"/>
          </w:tcPr>
          <w:p w:rsidR="004A3F77" w:rsidRDefault="004A3F77"/>
        </w:tc>
      </w:tr>
      <w:tr w:rsidR="004A3F77" w:rsidTr="004A3F77">
        <w:tc>
          <w:tcPr>
            <w:tcW w:w="582" w:type="dxa"/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</w:tcPr>
          <w:sdt>
            <w:sdtPr>
              <w:id w:val="-1061949790"/>
              <w:placeholder>
                <w:docPart w:val="E9DC99C38EB34773BB8CF381C276CE40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Medical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1089428553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Excellent" w:value="1 | Excellent"/>
                <w:listItem w:displayText="2 | Good" w:value="2 | Good"/>
                <w:listItem w:displayText="3 | Fair" w:value="3 | Fair"/>
                <w:listItem w:displayText="4 | Poor" w:value="4 | Poor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</w:tcPr>
          <w:sdt>
            <w:sdtPr>
              <w:id w:val="998157062"/>
              <w:placeholder>
                <w:docPart w:val="4C94D5C7B661401394A31F0206334F68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Dental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1694960574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Excellent" w:value="1 | Excellent"/>
                <w:listItem w:displayText="2 | Good" w:value="2 | Good"/>
                <w:listItem w:displayText="3 | Fair" w:value="3 | Fair"/>
                <w:listItem w:displayText="4 | Poor" w:value="4 | Poor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</w:tcPr>
          <w:sdt>
            <w:sdtPr>
              <w:id w:val="1668518260"/>
              <w:placeholder>
                <w:docPart w:val="E062C5893C0D4C19896024B71880F7BB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Vision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-1214346758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Excellent" w:value="1 | Excellent"/>
                <w:listItem w:displayText="2 | Good" w:value="2 | Good"/>
                <w:listItem w:displayText="3 | Fair" w:value="3 | Fair"/>
                <w:listItem w:displayText="4 | Poor" w:value="4 | Poor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</w:tcPr>
          <w:sdt>
            <w:sdtPr>
              <w:id w:val="1959980072"/>
              <w:placeholder>
                <w:docPart w:val="DBA12C9C2EEA407B9FB3443B8E0BAAF6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Paid time off</w:t>
                </w:r>
              </w:p>
            </w:sdtContent>
          </w:sdt>
        </w:tc>
        <w:tc>
          <w:tcPr>
            <w:tcW w:w="2160" w:type="dxa"/>
          </w:tcPr>
          <w:sdt>
            <w:sdtPr>
              <w:alias w:val="Rate questions on a scale of 1 - 4"/>
              <w:tag w:val="Rate questions on a scale of 1 - 5"/>
              <w:id w:val="1898081582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Excellent" w:value="1 | Excellent"/>
                <w:listItem w:displayText="2 | Good" w:value="2 | Good"/>
                <w:listItem w:displayText="3 | Fair" w:value="3 | Fair"/>
                <w:listItem w:displayText="4 | Poor" w:value="4 | Poor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  <w:tcBorders>
              <w:bottom w:val="single" w:sz="2" w:space="0" w:color="DFE4DA" w:themeColor="text2" w:themeTint="33"/>
            </w:tcBorders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  <w:tcBorders>
              <w:bottom w:val="single" w:sz="2" w:space="0" w:color="DFE4DA" w:themeColor="text2" w:themeTint="33"/>
            </w:tcBorders>
          </w:tcPr>
          <w:sdt>
            <w:sdtPr>
              <w:id w:val="-1183669163"/>
              <w:placeholder>
                <w:docPart w:val="8B466E66A1C247E48AAC0D051B803D12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2"/>
                </w:pPr>
                <w:r>
                  <w:t>401(k) plan</w:t>
                </w:r>
              </w:p>
            </w:sdtContent>
          </w:sdt>
        </w:tc>
        <w:tc>
          <w:tcPr>
            <w:tcW w:w="2160" w:type="dxa"/>
            <w:tcBorders>
              <w:bottom w:val="single" w:sz="2" w:space="0" w:color="DFE4DA" w:themeColor="text2" w:themeTint="33"/>
            </w:tcBorders>
          </w:tcPr>
          <w:sdt>
            <w:sdtPr>
              <w:alias w:val="Rate questions on a scale of 1 - 4"/>
              <w:tag w:val="Rate questions on a scale of 1 - 5"/>
              <w:id w:val="-710720739"/>
              <w:placeholder>
                <w:docPart w:val="7FE37A796C2341E593D7D6189D17A67C"/>
              </w:placeholder>
              <w:showingPlcHdr/>
              <w:dropDownList>
                <w:listItem w:value="Choose an item."/>
                <w:listItem w:displayText="1 | Excellent" w:value="1 | Excellent"/>
                <w:listItem w:displayText="2 | Good" w:value="2 | Good"/>
                <w:listItem w:displayText="3 | Fair" w:value="3 | Fair"/>
                <w:listItem w:displayText="4 | Poor" w:value="4 | Poor"/>
              </w:dropDownList>
            </w:sdtPr>
            <w:sdtEndPr/>
            <w:sdtContent>
              <w:p w:rsidR="004A3F77" w:rsidRDefault="008137C9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4A3F77" w:rsidTr="004A3F77">
        <w:tc>
          <w:tcPr>
            <w:tcW w:w="582" w:type="dxa"/>
            <w:tcBorders>
              <w:top w:val="single" w:sz="2" w:space="0" w:color="DFE4DA" w:themeColor="text2" w:themeTint="33"/>
              <w:bottom w:val="single" w:sz="18" w:space="0" w:color="DFE4DA" w:themeColor="text2" w:themeTint="33"/>
            </w:tcBorders>
          </w:tcPr>
          <w:p w:rsidR="004A3F77" w:rsidRDefault="004A3F77">
            <w:pPr>
              <w:pStyle w:val="Numbers"/>
              <w:spacing w:before="40"/>
            </w:pPr>
          </w:p>
        </w:tc>
        <w:tc>
          <w:tcPr>
            <w:tcW w:w="8058" w:type="dxa"/>
            <w:tcBorders>
              <w:top w:val="single" w:sz="2" w:space="0" w:color="DFE4DA" w:themeColor="text2" w:themeTint="33"/>
              <w:bottom w:val="single" w:sz="18" w:space="0" w:color="DFE4DA" w:themeColor="text2" w:themeTint="33"/>
            </w:tcBorders>
          </w:tcPr>
          <w:sdt>
            <w:sdtPr>
              <w:id w:val="1782759836"/>
              <w:placeholder>
                <w:docPart w:val="8B385D506CA24791ACF8A8923C531AAA"/>
              </w:placeholder>
              <w:temporary/>
              <w:showingPlcHdr/>
              <w15:appearance w15:val="hidden"/>
            </w:sdtPr>
            <w:sdtEndPr/>
            <w:sdtContent>
              <w:p w:rsidR="004A3F77" w:rsidRDefault="008137C9">
                <w:pPr>
                  <w:pStyle w:val="List"/>
                </w:pPr>
                <w:r>
                  <w:t>Please list any additional benefits that you would have wanted the company to offer</w:t>
                </w:r>
              </w:p>
            </w:sdtContent>
          </w:sdt>
          <w:p w:rsidR="004A3F77" w:rsidRDefault="003F3457">
            <w:pPr>
              <w:tabs>
                <w:tab w:val="left" w:pos="2701"/>
              </w:tabs>
            </w:pPr>
            <w:sdt>
              <w:sdtPr>
                <w:id w:val="-239951192"/>
                <w:placeholder>
                  <w:docPart w:val="200D2A351227484FB5D924477E93247E"/>
                </w:placeholder>
                <w:temporary/>
                <w:showingPlcHdr/>
                <w15:appearance w15:val="hidden"/>
              </w:sdtPr>
              <w:sdtEndPr/>
              <w:sdtContent>
                <w:r w:rsidR="008137C9">
                  <w:t>[Click here to enter text.]</w:t>
                </w:r>
              </w:sdtContent>
            </w:sdt>
          </w:p>
        </w:tc>
        <w:tc>
          <w:tcPr>
            <w:tcW w:w="2160" w:type="dxa"/>
            <w:tcBorders>
              <w:top w:val="single" w:sz="2" w:space="0" w:color="DFE4DA" w:themeColor="text2" w:themeTint="33"/>
              <w:bottom w:val="single" w:sz="18" w:space="0" w:color="DFE4DA" w:themeColor="text2" w:themeTint="33"/>
            </w:tcBorders>
          </w:tcPr>
          <w:p w:rsidR="004A3F77" w:rsidRDefault="004A3F77"/>
        </w:tc>
      </w:tr>
      <w:tr w:rsidR="004A3F77" w:rsidTr="004A3F77">
        <w:tc>
          <w:tcPr>
            <w:tcW w:w="582" w:type="dxa"/>
            <w:tcBorders>
              <w:top w:val="single" w:sz="18" w:space="0" w:color="DFE4DA" w:themeColor="text2" w:themeTint="33"/>
              <w:bottom w:val="nil"/>
            </w:tcBorders>
          </w:tcPr>
          <w:p w:rsidR="004A3F77" w:rsidRDefault="004A3F77">
            <w:pPr>
              <w:pStyle w:val="Numbers"/>
            </w:pPr>
          </w:p>
        </w:tc>
        <w:tc>
          <w:tcPr>
            <w:tcW w:w="8058" w:type="dxa"/>
            <w:tcBorders>
              <w:top w:val="single" w:sz="18" w:space="0" w:color="DFE4DA" w:themeColor="text2" w:themeTint="33"/>
              <w:bottom w:val="nil"/>
            </w:tcBorders>
          </w:tcPr>
          <w:p w:rsidR="004A3F77" w:rsidRDefault="004A3F77">
            <w:pPr>
              <w:tabs>
                <w:tab w:val="left" w:pos="2701"/>
              </w:tabs>
            </w:pPr>
          </w:p>
        </w:tc>
        <w:tc>
          <w:tcPr>
            <w:tcW w:w="2160" w:type="dxa"/>
            <w:tcBorders>
              <w:top w:val="single" w:sz="18" w:space="0" w:color="DFE4DA" w:themeColor="text2" w:themeTint="33"/>
              <w:bottom w:val="nil"/>
            </w:tcBorders>
          </w:tcPr>
          <w:p w:rsidR="004A3F77" w:rsidRDefault="004A3F77"/>
        </w:tc>
      </w:tr>
    </w:tbl>
    <w:p w:rsidR="004A3F77" w:rsidRDefault="008137C9">
      <w:pPr>
        <w:pStyle w:val="Heading2"/>
      </w:pPr>
      <w:r>
        <w:t>Use the space provided below for any additional comments.</w:t>
      </w:r>
    </w:p>
    <w:p w:rsidR="004A3F77" w:rsidRDefault="003F3457">
      <w:sdt>
        <w:sdtPr>
          <w:id w:val="-1591920992"/>
          <w:placeholder>
            <w:docPart w:val="3B2C4E0F3DB340E3B6E607F269C6C138"/>
          </w:placeholder>
          <w:temporary/>
          <w:showingPlcHdr/>
          <w15:appearance w15:val="hidden"/>
        </w:sdtPr>
        <w:sdtEndPr/>
        <w:sdtContent>
          <w:r w:rsidR="008137C9">
            <w:t>[Comments]</w:t>
          </w:r>
        </w:sdtContent>
      </w:sdt>
    </w:p>
    <w:sectPr w:rsidR="004A3F77" w:rsidSect="00F4211E">
      <w:footerReference w:type="default" r:id="rId8"/>
      <w:pgSz w:w="12240" w:h="15840"/>
      <w:pgMar w:top="72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57" w:rsidRDefault="003F3457">
      <w:pPr>
        <w:spacing w:after="0"/>
      </w:pPr>
      <w:r>
        <w:separator/>
      </w:r>
    </w:p>
  </w:endnote>
  <w:endnote w:type="continuationSeparator" w:id="0">
    <w:p w:rsidR="003F3457" w:rsidRDefault="003F34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77" w:rsidRDefault="008137C9">
    <w:pPr>
      <w:pStyle w:val="Footer"/>
      <w:spacing w:after="0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3F345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57" w:rsidRDefault="003F3457">
      <w:pPr>
        <w:spacing w:after="0"/>
      </w:pPr>
      <w:r>
        <w:separator/>
      </w:r>
    </w:p>
  </w:footnote>
  <w:footnote w:type="continuationSeparator" w:id="0">
    <w:p w:rsidR="003F3457" w:rsidRDefault="003F34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0B2BE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5C6B2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F328D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506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2BC73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D687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D2E7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AC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866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5C5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DD"/>
    <w:rsid w:val="000562DD"/>
    <w:rsid w:val="003F3457"/>
    <w:rsid w:val="004A3F77"/>
    <w:rsid w:val="008137C9"/>
    <w:rsid w:val="00F4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A6F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60" w:after="60"/>
    </w:pPr>
    <w:rPr>
      <w:sz w:val="18"/>
      <w:szCs w:val="18"/>
    </w:rPr>
  </w:style>
  <w:style w:type="paragraph" w:styleId="Heading1">
    <w:name w:val="heading 1"/>
    <w:basedOn w:val="Normal"/>
    <w:next w:val="Normal"/>
    <w:qFormat/>
    <w:pPr>
      <w:spacing w:before="360"/>
      <w:outlineLvl w:val="0"/>
    </w:pPr>
    <w:rPr>
      <w:rFonts w:asciiTheme="majorHAnsi" w:eastAsiaTheme="majorEastAsia" w:hAnsiTheme="majorHAnsi" w:cstheme="majorBidi"/>
      <w:b/>
      <w:bCs/>
      <w:color w:val="BD582C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after="40"/>
      <w:outlineLvl w:val="1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  <w:style w:type="paragraph" w:styleId="Heading3">
    <w:name w:val="heading 3"/>
    <w:basedOn w:val="Heading2"/>
    <w:next w:val="Normal"/>
    <w:link w:val="Heading3Char"/>
    <w:uiPriority w:val="9"/>
    <w:unhideWhenUsed/>
    <w:pPr>
      <w:ind w:left="216" w:right="144"/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  <w:rPr>
      <w:color w:val="644030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/>
      <w:outlineLvl w:val="7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color w:val="637052" w:themeColor="text2"/>
    </w:rPr>
  </w:style>
  <w:style w:type="character" w:customStyle="1" w:styleId="FooterChar">
    <w:name w:val="Footer Char"/>
    <w:basedOn w:val="DefaultParagraphFont"/>
    <w:link w:val="Footer"/>
    <w:uiPriority w:val="1"/>
    <w:rPr>
      <w:color w:val="637052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637052" w:themeColor="text2"/>
      <w:kern w:val="22"/>
      <w:sz w:val="18"/>
      <w:szCs w:val="18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644030" w:themeColor="accent3" w:themeShade="BF"/>
      <w:kern w:val="22"/>
      <w:sz w:val="18"/>
      <w:szCs w:val="18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8"/>
      <w:szCs w:val="18"/>
    </w:rPr>
  </w:style>
  <w:style w:type="paragraph" w:customStyle="1" w:styleId="Logo">
    <w:name w:val="Logo"/>
    <w:basedOn w:val="Normal"/>
    <w:qFormat/>
    <w:pPr>
      <w:spacing w:after="0"/>
      <w:jc w:val="center"/>
    </w:pPr>
  </w:style>
  <w:style w:type="paragraph" w:customStyle="1" w:styleId="Numbers">
    <w:name w:val="Numbers"/>
    <w:basedOn w:val="Normal"/>
    <w:qFormat/>
    <w:pPr>
      <w:ind w:right="216"/>
      <w:jc w:val="right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  <w:style w:type="paragraph" w:styleId="NoSpacing">
    <w:name w:val="No Spacing"/>
    <w:uiPriority w:val="1"/>
    <w:semiHidden/>
    <w:unhideWhenUsed/>
    <w:qFormat/>
    <w:rPr>
      <w:sz w:val="20"/>
      <w:szCs w:val="20"/>
    </w:rPr>
  </w:style>
  <w:style w:type="paragraph" w:styleId="ListParagraph">
    <w:name w:val="List Paragraph"/>
    <w:basedOn w:val="Normal"/>
    <w:uiPriority w:val="34"/>
    <w:semiHidden/>
    <w:unhideWhenUsed/>
    <w:qFormat/>
    <w:pPr>
      <w:ind w:left="720"/>
      <w:contextualSpacing/>
    </w:pPr>
  </w:style>
  <w:style w:type="paragraph" w:customStyle="1" w:styleId="Company">
    <w:name w:val="Company"/>
    <w:basedOn w:val="Normal"/>
    <w:qFormat/>
    <w:pPr>
      <w:jc w:val="center"/>
    </w:pPr>
    <w:rPr>
      <w:rFonts w:asciiTheme="majorHAnsi" w:eastAsiaTheme="majorEastAsia" w:hAnsiTheme="majorHAnsi" w:cstheme="majorBidi"/>
      <w:b/>
      <w:bCs/>
      <w:color w:val="637052" w:themeColor="text2"/>
      <w:sz w:val="32"/>
      <w:szCs w:val="32"/>
    </w:rPr>
  </w:style>
  <w:style w:type="paragraph" w:styleId="List">
    <w:name w:val="List"/>
    <w:basedOn w:val="Normal"/>
    <w:unhideWhenUsed/>
    <w:qFormat/>
    <w:pPr>
      <w:spacing w:before="40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  <w:style w:type="paragraph" w:styleId="List2">
    <w:name w:val="List 2"/>
    <w:basedOn w:val="Normal"/>
    <w:unhideWhenUsed/>
    <w:qFormat/>
    <w:pPr>
      <w:ind w:left="216"/>
    </w:pPr>
    <w:rPr>
      <w:rFonts w:asciiTheme="majorHAnsi" w:eastAsiaTheme="majorEastAsia" w:hAnsiTheme="majorHAnsi" w:cstheme="majorBidi"/>
      <w:color w:val="637052" w:themeColor="text2"/>
      <w:kern w:val="22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exit%20intervie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384AD8F2B6455FB611DD09BB526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7A1F6-C321-4934-A055-716D616EB6F4}"/>
      </w:docPartPr>
      <w:docPartBody>
        <w:p w:rsidR="00531FEE" w:rsidRDefault="00D15532">
          <w:pPr>
            <w:pStyle w:val="92384AD8F2B6455FB611DD09BB5265B7"/>
          </w:pPr>
          <w:r>
            <w:t>[Company Name]</w:t>
          </w:r>
        </w:p>
      </w:docPartBody>
    </w:docPart>
    <w:docPart>
      <w:docPartPr>
        <w:name w:val="49276D2B5763461387B72D52B0C2F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CCF30-9F68-4916-8681-8E818353E3AC}"/>
      </w:docPartPr>
      <w:docPartBody>
        <w:p w:rsidR="00531FEE" w:rsidRDefault="00D15532">
          <w:pPr>
            <w:pStyle w:val="49276D2B5763461387B72D52B0C2F7AD"/>
          </w:pPr>
          <w:r>
            <w:t>Why are you leaving the company?</w:t>
          </w:r>
        </w:p>
      </w:docPartBody>
    </w:docPart>
    <w:docPart>
      <w:docPartPr>
        <w:name w:val="0A75163EBC3C4FB499AD7C7F2CEA2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11F87-FFAF-4BC4-90EE-1DEDFD24F3E8}"/>
      </w:docPartPr>
      <w:docPartBody>
        <w:p w:rsidR="00531FEE" w:rsidRDefault="00D15532">
          <w:pPr>
            <w:pStyle w:val="0A75163EBC3C4FB499AD7C7F2CEA2C29"/>
          </w:pPr>
          <w:r>
            <w:t>Choose an item.</w:t>
          </w:r>
        </w:p>
      </w:docPartBody>
    </w:docPart>
    <w:docPart>
      <w:docPartPr>
        <w:name w:val="1B0ACA967E3F4385B3312C9ACC2CB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7FF56-D8A4-4F37-9904-CF1E63E1348A}"/>
      </w:docPartPr>
      <w:docPartBody>
        <w:p w:rsidR="00531FEE" w:rsidRDefault="00D15532">
          <w:pPr>
            <w:pStyle w:val="1B0ACA967E3F4385B3312C9ACC2CB578"/>
          </w:pPr>
          <w:r>
            <w:t>Please explain your reason(s) for leaving in more detail.</w:t>
          </w:r>
        </w:p>
      </w:docPartBody>
    </w:docPart>
    <w:docPart>
      <w:docPartPr>
        <w:name w:val="200D2A351227484FB5D924477E932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B793A-8341-42CA-8179-07890BAFFEF4}"/>
      </w:docPartPr>
      <w:docPartBody>
        <w:p w:rsidR="00531FEE" w:rsidRDefault="00D15532">
          <w:pPr>
            <w:pStyle w:val="200D2A351227484FB5D924477E93247E"/>
          </w:pPr>
          <w:r>
            <w:t>[Click here to enter text.]</w:t>
          </w:r>
        </w:p>
      </w:docPartBody>
    </w:docPart>
    <w:docPart>
      <w:docPartPr>
        <w:name w:val="261805803FBB4AB18F6DE8427EDF5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82AFC-8775-434B-84A4-5D629065DDDE}"/>
      </w:docPartPr>
      <w:docPartBody>
        <w:p w:rsidR="00531FEE" w:rsidRDefault="00D15532">
          <w:pPr>
            <w:pStyle w:val="261805803FBB4AB18F6DE8427EDF5321"/>
          </w:pPr>
          <w:r>
            <w:rPr>
              <w:rStyle w:val="PlaceholderText"/>
              <w:color w:val="44546A" w:themeColor="text2"/>
            </w:rPr>
            <w:t>What suggestions for improvement do you have for us?</w:t>
          </w:r>
        </w:p>
      </w:docPartBody>
    </w:docPart>
    <w:docPart>
      <w:docPartPr>
        <w:name w:val="AF5EBBF456F94CDD8D55E45FEF0F5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27DBD-0314-45F2-860A-42824586E8EC}"/>
      </w:docPartPr>
      <w:docPartBody>
        <w:p w:rsidR="00531FEE" w:rsidRDefault="00D15532">
          <w:pPr>
            <w:pStyle w:val="AF5EBBF456F94CDD8D55E45FEF0F5522"/>
          </w:pPr>
          <w:r>
            <w:rPr>
              <w:rStyle w:val="PlaceholderText"/>
              <w:color w:val="44546A" w:themeColor="text2"/>
            </w:rPr>
            <w:t>If we implemented those suggestions, would you return to work here?</w:t>
          </w:r>
        </w:p>
      </w:docPartBody>
    </w:docPart>
    <w:docPart>
      <w:docPartPr>
        <w:name w:val="7FE37A796C2341E593D7D6189D17A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956C7-A8E6-4E08-BE8A-1B494DA19426}"/>
      </w:docPartPr>
      <w:docPartBody>
        <w:p w:rsidR="00531FEE" w:rsidRDefault="00D15532">
          <w:pPr>
            <w:pStyle w:val="7FE37A796C2341E593D7D6189D17A67C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64E61C113A04CBAA506833EC0398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DBF56-BD50-4ACE-B537-1B2FFE22D25B}"/>
      </w:docPartPr>
      <w:docPartBody>
        <w:p w:rsidR="00531FEE" w:rsidRDefault="00D15532">
          <w:pPr>
            <w:pStyle w:val="264E61C113A04CBAA506833EC03989F0"/>
          </w:pPr>
          <w:r>
            <w:rPr>
              <w:rStyle w:val="PlaceholderText"/>
              <w:color w:val="44546A" w:themeColor="text2"/>
            </w:rPr>
            <w:t>Would you recommend this company to your friends as a good place to work?</w:t>
          </w:r>
        </w:p>
      </w:docPartBody>
    </w:docPart>
    <w:docPart>
      <w:docPartPr>
        <w:name w:val="1A5E3B31F52849BEBE2559233DE01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725C9-0A16-461C-BF4D-FCEBDB92AB6F}"/>
      </w:docPartPr>
      <w:docPartBody>
        <w:p w:rsidR="00531FEE" w:rsidRDefault="00D15532">
          <w:pPr>
            <w:pStyle w:val="1A5E3B31F52849BEBE2559233DE01DE4"/>
          </w:pPr>
          <w:r>
            <w:rPr>
              <w:rStyle w:val="PlaceholderText"/>
              <w:color w:val="44546A" w:themeColor="text2"/>
            </w:rPr>
            <w:t>I believe that I was treated like a valuable member of the company.</w:t>
          </w:r>
        </w:p>
      </w:docPartBody>
    </w:docPart>
    <w:docPart>
      <w:docPartPr>
        <w:name w:val="0A188D2215CF47E08C74C9AF4CD42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77FA-A694-40A8-BCB3-EF2AC6153E40}"/>
      </w:docPartPr>
      <w:docPartBody>
        <w:p w:rsidR="00531FEE" w:rsidRDefault="00D15532">
          <w:pPr>
            <w:pStyle w:val="0A188D2215CF47E08C74C9AF4CD42F85"/>
          </w:pPr>
          <w:r>
            <w:rPr>
              <w:rStyle w:val="PlaceholderText"/>
              <w:color w:val="44546A" w:themeColor="text2"/>
            </w:rPr>
            <w:t>My immediate supervisor let me know when I was doing a good job.</w:t>
          </w:r>
        </w:p>
      </w:docPartBody>
    </w:docPart>
    <w:docPart>
      <w:docPartPr>
        <w:name w:val="F2A3F3160B9C425E98565E22E59DD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798B-F639-4B19-9241-7E85A7AB72EB}"/>
      </w:docPartPr>
      <w:docPartBody>
        <w:p w:rsidR="00531FEE" w:rsidRDefault="00D15532">
          <w:pPr>
            <w:pStyle w:val="F2A3F3160B9C425E98565E22E59DD444"/>
          </w:pPr>
          <w:r>
            <w:t>I felt free to suggest to my supervisor changes that would improve my department.</w:t>
          </w:r>
        </w:p>
      </w:docPartBody>
    </w:docPart>
    <w:docPart>
      <w:docPartPr>
        <w:name w:val="7CD7CFACF210471FBE98C4CC24B10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0875-2C50-4CF0-A0BC-7F2B57BCA904}"/>
      </w:docPartPr>
      <w:docPartBody>
        <w:p w:rsidR="00531FEE" w:rsidRDefault="00D15532">
          <w:pPr>
            <w:pStyle w:val="7CD7CFACF210471FBE98C4CC24B109E3"/>
          </w:pPr>
          <w:r>
            <w:rPr>
              <w:rStyle w:val="PlaceholderText"/>
              <w:color w:val="44546A" w:themeColor="text2"/>
            </w:rPr>
            <w:t>My job duties and responsibilities were clearly defined.</w:t>
          </w:r>
        </w:p>
      </w:docPartBody>
    </w:docPart>
    <w:docPart>
      <w:docPartPr>
        <w:name w:val="45258D25E6F746C0AE674963232F1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EDD4A-E497-4E0A-AE80-77FEDEE31E43}"/>
      </w:docPartPr>
      <w:docPartBody>
        <w:p w:rsidR="00531FEE" w:rsidRDefault="00D15532">
          <w:pPr>
            <w:pStyle w:val="45258D25E6F746C0AE674963232F1302"/>
          </w:pPr>
          <w:r>
            <w:rPr>
              <w:rStyle w:val="PlaceholderText"/>
              <w:color w:val="44546A" w:themeColor="text2"/>
            </w:rPr>
            <w:t>I received the proper training in order to perform my job effectively.</w:t>
          </w:r>
        </w:p>
      </w:docPartBody>
    </w:docPart>
    <w:docPart>
      <w:docPartPr>
        <w:name w:val="27F3B7D5FED645F8A78A7AD667DA4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AB674-3149-40FA-AAB8-80291A628089}"/>
      </w:docPartPr>
      <w:docPartBody>
        <w:p w:rsidR="00531FEE" w:rsidRDefault="00D15532">
          <w:pPr>
            <w:pStyle w:val="27F3B7D5FED645F8A78A7AD667DA4649"/>
          </w:pPr>
          <w:r>
            <w:rPr>
              <w:rStyle w:val="PlaceholderText"/>
              <w:color w:val="44546A" w:themeColor="text2"/>
            </w:rPr>
            <w:t>Employee problems and complaints were resolved fairly and promptly in my department.</w:t>
          </w:r>
        </w:p>
      </w:docPartBody>
    </w:docPart>
    <w:docPart>
      <w:docPartPr>
        <w:name w:val="49DE2CC20FC44FE78503E739FB90F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EFF54-A073-4AFD-BD29-F01677CB7A4D}"/>
      </w:docPartPr>
      <w:docPartBody>
        <w:p w:rsidR="00531FEE" w:rsidRDefault="00D15532">
          <w:pPr>
            <w:pStyle w:val="49DE2CC20FC44FE78503E739FB90F84D"/>
          </w:pPr>
          <w:r>
            <w:rPr>
              <w:rStyle w:val="PlaceholderText"/>
              <w:color w:val="44546A" w:themeColor="text2"/>
            </w:rPr>
            <w:t>If I had questions or concerns, I felt comfortable speaking with:</w:t>
          </w:r>
        </w:p>
      </w:docPartBody>
    </w:docPart>
    <w:docPart>
      <w:docPartPr>
        <w:name w:val="C3A043C545FD41D88A34267F7354B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E7EF9-0CDD-4FC2-9E92-EBCFB58CBD1D}"/>
      </w:docPartPr>
      <w:docPartBody>
        <w:p w:rsidR="00531FEE" w:rsidRDefault="00D15532">
          <w:pPr>
            <w:pStyle w:val="C3A043C545FD41D88A34267F7354B981"/>
          </w:pPr>
          <w:r>
            <w:t>My immediate supervisor</w:t>
          </w:r>
        </w:p>
      </w:docPartBody>
    </w:docPart>
    <w:docPart>
      <w:docPartPr>
        <w:name w:val="126682573E7141098CAF155F8F2F9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6EACC-45E4-4816-8849-E1E7EAE6AF6E}"/>
      </w:docPartPr>
      <w:docPartBody>
        <w:p w:rsidR="00531FEE" w:rsidRDefault="00D15532">
          <w:pPr>
            <w:pStyle w:val="126682573E7141098CAF155F8F2F9F06"/>
          </w:pPr>
          <w:r>
            <w:t>Upper management</w:t>
          </w:r>
        </w:p>
      </w:docPartBody>
    </w:docPart>
    <w:docPart>
      <w:docPartPr>
        <w:name w:val="A5A5D4E2AB7641B5AEA8579B91FCE9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98DB1-3452-4294-938C-463832523905}"/>
      </w:docPartPr>
      <w:docPartBody>
        <w:p w:rsidR="00531FEE" w:rsidRDefault="00D15532">
          <w:pPr>
            <w:pStyle w:val="A5A5D4E2AB7641B5AEA8579B91FCE9EA"/>
          </w:pPr>
          <w:r>
            <w:t>Human resources</w:t>
          </w:r>
        </w:p>
      </w:docPartBody>
    </w:docPart>
    <w:docPart>
      <w:docPartPr>
        <w:name w:val="C051F230417E409F88C21BA7FD1CC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2BA54-D9EC-4D83-8527-1F9C839336F4}"/>
      </w:docPartPr>
      <w:docPartBody>
        <w:p w:rsidR="00531FEE" w:rsidRDefault="00D15532">
          <w:pPr>
            <w:pStyle w:val="C051F230417E409F88C21BA7FD1CC2E3"/>
          </w:pPr>
          <w:r>
            <w:t>I was kept well informed about the company, its policies and procedures, and other important information.</w:t>
          </w:r>
        </w:p>
      </w:docPartBody>
    </w:docPart>
    <w:docPart>
      <w:docPartPr>
        <w:name w:val="D417A6B966E54D57BE2412863FD3C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CC705-40E3-4B07-AA2F-FF2C0E24BEA3}"/>
      </w:docPartPr>
      <w:docPartBody>
        <w:p w:rsidR="00531FEE" w:rsidRDefault="00D15532">
          <w:pPr>
            <w:pStyle w:val="D417A6B966E54D57BE2412863FD3C209"/>
          </w:pPr>
          <w:r>
            <w:t>I felt that the company provided me with job security.</w:t>
          </w:r>
        </w:p>
      </w:docPartBody>
    </w:docPart>
    <w:docPart>
      <w:docPartPr>
        <w:name w:val="4488DA13DE1F4310BE64FD2F78FFA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11554-4A30-4E28-8E81-743329EE68A4}"/>
      </w:docPartPr>
      <w:docPartBody>
        <w:p w:rsidR="00531FEE" w:rsidRDefault="00D15532">
          <w:pPr>
            <w:pStyle w:val="4488DA13DE1F4310BE64FD2F78FFA0B5"/>
          </w:pPr>
          <w:r>
            <w:t>Please rate the benefits that you received at the company (keeping in mind the benefits offered by other companies that you have worked for):</w:t>
          </w:r>
        </w:p>
      </w:docPartBody>
    </w:docPart>
    <w:docPart>
      <w:docPartPr>
        <w:name w:val="E9DC99C38EB34773BB8CF381C276C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3E983-6BB2-4F18-A07B-43A25DD34275}"/>
      </w:docPartPr>
      <w:docPartBody>
        <w:p w:rsidR="00531FEE" w:rsidRDefault="00D15532">
          <w:pPr>
            <w:pStyle w:val="E9DC99C38EB34773BB8CF381C276CE40"/>
          </w:pPr>
          <w:r>
            <w:t>Medical</w:t>
          </w:r>
        </w:p>
      </w:docPartBody>
    </w:docPart>
    <w:docPart>
      <w:docPartPr>
        <w:name w:val="4C94D5C7B661401394A31F0206334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F9BC-0C1D-4DF4-AC43-DB37525597A2}"/>
      </w:docPartPr>
      <w:docPartBody>
        <w:p w:rsidR="00531FEE" w:rsidRDefault="00D15532">
          <w:pPr>
            <w:pStyle w:val="4C94D5C7B661401394A31F0206334F68"/>
          </w:pPr>
          <w:r>
            <w:t>Dental</w:t>
          </w:r>
        </w:p>
      </w:docPartBody>
    </w:docPart>
    <w:docPart>
      <w:docPartPr>
        <w:name w:val="E062C5893C0D4C19896024B71880F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00A2-B0B6-4A22-B536-7BBF75F8472C}"/>
      </w:docPartPr>
      <w:docPartBody>
        <w:p w:rsidR="00531FEE" w:rsidRDefault="00D15532">
          <w:pPr>
            <w:pStyle w:val="E062C5893C0D4C19896024B71880F7BB"/>
          </w:pPr>
          <w:r>
            <w:t>Vision</w:t>
          </w:r>
        </w:p>
      </w:docPartBody>
    </w:docPart>
    <w:docPart>
      <w:docPartPr>
        <w:name w:val="DBA12C9C2EEA407B9FB3443B8E0BAA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BAB46-0A9A-47C8-B0C7-B7B56C6F6FB4}"/>
      </w:docPartPr>
      <w:docPartBody>
        <w:p w:rsidR="00531FEE" w:rsidRDefault="00D15532">
          <w:pPr>
            <w:pStyle w:val="DBA12C9C2EEA407B9FB3443B8E0BAAF6"/>
          </w:pPr>
          <w:r>
            <w:t>Paid time off</w:t>
          </w:r>
        </w:p>
      </w:docPartBody>
    </w:docPart>
    <w:docPart>
      <w:docPartPr>
        <w:name w:val="8B466E66A1C247E48AAC0D051B803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9DFDE4-71F3-41C4-B933-9B512B1B374E}"/>
      </w:docPartPr>
      <w:docPartBody>
        <w:p w:rsidR="00531FEE" w:rsidRDefault="00D15532">
          <w:pPr>
            <w:pStyle w:val="8B466E66A1C247E48AAC0D051B803D12"/>
          </w:pPr>
          <w:r>
            <w:t>401(k) plan</w:t>
          </w:r>
        </w:p>
      </w:docPartBody>
    </w:docPart>
    <w:docPart>
      <w:docPartPr>
        <w:name w:val="8B385D506CA24791ACF8A8923C531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10B60-35C1-46B6-B609-9AB66C652EB9}"/>
      </w:docPartPr>
      <w:docPartBody>
        <w:p w:rsidR="00531FEE" w:rsidRDefault="00D15532">
          <w:pPr>
            <w:pStyle w:val="8B385D506CA24791ACF8A8923C531AAA"/>
          </w:pPr>
          <w:r>
            <w:t>Please list any additional benefits that you would have wanted the company to offer</w:t>
          </w:r>
        </w:p>
      </w:docPartBody>
    </w:docPart>
    <w:docPart>
      <w:docPartPr>
        <w:name w:val="3B2C4E0F3DB340E3B6E607F269C6C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5DDF1-C296-4DF7-AA3E-16AAF494E354}"/>
      </w:docPartPr>
      <w:docPartBody>
        <w:p w:rsidR="00531FEE" w:rsidRDefault="00D15532">
          <w:pPr>
            <w:pStyle w:val="3B2C4E0F3DB340E3B6E607F269C6C138"/>
          </w:pPr>
          <w: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32"/>
    <w:rsid w:val="00531FEE"/>
    <w:rsid w:val="00874990"/>
    <w:rsid w:val="00D1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384AD8F2B6455FB611DD09BB5265B7">
    <w:name w:val="92384AD8F2B6455FB611DD09BB5265B7"/>
  </w:style>
  <w:style w:type="paragraph" w:customStyle="1" w:styleId="49276D2B5763461387B72D52B0C2F7AD">
    <w:name w:val="49276D2B5763461387B72D52B0C2F7AD"/>
  </w:style>
  <w:style w:type="paragraph" w:customStyle="1" w:styleId="0A75163EBC3C4FB499AD7C7F2CEA2C29">
    <w:name w:val="0A75163EBC3C4FB499AD7C7F2CEA2C29"/>
  </w:style>
  <w:style w:type="paragraph" w:customStyle="1" w:styleId="1B0ACA967E3F4385B3312C9ACC2CB578">
    <w:name w:val="1B0ACA967E3F4385B3312C9ACC2CB578"/>
  </w:style>
  <w:style w:type="paragraph" w:customStyle="1" w:styleId="200D2A351227484FB5D924477E93247E">
    <w:name w:val="200D2A351227484FB5D924477E93247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1805803FBB4AB18F6DE8427EDF5321">
    <w:name w:val="261805803FBB4AB18F6DE8427EDF5321"/>
  </w:style>
  <w:style w:type="paragraph" w:customStyle="1" w:styleId="AF5EBBF456F94CDD8D55E45FEF0F5522">
    <w:name w:val="AF5EBBF456F94CDD8D55E45FEF0F5522"/>
  </w:style>
  <w:style w:type="paragraph" w:customStyle="1" w:styleId="7FE37A796C2341E593D7D6189D17A67C">
    <w:name w:val="7FE37A796C2341E593D7D6189D17A67C"/>
  </w:style>
  <w:style w:type="paragraph" w:customStyle="1" w:styleId="264E61C113A04CBAA506833EC03989F0">
    <w:name w:val="264E61C113A04CBAA506833EC03989F0"/>
  </w:style>
  <w:style w:type="paragraph" w:customStyle="1" w:styleId="1A5E3B31F52849BEBE2559233DE01DE4">
    <w:name w:val="1A5E3B31F52849BEBE2559233DE01DE4"/>
  </w:style>
  <w:style w:type="paragraph" w:customStyle="1" w:styleId="0A188D2215CF47E08C74C9AF4CD42F85">
    <w:name w:val="0A188D2215CF47E08C74C9AF4CD42F85"/>
  </w:style>
  <w:style w:type="paragraph" w:customStyle="1" w:styleId="F2A3F3160B9C425E98565E22E59DD444">
    <w:name w:val="F2A3F3160B9C425E98565E22E59DD444"/>
  </w:style>
  <w:style w:type="paragraph" w:customStyle="1" w:styleId="7CD7CFACF210471FBE98C4CC24B109E3">
    <w:name w:val="7CD7CFACF210471FBE98C4CC24B109E3"/>
  </w:style>
  <w:style w:type="paragraph" w:customStyle="1" w:styleId="45258D25E6F746C0AE674963232F1302">
    <w:name w:val="45258D25E6F746C0AE674963232F1302"/>
  </w:style>
  <w:style w:type="paragraph" w:customStyle="1" w:styleId="27F3B7D5FED645F8A78A7AD667DA4649">
    <w:name w:val="27F3B7D5FED645F8A78A7AD667DA4649"/>
  </w:style>
  <w:style w:type="paragraph" w:customStyle="1" w:styleId="49DE2CC20FC44FE78503E739FB90F84D">
    <w:name w:val="49DE2CC20FC44FE78503E739FB90F84D"/>
  </w:style>
  <w:style w:type="paragraph" w:customStyle="1" w:styleId="C3A043C545FD41D88A34267F7354B981">
    <w:name w:val="C3A043C545FD41D88A34267F7354B981"/>
  </w:style>
  <w:style w:type="paragraph" w:customStyle="1" w:styleId="126682573E7141098CAF155F8F2F9F06">
    <w:name w:val="126682573E7141098CAF155F8F2F9F06"/>
  </w:style>
  <w:style w:type="paragraph" w:customStyle="1" w:styleId="A5A5D4E2AB7641B5AEA8579B91FCE9EA">
    <w:name w:val="A5A5D4E2AB7641B5AEA8579B91FCE9EA"/>
  </w:style>
  <w:style w:type="paragraph" w:customStyle="1" w:styleId="C051F230417E409F88C21BA7FD1CC2E3">
    <w:name w:val="C051F230417E409F88C21BA7FD1CC2E3"/>
  </w:style>
  <w:style w:type="paragraph" w:customStyle="1" w:styleId="D417A6B966E54D57BE2412863FD3C209">
    <w:name w:val="D417A6B966E54D57BE2412863FD3C209"/>
  </w:style>
  <w:style w:type="paragraph" w:customStyle="1" w:styleId="4488DA13DE1F4310BE64FD2F78FFA0B5">
    <w:name w:val="4488DA13DE1F4310BE64FD2F78FFA0B5"/>
  </w:style>
  <w:style w:type="paragraph" w:customStyle="1" w:styleId="E9DC99C38EB34773BB8CF381C276CE40">
    <w:name w:val="E9DC99C38EB34773BB8CF381C276CE40"/>
  </w:style>
  <w:style w:type="paragraph" w:customStyle="1" w:styleId="4C94D5C7B661401394A31F0206334F68">
    <w:name w:val="4C94D5C7B661401394A31F0206334F68"/>
  </w:style>
  <w:style w:type="paragraph" w:customStyle="1" w:styleId="E062C5893C0D4C19896024B71880F7BB">
    <w:name w:val="E062C5893C0D4C19896024B71880F7BB"/>
  </w:style>
  <w:style w:type="paragraph" w:customStyle="1" w:styleId="DBA12C9C2EEA407B9FB3443B8E0BAAF6">
    <w:name w:val="DBA12C9C2EEA407B9FB3443B8E0BAAF6"/>
  </w:style>
  <w:style w:type="paragraph" w:customStyle="1" w:styleId="8B466E66A1C247E48AAC0D051B803D12">
    <w:name w:val="8B466E66A1C247E48AAC0D051B803D12"/>
  </w:style>
  <w:style w:type="paragraph" w:customStyle="1" w:styleId="8B385D506CA24791ACF8A8923C531AAA">
    <w:name w:val="8B385D506CA24791ACF8A8923C531AAA"/>
  </w:style>
  <w:style w:type="paragraph" w:customStyle="1" w:styleId="3B2C4E0F3DB340E3B6E607F269C6C138">
    <w:name w:val="3B2C4E0F3DB340E3B6E607F269C6C1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34BB0D8-9400-41F0-83B8-9FC2529A0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exit interview.dotx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Exit Interview</vt:lpstr>
      <vt:lpstr>    Use the space provided below for any additional comments.</vt:lpstr>
    </vt:vector>
  </TitlesOfParts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2017-07-24T11:51:00Z</dcterms:created>
  <dcterms:modified xsi:type="dcterms:W3CDTF">2017-07-26T09:39:00Z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TC034630629991</vt:lpwstr>
  </property>
</Properties>
</file>