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Doctors' names"/>
      </w:tblPr>
      <w:tblGrid>
        <w:gridCol w:w="5400"/>
        <w:gridCol w:w="5400"/>
      </w:tblGrid>
      <w:tr w:rsidR="005050FE">
        <w:tc>
          <w:tcPr>
            <w:tcW w:w="5400" w:type="dxa"/>
            <w:vAlign w:val="bottom"/>
          </w:tcPr>
          <w:p w:rsidR="005050FE" w:rsidRDefault="00305BED">
            <w:r w:rsidRPr="00305BED">
              <w:rPr>
                <w:noProof/>
                <w:sz w:val="46"/>
              </w:rPr>
              <w:t>[BUSINESS NAME]</w:t>
            </w:r>
          </w:p>
        </w:tc>
        <w:tc>
          <w:tcPr>
            <w:tcW w:w="5400" w:type="dxa"/>
          </w:tcPr>
          <w:p w:rsidR="005050FE" w:rsidRDefault="005050FE">
            <w:pPr>
              <w:pStyle w:val="Rightalign"/>
            </w:pPr>
          </w:p>
          <w:p w:rsidR="005050FE" w:rsidRDefault="005050FE">
            <w:pPr>
              <w:pStyle w:val="Rightalign"/>
            </w:pPr>
          </w:p>
        </w:tc>
      </w:tr>
    </w:tbl>
    <w:p w:rsidR="005050FE" w:rsidRDefault="00305BED">
      <w:pPr>
        <w:pStyle w:val="NoSpacing"/>
      </w:pPr>
      <w:sdt>
        <w:sdtPr>
          <w:id w:val="-1179343876"/>
          <w:placeholder>
            <w:docPart w:val="296971194ACF4D7581CC57B375B59E34"/>
          </w:placeholder>
          <w:temporary/>
          <w:showingPlcHdr/>
          <w15:appearance w15:val="hidden"/>
        </w:sdtPr>
        <w:sdtContent>
          <w:r>
            <w:t>[Street address]</w:t>
          </w:r>
        </w:sdtContent>
      </w:sdt>
      <w:r>
        <w:t xml:space="preserve"> | </w:t>
      </w:r>
      <w:sdt>
        <w:sdtPr>
          <w:id w:val="-1192065121"/>
          <w:placeholder>
            <w:docPart w:val="2E052508B36944BF98C3735BA9511D14"/>
          </w:placeholder>
          <w:temporary/>
          <w:showingPlcHdr/>
          <w15:appearance w15:val="hidden"/>
        </w:sdtPr>
        <w:sdtContent>
          <w:r>
            <w:t>[City, ST  ZIP Code]</w:t>
          </w:r>
        </w:sdtContent>
      </w:sdt>
    </w:p>
    <w:p w:rsidR="005050FE" w:rsidRDefault="00305BED">
      <w:pPr>
        <w:pStyle w:val="NoSpacing"/>
      </w:pPr>
      <w:r>
        <w:t xml:space="preserve">Phone: </w:t>
      </w:r>
      <w:sdt>
        <w:sdtPr>
          <w:id w:val="-1955704499"/>
          <w:placeholder>
            <w:docPart w:val="D15B6CE2494040AFB117E77125B37AB9"/>
          </w:placeholder>
          <w:temporary/>
          <w:showingPlcHdr/>
          <w15:appearance w15:val="hidden"/>
        </w:sdtPr>
        <w:sdtContent>
          <w:r>
            <w:t>[Phone number]</w:t>
          </w:r>
        </w:sdtContent>
      </w:sdt>
      <w:r>
        <w:t xml:space="preserve"> | Fax: </w:t>
      </w:r>
      <w:sdt>
        <w:sdtPr>
          <w:id w:val="1055889350"/>
          <w:placeholder>
            <w:docPart w:val="D988EBDEE2D3459F8A6A4CB61355A340"/>
          </w:placeholder>
          <w:temporary/>
          <w:showingPlcHdr/>
          <w15:appearance w15:val="hidden"/>
        </w:sdtPr>
        <w:sdtContent>
          <w:r>
            <w:t>[Fax number]</w:t>
          </w:r>
        </w:sdtContent>
      </w:sdt>
      <w:r>
        <w:t xml:space="preserve"> | </w:t>
      </w:r>
      <w:sdt>
        <w:sdtPr>
          <w:id w:val="883673533"/>
          <w:placeholder>
            <w:docPart w:val="B2DF18243CA4451E9818E12BCB09A5D4"/>
          </w:placeholder>
          <w:temporary/>
          <w:showingPlcHdr/>
          <w15:appearance w15:val="hidden"/>
        </w:sdtPr>
        <w:sdtContent>
          <w:r>
            <w:t>[Email]</w:t>
          </w:r>
        </w:sdtContent>
      </w:sdt>
      <w:r>
        <w:t xml:space="preserve"> | </w:t>
      </w:r>
      <w:sdt>
        <w:sdtPr>
          <w:id w:val="-955018419"/>
          <w:placeholder>
            <w:docPart w:val="0D07EA41C7AC43B8997FFF4F59B44CF9"/>
          </w:placeholder>
          <w:temporary/>
          <w:showingPlcHdr/>
          <w15:appearance w15:val="hidden"/>
        </w:sdtPr>
        <w:sdtContent>
          <w:r>
            <w:t>[Website]</w:t>
          </w:r>
        </w:sdtContent>
      </w:sdt>
    </w:p>
    <w:p w:rsidR="005050FE" w:rsidRPr="00305BED" w:rsidRDefault="00305BED">
      <w:pPr>
        <w:pStyle w:val="Heading1"/>
        <w:spacing w:before="360"/>
        <w:jc w:val="center"/>
        <w:rPr>
          <w:sz w:val="36"/>
        </w:rPr>
      </w:pPr>
      <w:r w:rsidRPr="00305BED">
        <w:rPr>
          <w:sz w:val="36"/>
        </w:rPr>
        <w:t>CREDIT RELEASE FORM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Patient information and authorization to release information"/>
      </w:tblPr>
      <w:tblGrid>
        <w:gridCol w:w="6480"/>
        <w:gridCol w:w="4320"/>
      </w:tblGrid>
      <w:tr w:rsidR="005050FE">
        <w:tc>
          <w:tcPr>
            <w:tcW w:w="6480" w:type="dxa"/>
          </w:tcPr>
          <w:p w:rsidR="005050FE" w:rsidRDefault="00305BED">
            <w:r>
              <w:t xml:space="preserve">Applicant’s Name: </w:t>
            </w:r>
            <w:sdt>
              <w:sdtPr>
                <w:alias w:val="   "/>
                <w:tag w:val="   "/>
                <w:id w:val="-1423175724"/>
                <w:placeholder>
                  <w:docPart w:val="0ADAC0AD64AF48F5A59138CF2C3F3942"/>
                </w:placeholder>
                <w:temporary/>
                <w:showingPlcHdr/>
                <w15:appearance w15:val="hidden"/>
              </w:sdtPr>
              <w:sdtContent>
                <w:r>
                  <w:t>[Current name]</w:t>
                </w:r>
              </w:sdtContent>
            </w:sdt>
          </w:p>
        </w:tc>
        <w:tc>
          <w:tcPr>
            <w:tcW w:w="4320" w:type="dxa"/>
          </w:tcPr>
          <w:p w:rsidR="005050FE" w:rsidRDefault="00305BED">
            <w:r>
              <w:t xml:space="preserve">Date of Birth: </w:t>
            </w:r>
            <w:sdt>
              <w:sdtPr>
                <w:id w:val="-2102092993"/>
                <w:placeholder>
                  <w:docPart w:val="F8E5852AD7C645449067F9F65C1AF9F1"/>
                </w:placeholder>
                <w:showingPlcHdr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Content>
                <w:r>
                  <w:t>[DOB]</w:t>
                </w:r>
              </w:sdtContent>
            </w:sdt>
          </w:p>
        </w:tc>
      </w:tr>
      <w:tr w:rsidR="005050FE">
        <w:tc>
          <w:tcPr>
            <w:tcW w:w="6480" w:type="dxa"/>
            <w:tcBorders>
              <w:bottom w:val="single" w:sz="4" w:space="0" w:color="auto"/>
            </w:tcBorders>
          </w:tcPr>
          <w:p w:rsidR="005050FE" w:rsidRDefault="00305BED">
            <w:r>
              <w:t xml:space="preserve">Previous Name: </w:t>
            </w:r>
            <w:sdt>
              <w:sdtPr>
                <w:alias w:val="   "/>
                <w:tag w:val="   "/>
                <w:id w:val="631289722"/>
                <w:placeholder>
                  <w:docPart w:val="EB54267C84AF4D14A060A3060891EE20"/>
                </w:placeholder>
                <w:temporary/>
                <w:showingPlcHdr/>
                <w15:appearance w15:val="hidden"/>
              </w:sdtPr>
              <w:sdtContent>
                <w:r>
                  <w:t>[Previous name]</w:t>
                </w:r>
              </w:sdtContent>
            </w:sdt>
          </w:p>
          <w:p w:rsidR="00305BED" w:rsidRDefault="00305BED">
            <w:r>
              <w:t>Current street address CITY, ST ZIP Code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5050FE" w:rsidRDefault="00305BED">
            <w:r>
              <w:t>Social Securi</w:t>
            </w:r>
            <w:bookmarkStart w:id="0" w:name="_GoBack"/>
            <w:bookmarkEnd w:id="0"/>
            <w:r>
              <w:t xml:space="preserve">ty #: </w:t>
            </w:r>
            <w:sdt>
              <w:sdtPr>
                <w:alias w:val="   "/>
                <w:tag w:val="   "/>
                <w:id w:val="830403970"/>
                <w:placeholder>
                  <w:docPart w:val="643A0EC22EA644FE938AC5AAA1C29799"/>
                </w:placeholder>
                <w:temporary/>
                <w:showingPlcHdr/>
                <w15:appearance w15:val="hidden"/>
              </w:sdtPr>
              <w:sdtContent>
                <w:r>
                  <w:t>[SSN]</w:t>
                </w:r>
              </w:sdtContent>
            </w:sdt>
          </w:p>
        </w:tc>
      </w:tr>
      <w:tr w:rsidR="005050FE"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</w:tcPr>
          <w:p w:rsidR="005050FE" w:rsidRDefault="00305BED">
            <w:r>
              <w:t xml:space="preserve">I request and authorize </w:t>
            </w:r>
            <w:sdt>
              <w:sdtPr>
                <w:alias w:val="   "/>
                <w:tag w:val="   "/>
                <w:id w:val="-150834811"/>
                <w:placeholder>
                  <w:docPart w:val="967E6316AECC4FC985B6EEDB1BEEF3FD"/>
                </w:placeholder>
                <w:temporary/>
                <w:showingPlcHdr/>
                <w15:appearance w15:val="hidden"/>
              </w:sdtPr>
              <w:sdtContent>
                <w:r>
                  <w:t>[Authorized individual]</w:t>
                </w:r>
              </w:sdtContent>
            </w:sdt>
            <w:r>
              <w:t xml:space="preserve"> to release credit information of the named above to: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5050FE" w:rsidRDefault="00305BED">
            <w:sdt>
              <w:sdtPr>
                <w:alias w:val="   "/>
                <w:tag w:val="   "/>
                <w:id w:val="1601605780"/>
                <w:placeholder>
                  <w:docPart w:val="D8070B1C3EE147CCA6BD22755C1CE8B9"/>
                </w:placeholder>
                <w:temporary/>
                <w:showingPlcHdr/>
                <w15:appearance w15:val="hidden"/>
              </w:sdtPr>
              <w:sdtContent>
                <w:r>
                  <w:t>[Name]</w:t>
                </w:r>
              </w:sdtContent>
            </w:sdt>
            <w:r>
              <w:br/>
            </w:r>
            <w:sdt>
              <w:sdtPr>
                <w:id w:val="-574666143"/>
                <w:placeholder>
                  <w:docPart w:val="296971194ACF4D7581CC57B375B59E34"/>
                </w:placeholder>
                <w:temporary/>
                <w:showingPlcHdr/>
                <w15:appearance w15:val="hidden"/>
              </w:sdtPr>
              <w:sdtContent>
                <w:r>
                  <w:t>[Street address]</w:t>
                </w:r>
              </w:sdtContent>
            </w:sdt>
            <w:r>
              <w:br/>
            </w:r>
            <w:sdt>
              <w:sdtPr>
                <w:id w:val="-1359505093"/>
                <w:placeholder>
                  <w:docPart w:val="2E052508B36944BF98C3735BA9511D14"/>
                </w:placeholder>
                <w:temporary/>
                <w:showingPlcHdr/>
                <w15:appearance w15:val="hidden"/>
              </w:sdtPr>
              <w:sdtContent>
                <w:r>
                  <w:t>[City, ST  ZIP Code]</w:t>
                </w:r>
              </w:sdtContent>
            </w:sdt>
          </w:p>
        </w:tc>
      </w:tr>
    </w:tbl>
    <w:p w:rsidR="005050FE" w:rsidRDefault="00305BED" w:rsidP="00305BED">
      <w:r>
        <w:t>This request and authorization applies to:</w:t>
      </w:r>
    </w:p>
    <w:p w:rsidR="00305BED" w:rsidRDefault="00305BED" w:rsidP="00305BED">
      <w:pPr>
        <w:pStyle w:val="ListParagraph"/>
        <w:numPr>
          <w:ilvl w:val="0"/>
          <w:numId w:val="1"/>
        </w:numPr>
      </w:pPr>
      <w:r>
        <w:t>Write if any</w:t>
      </w:r>
    </w:p>
    <w:p w:rsidR="00305BED" w:rsidRDefault="00305BED" w:rsidP="00305BED">
      <w:pPr>
        <w:pStyle w:val="ListParagraph"/>
        <w:numPr>
          <w:ilvl w:val="0"/>
          <w:numId w:val="1"/>
        </w:numPr>
      </w:pPr>
      <w:r>
        <w:t>Write if any</w:t>
      </w:r>
    </w:p>
    <w:p w:rsidR="00305BED" w:rsidRDefault="00305BED" w:rsidP="00305BED"/>
    <w:p w:rsidR="005050FE" w:rsidRPr="00E00A97" w:rsidRDefault="00305BED" w:rsidP="00305BED">
      <w:pPr>
        <w:rPr>
          <w:b/>
        </w:rPr>
      </w:pPr>
      <w:r w:rsidRPr="00E00A97">
        <w:rPr>
          <w:rStyle w:val="Strong"/>
          <w:b w:val="0"/>
        </w:rPr>
        <w:t xml:space="preserve">This release authorization is valid </w:t>
      </w:r>
      <w:proofErr w:type="gramStart"/>
      <w:r w:rsidRPr="00E00A97">
        <w:rPr>
          <w:rStyle w:val="Strong"/>
          <w:b w:val="0"/>
        </w:rPr>
        <w:t>for the purpose of</w:t>
      </w:r>
      <w:proofErr w:type="gramEnd"/>
      <w:r w:rsidRPr="00E00A97">
        <w:rPr>
          <w:b/>
        </w:rPr>
        <w:t>:</w:t>
      </w:r>
    </w:p>
    <w:tbl>
      <w:tblPr>
        <w:tblStyle w:val="TableGrid"/>
        <w:tblW w:w="0" w:type="auto"/>
        <w:tblInd w:w="72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728"/>
      </w:tblGrid>
      <w:tr w:rsidR="00305BED" w:rsidTr="00305BED">
        <w:tc>
          <w:tcPr>
            <w:tcW w:w="10728" w:type="dxa"/>
          </w:tcPr>
          <w:p w:rsidR="00305BED" w:rsidRDefault="00305BED" w:rsidP="00305BED">
            <w:pPr>
              <w:ind w:left="0"/>
            </w:pPr>
          </w:p>
        </w:tc>
      </w:tr>
      <w:tr w:rsidR="00305BED" w:rsidTr="00305BED">
        <w:tc>
          <w:tcPr>
            <w:tcW w:w="10728" w:type="dxa"/>
          </w:tcPr>
          <w:p w:rsidR="00305BED" w:rsidRDefault="00305BED" w:rsidP="00305BED">
            <w:pPr>
              <w:ind w:left="0"/>
            </w:pPr>
          </w:p>
        </w:tc>
      </w:tr>
      <w:tr w:rsidR="00305BED" w:rsidTr="00305BED">
        <w:tc>
          <w:tcPr>
            <w:tcW w:w="10728" w:type="dxa"/>
          </w:tcPr>
          <w:p w:rsidR="00305BED" w:rsidRDefault="00305BED" w:rsidP="00305BED">
            <w:pPr>
              <w:ind w:left="0"/>
            </w:pPr>
          </w:p>
        </w:tc>
      </w:tr>
    </w:tbl>
    <w:p w:rsidR="00305BED" w:rsidRDefault="00305BED" w:rsidP="00305BED">
      <w:pPr>
        <w:ind w:left="-5"/>
      </w:pPr>
    </w:p>
    <w:p w:rsidR="00305BED" w:rsidRDefault="00305BED" w:rsidP="00305BED">
      <w:pPr>
        <w:ind w:left="-5"/>
      </w:pPr>
      <w:r w:rsidRPr="00305BED">
        <w:t>By my/our signature on this Application, I/we hereby certify that all information contained in this Application &amp; attachments are true and complete to the best of my/our knowledge, and are made for obtaining credit.</w:t>
      </w:r>
    </w:p>
    <w:p w:rsidR="00305BED" w:rsidRDefault="00305BED" w:rsidP="00305BED">
      <w:pPr>
        <w:ind w:left="-5"/>
      </w:pPr>
      <w:r w:rsidRPr="00305BED">
        <w:t xml:space="preserve"> I/we also hereby authorize </w:t>
      </w:r>
      <w:r>
        <w:t>[NAME HERE]</w:t>
      </w:r>
      <w:r w:rsidRPr="00305BED">
        <w:t xml:space="preserve"> to send our company correspondence via fax, email or any other electronic transmission as it deems necessary. I/We understand that by providing the fax number(s) and email address above, on behalf of the company specified above, I am authorized to and hereby consent for the Company to receive faxes sent by or on behalf of </w:t>
      </w:r>
      <w:r>
        <w:t>[COMPANY] and its affiliates.</w:t>
      </w:r>
    </w:p>
    <w:p w:rsidR="00305BED" w:rsidRDefault="00305BED" w:rsidP="00305BED">
      <w:pPr>
        <w:ind w:left="-5"/>
      </w:pPr>
      <w:r w:rsidRPr="00305BED">
        <w:t xml:space="preserve">It is understood that this Application shall remain the property of </w:t>
      </w:r>
      <w:r>
        <w:t xml:space="preserve">[COMPANY] </w:t>
      </w:r>
      <w:proofErr w:type="gramStart"/>
      <w:r>
        <w:t>w</w:t>
      </w:r>
      <w:r w:rsidRPr="00305BED">
        <w:t>hether</w:t>
      </w:r>
      <w:r>
        <w:t xml:space="preserve"> or not</w:t>
      </w:r>
      <w:proofErr w:type="gramEnd"/>
      <w:r>
        <w:t xml:space="preserve"> the</w:t>
      </w:r>
      <w:r w:rsidRPr="00305BED">
        <w:t xml:space="preserve"> credit is granted and that this constitutes an application only and shall not be binding upon either </w:t>
      </w:r>
      <w:r>
        <w:t>[COMPANY] or the applicant.</w:t>
      </w:r>
    </w:p>
    <w:p w:rsidR="00305BED" w:rsidRDefault="00305BED" w:rsidP="00305BED">
      <w:pPr>
        <w:ind w:left="-5"/>
      </w:pPr>
      <w:r w:rsidRPr="00305BED">
        <w:t xml:space="preserve">By signature, I/we affirm my/our identity as the respective individual/s identified in the above Application. If this Application for business credit is denied, you have the right to a written statement of the specific reasons for denial.  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ignature block"/>
      </w:tblPr>
      <w:tblGrid>
        <w:gridCol w:w="1980"/>
        <w:gridCol w:w="6570"/>
        <w:gridCol w:w="2250"/>
      </w:tblGrid>
      <w:tr w:rsidR="005050FE">
        <w:trPr>
          <w:trHeight w:val="666"/>
        </w:trPr>
        <w:tc>
          <w:tcPr>
            <w:tcW w:w="1980" w:type="dxa"/>
            <w:vAlign w:val="bottom"/>
          </w:tcPr>
          <w:p w:rsidR="005050FE" w:rsidRDefault="00305BED">
            <w:pPr>
              <w:pStyle w:val="NoSpacing"/>
            </w:pPr>
            <w:r>
              <w:lastRenderedPageBreak/>
              <w:t>Applicant Signature:</w:t>
            </w:r>
          </w:p>
        </w:tc>
        <w:tc>
          <w:tcPr>
            <w:tcW w:w="6570" w:type="dxa"/>
            <w:tcBorders>
              <w:bottom w:val="single" w:sz="4" w:space="0" w:color="auto"/>
            </w:tcBorders>
            <w:vAlign w:val="bottom"/>
          </w:tcPr>
          <w:p w:rsidR="005050FE" w:rsidRDefault="005050FE">
            <w:pPr>
              <w:pStyle w:val="NoSpacing"/>
            </w:pPr>
          </w:p>
        </w:tc>
        <w:tc>
          <w:tcPr>
            <w:tcW w:w="2250" w:type="dxa"/>
            <w:vAlign w:val="bottom"/>
          </w:tcPr>
          <w:p w:rsidR="005050FE" w:rsidRDefault="00305BED">
            <w:pPr>
              <w:pStyle w:val="NoSpacing"/>
            </w:pPr>
            <w:r>
              <w:t xml:space="preserve">Date signed: </w:t>
            </w:r>
            <w:sdt>
              <w:sdtPr>
                <w:id w:val="-767700539"/>
                <w:placeholder>
                  <w:docPart w:val="53EBE6F9267E4A2BB297676D16353888"/>
                </w:placeholder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Content>
                <w:r>
                  <w:t>[Date]</w:t>
                </w:r>
              </w:sdtContent>
            </w:sdt>
          </w:p>
        </w:tc>
      </w:tr>
    </w:tbl>
    <w:p w:rsidR="005050FE" w:rsidRDefault="00305BED">
      <w:pPr>
        <w:pStyle w:val="Heading3"/>
      </w:pPr>
      <w:r>
        <w:t>THIS AUTHORIZATION EXPIRES NINETY DAYS AFTER IT IS SIGNED.</w:t>
      </w:r>
    </w:p>
    <w:sectPr w:rsidR="005050FE" w:rsidSect="00305BED">
      <w:pgSz w:w="12240" w:h="15840"/>
      <w:pgMar w:top="540" w:right="720" w:bottom="1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C5E9A"/>
    <w:multiLevelType w:val="hybridMultilevel"/>
    <w:tmpl w:val="0E064506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BED"/>
    <w:rsid w:val="0024219A"/>
    <w:rsid w:val="00305BED"/>
    <w:rsid w:val="005050FE"/>
    <w:rsid w:val="005A7E8D"/>
    <w:rsid w:val="00C64D65"/>
    <w:rsid w:val="00CF0A49"/>
    <w:rsid w:val="00E0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234A7B"/>
  <w15:chartTrackingRefBased/>
  <w15:docId w15:val="{ACF54A2F-3054-4555-BBBC-858EAD576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120" w:after="120"/>
      <w:ind w:left="72" w:right="72"/>
    </w:p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pPr>
      <w:tabs>
        <w:tab w:val="right" w:leader="underscore" w:pos="10800"/>
      </w:tabs>
      <w:spacing w:before="360"/>
      <w:outlineLvl w:val="1"/>
    </w:p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360"/>
      <w:jc w:val="center"/>
      <w:outlineLvl w:val="2"/>
    </w:pPr>
    <w:rPr>
      <w:rFonts w:asciiTheme="majorHAnsi" w:eastAsiaTheme="majorEastAsia" w:hAnsiTheme="majorHAnsi" w:cstheme="majorBidi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basedOn w:val="Normal"/>
    <w:uiPriority w:val="1"/>
    <w:qFormat/>
    <w:pPr>
      <w:spacing w:before="0"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Strong">
    <w:name w:val="Strong"/>
    <w:basedOn w:val="DefaultParagraphFont"/>
    <w:uiPriority w:val="1"/>
    <w:qFormat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1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pPr>
      <w:pBdr>
        <w:bottom w:val="single" w:sz="6" w:space="1" w:color="auto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pPr>
      <w:pBdr>
        <w:top w:val="single" w:sz="6" w:space="1" w:color="auto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</w:rPr>
  </w:style>
  <w:style w:type="paragraph" w:customStyle="1" w:styleId="Rightalign">
    <w:name w:val="Right align"/>
    <w:basedOn w:val="Normal"/>
    <w:uiPriority w:val="1"/>
    <w:qFormat/>
    <w:pPr>
      <w:spacing w:before="0" w:after="0"/>
      <w:jc w:val="right"/>
    </w:p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unhideWhenUsed/>
    <w:qFormat/>
    <w:rsid w:val="00305B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Authorization%20to%20release%20healthcare%20information%20(onlin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96971194ACF4D7581CC57B375B59E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2FC65-5BB9-4B72-A54D-9DB83A3BE8C1}"/>
      </w:docPartPr>
      <w:docPartBody>
        <w:p w:rsidR="00000000" w:rsidRDefault="00000000">
          <w:pPr>
            <w:pStyle w:val="296971194ACF4D7581CC57B375B59E34"/>
          </w:pPr>
          <w:r>
            <w:t>[Street address]</w:t>
          </w:r>
        </w:p>
      </w:docPartBody>
    </w:docPart>
    <w:docPart>
      <w:docPartPr>
        <w:name w:val="2E052508B36944BF98C3735BA9511D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924004-8663-4C8E-A88C-982C3CF36E9E}"/>
      </w:docPartPr>
      <w:docPartBody>
        <w:p w:rsidR="00000000" w:rsidRDefault="00000000">
          <w:pPr>
            <w:pStyle w:val="2E052508B36944BF98C3735BA9511D14"/>
          </w:pPr>
          <w:r>
            <w:t>[City, ST  ZIP Code]</w:t>
          </w:r>
        </w:p>
      </w:docPartBody>
    </w:docPart>
    <w:docPart>
      <w:docPartPr>
        <w:name w:val="D15B6CE2494040AFB117E77125B37A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77D07D-C407-47B1-9D96-E66D764429D9}"/>
      </w:docPartPr>
      <w:docPartBody>
        <w:p w:rsidR="00000000" w:rsidRDefault="00000000">
          <w:pPr>
            <w:pStyle w:val="D15B6CE2494040AFB117E77125B37AB9"/>
          </w:pPr>
          <w:r>
            <w:t>[Phone number]</w:t>
          </w:r>
        </w:p>
      </w:docPartBody>
    </w:docPart>
    <w:docPart>
      <w:docPartPr>
        <w:name w:val="D988EBDEE2D3459F8A6A4CB61355A3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4BD654-91B2-445A-8444-1294AB3D7063}"/>
      </w:docPartPr>
      <w:docPartBody>
        <w:p w:rsidR="00000000" w:rsidRDefault="00000000">
          <w:pPr>
            <w:pStyle w:val="D988EBDEE2D3459F8A6A4CB61355A340"/>
          </w:pPr>
          <w:r>
            <w:t>[Fax number]</w:t>
          </w:r>
        </w:p>
      </w:docPartBody>
    </w:docPart>
    <w:docPart>
      <w:docPartPr>
        <w:name w:val="B2DF18243CA4451E9818E12BCB09A5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DE02ED-CF74-4A82-B3A9-A04833E6F1B5}"/>
      </w:docPartPr>
      <w:docPartBody>
        <w:p w:rsidR="00000000" w:rsidRDefault="00000000">
          <w:pPr>
            <w:pStyle w:val="B2DF18243CA4451E9818E12BCB09A5D4"/>
          </w:pPr>
          <w:r>
            <w:t>[Email]</w:t>
          </w:r>
        </w:p>
      </w:docPartBody>
    </w:docPart>
    <w:docPart>
      <w:docPartPr>
        <w:name w:val="0D07EA41C7AC43B8997FFF4F59B44C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A268EA-DAD2-445B-B815-FD92D3626C92}"/>
      </w:docPartPr>
      <w:docPartBody>
        <w:p w:rsidR="00000000" w:rsidRDefault="00000000">
          <w:pPr>
            <w:pStyle w:val="0D07EA41C7AC43B8997FFF4F59B44CF9"/>
          </w:pPr>
          <w:r>
            <w:t>[Website]</w:t>
          </w:r>
        </w:p>
      </w:docPartBody>
    </w:docPart>
    <w:docPart>
      <w:docPartPr>
        <w:name w:val="0ADAC0AD64AF48F5A59138CF2C3F39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E7B078-7507-495D-8D1A-A0DFBF24EE01}"/>
      </w:docPartPr>
      <w:docPartBody>
        <w:p w:rsidR="00000000" w:rsidRDefault="00000000">
          <w:pPr>
            <w:pStyle w:val="0ADAC0AD64AF48F5A59138CF2C3F3942"/>
          </w:pPr>
          <w:r>
            <w:t>[Current name]</w:t>
          </w:r>
        </w:p>
      </w:docPartBody>
    </w:docPart>
    <w:docPart>
      <w:docPartPr>
        <w:name w:val="F8E5852AD7C645449067F9F65C1AF9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8EB8B4-6C73-407C-8E41-07455B3E5B6C}"/>
      </w:docPartPr>
      <w:docPartBody>
        <w:p w:rsidR="00000000" w:rsidRDefault="00000000">
          <w:pPr>
            <w:pStyle w:val="F8E5852AD7C645449067F9F65C1AF9F1"/>
          </w:pPr>
          <w:r>
            <w:t>[DOB]</w:t>
          </w:r>
        </w:p>
      </w:docPartBody>
    </w:docPart>
    <w:docPart>
      <w:docPartPr>
        <w:name w:val="EB54267C84AF4D14A060A3060891EE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76BFA2-20E4-4093-87F5-3F3E75D9C78B}"/>
      </w:docPartPr>
      <w:docPartBody>
        <w:p w:rsidR="00000000" w:rsidRDefault="00000000">
          <w:pPr>
            <w:pStyle w:val="EB54267C84AF4D14A060A3060891EE20"/>
          </w:pPr>
          <w:r>
            <w:t>[Previous name]</w:t>
          </w:r>
        </w:p>
      </w:docPartBody>
    </w:docPart>
    <w:docPart>
      <w:docPartPr>
        <w:name w:val="643A0EC22EA644FE938AC5AAA1C297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869A78-39DA-4087-A2A6-E81E09144F17}"/>
      </w:docPartPr>
      <w:docPartBody>
        <w:p w:rsidR="00000000" w:rsidRDefault="00000000">
          <w:pPr>
            <w:pStyle w:val="643A0EC22EA644FE938AC5AAA1C29799"/>
          </w:pPr>
          <w:r>
            <w:t>[SSN]</w:t>
          </w:r>
        </w:p>
      </w:docPartBody>
    </w:docPart>
    <w:docPart>
      <w:docPartPr>
        <w:name w:val="967E6316AECC4FC985B6EEDB1BEEF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E0DDB-2095-4AEC-8345-B785B9999B8B}"/>
      </w:docPartPr>
      <w:docPartBody>
        <w:p w:rsidR="00000000" w:rsidRDefault="00000000">
          <w:pPr>
            <w:pStyle w:val="967E6316AECC4FC985B6EEDB1BEEF3FD"/>
          </w:pPr>
          <w:r>
            <w:t>[Authorized individual]</w:t>
          </w:r>
        </w:p>
      </w:docPartBody>
    </w:docPart>
    <w:docPart>
      <w:docPartPr>
        <w:name w:val="D8070B1C3EE147CCA6BD22755C1CE8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077F97-78E9-4C51-9E8D-6397AA84BB61}"/>
      </w:docPartPr>
      <w:docPartBody>
        <w:p w:rsidR="00000000" w:rsidRDefault="00000000">
          <w:pPr>
            <w:pStyle w:val="D8070B1C3EE147CCA6BD22755C1CE8B9"/>
          </w:pPr>
          <w:r>
            <w:t>[Name]</w:t>
          </w:r>
        </w:p>
      </w:docPartBody>
    </w:docPart>
    <w:docPart>
      <w:docPartPr>
        <w:name w:val="53EBE6F9267E4A2BB297676D163538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17EB99-229A-4FA2-A40A-064B1BF5551F}"/>
      </w:docPartPr>
      <w:docPartBody>
        <w:p w:rsidR="00000000" w:rsidRDefault="00000000">
          <w:pPr>
            <w:pStyle w:val="53EBE6F9267E4A2BB297676D16353888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4351471DA834DE5A4AD66468CA68FEF">
    <w:name w:val="F4351471DA834DE5A4AD66468CA68FEF"/>
  </w:style>
  <w:style w:type="paragraph" w:customStyle="1" w:styleId="296971194ACF4D7581CC57B375B59E34">
    <w:name w:val="296971194ACF4D7581CC57B375B59E34"/>
  </w:style>
  <w:style w:type="paragraph" w:customStyle="1" w:styleId="2E052508B36944BF98C3735BA9511D14">
    <w:name w:val="2E052508B36944BF98C3735BA9511D14"/>
  </w:style>
  <w:style w:type="paragraph" w:customStyle="1" w:styleId="D15B6CE2494040AFB117E77125B37AB9">
    <w:name w:val="D15B6CE2494040AFB117E77125B37AB9"/>
  </w:style>
  <w:style w:type="paragraph" w:customStyle="1" w:styleId="D988EBDEE2D3459F8A6A4CB61355A340">
    <w:name w:val="D988EBDEE2D3459F8A6A4CB61355A340"/>
  </w:style>
  <w:style w:type="paragraph" w:customStyle="1" w:styleId="B2DF18243CA4451E9818E12BCB09A5D4">
    <w:name w:val="B2DF18243CA4451E9818E12BCB09A5D4"/>
  </w:style>
  <w:style w:type="paragraph" w:customStyle="1" w:styleId="0D07EA41C7AC43B8997FFF4F59B44CF9">
    <w:name w:val="0D07EA41C7AC43B8997FFF4F59B44CF9"/>
  </w:style>
  <w:style w:type="paragraph" w:customStyle="1" w:styleId="0ADAC0AD64AF48F5A59138CF2C3F3942">
    <w:name w:val="0ADAC0AD64AF48F5A59138CF2C3F3942"/>
  </w:style>
  <w:style w:type="paragraph" w:customStyle="1" w:styleId="F8E5852AD7C645449067F9F65C1AF9F1">
    <w:name w:val="F8E5852AD7C645449067F9F65C1AF9F1"/>
  </w:style>
  <w:style w:type="paragraph" w:customStyle="1" w:styleId="EB54267C84AF4D14A060A3060891EE20">
    <w:name w:val="EB54267C84AF4D14A060A3060891EE20"/>
  </w:style>
  <w:style w:type="paragraph" w:customStyle="1" w:styleId="643A0EC22EA644FE938AC5AAA1C29799">
    <w:name w:val="643A0EC22EA644FE938AC5AAA1C29799"/>
  </w:style>
  <w:style w:type="paragraph" w:customStyle="1" w:styleId="967E6316AECC4FC985B6EEDB1BEEF3FD">
    <w:name w:val="967E6316AECC4FC985B6EEDB1BEEF3FD"/>
  </w:style>
  <w:style w:type="paragraph" w:customStyle="1" w:styleId="D8070B1C3EE147CCA6BD22755C1CE8B9">
    <w:name w:val="D8070B1C3EE147CCA6BD22755C1CE8B9"/>
  </w:style>
  <w:style w:type="paragraph" w:customStyle="1" w:styleId="C23BBF3D2E7640C68FCD90DA69B796D5">
    <w:name w:val="C23BBF3D2E7640C68FCD90DA69B796D5"/>
  </w:style>
  <w:style w:type="paragraph" w:customStyle="1" w:styleId="6B39347E52C44102BA6C9B6E9BF8EE65">
    <w:name w:val="6B39347E52C44102BA6C9B6E9BF8EE65"/>
  </w:style>
  <w:style w:type="paragraph" w:customStyle="1" w:styleId="53EBE6F9267E4A2BB297676D16353888">
    <w:name w:val="53EBE6F9267E4A2BB297676D163538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EDA33-69C1-47B9-82C1-1A1811A2F9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7DC699-9D74-460E-B3C5-A20BC7941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Authorization to release healthcare information (online).dotx</Template>
  <TotalTime>1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CREDIT RELEASE FORM</vt:lpstr>
      <vt:lpstr>        THIS AUTHORIZATION EXPIRES NINETY DAYS AFTER IT IS SIGNED.</vt:lpstr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2</cp:revision>
  <dcterms:created xsi:type="dcterms:W3CDTF">2017-07-17T13:45:00Z</dcterms:created>
  <dcterms:modified xsi:type="dcterms:W3CDTF">2017-07-17T13:45:00Z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TC039736599991</vt:lpwstr>
  </property>
</Properties>
</file>