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05" w:rsidRDefault="00FF6005" w:rsidP="00FF6005">
      <w:pPr>
        <w:pStyle w:val="Address"/>
        <w:jc w:val="center"/>
        <w:rPr>
          <w:b/>
          <w:sz w:val="40"/>
        </w:rPr>
      </w:pPr>
      <w:r w:rsidRPr="00FF6005">
        <w:rPr>
          <w:b/>
          <w:sz w:val="40"/>
        </w:rPr>
        <w:t>Letter to Request Copy</w:t>
      </w:r>
      <w:bookmarkStart w:id="0" w:name="_GoBack"/>
      <w:bookmarkEnd w:id="0"/>
      <w:r w:rsidRPr="00FF6005">
        <w:rPr>
          <w:b/>
          <w:sz w:val="40"/>
        </w:rPr>
        <w:t xml:space="preserve"> of Medical Record</w:t>
      </w:r>
    </w:p>
    <w:p w:rsidR="00FF6005" w:rsidRPr="00FF6005" w:rsidRDefault="00FF6005">
      <w:pPr>
        <w:pStyle w:val="Address"/>
        <w:rPr>
          <w:b/>
          <w:sz w:val="40"/>
        </w:rPr>
      </w:pPr>
    </w:p>
    <w:sdt>
      <w:sdtPr>
        <w:alias w:val="Your Name"/>
        <w:tag w:val="Your Name"/>
        <w:id w:val="-1786799709"/>
        <w:placeholder>
          <w:docPart w:val="68CC2499E3754E96A00A4BAB9A0654AA"/>
        </w:placeholder>
        <w:showingPlcHdr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747F29" w:rsidRDefault="007D1F47">
          <w:pPr>
            <w:pStyle w:val="Address"/>
          </w:pPr>
          <w:r>
            <w:t>[Your Name]</w:t>
          </w:r>
        </w:p>
      </w:sdtContent>
    </w:sdt>
    <w:p w:rsidR="00747F29" w:rsidRDefault="00D256D0">
      <w:pPr>
        <w:pStyle w:val="Address"/>
      </w:pPr>
      <w:sdt>
        <w:sdtPr>
          <w:id w:val="-28192178"/>
          <w:placeholder>
            <w:docPart w:val="7AC9EB5E400B4AC7BF931CD423221C58"/>
          </w:placeholder>
          <w:temporary/>
          <w:showingPlcHdr/>
          <w15:appearance w15:val="hidden"/>
        </w:sdtPr>
        <w:sdtEndPr/>
        <w:sdtContent>
          <w:r>
            <w:t>[Street Address]</w:t>
          </w:r>
        </w:sdtContent>
      </w:sdt>
    </w:p>
    <w:sdt>
      <w:sdtPr>
        <w:id w:val="828716564"/>
        <w:placeholder>
          <w:docPart w:val="EFB6C164A28447C0A9494416AA4E926A"/>
        </w:placeholder>
        <w:temporary/>
        <w:showingPlcHdr/>
        <w15:appearance w15:val="hidden"/>
      </w:sdtPr>
      <w:sdtEndPr/>
      <w:sdtContent>
        <w:p w:rsidR="00747F29" w:rsidRDefault="00D256D0">
          <w:pPr>
            <w:pStyle w:val="Address"/>
          </w:pPr>
          <w:r>
            <w:t>[City, ST  ZIP Code]</w:t>
          </w:r>
        </w:p>
      </w:sdtContent>
    </w:sdt>
    <w:sdt>
      <w:sdtPr>
        <w:alias w:val="Date"/>
        <w:tag w:val="Date"/>
        <w:id w:val="-1797359151"/>
        <w:placeholder>
          <w:docPart w:val="8011936062F24789852000AB893C0BBD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747F29" w:rsidRDefault="00D256D0">
          <w:pPr>
            <w:pStyle w:val="Date"/>
          </w:pPr>
          <w:r>
            <w:t>[Date]</w:t>
          </w:r>
        </w:p>
      </w:sdtContent>
    </w:sdt>
    <w:sdt>
      <w:sdtPr>
        <w:alias w:val="Doctor Name"/>
        <w:tag w:val=""/>
        <w:id w:val="-378937380"/>
        <w:placeholder>
          <w:docPart w:val="4EA2C6B00ECF4752B8920B7922921345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747F29" w:rsidRDefault="00D256D0">
          <w:pPr>
            <w:pStyle w:val="Address"/>
          </w:pPr>
          <w:r>
            <w:t>[Doctor Name]</w:t>
          </w:r>
        </w:p>
      </w:sdtContent>
    </w:sdt>
    <w:sdt>
      <w:sdtPr>
        <w:id w:val="566236108"/>
        <w:placeholder>
          <w:docPart w:val="68C37C0D8135499A91D7144A7B970875"/>
        </w:placeholder>
        <w:temporary/>
        <w:showingPlcHdr/>
        <w15:appearance w15:val="hidden"/>
      </w:sdtPr>
      <w:sdtEndPr/>
      <w:sdtContent>
        <w:p w:rsidR="00747F29" w:rsidRDefault="00D256D0">
          <w:pPr>
            <w:pStyle w:val="Address"/>
          </w:pPr>
          <w:r>
            <w:t>[Medical Practice or Hospital Name]</w:t>
          </w:r>
        </w:p>
      </w:sdtContent>
    </w:sdt>
    <w:sdt>
      <w:sdtPr>
        <w:id w:val="874039300"/>
        <w:placeholder>
          <w:docPart w:val="7AC9EB5E400B4AC7BF931CD423221C58"/>
        </w:placeholder>
        <w:temporary/>
        <w:showingPlcHdr/>
        <w15:appearance w15:val="hidden"/>
      </w:sdtPr>
      <w:sdtEndPr/>
      <w:sdtContent>
        <w:p w:rsidR="00747F29" w:rsidRDefault="00D256D0">
          <w:pPr>
            <w:pStyle w:val="Address"/>
          </w:pPr>
          <w:r>
            <w:t>[Street Address]</w:t>
          </w:r>
        </w:p>
      </w:sdtContent>
    </w:sdt>
    <w:sdt>
      <w:sdtPr>
        <w:id w:val="-1389496779"/>
        <w:placeholder>
          <w:docPart w:val="8B2D7423F5584FCB826412A528449AE2"/>
        </w:placeholder>
        <w:temporary/>
        <w:showingPlcHdr/>
        <w15:appearance w15:val="hidden"/>
      </w:sdtPr>
      <w:sdtEndPr/>
      <w:sdtContent>
        <w:p w:rsidR="00747F29" w:rsidRDefault="00D256D0">
          <w:pPr>
            <w:pStyle w:val="Address"/>
          </w:pPr>
          <w:r>
            <w:t>[City, ST  ZIP Code</w:t>
          </w:r>
        </w:p>
      </w:sdtContent>
    </w:sdt>
    <w:p w:rsidR="00747F29" w:rsidRDefault="00D256D0">
      <w:pPr>
        <w:pStyle w:val="Salutation"/>
        <w:ind w:left="720" w:hanging="720"/>
      </w:pPr>
      <w:r>
        <w:t>RE:</w:t>
      </w:r>
      <w:r>
        <w:tab/>
      </w:r>
      <w:r>
        <w:t xml:space="preserve">Release of medical records for </w:t>
      </w:r>
      <w:sdt>
        <w:sdtPr>
          <w:alias w:val="Your Name"/>
          <w:tag w:val="Your Name"/>
          <w:id w:val="-588782218"/>
          <w:placeholder>
            <w:docPart w:val="9886C541CCB3436A8A48FA6F3D4582A4"/>
          </w:placeholder>
          <w:showingPlcHdr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7D1F47">
            <w:rPr>
              <w:rStyle w:val="PlaceholderText"/>
            </w:rPr>
            <w:t>[Your Name]</w:t>
          </w:r>
        </w:sdtContent>
      </w:sdt>
      <w:r>
        <w:br/>
        <w:t xml:space="preserve">DOB: </w:t>
      </w:r>
      <w:sdt>
        <w:sdtPr>
          <w:id w:val="121660522"/>
          <w:placeholder>
            <w:docPart w:val="9723A02CC5584232AE93130AA066E797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[date]</w:t>
          </w:r>
        </w:sdtContent>
      </w:sdt>
      <w:r>
        <w:t xml:space="preserve">, SSN: </w:t>
      </w:r>
      <w:sdt>
        <w:sdtPr>
          <w:id w:val="-213979971"/>
          <w:placeholder>
            <w:docPart w:val="DA39C605DA2F4F2AA676227A0A5D5D21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[Social Security Number]</w:t>
          </w:r>
        </w:sdtContent>
      </w:sdt>
    </w:p>
    <w:p w:rsidR="00747F29" w:rsidRDefault="00D256D0">
      <w:pPr>
        <w:pStyle w:val="Salutation"/>
      </w:pPr>
      <w:r>
        <w:t xml:space="preserve">Dear </w:t>
      </w:r>
      <w:sdt>
        <w:sdtPr>
          <w:alias w:val="Doctor Name"/>
          <w:tag w:val=""/>
          <w:id w:val="-1634871024"/>
          <w:placeholder>
            <w:docPart w:val="4EA2C6B00ECF4752B8920B7922921345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>
            <w:t>[Doctor Name]</w:t>
          </w:r>
        </w:sdtContent>
      </w:sdt>
      <w:r>
        <w:t>:</w:t>
      </w:r>
    </w:p>
    <w:p w:rsidR="00747F29" w:rsidRDefault="00D256D0">
      <w:r>
        <w:t xml:space="preserve">On </w:t>
      </w:r>
      <w:sdt>
        <w:sdtPr>
          <w:id w:val="-1581120801"/>
          <w:placeholder>
            <w:docPart w:val="9723A02CC5584232AE93130AA066E797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>
            <w:rPr>
              <w:rStyle w:val="PlaceholderText"/>
            </w:rPr>
            <w:t>[date]</w:t>
          </w:r>
        </w:sdtContent>
      </w:sdt>
      <w:r>
        <w:t xml:space="preserve">, I sent you a written request asking for copies of my medical records related to treatment for </w:t>
      </w:r>
      <w:sdt>
        <w:sdtPr>
          <w:id w:val="1462463995"/>
          <w:placeholder>
            <w:docPart w:val="8ABF8B2871E74DC4AD66C6EE8D8DA0B6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[medical conditions]</w:t>
          </w:r>
        </w:sdtContent>
      </w:sdt>
      <w:r>
        <w:t xml:space="preserve"> rendered by </w:t>
      </w:r>
      <w:r>
        <w:t xml:space="preserve">you or under your supervision from </w:t>
      </w:r>
      <w:sdt>
        <w:sdtPr>
          <w:id w:val="2089577715"/>
          <w:placeholder>
            <w:docPart w:val="9723A02CC5584232AE93130AA066E797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[date]</w:t>
          </w:r>
        </w:sdtContent>
      </w:sdt>
      <w:r>
        <w:t xml:space="preserve"> through </w:t>
      </w:r>
      <w:sdt>
        <w:sdtPr>
          <w:id w:val="-662701034"/>
          <w:placeholder>
            <w:docPart w:val="9723A02CC5584232AE93130AA066E797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[date]</w:t>
          </w:r>
        </w:sdtContent>
      </w:sdt>
      <w:r>
        <w:t xml:space="preserve">. Since then, </w:t>
      </w:r>
      <w:sdt>
        <w:sdtPr>
          <w:id w:val="726426896"/>
          <w:placeholder>
            <w:docPart w:val="6A07F8B3A37543EEA5B07E9DBAADDAAC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[number]</w:t>
          </w:r>
        </w:sdtContent>
      </w:sdt>
      <w:r>
        <w:t xml:space="preserve"> days have passed and I have not yet received these records.</w:t>
      </w:r>
    </w:p>
    <w:p w:rsidR="00747F29" w:rsidRDefault="00D256D0">
      <w:r>
        <w:t>I am hereby making a second request that you send me these records immediately. I remind you that under the law</w:t>
      </w:r>
      <w:r>
        <w:t>s of this state, Statute #</w:t>
      </w:r>
      <w:sdt>
        <w:sdtPr>
          <w:id w:val="-374072462"/>
          <w:placeholder>
            <w:docPart w:val="6A07F8B3A37543EEA5B07E9DBAADDAAC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[number]</w:t>
          </w:r>
        </w:sdtContent>
      </w:sdt>
      <w:r>
        <w:t>, you are legally obligated to provide copies of my medical records upon my request.</w:t>
      </w:r>
    </w:p>
    <w:p w:rsidR="00747F29" w:rsidRDefault="00D256D0">
      <w:r>
        <w:t xml:space="preserve">If I have not received the records by </w:t>
      </w:r>
      <w:sdt>
        <w:sdtPr>
          <w:id w:val="-1620909063"/>
          <w:placeholder>
            <w:docPart w:val="9723A02CC5584232AE93130AA066E797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>
            <w:rPr>
              <w:rStyle w:val="PlaceholderText"/>
            </w:rPr>
            <w:t>[date]</w:t>
          </w:r>
        </w:sdtContent>
      </w:sdt>
      <w:r>
        <w:t>, I will have no choice but to retain an attorney to obtain my medical records for me. By</w:t>
      </w:r>
      <w:r>
        <w:t xml:space="preserve"> law, you will then be liable for the attorney fees that I incur. I trust that this step will not be necessary.</w:t>
      </w:r>
    </w:p>
    <w:p w:rsidR="00747F29" w:rsidRDefault="00D256D0">
      <w:r>
        <w:t>Please mail the information to:</w:t>
      </w:r>
    </w:p>
    <w:sdt>
      <w:sdtPr>
        <w:id w:val="-125472656"/>
        <w:placeholder>
          <w:docPart w:val="E9E5EB75EDF846A0A2EE03E36798EF46"/>
        </w:placeholder>
        <w:temporary/>
        <w:showingPlcHdr/>
        <w15:appearance w15:val="hidden"/>
      </w:sdtPr>
      <w:sdtEndPr/>
      <w:sdtContent>
        <w:p w:rsidR="00747F29" w:rsidRDefault="00D256D0">
          <w:pPr>
            <w:pStyle w:val="MailingAddress"/>
          </w:pPr>
          <w:r>
            <w:t>[Your Name or Name of Party to Receive Records]</w:t>
          </w:r>
        </w:p>
      </w:sdtContent>
    </w:sdt>
    <w:sdt>
      <w:sdtPr>
        <w:id w:val="-1407994532"/>
        <w:placeholder>
          <w:docPart w:val="7AC9EB5E400B4AC7BF931CD423221C58"/>
        </w:placeholder>
        <w:temporary/>
        <w:showingPlcHdr/>
        <w15:appearance w15:val="hidden"/>
      </w:sdtPr>
      <w:sdtEndPr/>
      <w:sdtContent>
        <w:p w:rsidR="00747F29" w:rsidRDefault="00D256D0">
          <w:pPr>
            <w:pStyle w:val="MailingAddress"/>
          </w:pPr>
          <w:r>
            <w:t>[Street Address]</w:t>
          </w:r>
        </w:p>
      </w:sdtContent>
    </w:sdt>
    <w:sdt>
      <w:sdtPr>
        <w:id w:val="-419261127"/>
        <w:placeholder>
          <w:docPart w:val="CED53F79FB174032AF3A6540BE22A3CE"/>
        </w:placeholder>
        <w:temporary/>
        <w:showingPlcHdr/>
        <w15:appearance w15:val="hidden"/>
      </w:sdtPr>
      <w:sdtEndPr/>
      <w:sdtContent>
        <w:p w:rsidR="00747F29" w:rsidRDefault="00D256D0">
          <w:pPr>
            <w:pStyle w:val="MailingAddress"/>
          </w:pPr>
          <w:r>
            <w:rPr>
              <w:rStyle w:val="BodyTextChar"/>
            </w:rPr>
            <w:t>[City, ST  ZIP Code]</w:t>
          </w:r>
        </w:p>
      </w:sdtContent>
    </w:sdt>
    <w:p w:rsidR="00747F29" w:rsidRDefault="00D256D0">
      <w:r>
        <w:t>As noted in my first</w:t>
      </w:r>
      <w:r>
        <w:t xml:space="preserve"> request, I will be glad to pay for costs associated with providing me copies of my records.</w:t>
      </w:r>
    </w:p>
    <w:p w:rsidR="00747F29" w:rsidRDefault="00D256D0">
      <w:pPr>
        <w:pStyle w:val="Closing"/>
      </w:pPr>
      <w:r>
        <w:t>Sincerely,</w:t>
      </w:r>
    </w:p>
    <w:sdt>
      <w:sdtPr>
        <w:alias w:val="Your Name"/>
        <w:tag w:val="Your Name"/>
        <w:id w:val="706759868"/>
        <w:placeholder>
          <w:docPart w:val="68CC2499E3754E96A00A4BAB9A0654AA"/>
        </w:placeholder>
        <w:showingPlcHdr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747F29" w:rsidRDefault="007D1F47">
          <w:pPr>
            <w:pStyle w:val="Signature"/>
          </w:pPr>
          <w:r>
            <w:t>[Your Name]</w:t>
          </w:r>
        </w:p>
      </w:sdtContent>
    </w:sdt>
    <w:sectPr w:rsidR="00747F29" w:rsidSect="00FF6005">
      <w:headerReference w:type="default" r:id="rId7"/>
      <w:footerReference w:type="first" r:id="rId8"/>
      <w:pgSz w:w="12240" w:h="15840"/>
      <w:pgMar w:top="99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6D0" w:rsidRDefault="00D256D0">
      <w:pPr>
        <w:spacing w:line="240" w:lineRule="auto"/>
      </w:pPr>
      <w:r>
        <w:separator/>
      </w:r>
    </w:p>
  </w:endnote>
  <w:endnote w:type="continuationSeparator" w:id="0">
    <w:p w:rsidR="00D256D0" w:rsidRDefault="00D256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005" w:rsidRDefault="00FF6005">
    <w:pPr>
      <w:pStyle w:val="Footer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FF6005" w:rsidRDefault="00FF6005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:rsidR="00FF6005" w:rsidRDefault="00FF6005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">
              <v:rect id="Rectangle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FF6005" w:rsidRDefault="00FF6005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:rsidR="00FF6005" w:rsidRDefault="00FF6005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6D0" w:rsidRDefault="00D256D0">
      <w:pPr>
        <w:spacing w:line="240" w:lineRule="auto"/>
      </w:pPr>
      <w:r>
        <w:separator/>
      </w:r>
    </w:p>
  </w:footnote>
  <w:footnote w:type="continuationSeparator" w:id="0">
    <w:p w:rsidR="00D256D0" w:rsidRDefault="00D256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Doctor Name"/>
      <w:tag w:val=""/>
      <w:id w:val="364176500"/>
      <w:placeholder>
        <w:docPart w:val="CED53F79FB174032AF3A6540BE22A3CE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747F29" w:rsidRDefault="00D256D0">
        <w:pPr>
          <w:pStyle w:val="Header"/>
        </w:pPr>
        <w:r>
          <w:t>[Doctor Name]</w:t>
        </w:r>
      </w:p>
    </w:sdtContent>
  </w:sdt>
  <w:p w:rsidR="00747F29" w:rsidRDefault="00D256D0">
    <w:pPr>
      <w:pStyle w:val="Header"/>
    </w:pPr>
    <w:sdt>
      <w:sdtPr>
        <w:alias w:val="Date"/>
        <w:tag w:val="Date"/>
        <w:id w:val="1298329455"/>
        <w:placeholder>
          <w:docPart w:val="9886C541CCB3436A8A48FA6F3D4582A4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>
          <w:t>[Date]</w:t>
        </w:r>
      </w:sdtContent>
    </w:sdt>
  </w:p>
  <w:p w:rsidR="00747F29" w:rsidRDefault="00D256D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F6005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05"/>
    <w:rsid w:val="00747F29"/>
    <w:rsid w:val="007D1F47"/>
    <w:rsid w:val="00D256D0"/>
    <w:rsid w:val="00FF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D946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qFormat="1"/>
    <w:lsdException w:name="Signature" w:qFormat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240" w:line="276" w:lineRule="auto"/>
    </w:pPr>
    <w:rPr>
      <w:spacing w:val="4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  <w:szCs w:val="20"/>
    </w:rPr>
  </w:style>
  <w:style w:type="paragraph" w:styleId="Date">
    <w:name w:val="Date"/>
    <w:basedOn w:val="Normal"/>
    <w:next w:val="Normal"/>
    <w:link w:val="DateChar"/>
    <w:uiPriority w:val="1"/>
    <w:qFormat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1"/>
    <w:rPr>
      <w:spacing w:val="4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1"/>
    <w:qFormat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1"/>
    <w:rPr>
      <w:spacing w:val="4"/>
      <w:sz w:val="20"/>
      <w:szCs w:val="20"/>
    </w:rPr>
  </w:style>
  <w:style w:type="paragraph" w:styleId="Closing">
    <w:name w:val="Closing"/>
    <w:basedOn w:val="Normal"/>
    <w:next w:val="Normal"/>
    <w:link w:val="ClosingChar"/>
    <w:uiPriority w:val="1"/>
    <w:qFormat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1"/>
    <w:rPr>
      <w:spacing w:val="4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</w:style>
  <w:style w:type="character" w:customStyle="1" w:styleId="BodyTextChar">
    <w:name w:val="Body Text Char"/>
    <w:basedOn w:val="DefaultParagraphFont"/>
    <w:link w:val="BodyText"/>
    <w:uiPriority w:val="99"/>
    <w:semiHidden/>
    <w:rPr>
      <w:spacing w:val="4"/>
      <w:sz w:val="20"/>
      <w:szCs w:val="20"/>
    </w:rPr>
  </w:style>
  <w:style w:type="paragraph" w:styleId="Signature">
    <w:name w:val="Signature"/>
    <w:basedOn w:val="Normal"/>
    <w:link w:val="SignatureChar"/>
    <w:uiPriority w:val="1"/>
    <w:qFormat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1"/>
    <w:rPr>
      <w:spacing w:val="4"/>
      <w:sz w:val="20"/>
      <w:szCs w:val="20"/>
    </w:rPr>
  </w:style>
  <w:style w:type="paragraph" w:customStyle="1" w:styleId="Address">
    <w:name w:val="Address"/>
    <w:basedOn w:val="Normal"/>
    <w:uiPriority w:val="1"/>
    <w:qFormat/>
    <w:pPr>
      <w:spacing w:after="0"/>
    </w:pPr>
  </w:style>
  <w:style w:type="paragraph" w:customStyle="1" w:styleId="MailingAddress">
    <w:name w:val="Mailing Address"/>
    <w:basedOn w:val="Address"/>
    <w:next w:val="Normal"/>
    <w:uiPriority w:val="1"/>
    <w:qFormat/>
    <w:pPr>
      <w:spacing w:after="24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F60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005"/>
    <w:rPr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econd%20letter%20requesting%20copies%20of%20medical%20record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8CC2499E3754E96A00A4BAB9A065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D5F1B-74BF-4C39-8C3B-0CFB03352741}"/>
      </w:docPartPr>
      <w:docPartBody>
        <w:p w:rsidR="00000000" w:rsidRDefault="000D5274">
          <w:pPr>
            <w:pStyle w:val="68CC2499E3754E96A00A4BAB9A0654AA"/>
          </w:pPr>
          <w:r>
            <w:t>[Your Name]</w:t>
          </w:r>
        </w:p>
      </w:docPartBody>
    </w:docPart>
    <w:docPart>
      <w:docPartPr>
        <w:name w:val="7AC9EB5E400B4AC7BF931CD423221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10306-A7AF-4CD4-B063-D680231FEEF7}"/>
      </w:docPartPr>
      <w:docPartBody>
        <w:p w:rsidR="00000000" w:rsidRDefault="000D5274">
          <w:pPr>
            <w:pStyle w:val="7AC9EB5E400B4AC7BF931CD423221C58"/>
          </w:pPr>
          <w:r>
            <w:t>[Street Address]</w:t>
          </w:r>
        </w:p>
      </w:docPartBody>
    </w:docPart>
    <w:docPart>
      <w:docPartPr>
        <w:name w:val="EFB6C164A28447C0A9494416AA4E9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2D5F9-59B8-4A0E-A859-A3A52E5FDDD0}"/>
      </w:docPartPr>
      <w:docPartBody>
        <w:p w:rsidR="00000000" w:rsidRDefault="000D5274">
          <w:pPr>
            <w:pStyle w:val="EFB6C164A28447C0A9494416AA4E926A"/>
          </w:pPr>
          <w:r>
            <w:t>[City, ST  ZIP Code]</w:t>
          </w:r>
        </w:p>
      </w:docPartBody>
    </w:docPart>
    <w:docPart>
      <w:docPartPr>
        <w:name w:val="8011936062F24789852000AB893C0B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03DB9F-1178-410C-927E-216CCD534F75}"/>
      </w:docPartPr>
      <w:docPartBody>
        <w:p w:rsidR="00000000" w:rsidRDefault="000D5274">
          <w:pPr>
            <w:pStyle w:val="8011936062F24789852000AB893C0BBD"/>
          </w:pPr>
          <w:r>
            <w:t>[Date]</w:t>
          </w:r>
        </w:p>
      </w:docPartBody>
    </w:docPart>
    <w:docPart>
      <w:docPartPr>
        <w:name w:val="4EA2C6B00ECF4752B8920B7922921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5425AD-E8D3-47A8-BA81-AC52F53F1978}"/>
      </w:docPartPr>
      <w:docPartBody>
        <w:p w:rsidR="00000000" w:rsidRDefault="000D5274">
          <w:pPr>
            <w:pStyle w:val="4EA2C6B00ECF4752B8920B7922921345"/>
          </w:pPr>
          <w:r>
            <w:t>[Doctor Name]</w:t>
          </w:r>
        </w:p>
      </w:docPartBody>
    </w:docPart>
    <w:docPart>
      <w:docPartPr>
        <w:name w:val="68C37C0D8135499A91D7144A7B9708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25FC4-F013-497D-A822-85B8E6F19008}"/>
      </w:docPartPr>
      <w:docPartBody>
        <w:p w:rsidR="00000000" w:rsidRDefault="000D5274">
          <w:pPr>
            <w:pStyle w:val="68C37C0D8135499A91D7144A7B970875"/>
          </w:pPr>
          <w:r>
            <w:t>[Medical Practice or Hospital Name]</w:t>
          </w:r>
        </w:p>
      </w:docPartBody>
    </w:docPart>
    <w:docPart>
      <w:docPartPr>
        <w:name w:val="8B2D7423F5584FCB826412A528449A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2032C-9915-463C-B0CE-1DF4545BAFE0}"/>
      </w:docPartPr>
      <w:docPartBody>
        <w:p w:rsidR="00000000" w:rsidRDefault="000D5274">
          <w:pPr>
            <w:pStyle w:val="8B2D7423F5584FCB826412A528449AE2"/>
          </w:pPr>
          <w:r>
            <w:t>[City, ST  ZIP Code</w:t>
          </w:r>
        </w:p>
      </w:docPartBody>
    </w:docPart>
    <w:docPart>
      <w:docPartPr>
        <w:name w:val="9886C541CCB3436A8A48FA6F3D458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E68F3-9272-419F-B546-16E8BD446942}"/>
      </w:docPartPr>
      <w:docPartBody>
        <w:p w:rsidR="00000000" w:rsidRDefault="000D5274">
          <w:pPr>
            <w:pStyle w:val="9886C541CCB3436A8A48FA6F3D4582A4"/>
          </w:pPr>
          <w:r>
            <w:rPr>
              <w:rStyle w:val="PlaceholderText"/>
            </w:rPr>
            <w:t>[Your Name]</w:t>
          </w:r>
        </w:p>
      </w:docPartBody>
    </w:docPart>
    <w:docPart>
      <w:docPartPr>
        <w:name w:val="9723A02CC5584232AE93130AA066E7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657E9-4F41-4113-B142-FD8BBDC2D41E}"/>
      </w:docPartPr>
      <w:docPartBody>
        <w:p w:rsidR="00000000" w:rsidRDefault="000D5274">
          <w:pPr>
            <w:pStyle w:val="9723A02CC5584232AE93130AA066E797"/>
          </w:pPr>
          <w:r>
            <w:rPr>
              <w:rStyle w:val="PlaceholderText"/>
            </w:rPr>
            <w:t>[date]</w:t>
          </w:r>
        </w:p>
      </w:docPartBody>
    </w:docPart>
    <w:docPart>
      <w:docPartPr>
        <w:name w:val="DA39C605DA2F4F2AA676227A0A5D5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EBBF40-9EA2-4017-AD9C-078B61112411}"/>
      </w:docPartPr>
      <w:docPartBody>
        <w:p w:rsidR="00000000" w:rsidRDefault="000D5274">
          <w:pPr>
            <w:pStyle w:val="DA39C605DA2F4F2AA676227A0A5D5D21"/>
          </w:pPr>
          <w:r>
            <w:rPr>
              <w:rStyle w:val="PlaceholderText"/>
            </w:rPr>
            <w:t>[Social Security Number]</w:t>
          </w:r>
        </w:p>
      </w:docPartBody>
    </w:docPart>
    <w:docPart>
      <w:docPartPr>
        <w:name w:val="8ABF8B2871E74DC4AD66C6EE8D8DA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05058-E8B2-4746-B558-524C59EA6137}"/>
      </w:docPartPr>
      <w:docPartBody>
        <w:p w:rsidR="00000000" w:rsidRDefault="000D5274">
          <w:pPr>
            <w:pStyle w:val="8ABF8B2871E74DC4AD66C6EE8D8DA0B6"/>
          </w:pPr>
          <w:r>
            <w:rPr>
              <w:rStyle w:val="PlaceholderText"/>
            </w:rPr>
            <w:t>[medical conditions]</w:t>
          </w:r>
        </w:p>
      </w:docPartBody>
    </w:docPart>
    <w:docPart>
      <w:docPartPr>
        <w:name w:val="6A07F8B3A37543EEA5B07E9DBAADDA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7F186-26F6-4B28-BD1E-9F37E106A147}"/>
      </w:docPartPr>
      <w:docPartBody>
        <w:p w:rsidR="00000000" w:rsidRDefault="000D5274">
          <w:pPr>
            <w:pStyle w:val="6A07F8B3A37543EEA5B07E9DBAADDAAC"/>
          </w:pPr>
          <w:r>
            <w:rPr>
              <w:rStyle w:val="PlaceholderText"/>
            </w:rPr>
            <w:t>[number]</w:t>
          </w:r>
        </w:p>
      </w:docPartBody>
    </w:docPart>
    <w:docPart>
      <w:docPartPr>
        <w:name w:val="E9E5EB75EDF846A0A2EE03E36798E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AD914-1A95-40E3-B866-AE8585CECE85}"/>
      </w:docPartPr>
      <w:docPartBody>
        <w:p w:rsidR="00000000" w:rsidRDefault="000D5274">
          <w:pPr>
            <w:pStyle w:val="E9E5EB75EDF846A0A2EE03E36798EF46"/>
          </w:pPr>
          <w:r>
            <w:t>[Your Name or Name of Party to Receive Records]</w:t>
          </w:r>
        </w:p>
      </w:docPartBody>
    </w:docPart>
    <w:docPart>
      <w:docPartPr>
        <w:name w:val="CED53F79FB174032AF3A6540BE22A3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C57C9-84A6-4035-8F45-8988EBC4DBC9}"/>
      </w:docPartPr>
      <w:docPartBody>
        <w:p w:rsidR="00000000" w:rsidRDefault="000D5274">
          <w:pPr>
            <w:pStyle w:val="CED53F79FB174032AF3A6540BE22A3CE"/>
          </w:pPr>
          <w:r>
            <w:rPr>
              <w:rStyle w:val="BodyTextChar"/>
            </w:rPr>
            <w:t>[City, ST 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74"/>
    <w:rsid w:val="000D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CC2499E3754E96A00A4BAB9A0654AA">
    <w:name w:val="68CC2499E3754E96A00A4BAB9A0654AA"/>
  </w:style>
  <w:style w:type="paragraph" w:customStyle="1" w:styleId="7AC9EB5E400B4AC7BF931CD423221C58">
    <w:name w:val="7AC9EB5E400B4AC7BF931CD423221C58"/>
  </w:style>
  <w:style w:type="paragraph" w:customStyle="1" w:styleId="EFB6C164A28447C0A9494416AA4E926A">
    <w:name w:val="EFB6C164A28447C0A9494416AA4E926A"/>
  </w:style>
  <w:style w:type="paragraph" w:customStyle="1" w:styleId="8011936062F24789852000AB893C0BBD">
    <w:name w:val="8011936062F24789852000AB893C0BBD"/>
  </w:style>
  <w:style w:type="paragraph" w:customStyle="1" w:styleId="4EA2C6B00ECF4752B8920B7922921345">
    <w:name w:val="4EA2C6B00ECF4752B8920B7922921345"/>
  </w:style>
  <w:style w:type="paragraph" w:customStyle="1" w:styleId="68C37C0D8135499A91D7144A7B970875">
    <w:name w:val="68C37C0D8135499A91D7144A7B970875"/>
  </w:style>
  <w:style w:type="paragraph" w:customStyle="1" w:styleId="8B2D7423F5584FCB826412A528449AE2">
    <w:name w:val="8B2D7423F5584FCB826412A528449AE2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886C541CCB3436A8A48FA6F3D4582A4">
    <w:name w:val="9886C541CCB3436A8A48FA6F3D4582A4"/>
  </w:style>
  <w:style w:type="paragraph" w:customStyle="1" w:styleId="9723A02CC5584232AE93130AA066E797">
    <w:name w:val="9723A02CC5584232AE93130AA066E797"/>
  </w:style>
  <w:style w:type="paragraph" w:customStyle="1" w:styleId="DA39C605DA2F4F2AA676227A0A5D5D21">
    <w:name w:val="DA39C605DA2F4F2AA676227A0A5D5D21"/>
  </w:style>
  <w:style w:type="paragraph" w:customStyle="1" w:styleId="8ABF8B2871E74DC4AD66C6EE8D8DA0B6">
    <w:name w:val="8ABF8B2871E74DC4AD66C6EE8D8DA0B6"/>
  </w:style>
  <w:style w:type="paragraph" w:customStyle="1" w:styleId="6A07F8B3A37543EEA5B07E9DBAADDAAC">
    <w:name w:val="6A07F8B3A37543EEA5B07E9DBAADDAAC"/>
  </w:style>
  <w:style w:type="paragraph" w:customStyle="1" w:styleId="E9E5EB75EDF846A0A2EE03E36798EF46">
    <w:name w:val="E9E5EB75EDF846A0A2EE03E36798EF46"/>
  </w:style>
  <w:style w:type="paragraph" w:styleId="BodyText">
    <w:name w:val="Body Text"/>
    <w:basedOn w:val="Normal"/>
    <w:link w:val="BodyTextChar"/>
    <w:uiPriority w:val="99"/>
    <w:pPr>
      <w:spacing w:after="240" w:line="276" w:lineRule="auto"/>
    </w:pPr>
    <w:rPr>
      <w:rFonts w:cs="Times New Roman"/>
      <w:spacing w:val="4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Pr>
      <w:rFonts w:cs="Times New Roman"/>
      <w:spacing w:val="4"/>
      <w:sz w:val="20"/>
      <w:szCs w:val="20"/>
    </w:rPr>
  </w:style>
  <w:style w:type="paragraph" w:customStyle="1" w:styleId="CED53F79FB174032AF3A6540BE22A3CE">
    <w:name w:val="CED53F79FB174032AF3A6540BE22A3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691B2D9-1A24-4DB0-B57C-BD173AF220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Second letter requesting copies of medical records.dotx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2017-06-14T10:27:00Z</dcterms:created>
  <dcterms:modified xsi:type="dcterms:W3CDTF">2017-06-14T10:29:00Z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TC040220849991</vt:lpwstr>
  </property>
</Properties>
</file>