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357402645"/>
        <w:placeholder>
          <w:docPart w:val="B68AF6F3DA3E4DF2B0E172820F36CB3A"/>
        </w:placeholder>
        <w:temporary/>
        <w:showingPlcHdr/>
        <w15:appearance w15:val="hidden"/>
      </w:sdtPr>
      <w:sdtEndPr/>
      <w:sdtContent>
        <w:p w:rsidR="00D40F8C" w:rsidRDefault="00426A22">
          <w:pPr>
            <w:pStyle w:val="Heading1"/>
          </w:pPr>
          <w:r>
            <w:t>[Song Title]</w:t>
          </w:r>
        </w:p>
      </w:sdtContent>
    </w:sdt>
    <w:tbl>
      <w:tblPr>
        <w:tblW w:w="500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usic staff 10 per page"/>
      </w:tblPr>
      <w:tblGrid>
        <w:gridCol w:w="10"/>
        <w:gridCol w:w="11"/>
        <w:gridCol w:w="17"/>
        <w:gridCol w:w="11"/>
        <w:gridCol w:w="10605"/>
        <w:gridCol w:w="28"/>
        <w:gridCol w:w="19"/>
        <w:gridCol w:w="22"/>
        <w:gridCol w:w="22"/>
        <w:gridCol w:w="11"/>
        <w:gridCol w:w="26"/>
        <w:gridCol w:w="17"/>
      </w:tblGrid>
      <w:tr w:rsidR="00D40F8C">
        <w:trPr>
          <w:trHeight w:hRule="exact" w:val="187"/>
        </w:trPr>
        <w:tc>
          <w:tcPr>
            <w:tcW w:w="5000" w:type="pct"/>
            <w:gridSpan w:val="12"/>
          </w:tcPr>
          <w:p w:rsidR="00D40F8C" w:rsidRDefault="00D40F8C"/>
        </w:tc>
      </w:tr>
      <w:tr w:rsidR="00D40F8C">
        <w:trPr>
          <w:trHeight w:hRule="exact" w:val="187"/>
        </w:trPr>
        <w:tc>
          <w:tcPr>
            <w:tcW w:w="5000" w:type="pct"/>
            <w:gridSpan w:val="12"/>
          </w:tcPr>
          <w:p w:rsidR="00D40F8C" w:rsidRDefault="00D40F8C"/>
        </w:tc>
      </w:tr>
      <w:tr w:rsidR="00D40F8C">
        <w:trPr>
          <w:trHeight w:hRule="exact" w:val="187"/>
        </w:trPr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trHeight w:hRule="exact" w:val="187"/>
        </w:trPr>
        <w:tc>
          <w:tcPr>
            <w:tcW w:w="5000" w:type="pct"/>
            <w:gridSpan w:val="12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trHeight w:hRule="exact" w:val="648"/>
        </w:trPr>
        <w:tc>
          <w:tcPr>
            <w:tcW w:w="5000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F8C" w:rsidRDefault="00D40F8C"/>
        </w:tc>
      </w:tr>
      <w:tr w:rsidR="00D40F8C">
        <w:trPr>
          <w:gridAfter w:val="1"/>
          <w:wAfter w:w="9" w:type="pct"/>
          <w:trHeight w:hRule="exact" w:val="187"/>
        </w:trPr>
        <w:tc>
          <w:tcPr>
            <w:tcW w:w="4991" w:type="pct"/>
            <w:gridSpan w:val="11"/>
          </w:tcPr>
          <w:p w:rsidR="00D40F8C" w:rsidRDefault="00D40F8C"/>
        </w:tc>
      </w:tr>
      <w:tr w:rsidR="00D40F8C">
        <w:trPr>
          <w:gridAfter w:val="1"/>
          <w:wAfter w:w="9" w:type="pct"/>
          <w:trHeight w:hRule="exact" w:val="187"/>
        </w:trPr>
        <w:tc>
          <w:tcPr>
            <w:tcW w:w="4991" w:type="pct"/>
            <w:gridSpan w:val="11"/>
          </w:tcPr>
          <w:p w:rsidR="00D40F8C" w:rsidRDefault="00D40F8C"/>
        </w:tc>
      </w:tr>
      <w:tr w:rsidR="00D40F8C">
        <w:trPr>
          <w:gridAfter w:val="1"/>
          <w:wAfter w:w="9" w:type="pct"/>
          <w:trHeight w:hRule="exact" w:val="187"/>
        </w:trPr>
        <w:tc>
          <w:tcPr>
            <w:tcW w:w="4991" w:type="pct"/>
            <w:gridSpan w:val="11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After w:val="1"/>
          <w:wAfter w:w="9" w:type="pct"/>
          <w:trHeight w:hRule="exact" w:val="187"/>
        </w:trPr>
        <w:tc>
          <w:tcPr>
            <w:tcW w:w="4991" w:type="pct"/>
            <w:gridSpan w:val="11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After w:val="1"/>
          <w:wAfter w:w="9" w:type="pct"/>
          <w:trHeight w:hRule="exact" w:val="648"/>
        </w:trPr>
        <w:tc>
          <w:tcPr>
            <w:tcW w:w="4991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F8C" w:rsidRDefault="00D40F8C"/>
        </w:tc>
      </w:tr>
      <w:tr w:rsidR="00D40F8C">
        <w:trPr>
          <w:gridBefore w:val="1"/>
          <w:gridAfter w:val="1"/>
          <w:wBefore w:w="5" w:type="pct"/>
          <w:wAfter w:w="9" w:type="pct"/>
          <w:trHeight w:hRule="exact" w:val="187"/>
        </w:trPr>
        <w:tc>
          <w:tcPr>
            <w:tcW w:w="4987" w:type="pct"/>
            <w:gridSpan w:val="10"/>
          </w:tcPr>
          <w:p w:rsidR="00D40F8C" w:rsidRDefault="00D40F8C"/>
        </w:tc>
      </w:tr>
      <w:tr w:rsidR="00D40F8C">
        <w:trPr>
          <w:gridBefore w:val="1"/>
          <w:gridAfter w:val="1"/>
          <w:wBefore w:w="5" w:type="pct"/>
          <w:wAfter w:w="9" w:type="pct"/>
          <w:trHeight w:hRule="exact" w:val="187"/>
        </w:trPr>
        <w:tc>
          <w:tcPr>
            <w:tcW w:w="4987" w:type="pct"/>
            <w:gridSpan w:val="10"/>
          </w:tcPr>
          <w:p w:rsidR="00D40F8C" w:rsidRDefault="00D40F8C"/>
        </w:tc>
      </w:tr>
      <w:tr w:rsidR="00D40F8C">
        <w:trPr>
          <w:gridBefore w:val="1"/>
          <w:gridAfter w:val="1"/>
          <w:wBefore w:w="5" w:type="pct"/>
          <w:wAfter w:w="9" w:type="pct"/>
          <w:trHeight w:hRule="exact" w:val="187"/>
        </w:trPr>
        <w:tc>
          <w:tcPr>
            <w:tcW w:w="4987" w:type="pct"/>
            <w:gridSpan w:val="10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1"/>
          <w:gridAfter w:val="1"/>
          <w:wBefore w:w="5" w:type="pct"/>
          <w:wAfter w:w="9" w:type="pct"/>
          <w:trHeight w:hRule="exact" w:val="187"/>
        </w:trPr>
        <w:tc>
          <w:tcPr>
            <w:tcW w:w="4987" w:type="pct"/>
            <w:gridSpan w:val="10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1"/>
          <w:gridAfter w:val="1"/>
          <w:wBefore w:w="5" w:type="pct"/>
          <w:wAfter w:w="9" w:type="pct"/>
          <w:trHeight w:hRule="exact" w:val="648"/>
        </w:trPr>
        <w:tc>
          <w:tcPr>
            <w:tcW w:w="498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F8C" w:rsidRDefault="00D40F8C"/>
        </w:tc>
      </w:tr>
      <w:tr w:rsidR="00D40F8C">
        <w:trPr>
          <w:gridBefore w:val="1"/>
          <w:gridAfter w:val="2"/>
          <w:wBefore w:w="5" w:type="pct"/>
          <w:wAfter w:w="20" w:type="pct"/>
          <w:trHeight w:hRule="exact" w:val="187"/>
        </w:trPr>
        <w:tc>
          <w:tcPr>
            <w:tcW w:w="4975" w:type="pct"/>
            <w:gridSpan w:val="9"/>
          </w:tcPr>
          <w:p w:rsidR="00D40F8C" w:rsidRDefault="00D40F8C"/>
        </w:tc>
      </w:tr>
      <w:tr w:rsidR="00D40F8C">
        <w:trPr>
          <w:gridBefore w:val="1"/>
          <w:gridAfter w:val="2"/>
          <w:wBefore w:w="5" w:type="pct"/>
          <w:wAfter w:w="20" w:type="pct"/>
          <w:trHeight w:hRule="exact" w:val="187"/>
        </w:trPr>
        <w:tc>
          <w:tcPr>
            <w:tcW w:w="4975" w:type="pct"/>
            <w:gridSpan w:val="9"/>
          </w:tcPr>
          <w:p w:rsidR="00D40F8C" w:rsidRDefault="00D40F8C"/>
        </w:tc>
      </w:tr>
      <w:tr w:rsidR="00D40F8C">
        <w:trPr>
          <w:gridBefore w:val="1"/>
          <w:gridAfter w:val="2"/>
          <w:wBefore w:w="5" w:type="pct"/>
          <w:wAfter w:w="20" w:type="pct"/>
          <w:trHeight w:hRule="exact" w:val="187"/>
        </w:trPr>
        <w:tc>
          <w:tcPr>
            <w:tcW w:w="4975" w:type="pct"/>
            <w:gridSpan w:val="9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1"/>
          <w:gridAfter w:val="2"/>
          <w:wBefore w:w="5" w:type="pct"/>
          <w:wAfter w:w="20" w:type="pct"/>
          <w:trHeight w:hRule="exact" w:val="187"/>
        </w:trPr>
        <w:tc>
          <w:tcPr>
            <w:tcW w:w="4975" w:type="pct"/>
            <w:gridSpan w:val="9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1"/>
          <w:gridAfter w:val="2"/>
          <w:wBefore w:w="5" w:type="pct"/>
          <w:wAfter w:w="20" w:type="pct"/>
          <w:trHeight w:hRule="exact" w:val="648"/>
        </w:trPr>
        <w:tc>
          <w:tcPr>
            <w:tcW w:w="4975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F8C" w:rsidRDefault="00D40F8C"/>
        </w:tc>
      </w:tr>
      <w:tr w:rsidR="00D40F8C">
        <w:trPr>
          <w:gridBefore w:val="2"/>
          <w:gridAfter w:val="3"/>
          <w:wBefore w:w="10" w:type="pct"/>
          <w:wAfter w:w="25" w:type="pct"/>
          <w:trHeight w:hRule="exact" w:val="187"/>
        </w:trPr>
        <w:tc>
          <w:tcPr>
            <w:tcW w:w="4965" w:type="pct"/>
            <w:gridSpan w:val="7"/>
          </w:tcPr>
          <w:p w:rsidR="00D40F8C" w:rsidRDefault="00D40F8C"/>
        </w:tc>
      </w:tr>
      <w:tr w:rsidR="00D40F8C">
        <w:trPr>
          <w:gridBefore w:val="2"/>
          <w:gridAfter w:val="3"/>
          <w:wBefore w:w="10" w:type="pct"/>
          <w:wAfter w:w="25" w:type="pct"/>
          <w:trHeight w:hRule="exact" w:val="187"/>
        </w:trPr>
        <w:tc>
          <w:tcPr>
            <w:tcW w:w="4965" w:type="pct"/>
            <w:gridSpan w:val="7"/>
          </w:tcPr>
          <w:p w:rsidR="00D40F8C" w:rsidRDefault="00D40F8C"/>
        </w:tc>
      </w:tr>
      <w:tr w:rsidR="00D40F8C">
        <w:trPr>
          <w:gridBefore w:val="2"/>
          <w:gridAfter w:val="3"/>
          <w:wBefore w:w="10" w:type="pct"/>
          <w:wAfter w:w="25" w:type="pct"/>
          <w:trHeight w:hRule="exact" w:val="187"/>
        </w:trPr>
        <w:tc>
          <w:tcPr>
            <w:tcW w:w="4965" w:type="pct"/>
            <w:gridSpan w:val="7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2"/>
          <w:gridAfter w:val="3"/>
          <w:wBefore w:w="10" w:type="pct"/>
          <w:wAfter w:w="25" w:type="pct"/>
          <w:trHeight w:hRule="exact" w:val="187"/>
        </w:trPr>
        <w:tc>
          <w:tcPr>
            <w:tcW w:w="4965" w:type="pct"/>
            <w:gridSpan w:val="7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2"/>
          <w:gridAfter w:val="3"/>
          <w:wBefore w:w="10" w:type="pct"/>
          <w:wAfter w:w="25" w:type="pct"/>
          <w:trHeight w:hRule="exact" w:val="648"/>
        </w:trPr>
        <w:tc>
          <w:tcPr>
            <w:tcW w:w="4965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F8C" w:rsidRDefault="00D40F8C"/>
        </w:tc>
      </w:tr>
      <w:tr w:rsidR="00D40F8C">
        <w:trPr>
          <w:gridBefore w:val="2"/>
          <w:gridAfter w:val="4"/>
          <w:wBefore w:w="10" w:type="pct"/>
          <w:wAfter w:w="35" w:type="pct"/>
          <w:trHeight w:hRule="exact" w:val="187"/>
        </w:trPr>
        <w:tc>
          <w:tcPr>
            <w:tcW w:w="4955" w:type="pct"/>
            <w:gridSpan w:val="6"/>
          </w:tcPr>
          <w:p w:rsidR="00D40F8C" w:rsidRDefault="00D40F8C"/>
        </w:tc>
      </w:tr>
      <w:tr w:rsidR="00D40F8C">
        <w:trPr>
          <w:gridBefore w:val="2"/>
          <w:gridAfter w:val="4"/>
          <w:wBefore w:w="10" w:type="pct"/>
          <w:wAfter w:w="35" w:type="pct"/>
          <w:trHeight w:hRule="exact" w:val="187"/>
        </w:trPr>
        <w:tc>
          <w:tcPr>
            <w:tcW w:w="4955" w:type="pct"/>
            <w:gridSpan w:val="6"/>
          </w:tcPr>
          <w:p w:rsidR="00D40F8C" w:rsidRDefault="00D40F8C"/>
        </w:tc>
      </w:tr>
      <w:tr w:rsidR="00D40F8C">
        <w:trPr>
          <w:gridBefore w:val="2"/>
          <w:gridAfter w:val="4"/>
          <w:wBefore w:w="10" w:type="pct"/>
          <w:wAfter w:w="35" w:type="pct"/>
          <w:trHeight w:hRule="exact" w:val="187"/>
        </w:trPr>
        <w:tc>
          <w:tcPr>
            <w:tcW w:w="4955" w:type="pct"/>
            <w:gridSpan w:val="6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2"/>
          <w:gridAfter w:val="4"/>
          <w:wBefore w:w="10" w:type="pct"/>
          <w:wAfter w:w="35" w:type="pct"/>
          <w:trHeight w:hRule="exact" w:val="187"/>
        </w:trPr>
        <w:tc>
          <w:tcPr>
            <w:tcW w:w="4955" w:type="pct"/>
            <w:gridSpan w:val="6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2"/>
          <w:gridAfter w:val="4"/>
          <w:wBefore w:w="10" w:type="pct"/>
          <w:wAfter w:w="35" w:type="pct"/>
          <w:trHeight w:hRule="exact" w:val="648"/>
        </w:trPr>
        <w:tc>
          <w:tcPr>
            <w:tcW w:w="495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F8C" w:rsidRDefault="00D40F8C"/>
        </w:tc>
      </w:tr>
      <w:tr w:rsidR="00D40F8C">
        <w:trPr>
          <w:gridBefore w:val="3"/>
          <w:gridAfter w:val="4"/>
          <w:wBefore w:w="18" w:type="pct"/>
          <w:wAfter w:w="35" w:type="pct"/>
          <w:trHeight w:hRule="exact" w:val="187"/>
        </w:trPr>
        <w:tc>
          <w:tcPr>
            <w:tcW w:w="4947" w:type="pct"/>
            <w:gridSpan w:val="5"/>
          </w:tcPr>
          <w:p w:rsidR="00D40F8C" w:rsidRDefault="00D40F8C"/>
        </w:tc>
      </w:tr>
      <w:tr w:rsidR="00D40F8C">
        <w:trPr>
          <w:gridBefore w:val="3"/>
          <w:gridAfter w:val="4"/>
          <w:wBefore w:w="18" w:type="pct"/>
          <w:wAfter w:w="35" w:type="pct"/>
          <w:trHeight w:hRule="exact" w:val="187"/>
        </w:trPr>
        <w:tc>
          <w:tcPr>
            <w:tcW w:w="4947" w:type="pct"/>
            <w:gridSpan w:val="5"/>
          </w:tcPr>
          <w:p w:rsidR="00D40F8C" w:rsidRDefault="00D40F8C"/>
        </w:tc>
      </w:tr>
      <w:tr w:rsidR="00D40F8C">
        <w:trPr>
          <w:gridBefore w:val="3"/>
          <w:gridAfter w:val="4"/>
          <w:wBefore w:w="18" w:type="pct"/>
          <w:wAfter w:w="35" w:type="pct"/>
          <w:trHeight w:hRule="exact" w:val="187"/>
        </w:trPr>
        <w:tc>
          <w:tcPr>
            <w:tcW w:w="4947" w:type="pct"/>
            <w:gridSpan w:val="5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3"/>
          <w:gridAfter w:val="4"/>
          <w:wBefore w:w="18" w:type="pct"/>
          <w:wAfter w:w="35" w:type="pct"/>
          <w:trHeight w:hRule="exact" w:val="187"/>
        </w:trPr>
        <w:tc>
          <w:tcPr>
            <w:tcW w:w="4947" w:type="pct"/>
            <w:gridSpan w:val="5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3"/>
          <w:gridAfter w:val="4"/>
          <w:wBefore w:w="18" w:type="pct"/>
          <w:wAfter w:w="35" w:type="pct"/>
          <w:trHeight w:hRule="exact" w:val="648"/>
        </w:trPr>
        <w:tc>
          <w:tcPr>
            <w:tcW w:w="494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F8C" w:rsidRDefault="00D40F8C"/>
        </w:tc>
      </w:tr>
      <w:tr w:rsidR="00D40F8C">
        <w:trPr>
          <w:gridBefore w:val="3"/>
          <w:gridAfter w:val="5"/>
          <w:wBefore w:w="18" w:type="pct"/>
          <w:wAfter w:w="45" w:type="pct"/>
          <w:trHeight w:hRule="exact" w:val="187"/>
        </w:trPr>
        <w:tc>
          <w:tcPr>
            <w:tcW w:w="4937" w:type="pct"/>
            <w:gridSpan w:val="4"/>
          </w:tcPr>
          <w:p w:rsidR="00D40F8C" w:rsidRDefault="00D40F8C"/>
        </w:tc>
      </w:tr>
      <w:tr w:rsidR="00D40F8C">
        <w:trPr>
          <w:gridBefore w:val="3"/>
          <w:gridAfter w:val="5"/>
          <w:wBefore w:w="18" w:type="pct"/>
          <w:wAfter w:w="45" w:type="pct"/>
          <w:trHeight w:hRule="exact" w:val="187"/>
        </w:trPr>
        <w:tc>
          <w:tcPr>
            <w:tcW w:w="4937" w:type="pct"/>
            <w:gridSpan w:val="4"/>
          </w:tcPr>
          <w:p w:rsidR="00D40F8C" w:rsidRDefault="00D40F8C"/>
        </w:tc>
      </w:tr>
      <w:tr w:rsidR="00D40F8C">
        <w:trPr>
          <w:gridBefore w:val="3"/>
          <w:gridAfter w:val="5"/>
          <w:wBefore w:w="18" w:type="pct"/>
          <w:wAfter w:w="45" w:type="pct"/>
          <w:trHeight w:hRule="exact" w:val="187"/>
        </w:trPr>
        <w:tc>
          <w:tcPr>
            <w:tcW w:w="4937" w:type="pct"/>
            <w:gridSpan w:val="4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3"/>
          <w:gridAfter w:val="5"/>
          <w:wBefore w:w="18" w:type="pct"/>
          <w:wAfter w:w="45" w:type="pct"/>
          <w:trHeight w:hRule="exact" w:val="187"/>
        </w:trPr>
        <w:tc>
          <w:tcPr>
            <w:tcW w:w="4937" w:type="pct"/>
            <w:gridSpan w:val="4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3"/>
          <w:gridAfter w:val="5"/>
          <w:wBefore w:w="18" w:type="pct"/>
          <w:wAfter w:w="45" w:type="pct"/>
          <w:trHeight w:hRule="exact" w:val="648"/>
        </w:trPr>
        <w:tc>
          <w:tcPr>
            <w:tcW w:w="493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F8C" w:rsidRDefault="00D40F8C"/>
        </w:tc>
      </w:tr>
      <w:tr w:rsidR="00D40F8C">
        <w:trPr>
          <w:gridBefore w:val="3"/>
          <w:gridAfter w:val="6"/>
          <w:wBefore w:w="18" w:type="pct"/>
          <w:wAfter w:w="54" w:type="pct"/>
          <w:trHeight w:hRule="exact" w:val="187"/>
        </w:trPr>
        <w:tc>
          <w:tcPr>
            <w:tcW w:w="4928" w:type="pct"/>
            <w:gridSpan w:val="3"/>
          </w:tcPr>
          <w:p w:rsidR="00D40F8C" w:rsidRDefault="00D40F8C"/>
        </w:tc>
      </w:tr>
      <w:tr w:rsidR="00D40F8C">
        <w:trPr>
          <w:gridBefore w:val="3"/>
          <w:gridAfter w:val="6"/>
          <w:wBefore w:w="18" w:type="pct"/>
          <w:wAfter w:w="54" w:type="pct"/>
          <w:trHeight w:hRule="exact" w:val="187"/>
        </w:trPr>
        <w:tc>
          <w:tcPr>
            <w:tcW w:w="4928" w:type="pct"/>
            <w:gridSpan w:val="3"/>
          </w:tcPr>
          <w:p w:rsidR="00D40F8C" w:rsidRDefault="00D40F8C"/>
        </w:tc>
      </w:tr>
      <w:tr w:rsidR="00D40F8C">
        <w:trPr>
          <w:gridBefore w:val="3"/>
          <w:gridAfter w:val="6"/>
          <w:wBefore w:w="18" w:type="pct"/>
          <w:wAfter w:w="54" w:type="pct"/>
          <w:trHeight w:hRule="exact" w:val="187"/>
        </w:trPr>
        <w:tc>
          <w:tcPr>
            <w:tcW w:w="4928" w:type="pct"/>
            <w:gridSpan w:val="3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3"/>
          <w:gridAfter w:val="6"/>
          <w:wBefore w:w="18" w:type="pct"/>
          <w:wAfter w:w="54" w:type="pct"/>
          <w:trHeight w:hRule="exact" w:val="187"/>
        </w:trPr>
        <w:tc>
          <w:tcPr>
            <w:tcW w:w="4928" w:type="pct"/>
            <w:gridSpan w:val="3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3"/>
          <w:gridAfter w:val="6"/>
          <w:wBefore w:w="18" w:type="pct"/>
          <w:wAfter w:w="54" w:type="pct"/>
          <w:trHeight w:hRule="exact" w:val="648"/>
        </w:trPr>
        <w:tc>
          <w:tcPr>
            <w:tcW w:w="492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0F8C" w:rsidRDefault="00D40F8C"/>
        </w:tc>
      </w:tr>
      <w:tr w:rsidR="00D40F8C">
        <w:trPr>
          <w:gridBefore w:val="4"/>
          <w:gridAfter w:val="7"/>
          <w:wBefore w:w="23" w:type="pct"/>
          <w:wAfter w:w="67" w:type="pct"/>
          <w:trHeight w:hRule="exact" w:val="187"/>
        </w:trPr>
        <w:tc>
          <w:tcPr>
            <w:tcW w:w="4910" w:type="pct"/>
          </w:tcPr>
          <w:p w:rsidR="00D40F8C" w:rsidRDefault="00D40F8C"/>
        </w:tc>
      </w:tr>
      <w:tr w:rsidR="00D40F8C">
        <w:trPr>
          <w:gridBefore w:val="4"/>
          <w:gridAfter w:val="7"/>
          <w:wBefore w:w="23" w:type="pct"/>
          <w:wAfter w:w="67" w:type="pct"/>
          <w:trHeight w:hRule="exact" w:val="187"/>
        </w:trPr>
        <w:tc>
          <w:tcPr>
            <w:tcW w:w="4910" w:type="pct"/>
          </w:tcPr>
          <w:p w:rsidR="00D40F8C" w:rsidRDefault="00D40F8C"/>
        </w:tc>
      </w:tr>
      <w:tr w:rsidR="00D40F8C">
        <w:trPr>
          <w:gridBefore w:val="4"/>
          <w:gridAfter w:val="7"/>
          <w:wBefore w:w="23" w:type="pct"/>
          <w:wAfter w:w="67" w:type="pct"/>
          <w:trHeight w:hRule="exact" w:val="187"/>
        </w:trPr>
        <w:tc>
          <w:tcPr>
            <w:tcW w:w="4910" w:type="pct"/>
            <w:tcBorders>
              <w:bottom w:val="single" w:sz="4" w:space="0" w:color="auto"/>
            </w:tcBorders>
          </w:tcPr>
          <w:p w:rsidR="00D40F8C" w:rsidRDefault="00D40F8C"/>
        </w:tc>
      </w:tr>
      <w:tr w:rsidR="00D40F8C">
        <w:trPr>
          <w:gridBefore w:val="4"/>
          <w:gridAfter w:val="7"/>
          <w:wBefore w:w="23" w:type="pct"/>
          <w:wAfter w:w="67" w:type="pct"/>
          <w:trHeight w:hRule="exact" w:val="187"/>
        </w:trPr>
        <w:tc>
          <w:tcPr>
            <w:tcW w:w="4910" w:type="pct"/>
            <w:tcBorders>
              <w:bottom w:val="single" w:sz="4" w:space="0" w:color="auto"/>
            </w:tcBorders>
          </w:tcPr>
          <w:p w:rsidR="00D40F8C" w:rsidRDefault="00D40F8C"/>
        </w:tc>
      </w:tr>
    </w:tbl>
    <w:p w:rsidR="00D40F8C" w:rsidRDefault="00D40F8C"/>
    <w:sectPr w:rsidR="00D40F8C">
      <w:pgSz w:w="12240" w:h="15840" w:code="1"/>
      <w:pgMar w:top="576" w:right="720" w:bottom="576" w:left="720" w:header="720" w:footer="720" w:gutter="0"/>
      <w:cols w:space="720"/>
      <w:vAlign w:val="bottom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A22" w:rsidRDefault="00426A22">
      <w:r>
        <w:separator/>
      </w:r>
    </w:p>
  </w:endnote>
  <w:endnote w:type="continuationSeparator" w:id="0">
    <w:p w:rsidR="00426A22" w:rsidRDefault="00426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A22" w:rsidRDefault="00426A22">
      <w:r>
        <w:separator/>
      </w:r>
    </w:p>
  </w:footnote>
  <w:footnote w:type="continuationSeparator" w:id="0">
    <w:p w:rsidR="00426A22" w:rsidRDefault="00426A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487"/>
    <w:rsid w:val="00270487"/>
    <w:rsid w:val="00426A22"/>
    <w:rsid w:val="00D4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F6A808-69AA-4A80-8424-1BCA3F656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semiHidden="1" w:uiPriority="0" w:unhideWhenUsed="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 w:cs="Times New Roman"/>
      <w:sz w:val="16"/>
      <w:szCs w:val="16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spacing w:val="20"/>
      <w:sz w:val="32"/>
      <w:szCs w:val="3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spacing w:val="20"/>
      <w:sz w:val="32"/>
      <w:szCs w:val="32"/>
      <w14:ligatures w14:val="standardContextual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usic%20staff%20paper%20(10%20per%20pag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8AF6F3DA3E4DF2B0E172820F36CB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5F530-DA3B-4DE4-B9F2-862F84A21490}"/>
      </w:docPartPr>
      <w:docPartBody>
        <w:p w:rsidR="00000000" w:rsidRDefault="004A6117">
          <w:pPr>
            <w:pStyle w:val="B68AF6F3DA3E4DF2B0E172820F36CB3A"/>
          </w:pPr>
          <w:r>
            <w:t>[Song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117"/>
    <w:rsid w:val="004A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8AF6F3DA3E4DF2B0E172820F36CB3A">
    <w:name w:val="B68AF6F3DA3E4DF2B0E172820F36CB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Generic music staff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Gabriol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B140CDE-C9E8-4400-B54E-3587D2E3C2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Music staff paper (10 per page).dotx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&lt;[Song Title]&gt;</vt:lpstr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2017-03-04T14:38:00Z</dcterms:created>
  <dcterms:modified xsi:type="dcterms:W3CDTF">2017-03-04T14:38:00Z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TC039739629991</vt:lpwstr>
  </property>
</Properties>
</file>