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340"/>
      </w:tblGrid>
      <w:tr w:rsidR="005144A3" w:rsidRPr="00A2206F" w:rsidTr="00A20CD1">
        <w:trPr>
          <w:trHeight w:hRule="exact" w:val="227"/>
        </w:trPr>
        <w:tc>
          <w:tcPr>
            <w:tcW w:w="9576" w:type="dxa"/>
          </w:tcPr>
          <w:p w:rsidR="005144A3" w:rsidRPr="00A2206F" w:rsidRDefault="005144A3" w:rsidP="00233685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144A3" w:rsidRPr="00A2206F" w:rsidTr="00A20CD1">
        <w:trPr>
          <w:trHeight w:hRule="exact" w:val="227"/>
        </w:trPr>
        <w:tc>
          <w:tcPr>
            <w:tcW w:w="9576" w:type="dxa"/>
          </w:tcPr>
          <w:p w:rsidR="005144A3" w:rsidRPr="00A2206F" w:rsidRDefault="005144A3" w:rsidP="00233685">
            <w:pPr>
              <w:rPr>
                <w:sz w:val="20"/>
                <w:szCs w:val="20"/>
              </w:rPr>
            </w:pPr>
          </w:p>
        </w:tc>
      </w:tr>
      <w:tr w:rsidR="005144A3" w:rsidRPr="00A2206F" w:rsidTr="00A20CD1">
        <w:trPr>
          <w:trHeight w:hRule="exact" w:val="227"/>
        </w:trPr>
        <w:tc>
          <w:tcPr>
            <w:tcW w:w="9576" w:type="dxa"/>
          </w:tcPr>
          <w:p w:rsidR="005144A3" w:rsidRPr="00A2206F" w:rsidRDefault="005144A3" w:rsidP="00233685">
            <w:pPr>
              <w:rPr>
                <w:sz w:val="20"/>
                <w:szCs w:val="20"/>
              </w:rPr>
            </w:pPr>
          </w:p>
        </w:tc>
      </w:tr>
      <w:tr w:rsidR="005144A3" w:rsidRPr="00A2206F" w:rsidTr="00A20CD1">
        <w:trPr>
          <w:trHeight w:hRule="exact" w:val="227"/>
        </w:trPr>
        <w:tc>
          <w:tcPr>
            <w:tcW w:w="9576" w:type="dxa"/>
            <w:tcBorders>
              <w:bottom w:val="single" w:sz="4" w:space="0" w:color="auto"/>
            </w:tcBorders>
          </w:tcPr>
          <w:p w:rsidR="005144A3" w:rsidRPr="00A2206F" w:rsidRDefault="005144A3" w:rsidP="00233685">
            <w:pPr>
              <w:rPr>
                <w:sz w:val="20"/>
                <w:szCs w:val="20"/>
              </w:rPr>
            </w:pPr>
          </w:p>
        </w:tc>
      </w:tr>
      <w:tr w:rsidR="005144A3" w:rsidRPr="00A2206F" w:rsidTr="00A20CD1">
        <w:trPr>
          <w:trHeight w:hRule="exact" w:val="1435"/>
        </w:trPr>
        <w:tc>
          <w:tcPr>
            <w:tcW w:w="9576" w:type="dxa"/>
            <w:tcBorders>
              <w:left w:val="nil"/>
              <w:right w:val="nil"/>
            </w:tcBorders>
          </w:tcPr>
          <w:p w:rsidR="005144A3" w:rsidRPr="00A2206F" w:rsidRDefault="005144A3" w:rsidP="00233685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  <w:tcBorders>
              <w:bottom w:val="single" w:sz="4" w:space="0" w:color="auto"/>
            </w:tcBorders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1435"/>
        </w:trPr>
        <w:tc>
          <w:tcPr>
            <w:tcW w:w="9576" w:type="dxa"/>
            <w:tcBorders>
              <w:left w:val="nil"/>
              <w:right w:val="nil"/>
            </w:tcBorders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  <w:tcBorders>
              <w:bottom w:val="single" w:sz="4" w:space="0" w:color="auto"/>
            </w:tcBorders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1435"/>
        </w:trPr>
        <w:tc>
          <w:tcPr>
            <w:tcW w:w="9576" w:type="dxa"/>
            <w:tcBorders>
              <w:left w:val="nil"/>
              <w:right w:val="nil"/>
            </w:tcBorders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  <w:tcBorders>
              <w:bottom w:val="single" w:sz="4" w:space="0" w:color="auto"/>
            </w:tcBorders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1435"/>
        </w:trPr>
        <w:tc>
          <w:tcPr>
            <w:tcW w:w="9576" w:type="dxa"/>
            <w:tcBorders>
              <w:left w:val="nil"/>
              <w:right w:val="nil"/>
            </w:tcBorders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  <w:tcBorders>
              <w:bottom w:val="single" w:sz="4" w:space="0" w:color="auto"/>
            </w:tcBorders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1435"/>
        </w:trPr>
        <w:tc>
          <w:tcPr>
            <w:tcW w:w="9576" w:type="dxa"/>
            <w:tcBorders>
              <w:left w:val="nil"/>
              <w:right w:val="nil"/>
            </w:tcBorders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  <w:tr w:rsidR="00A2206F" w:rsidRPr="00A2206F" w:rsidTr="00A20CD1">
        <w:trPr>
          <w:trHeight w:hRule="exact" w:val="227"/>
        </w:trPr>
        <w:tc>
          <w:tcPr>
            <w:tcW w:w="9576" w:type="dxa"/>
          </w:tcPr>
          <w:p w:rsidR="00A2206F" w:rsidRPr="00A2206F" w:rsidRDefault="00A2206F" w:rsidP="00A2206F">
            <w:pPr>
              <w:rPr>
                <w:sz w:val="20"/>
                <w:szCs w:val="20"/>
              </w:rPr>
            </w:pPr>
          </w:p>
        </w:tc>
      </w:tr>
    </w:tbl>
    <w:p w:rsidR="00A2206F" w:rsidRPr="00A2206F" w:rsidRDefault="00E34E1F" w:rsidP="00A2206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828675</wp:posOffset>
                </wp:positionH>
                <wp:positionV relativeFrom="page">
                  <wp:posOffset>497205</wp:posOffset>
                </wp:positionV>
                <wp:extent cx="454025" cy="902589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902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1592" w:rsidRPr="00F66E02" w:rsidRDefault="00A60868" w:rsidP="00F66E02">
                            <w:pPr>
                              <w:pStyle w:val="TrebleClefSpacing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1009650"/>
                                  <wp:effectExtent l="0" t="0" r="9525" b="0"/>
                                  <wp:docPr id="1" name="Picture 1" descr="treble cle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eble cle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E1592" w:rsidRPr="00F66E02" w:rsidRDefault="00A60868" w:rsidP="00F66E02">
                            <w:pPr>
                              <w:pStyle w:val="TrebleClefSpacing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1009650"/>
                                  <wp:effectExtent l="0" t="0" r="9525" b="0"/>
                                  <wp:docPr id="2" name="Picture 2" descr="treble cle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treble cle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E1592" w:rsidRPr="00F66E02" w:rsidRDefault="00A60868" w:rsidP="00F66E02">
                            <w:pPr>
                              <w:pStyle w:val="TrebleClefSpacing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1009650"/>
                                  <wp:effectExtent l="0" t="0" r="9525" b="0"/>
                                  <wp:docPr id="3" name="Picture 3" descr="treble cle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treble cle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E1592" w:rsidRPr="00F66E02" w:rsidRDefault="00A60868" w:rsidP="00F66E02">
                            <w:pPr>
                              <w:pStyle w:val="TrebleClefSpacing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1009650"/>
                                  <wp:effectExtent l="0" t="0" r="9525" b="0"/>
                                  <wp:docPr id="4" name="Picture 4" descr="treble cle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treble cle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E1592" w:rsidRPr="00F66E02" w:rsidRDefault="00A60868" w:rsidP="00F66E02">
                            <w:pPr>
                              <w:pStyle w:val="TrebleClefSpacing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1009650"/>
                                  <wp:effectExtent l="0" t="0" r="9525" b="0"/>
                                  <wp:docPr id="5" name="Picture 5" descr="treble cle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treble cle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E1592" w:rsidRPr="00F66E02" w:rsidRDefault="00A60868" w:rsidP="00F66E02">
                            <w:pPr>
                              <w:pStyle w:val="TrebleClefSpacing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2425" cy="1009650"/>
                                  <wp:effectExtent l="0" t="0" r="9525" b="0"/>
                                  <wp:docPr id="6" name="Picture 6" descr="treble cle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treble cle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5.25pt;margin-top:39.15pt;width:35.75pt;height:710.7pt;z-index: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" o:allowincell="f" filled="f" fillcolor="aqua" stroked="f">
                <v:textbox style="mso-fit-shape-to-text:t" inset="3.6pt,,3.6pt">
                  <w:txbxContent>
                    <w:p w:rsidR="009E1592" w:rsidRPr="00F66E02" w:rsidRDefault="00A60868" w:rsidP="00F66E02">
                      <w:pPr>
                        <w:pStyle w:val="TrebleClefSpacing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1009650"/>
                            <wp:effectExtent l="0" t="0" r="9525" b="0"/>
                            <wp:docPr id="1" name="Picture 1" descr="treble cle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eble cle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E1592" w:rsidRPr="00F66E02" w:rsidRDefault="00A60868" w:rsidP="00F66E02">
                      <w:pPr>
                        <w:pStyle w:val="TrebleClefSpacing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1009650"/>
                            <wp:effectExtent l="0" t="0" r="9525" b="0"/>
                            <wp:docPr id="2" name="Picture 2" descr="treble cle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treble cle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E1592" w:rsidRPr="00F66E02" w:rsidRDefault="00A60868" w:rsidP="00F66E02">
                      <w:pPr>
                        <w:pStyle w:val="TrebleClefSpacing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1009650"/>
                            <wp:effectExtent l="0" t="0" r="9525" b="0"/>
                            <wp:docPr id="3" name="Picture 3" descr="treble cle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treble cle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E1592" w:rsidRPr="00F66E02" w:rsidRDefault="00A60868" w:rsidP="00F66E02">
                      <w:pPr>
                        <w:pStyle w:val="TrebleClefSpacing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1009650"/>
                            <wp:effectExtent l="0" t="0" r="9525" b="0"/>
                            <wp:docPr id="4" name="Picture 4" descr="treble cle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treble cle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E1592" w:rsidRPr="00F66E02" w:rsidRDefault="00A60868" w:rsidP="00F66E02">
                      <w:pPr>
                        <w:pStyle w:val="TrebleClefSpacing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1009650"/>
                            <wp:effectExtent l="0" t="0" r="9525" b="0"/>
                            <wp:docPr id="5" name="Picture 5" descr="treble cle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treble cle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E1592" w:rsidRPr="00F66E02" w:rsidRDefault="00A60868" w:rsidP="00F66E02">
                      <w:pPr>
                        <w:pStyle w:val="TrebleClefSpacing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2425" cy="1009650"/>
                            <wp:effectExtent l="0" t="0" r="9525" b="0"/>
                            <wp:docPr id="6" name="Picture 6" descr="treble cle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treble cle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2206F" w:rsidRPr="00A2206F" w:rsidSect="00233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6EA79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E1F"/>
    <w:rsid w:val="00010031"/>
    <w:rsid w:val="000207BA"/>
    <w:rsid w:val="001572BA"/>
    <w:rsid w:val="0019404C"/>
    <w:rsid w:val="001A5348"/>
    <w:rsid w:val="00207413"/>
    <w:rsid w:val="00223B8A"/>
    <w:rsid w:val="00233685"/>
    <w:rsid w:val="002A1A15"/>
    <w:rsid w:val="002A7792"/>
    <w:rsid w:val="002E73E0"/>
    <w:rsid w:val="00390D8D"/>
    <w:rsid w:val="00415D91"/>
    <w:rsid w:val="00442C39"/>
    <w:rsid w:val="004965C6"/>
    <w:rsid w:val="004E5C92"/>
    <w:rsid w:val="005144A3"/>
    <w:rsid w:val="005E2C61"/>
    <w:rsid w:val="006354C7"/>
    <w:rsid w:val="00646CCB"/>
    <w:rsid w:val="007D298B"/>
    <w:rsid w:val="007F0FF5"/>
    <w:rsid w:val="007F3148"/>
    <w:rsid w:val="00801FD5"/>
    <w:rsid w:val="008D446F"/>
    <w:rsid w:val="008E7FFD"/>
    <w:rsid w:val="00920C27"/>
    <w:rsid w:val="00923D61"/>
    <w:rsid w:val="00981C39"/>
    <w:rsid w:val="009E1592"/>
    <w:rsid w:val="00A049B4"/>
    <w:rsid w:val="00A20CD1"/>
    <w:rsid w:val="00A2206F"/>
    <w:rsid w:val="00A60868"/>
    <w:rsid w:val="00B373ED"/>
    <w:rsid w:val="00B41B63"/>
    <w:rsid w:val="00B95BAF"/>
    <w:rsid w:val="00BD5DD8"/>
    <w:rsid w:val="00CA58D3"/>
    <w:rsid w:val="00CC648D"/>
    <w:rsid w:val="00CF6E13"/>
    <w:rsid w:val="00D503D3"/>
    <w:rsid w:val="00D559F7"/>
    <w:rsid w:val="00DB2513"/>
    <w:rsid w:val="00E26BE7"/>
    <w:rsid w:val="00E34E1F"/>
    <w:rsid w:val="00E61BFA"/>
    <w:rsid w:val="00E93DF9"/>
    <w:rsid w:val="00EC2779"/>
    <w:rsid w:val="00EC3DBA"/>
    <w:rsid w:val="00EE20A9"/>
    <w:rsid w:val="00EF30E9"/>
    <w:rsid w:val="00F22B2A"/>
    <w:rsid w:val="00F66E02"/>
    <w:rsid w:val="00FB1B6C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5:docId w15:val="{C26903A7-4679-463F-85F3-1C023D34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20CD1"/>
    <w:pPr>
      <w:ind w:left="720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A20CD1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semiHidden/>
    <w:unhideWhenUsed/>
    <w:qFormat/>
    <w:rsid w:val="00EE20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unhideWhenUsed/>
    <w:qFormat/>
    <w:rsid w:val="00EE20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semiHidden/>
    <w:unhideWhenUsed/>
    <w:rsid w:val="00B41B63"/>
    <w:pPr>
      <w:numPr>
        <w:numId w:val="5"/>
      </w:numPr>
      <w:spacing w:after="60"/>
    </w:pPr>
    <w:rPr>
      <w:rFonts w:ascii="Verdana" w:hAnsi="Verdana"/>
      <w:sz w:val="20"/>
    </w:rPr>
  </w:style>
  <w:style w:type="table" w:styleId="TableGrid">
    <w:name w:val="Table Grid"/>
    <w:basedOn w:val="TableNormal"/>
    <w:rsid w:val="00514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15D91"/>
    <w:rPr>
      <w:rFonts w:ascii="Tahoma" w:hAnsi="Tahoma" w:cs="Tahoma"/>
      <w:sz w:val="16"/>
      <w:szCs w:val="16"/>
    </w:rPr>
  </w:style>
  <w:style w:type="paragraph" w:customStyle="1" w:styleId="TrebleClefSpacing">
    <w:name w:val="Treble Clef Spacing"/>
    <w:qFormat/>
    <w:rsid w:val="00A20CD1"/>
    <w:pPr>
      <w:spacing w:line="2345" w:lineRule="exact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arge%20treble%20clef%20staff%20sheet%20mus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B37749F-F968-41F5-AF54-97AAA297D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Large treble clef staff sheet music.dotx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treble clef staff for young musicians</vt:lpstr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treble clef staff for young musicians</dc:title>
  <dc:creator>Alex</dc:creator>
  <cp:keywords/>
  <cp:lastModifiedBy>Alex</cp:lastModifiedBy>
  <cp:revision>1</cp:revision>
  <cp:lastPrinted>2002-06-06T20:38:00Z</cp:lastPrinted>
  <dcterms:created xsi:type="dcterms:W3CDTF">2017-03-04T14:36:00Z</dcterms:created>
  <dcterms:modified xsi:type="dcterms:W3CDTF">2017-03-04T14:36:00Z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TC061181981033</vt:lpwstr>
  </property>
</Properties>
</file>