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6524F3" w:rsidTr="006524F3">
        <w:trPr>
          <w:trHeight w:val="891"/>
        </w:trPr>
        <w:tc>
          <w:tcPr>
            <w:tcW w:w="2160" w:type="dxa"/>
            <w:vAlign w:val="bottom"/>
          </w:tcPr>
          <w:p w:rsidR="006524F3" w:rsidRDefault="001C5A4D">
            <w:pPr>
              <w:pStyle w:val="Heading1"/>
              <w:outlineLvl w:val="0"/>
            </w:pPr>
            <w:r>
              <w:t>NAME</w:t>
            </w:r>
            <w:r w:rsidR="00D434FF">
              <w:t xml:space="preserve"> </w:t>
            </w:r>
          </w:p>
        </w:tc>
        <w:tc>
          <w:tcPr>
            <w:tcW w:w="4410" w:type="dxa"/>
            <w:vAlign w:val="bottom"/>
          </w:tcPr>
          <w:p w:rsidR="006524F3" w:rsidRDefault="00EB1F03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7FCB4B3237345CEA772CBFB64505FB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1C5A4D">
                  <w:t>[Sample Text]</w:t>
                </w:r>
              </w:sdtContent>
            </w:sdt>
          </w:p>
        </w:tc>
        <w:tc>
          <w:tcPr>
            <w:tcW w:w="4230" w:type="dxa"/>
            <w:vAlign w:val="bottom"/>
          </w:tcPr>
          <w:p w:rsidR="006524F3" w:rsidRDefault="001C5A4D">
            <w:pPr>
              <w:pStyle w:val="Title"/>
            </w:pPr>
            <w:r>
              <w:t>NOTES</w:t>
            </w:r>
          </w:p>
        </w:tc>
      </w:tr>
    </w:tbl>
    <w:p w:rsidR="006524F3" w:rsidRDefault="006524F3"/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7968"/>
        <w:gridCol w:w="2832"/>
      </w:tblGrid>
      <w:tr w:rsidR="006524F3" w:rsidTr="00E34852">
        <w:tc>
          <w:tcPr>
            <w:tcW w:w="3689" w:type="pct"/>
            <w:tcBorders>
              <w:top w:val="nil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  <w:bookmarkStart w:id="0" w:name="_GoBack"/>
        <w:bookmarkEnd w:id="0"/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  <w:tr w:rsidR="006524F3" w:rsidTr="00E34852">
        <w:tc>
          <w:tcPr>
            <w:tcW w:w="3689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6524F3" w:rsidRDefault="006524F3">
            <w:pPr>
              <w:pStyle w:val="Date"/>
            </w:pPr>
          </w:p>
        </w:tc>
        <w:tc>
          <w:tcPr>
            <w:tcW w:w="1311" w:type="pct"/>
            <w:tcBorders>
              <w:left w:val="single" w:sz="4" w:space="0" w:color="C00000"/>
            </w:tcBorders>
          </w:tcPr>
          <w:p w:rsidR="006524F3" w:rsidRDefault="006524F3"/>
        </w:tc>
      </w:tr>
    </w:tbl>
    <w:p w:rsidR="006524F3" w:rsidRDefault="006524F3"/>
    <w:sectPr w:rsidR="006524F3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F03" w:rsidRDefault="00EB1F03">
      <w:pPr>
        <w:spacing w:before="0"/>
      </w:pPr>
      <w:r>
        <w:separator/>
      </w:r>
    </w:p>
  </w:endnote>
  <w:endnote w:type="continuationSeparator" w:id="0">
    <w:p w:rsidR="00EB1F03" w:rsidRDefault="00EB1F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F03" w:rsidRDefault="00EB1F03">
      <w:pPr>
        <w:spacing w:before="0"/>
      </w:pPr>
      <w:r>
        <w:separator/>
      </w:r>
    </w:p>
  </w:footnote>
  <w:footnote w:type="continuationSeparator" w:id="0">
    <w:p w:rsidR="00EB1F03" w:rsidRDefault="00EB1F0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F3" w:rsidRDefault="00D434FF">
    <w:pPr>
      <w:pStyle w:val="Header"/>
    </w:pPr>
    <w:r>
      <w:t xml:space="preserve">Patient name: </w:t>
    </w:r>
    <w:sdt>
      <w:sdtPr>
        <w:alias w:val="Patient Name"/>
        <w:tag w:val=""/>
        <w:id w:val="322160525"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1C5A4D">
          <w:t>[Sample Text]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4D"/>
    <w:rsid w:val="001C5A4D"/>
    <w:rsid w:val="006524F3"/>
    <w:rsid w:val="00D434FF"/>
    <w:rsid w:val="00E34852"/>
    <w:rsid w:val="00EB1F03"/>
    <w:rsid w:val="00F301F3"/>
    <w:rsid w:val="00F8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FCB4B3237345CEA772CBFB6450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FC3B5-C209-4129-B618-182CFEE5206A}"/>
      </w:docPartPr>
      <w:docPartBody>
        <w:p w:rsidR="007D5013" w:rsidRDefault="00722636">
          <w:pPr>
            <w:pStyle w:val="47FCB4B3237345CEA772CBFB64505FB0"/>
          </w:pPr>
          <w:r>
            <w:t>[Patient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36"/>
    <w:rsid w:val="00601F48"/>
    <w:rsid w:val="00722636"/>
    <w:rsid w:val="007D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CB4B3237345CEA772CBFB64505FB0">
    <w:name w:val="47FCB4B3237345CEA772CBFB64505FB0"/>
  </w:style>
  <w:style w:type="paragraph" w:customStyle="1" w:styleId="90DF2CFA97B64141A5DFBC3342BA0801">
    <w:name w:val="90DF2CFA97B64141A5DFBC3342BA0801"/>
  </w:style>
  <w:style w:type="paragraph" w:customStyle="1" w:styleId="FFEA43F571CF4E4A94C721A819B97D39">
    <w:name w:val="FFEA43F571CF4E4A94C721A819B97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[Sample Text]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2017-06-06T08:14:00Z</dcterms:created>
  <dcterms:modified xsi:type="dcterms:W3CDTF">2017-06-06T08:14:00Z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