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D559C9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5467"/>
        <w:gridCol w:w="5333"/>
      </w:tblGrid>
      <w:tr w:rsidR="006524F3" w:rsidTr="000D6861">
        <w:trPr>
          <w:trHeight w:val="288"/>
        </w:trPr>
        <w:tc>
          <w:tcPr>
            <w:tcW w:w="2531" w:type="pct"/>
            <w:tcBorders>
              <w:top w:val="nil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309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309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309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309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  <w:bookmarkStart w:id="0" w:name="_GoBack"/>
        <w:bookmarkEnd w:id="0"/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309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309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0D6861">
        <w:trPr>
          <w:trHeight w:val="288"/>
        </w:trPr>
        <w:tc>
          <w:tcPr>
            <w:tcW w:w="2531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2469" w:type="pct"/>
            <w:tcBorders>
              <w:left w:val="single" w:sz="4" w:space="0" w:color="C00000"/>
            </w:tcBorders>
          </w:tcPr>
          <w:p w:rsidR="006524F3" w:rsidRDefault="006524F3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9C9" w:rsidRDefault="00D559C9">
      <w:pPr>
        <w:spacing w:before="0"/>
      </w:pPr>
      <w:r>
        <w:separator/>
      </w:r>
    </w:p>
  </w:endnote>
  <w:endnote w:type="continuationSeparator" w:id="0">
    <w:p w:rsidR="00D559C9" w:rsidRDefault="00D559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9C9" w:rsidRDefault="00D559C9">
      <w:pPr>
        <w:spacing w:before="0"/>
      </w:pPr>
      <w:r>
        <w:separator/>
      </w:r>
    </w:p>
  </w:footnote>
  <w:footnote w:type="continuationSeparator" w:id="0">
    <w:p w:rsidR="00D559C9" w:rsidRDefault="00D559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0D6861"/>
    <w:rsid w:val="001C5A4D"/>
    <w:rsid w:val="006524F3"/>
    <w:rsid w:val="00D434FF"/>
    <w:rsid w:val="00D559C9"/>
    <w:rsid w:val="00F301F3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B34925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722636"/>
    <w:rsid w:val="008150E8"/>
    <w:rsid w:val="00B3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2017-06-06T09:26:00Z</dcterms:created>
  <dcterms:modified xsi:type="dcterms:W3CDTF">2017-06-06T09:26:00Z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