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435F91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6524F3">
            <w:pPr>
              <w:pStyle w:val="Title"/>
            </w:pPr>
          </w:p>
        </w:tc>
      </w:tr>
    </w:tbl>
    <w:p w:rsidR="006524F3" w:rsidRDefault="006524F3"/>
    <w:tbl>
      <w:tblPr>
        <w:tblStyle w:val="GridTable1Light"/>
        <w:tblW w:w="4987" w:type="pct"/>
        <w:tblBorders>
          <w:top w:val="none" w:sz="0" w:space="0" w:color="auto"/>
          <w:left w:val="none" w:sz="0" w:space="0" w:color="auto"/>
          <w:right w:val="none" w:sz="0" w:space="0" w:color="auto"/>
          <w:insideV w:val="single" w:sz="48" w:space="0" w:color="FFFFFF" w:themeColor="background1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5040"/>
        <w:gridCol w:w="528"/>
        <w:gridCol w:w="5204"/>
      </w:tblGrid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 w:val="restart"/>
            <w:tcBorders>
              <w:top w:val="nil"/>
            </w:tcBorders>
          </w:tcPr>
          <w:p w:rsidR="00FB2828" w:rsidRDefault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Pr="00FB2828" w:rsidRDefault="00FB2828" w:rsidP="00FB2828"/>
          <w:p w:rsidR="00FB2828" w:rsidRDefault="00FB2828" w:rsidP="00FB2828"/>
          <w:p w:rsidR="00FB2828" w:rsidRDefault="00FB2828" w:rsidP="00FB2828"/>
          <w:p w:rsidR="00FB2828" w:rsidRPr="00FB2828" w:rsidRDefault="00FB2828" w:rsidP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430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430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430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AF3B2E" w:rsidTr="00D739F6">
        <w:trPr>
          <w:trHeight w:val="808"/>
        </w:trPr>
        <w:tc>
          <w:tcPr>
            <w:tcW w:w="5040" w:type="dxa"/>
          </w:tcPr>
          <w:p w:rsidR="00AF3B2E" w:rsidRDefault="00AF3B2E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AF3B2E" w:rsidRDefault="00AF3B2E"/>
        </w:tc>
        <w:tc>
          <w:tcPr>
            <w:tcW w:w="5204" w:type="dxa"/>
          </w:tcPr>
          <w:p w:rsidR="00AF3B2E" w:rsidRDefault="00AF3B2E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430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  <w:bookmarkStart w:id="0" w:name="_GoBack"/>
        <w:bookmarkEnd w:id="0"/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430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430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  <w:tr w:rsidR="00FB2828" w:rsidTr="00AF3B2E">
        <w:trPr>
          <w:trHeight w:val="399"/>
        </w:trPr>
        <w:tc>
          <w:tcPr>
            <w:tcW w:w="5040" w:type="dxa"/>
          </w:tcPr>
          <w:p w:rsidR="00FB2828" w:rsidRDefault="00FB2828">
            <w:pPr>
              <w:pStyle w:val="Date"/>
            </w:pPr>
          </w:p>
        </w:tc>
        <w:tc>
          <w:tcPr>
            <w:tcW w:w="528" w:type="dxa"/>
            <w:vMerge/>
            <w:tcBorders>
              <w:top w:val="single" w:sz="4" w:space="0" w:color="999999" w:themeColor="text1" w:themeTint="66"/>
              <w:bottom w:val="single" w:sz="48" w:space="0" w:color="FFFFFF" w:themeColor="background1"/>
            </w:tcBorders>
          </w:tcPr>
          <w:p w:rsidR="00FB2828" w:rsidRDefault="00FB2828"/>
        </w:tc>
        <w:tc>
          <w:tcPr>
            <w:tcW w:w="5204" w:type="dxa"/>
          </w:tcPr>
          <w:p w:rsidR="00FB2828" w:rsidRDefault="00FB2828"/>
        </w:tc>
      </w:tr>
    </w:tbl>
    <w:p w:rsidR="006524F3" w:rsidRDefault="006524F3"/>
    <w:sectPr w:rsidR="006524F3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F91" w:rsidRDefault="00435F91">
      <w:pPr>
        <w:spacing w:before="0"/>
      </w:pPr>
      <w:r>
        <w:separator/>
      </w:r>
    </w:p>
  </w:endnote>
  <w:endnote w:type="continuationSeparator" w:id="0">
    <w:p w:rsidR="00435F91" w:rsidRDefault="00435F9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F91" w:rsidRDefault="00435F91">
      <w:pPr>
        <w:spacing w:before="0"/>
      </w:pPr>
      <w:r>
        <w:separator/>
      </w:r>
    </w:p>
  </w:footnote>
  <w:footnote w:type="continuationSeparator" w:id="0">
    <w:p w:rsidR="00435F91" w:rsidRDefault="00435F9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322160525"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FB2828"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1C5A4D"/>
    <w:rsid w:val="00435F91"/>
    <w:rsid w:val="006524F3"/>
    <w:rsid w:val="009E4BE1"/>
    <w:rsid w:val="00AF3B2E"/>
    <w:rsid w:val="00D434FF"/>
    <w:rsid w:val="00F301F3"/>
    <w:rsid w:val="00F86E7F"/>
    <w:rsid w:val="00FB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2C5114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0452EB"/>
    <w:rsid w:val="002C5114"/>
    <w:rsid w:val="003F045F"/>
    <w:rsid w:val="0072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  <w:style w:type="paragraph" w:customStyle="1" w:styleId="A944820BAE96409A9E229FBCF03DCBF9">
    <w:name w:val="A944820BAE96409A9E229FBCF03DCBF9"/>
    <w:rsid w:val="002C5114"/>
  </w:style>
  <w:style w:type="paragraph" w:customStyle="1" w:styleId="E0C003A9E4674E6A9CD3548F3271EAAA">
    <w:name w:val="E0C003A9E4674E6A9CD3548F3271EAAA"/>
    <w:rsid w:val="002C5114"/>
  </w:style>
  <w:style w:type="paragraph" w:customStyle="1" w:styleId="A0AA0F68AD37499DA4EA4DF9161E5C38">
    <w:name w:val="A0AA0F68AD37499DA4EA4DF9161E5C38"/>
    <w:rsid w:val="002C51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2017-06-06T08:53:00Z</dcterms:created>
  <dcterms:modified xsi:type="dcterms:W3CDTF">2017-06-06T08:53:00Z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