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single" w:sz="12" w:space="0" w:color="666666" w:themeColor="text1" w:themeTint="99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Progress notes with patient name"/>
      </w:tblPr>
      <w:tblGrid>
        <w:gridCol w:w="2160"/>
        <w:gridCol w:w="4410"/>
        <w:gridCol w:w="4230"/>
      </w:tblGrid>
      <w:tr w:rsidR="006524F3" w:rsidTr="006524F3">
        <w:trPr>
          <w:trHeight w:val="891"/>
        </w:trPr>
        <w:tc>
          <w:tcPr>
            <w:tcW w:w="2160" w:type="dxa"/>
            <w:vAlign w:val="bottom"/>
          </w:tcPr>
          <w:p w:rsidR="006524F3" w:rsidRDefault="001C5A4D">
            <w:pPr>
              <w:pStyle w:val="Heading1"/>
              <w:outlineLvl w:val="0"/>
            </w:pPr>
            <w:r>
              <w:t>NAME</w:t>
            </w:r>
            <w:r w:rsidR="00D434FF">
              <w:t xml:space="preserve"> </w:t>
            </w:r>
          </w:p>
        </w:tc>
        <w:tc>
          <w:tcPr>
            <w:tcW w:w="4410" w:type="dxa"/>
            <w:vAlign w:val="bottom"/>
          </w:tcPr>
          <w:p w:rsidR="006524F3" w:rsidRDefault="00371DE7">
            <w:pPr>
              <w:pStyle w:val="PatientName"/>
            </w:pPr>
            <w:sdt>
              <w:sdtPr>
                <w:alias w:val="Patient name"/>
                <w:tag w:val=""/>
                <w:id w:val="-686754211"/>
                <w:placeholder>
                  <w:docPart w:val="47FCB4B3237345CEA772CBFB64505FB0"/>
                </w:placeholder>
                <w:dataBinding w:prefixMappings="xmlns:ns0='http://schemas.microsoft.com/office/2006/coverPageProps' " w:xpath="/ns0:CoverPageProperties[1]/ns0:Abstract[1]" w:storeItemID="{55AF091B-3C7A-41E3-B477-F2FDAA23CFDA}"/>
                <w:text/>
              </w:sdtPr>
              <w:sdtEndPr/>
              <w:sdtContent>
                <w:r w:rsidR="001C5A4D">
                  <w:t>[Sample Text]</w:t>
                </w:r>
              </w:sdtContent>
            </w:sdt>
          </w:p>
        </w:tc>
        <w:tc>
          <w:tcPr>
            <w:tcW w:w="4230" w:type="dxa"/>
            <w:vAlign w:val="bottom"/>
          </w:tcPr>
          <w:p w:rsidR="006524F3" w:rsidRDefault="001C5A4D">
            <w:pPr>
              <w:pStyle w:val="Title"/>
            </w:pPr>
            <w:r>
              <w:t>NOTES</w:t>
            </w:r>
          </w:p>
        </w:tc>
      </w:tr>
    </w:tbl>
    <w:p w:rsidR="006524F3" w:rsidRDefault="006524F3"/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  <w:tblDescription w:val="Date and notes table"/>
      </w:tblPr>
      <w:tblGrid>
        <w:gridCol w:w="3061"/>
        <w:gridCol w:w="7739"/>
      </w:tblGrid>
      <w:tr w:rsidR="00934807" w:rsidTr="00934807">
        <w:tc>
          <w:tcPr>
            <w:tcW w:w="5000" w:type="pct"/>
            <w:gridSpan w:val="2"/>
            <w:tcBorders>
              <w:top w:val="nil"/>
            </w:tcBorders>
          </w:tcPr>
          <w:p w:rsidR="00934807" w:rsidRDefault="00934807"/>
        </w:tc>
      </w:tr>
      <w:tr w:rsidR="008B3E87" w:rsidTr="00293D97">
        <w:trPr>
          <w:trHeight w:val="9157"/>
        </w:trPr>
        <w:tc>
          <w:tcPr>
            <w:tcW w:w="1417" w:type="pct"/>
            <w:tcBorders>
              <w:top w:val="single" w:sz="4" w:space="0" w:color="999999" w:themeColor="text1" w:themeTint="66"/>
              <w:right w:val="single" w:sz="4" w:space="0" w:color="C00000"/>
            </w:tcBorders>
          </w:tcPr>
          <w:p w:rsidR="008B3E87" w:rsidRDefault="008B3E87">
            <w:pPr>
              <w:pStyle w:val="Date"/>
            </w:pPr>
          </w:p>
        </w:tc>
        <w:tc>
          <w:tcPr>
            <w:tcW w:w="3583" w:type="pct"/>
            <w:tcBorders>
              <w:left w:val="single" w:sz="4" w:space="0" w:color="C00000"/>
            </w:tcBorders>
          </w:tcPr>
          <w:tbl>
            <w:tblPr>
              <w:tblW w:w="77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Music staff 10 per page"/>
            </w:tblPr>
            <w:tblGrid>
              <w:gridCol w:w="8"/>
              <w:gridCol w:w="8"/>
              <w:gridCol w:w="12"/>
              <w:gridCol w:w="7617"/>
              <w:gridCol w:w="14"/>
              <w:gridCol w:w="15"/>
              <w:gridCol w:w="14"/>
              <w:gridCol w:w="9"/>
              <w:gridCol w:w="19"/>
              <w:gridCol w:w="12"/>
            </w:tblGrid>
            <w:tr w:rsidR="008B3E87" w:rsidTr="008B3E87">
              <w:trPr>
                <w:trHeight w:hRule="exact" w:val="187"/>
              </w:trPr>
              <w:tc>
                <w:tcPr>
                  <w:tcW w:w="5000" w:type="pct"/>
                  <w:gridSpan w:val="10"/>
                </w:tcPr>
                <w:p w:rsidR="008B3E87" w:rsidRDefault="008B3E87" w:rsidP="008B3E87"/>
              </w:tc>
            </w:tr>
            <w:tr w:rsidR="008B3E87" w:rsidTr="008B3E87">
              <w:trPr>
                <w:trHeight w:hRule="exact" w:val="187"/>
              </w:trPr>
              <w:tc>
                <w:tcPr>
                  <w:tcW w:w="5000" w:type="pct"/>
                  <w:gridSpan w:val="10"/>
                </w:tcPr>
                <w:p w:rsidR="008B3E87" w:rsidRDefault="008B3E87" w:rsidP="008B3E87"/>
              </w:tc>
            </w:tr>
            <w:tr w:rsidR="008B3E87" w:rsidTr="008B3E87">
              <w:trPr>
                <w:trHeight w:hRule="exact" w:val="187"/>
              </w:trPr>
              <w:tc>
                <w:tcPr>
                  <w:tcW w:w="5000" w:type="pct"/>
                  <w:gridSpan w:val="10"/>
                  <w:tcBorders>
                    <w:bottom w:val="single" w:sz="4" w:space="0" w:color="auto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trHeight w:hRule="exact" w:val="187"/>
              </w:trPr>
              <w:tc>
                <w:tcPr>
                  <w:tcW w:w="5000" w:type="pct"/>
                  <w:gridSpan w:val="10"/>
                  <w:tcBorders>
                    <w:bottom w:val="single" w:sz="4" w:space="0" w:color="auto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trHeight w:hRule="exact" w:val="648"/>
              </w:trPr>
              <w:tc>
                <w:tcPr>
                  <w:tcW w:w="5000" w:type="pct"/>
                  <w:gridSpan w:val="10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After w:val="1"/>
                <w:wAfter w:w="8" w:type="pct"/>
                <w:trHeight w:hRule="exact" w:val="187"/>
              </w:trPr>
              <w:tc>
                <w:tcPr>
                  <w:tcW w:w="4992" w:type="pct"/>
                  <w:gridSpan w:val="9"/>
                </w:tcPr>
                <w:p w:rsidR="008B3E87" w:rsidRDefault="008B3E87" w:rsidP="008B3E87"/>
              </w:tc>
            </w:tr>
            <w:tr w:rsidR="008B3E87" w:rsidTr="008B3E87">
              <w:trPr>
                <w:gridAfter w:val="1"/>
                <w:wAfter w:w="8" w:type="pct"/>
                <w:trHeight w:hRule="exact" w:val="187"/>
              </w:trPr>
              <w:tc>
                <w:tcPr>
                  <w:tcW w:w="4992" w:type="pct"/>
                  <w:gridSpan w:val="9"/>
                </w:tcPr>
                <w:p w:rsidR="008B3E87" w:rsidRDefault="008B3E87" w:rsidP="008B3E87"/>
              </w:tc>
            </w:tr>
            <w:tr w:rsidR="008B3E87" w:rsidTr="008B3E87">
              <w:trPr>
                <w:gridAfter w:val="1"/>
                <w:wAfter w:w="8" w:type="pct"/>
                <w:trHeight w:hRule="exact" w:val="187"/>
              </w:trPr>
              <w:tc>
                <w:tcPr>
                  <w:tcW w:w="4992" w:type="pct"/>
                  <w:gridSpan w:val="9"/>
                  <w:tcBorders>
                    <w:bottom w:val="single" w:sz="4" w:space="0" w:color="auto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After w:val="1"/>
                <w:wAfter w:w="8" w:type="pct"/>
                <w:trHeight w:hRule="exact" w:val="187"/>
              </w:trPr>
              <w:tc>
                <w:tcPr>
                  <w:tcW w:w="4992" w:type="pct"/>
                  <w:gridSpan w:val="9"/>
                  <w:tcBorders>
                    <w:bottom w:val="single" w:sz="4" w:space="0" w:color="auto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After w:val="1"/>
                <w:wAfter w:w="8" w:type="pct"/>
                <w:trHeight w:hRule="exact" w:val="648"/>
              </w:trPr>
              <w:tc>
                <w:tcPr>
                  <w:tcW w:w="4992" w:type="pct"/>
                  <w:gridSpan w:val="9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1"/>
                <w:gridAfter w:val="1"/>
                <w:wBefore w:w="5" w:type="pct"/>
                <w:wAfter w:w="8" w:type="pct"/>
                <w:trHeight w:hRule="exact" w:val="187"/>
              </w:trPr>
              <w:tc>
                <w:tcPr>
                  <w:tcW w:w="4987" w:type="pct"/>
                  <w:gridSpan w:val="8"/>
                </w:tcPr>
                <w:p w:rsidR="008B3E87" w:rsidRDefault="008B3E87" w:rsidP="008B3E87"/>
              </w:tc>
            </w:tr>
            <w:tr w:rsidR="008B3E87" w:rsidTr="008B3E87">
              <w:trPr>
                <w:gridBefore w:val="1"/>
                <w:gridAfter w:val="1"/>
                <w:wBefore w:w="5" w:type="pct"/>
                <w:wAfter w:w="8" w:type="pct"/>
                <w:trHeight w:hRule="exact" w:val="187"/>
              </w:trPr>
              <w:tc>
                <w:tcPr>
                  <w:tcW w:w="4987" w:type="pct"/>
                  <w:gridSpan w:val="8"/>
                </w:tcPr>
                <w:p w:rsidR="008B3E87" w:rsidRDefault="008B3E87" w:rsidP="008B3E87"/>
              </w:tc>
            </w:tr>
            <w:tr w:rsidR="008B3E87" w:rsidTr="008B3E87">
              <w:trPr>
                <w:gridBefore w:val="1"/>
                <w:gridAfter w:val="1"/>
                <w:wBefore w:w="5" w:type="pct"/>
                <w:wAfter w:w="8" w:type="pct"/>
                <w:trHeight w:hRule="exact" w:val="187"/>
              </w:trPr>
              <w:tc>
                <w:tcPr>
                  <w:tcW w:w="4987" w:type="pct"/>
                  <w:gridSpan w:val="8"/>
                  <w:tcBorders>
                    <w:bottom w:val="single" w:sz="4" w:space="0" w:color="auto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1"/>
                <w:gridAfter w:val="1"/>
                <w:wBefore w:w="5" w:type="pct"/>
                <w:wAfter w:w="8" w:type="pct"/>
                <w:trHeight w:hRule="exact" w:val="187"/>
              </w:trPr>
              <w:tc>
                <w:tcPr>
                  <w:tcW w:w="4987" w:type="pct"/>
                  <w:gridSpan w:val="8"/>
                  <w:tcBorders>
                    <w:bottom w:val="single" w:sz="4" w:space="0" w:color="auto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1"/>
                <w:gridAfter w:val="1"/>
                <w:wBefore w:w="5" w:type="pct"/>
                <w:wAfter w:w="8" w:type="pct"/>
                <w:trHeight w:hRule="exact" w:val="648"/>
              </w:trPr>
              <w:tc>
                <w:tcPr>
                  <w:tcW w:w="4987" w:type="pct"/>
                  <w:gridSpan w:val="8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1"/>
                <w:gridAfter w:val="2"/>
                <w:wBefore w:w="5" w:type="pct"/>
                <w:wAfter w:w="20" w:type="pct"/>
                <w:trHeight w:hRule="exact" w:val="187"/>
              </w:trPr>
              <w:tc>
                <w:tcPr>
                  <w:tcW w:w="4975" w:type="pct"/>
                  <w:gridSpan w:val="7"/>
                </w:tcPr>
                <w:p w:rsidR="008B3E87" w:rsidRDefault="008B3E87" w:rsidP="008B3E87"/>
              </w:tc>
            </w:tr>
            <w:tr w:rsidR="008B3E87" w:rsidTr="008B3E87">
              <w:trPr>
                <w:gridBefore w:val="1"/>
                <w:gridAfter w:val="2"/>
                <w:wBefore w:w="5" w:type="pct"/>
                <w:wAfter w:w="20" w:type="pct"/>
                <w:trHeight w:hRule="exact" w:val="187"/>
              </w:trPr>
              <w:tc>
                <w:tcPr>
                  <w:tcW w:w="4975" w:type="pct"/>
                  <w:gridSpan w:val="7"/>
                </w:tcPr>
                <w:p w:rsidR="008B3E87" w:rsidRDefault="008B3E87" w:rsidP="008B3E87"/>
              </w:tc>
            </w:tr>
            <w:tr w:rsidR="008B3E87" w:rsidTr="008B3E87">
              <w:trPr>
                <w:gridBefore w:val="1"/>
                <w:gridAfter w:val="2"/>
                <w:wBefore w:w="5" w:type="pct"/>
                <w:wAfter w:w="20" w:type="pct"/>
                <w:trHeight w:hRule="exact" w:val="187"/>
              </w:trPr>
              <w:tc>
                <w:tcPr>
                  <w:tcW w:w="4975" w:type="pct"/>
                  <w:gridSpan w:val="7"/>
                  <w:tcBorders>
                    <w:bottom w:val="single" w:sz="4" w:space="0" w:color="auto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1"/>
                <w:gridAfter w:val="2"/>
                <w:wBefore w:w="5" w:type="pct"/>
                <w:wAfter w:w="20" w:type="pct"/>
                <w:trHeight w:hRule="exact" w:val="187"/>
              </w:trPr>
              <w:tc>
                <w:tcPr>
                  <w:tcW w:w="4975" w:type="pct"/>
                  <w:gridSpan w:val="7"/>
                  <w:tcBorders>
                    <w:bottom w:val="single" w:sz="4" w:space="0" w:color="auto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1"/>
                <w:gridAfter w:val="2"/>
                <w:wBefore w:w="5" w:type="pct"/>
                <w:wAfter w:w="20" w:type="pct"/>
                <w:trHeight w:hRule="exact" w:val="648"/>
              </w:trPr>
              <w:tc>
                <w:tcPr>
                  <w:tcW w:w="4975" w:type="pct"/>
                  <w:gridSpan w:val="7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2"/>
                <w:gridAfter w:val="3"/>
                <w:wBefore w:w="10" w:type="pct"/>
                <w:wAfter w:w="26" w:type="pct"/>
                <w:trHeight w:hRule="exact" w:val="187"/>
              </w:trPr>
              <w:tc>
                <w:tcPr>
                  <w:tcW w:w="4964" w:type="pct"/>
                  <w:gridSpan w:val="5"/>
                </w:tcPr>
                <w:p w:rsidR="008B3E87" w:rsidRDefault="008B3E87" w:rsidP="008B3E87"/>
              </w:tc>
            </w:tr>
            <w:tr w:rsidR="008B3E87" w:rsidTr="008B3E87">
              <w:trPr>
                <w:gridBefore w:val="2"/>
                <w:gridAfter w:val="3"/>
                <w:wBefore w:w="10" w:type="pct"/>
                <w:wAfter w:w="26" w:type="pct"/>
                <w:trHeight w:hRule="exact" w:val="187"/>
              </w:trPr>
              <w:tc>
                <w:tcPr>
                  <w:tcW w:w="4964" w:type="pct"/>
                  <w:gridSpan w:val="5"/>
                </w:tcPr>
                <w:p w:rsidR="008B3E87" w:rsidRDefault="008B3E87" w:rsidP="008B3E87"/>
              </w:tc>
            </w:tr>
            <w:tr w:rsidR="008B3E87" w:rsidTr="008B3E87">
              <w:trPr>
                <w:gridBefore w:val="2"/>
                <w:gridAfter w:val="3"/>
                <w:wBefore w:w="10" w:type="pct"/>
                <w:wAfter w:w="26" w:type="pct"/>
                <w:trHeight w:hRule="exact" w:val="187"/>
              </w:trPr>
              <w:tc>
                <w:tcPr>
                  <w:tcW w:w="4964" w:type="pct"/>
                  <w:gridSpan w:val="5"/>
                  <w:tcBorders>
                    <w:bottom w:val="single" w:sz="4" w:space="0" w:color="auto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2"/>
                <w:gridAfter w:val="3"/>
                <w:wBefore w:w="10" w:type="pct"/>
                <w:wAfter w:w="26" w:type="pct"/>
                <w:trHeight w:hRule="exact" w:val="187"/>
              </w:trPr>
              <w:tc>
                <w:tcPr>
                  <w:tcW w:w="4964" w:type="pct"/>
                  <w:gridSpan w:val="5"/>
                  <w:tcBorders>
                    <w:bottom w:val="single" w:sz="4" w:space="0" w:color="auto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2"/>
                <w:gridAfter w:val="3"/>
                <w:wBefore w:w="10" w:type="pct"/>
                <w:wAfter w:w="26" w:type="pct"/>
                <w:trHeight w:hRule="exact" w:val="648"/>
              </w:trPr>
              <w:tc>
                <w:tcPr>
                  <w:tcW w:w="4964" w:type="pct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2"/>
                <w:gridAfter w:val="4"/>
                <w:wBefore w:w="10" w:type="pct"/>
                <w:wAfter w:w="35" w:type="pct"/>
                <w:trHeight w:hRule="exact" w:val="187"/>
              </w:trPr>
              <w:tc>
                <w:tcPr>
                  <w:tcW w:w="4955" w:type="pct"/>
                  <w:gridSpan w:val="4"/>
                </w:tcPr>
                <w:p w:rsidR="008B3E87" w:rsidRDefault="008B3E87" w:rsidP="008B3E87"/>
              </w:tc>
            </w:tr>
            <w:tr w:rsidR="008B3E87" w:rsidTr="008B3E87">
              <w:trPr>
                <w:gridBefore w:val="2"/>
                <w:gridAfter w:val="4"/>
                <w:wBefore w:w="10" w:type="pct"/>
                <w:wAfter w:w="35" w:type="pct"/>
                <w:trHeight w:hRule="exact" w:val="187"/>
              </w:trPr>
              <w:tc>
                <w:tcPr>
                  <w:tcW w:w="4955" w:type="pct"/>
                  <w:gridSpan w:val="4"/>
                </w:tcPr>
                <w:p w:rsidR="008B3E87" w:rsidRDefault="008B3E87" w:rsidP="008B3E87"/>
              </w:tc>
            </w:tr>
            <w:tr w:rsidR="008B3E87" w:rsidTr="008B3E87">
              <w:trPr>
                <w:gridBefore w:val="2"/>
                <w:gridAfter w:val="4"/>
                <w:wBefore w:w="10" w:type="pct"/>
                <w:wAfter w:w="35" w:type="pct"/>
                <w:trHeight w:hRule="exact" w:val="187"/>
              </w:trPr>
              <w:tc>
                <w:tcPr>
                  <w:tcW w:w="4955" w:type="pct"/>
                  <w:gridSpan w:val="4"/>
                  <w:tcBorders>
                    <w:bottom w:val="single" w:sz="4" w:space="0" w:color="auto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2"/>
                <w:gridAfter w:val="4"/>
                <w:wBefore w:w="10" w:type="pct"/>
                <w:wAfter w:w="35" w:type="pct"/>
                <w:trHeight w:hRule="exact" w:val="187"/>
              </w:trPr>
              <w:tc>
                <w:tcPr>
                  <w:tcW w:w="4955" w:type="pct"/>
                  <w:gridSpan w:val="4"/>
                  <w:tcBorders>
                    <w:bottom w:val="single" w:sz="4" w:space="0" w:color="auto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2"/>
                <w:gridAfter w:val="4"/>
                <w:wBefore w:w="10" w:type="pct"/>
                <w:wAfter w:w="35" w:type="pct"/>
                <w:trHeight w:hRule="exact" w:val="648"/>
              </w:trPr>
              <w:tc>
                <w:tcPr>
                  <w:tcW w:w="4955" w:type="pct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3"/>
                <w:gridAfter w:val="4"/>
                <w:wBefore w:w="18" w:type="pct"/>
                <w:wAfter w:w="35" w:type="pct"/>
                <w:trHeight w:hRule="exact" w:val="187"/>
              </w:trPr>
              <w:tc>
                <w:tcPr>
                  <w:tcW w:w="4947" w:type="pct"/>
                  <w:gridSpan w:val="3"/>
                </w:tcPr>
                <w:p w:rsidR="008B3E87" w:rsidRDefault="008B3E87" w:rsidP="008B3E87"/>
              </w:tc>
            </w:tr>
            <w:tr w:rsidR="008B3E87" w:rsidTr="008B3E87">
              <w:trPr>
                <w:gridBefore w:val="3"/>
                <w:gridAfter w:val="4"/>
                <w:wBefore w:w="18" w:type="pct"/>
                <w:wAfter w:w="35" w:type="pct"/>
                <w:trHeight w:hRule="exact" w:val="187"/>
              </w:trPr>
              <w:tc>
                <w:tcPr>
                  <w:tcW w:w="4947" w:type="pct"/>
                  <w:gridSpan w:val="3"/>
                </w:tcPr>
                <w:p w:rsidR="008B3E87" w:rsidRDefault="008B3E87" w:rsidP="008B3E87"/>
              </w:tc>
            </w:tr>
            <w:tr w:rsidR="008B3E87" w:rsidTr="008B3E87">
              <w:trPr>
                <w:gridBefore w:val="3"/>
                <w:gridAfter w:val="4"/>
                <w:wBefore w:w="18" w:type="pct"/>
                <w:wAfter w:w="35" w:type="pct"/>
                <w:trHeight w:hRule="exact" w:val="187"/>
              </w:trPr>
              <w:tc>
                <w:tcPr>
                  <w:tcW w:w="4947" w:type="pct"/>
                  <w:gridSpan w:val="3"/>
                  <w:tcBorders>
                    <w:bottom w:val="single" w:sz="4" w:space="0" w:color="auto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3"/>
                <w:gridAfter w:val="4"/>
                <w:wBefore w:w="18" w:type="pct"/>
                <w:wAfter w:w="35" w:type="pct"/>
                <w:trHeight w:hRule="exact" w:val="187"/>
              </w:trPr>
              <w:tc>
                <w:tcPr>
                  <w:tcW w:w="4947" w:type="pct"/>
                  <w:gridSpan w:val="3"/>
                  <w:tcBorders>
                    <w:bottom w:val="single" w:sz="4" w:space="0" w:color="auto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3"/>
                <w:gridAfter w:val="4"/>
                <w:wBefore w:w="18" w:type="pct"/>
                <w:wAfter w:w="35" w:type="pct"/>
                <w:trHeight w:hRule="exact" w:val="648"/>
              </w:trPr>
              <w:tc>
                <w:tcPr>
                  <w:tcW w:w="4947" w:type="pct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3"/>
                <w:gridAfter w:val="5"/>
                <w:wBefore w:w="18" w:type="pct"/>
                <w:wAfter w:w="45" w:type="pct"/>
                <w:trHeight w:hRule="exact" w:val="187"/>
              </w:trPr>
              <w:tc>
                <w:tcPr>
                  <w:tcW w:w="4937" w:type="pct"/>
                  <w:gridSpan w:val="2"/>
                </w:tcPr>
                <w:p w:rsidR="008B3E87" w:rsidRDefault="008B3E87" w:rsidP="008B3E87"/>
              </w:tc>
            </w:tr>
            <w:tr w:rsidR="008B3E87" w:rsidTr="008B3E87">
              <w:trPr>
                <w:gridBefore w:val="3"/>
                <w:gridAfter w:val="5"/>
                <w:wBefore w:w="18" w:type="pct"/>
                <w:wAfter w:w="45" w:type="pct"/>
                <w:trHeight w:hRule="exact" w:val="187"/>
              </w:trPr>
              <w:tc>
                <w:tcPr>
                  <w:tcW w:w="4937" w:type="pct"/>
                  <w:gridSpan w:val="2"/>
                </w:tcPr>
                <w:p w:rsidR="008B3E87" w:rsidRDefault="008B3E87" w:rsidP="008B3E87"/>
              </w:tc>
            </w:tr>
            <w:tr w:rsidR="008B3E87" w:rsidTr="008B3E87">
              <w:trPr>
                <w:gridBefore w:val="3"/>
                <w:gridAfter w:val="5"/>
                <w:wBefore w:w="18" w:type="pct"/>
                <w:wAfter w:w="45" w:type="pct"/>
                <w:trHeight w:hRule="exact" w:val="187"/>
              </w:trPr>
              <w:tc>
                <w:tcPr>
                  <w:tcW w:w="4937" w:type="pct"/>
                  <w:gridSpan w:val="2"/>
                  <w:tcBorders>
                    <w:bottom w:val="single" w:sz="4" w:space="0" w:color="auto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3"/>
                <w:gridAfter w:val="5"/>
                <w:wBefore w:w="18" w:type="pct"/>
                <w:wAfter w:w="45" w:type="pct"/>
                <w:trHeight w:hRule="exact" w:val="187"/>
              </w:trPr>
              <w:tc>
                <w:tcPr>
                  <w:tcW w:w="4937" w:type="pct"/>
                  <w:gridSpan w:val="2"/>
                  <w:tcBorders>
                    <w:bottom w:val="single" w:sz="4" w:space="0" w:color="auto"/>
                  </w:tcBorders>
                </w:tcPr>
                <w:p w:rsidR="008B3E87" w:rsidRDefault="008B3E87" w:rsidP="008B3E87"/>
              </w:tc>
            </w:tr>
            <w:tr w:rsidR="008B3E87" w:rsidTr="008B3E87">
              <w:trPr>
                <w:gridBefore w:val="3"/>
                <w:gridAfter w:val="6"/>
                <w:wBefore w:w="18" w:type="pct"/>
                <w:wAfter w:w="54" w:type="pct"/>
                <w:trHeight w:hRule="exact" w:val="648"/>
              </w:trPr>
              <w:tc>
                <w:tcPr>
                  <w:tcW w:w="4928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8B3E87" w:rsidRDefault="008B3E87" w:rsidP="008B3E87">
                  <w:bookmarkStart w:id="0" w:name="_GoBack"/>
                  <w:bookmarkEnd w:id="0"/>
                </w:p>
              </w:tc>
            </w:tr>
          </w:tbl>
          <w:p w:rsidR="008B3E87" w:rsidRDefault="008B3E87"/>
        </w:tc>
      </w:tr>
      <w:tr w:rsidR="00934807" w:rsidTr="00934807">
        <w:trPr>
          <w:trHeight w:val="2105"/>
        </w:trPr>
        <w:tc>
          <w:tcPr>
            <w:tcW w:w="5000" w:type="pct"/>
            <w:gridSpan w:val="2"/>
            <w:tcBorders>
              <w:top w:val="single" w:sz="4" w:space="0" w:color="999999" w:themeColor="text1" w:themeTint="66"/>
            </w:tcBorders>
          </w:tcPr>
          <w:p w:rsidR="00934807" w:rsidRDefault="00934807"/>
        </w:tc>
      </w:tr>
    </w:tbl>
    <w:p w:rsidR="006524F3" w:rsidRDefault="006524F3"/>
    <w:sectPr w:rsidR="006524F3" w:rsidSect="008B3E87">
      <w:headerReference w:type="default" r:id="rId8"/>
      <w:pgSz w:w="12240" w:h="15840"/>
      <w:pgMar w:top="0" w:right="720" w:bottom="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DE7" w:rsidRDefault="00371DE7">
      <w:pPr>
        <w:spacing w:before="0"/>
      </w:pPr>
      <w:r>
        <w:separator/>
      </w:r>
    </w:p>
  </w:endnote>
  <w:endnote w:type="continuationSeparator" w:id="0">
    <w:p w:rsidR="00371DE7" w:rsidRDefault="00371DE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DE7" w:rsidRDefault="00371DE7">
      <w:pPr>
        <w:spacing w:before="0"/>
      </w:pPr>
      <w:r>
        <w:separator/>
      </w:r>
    </w:p>
  </w:footnote>
  <w:footnote w:type="continuationSeparator" w:id="0">
    <w:p w:rsidR="00371DE7" w:rsidRDefault="00371DE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4F3" w:rsidRDefault="00D434FF">
    <w:pPr>
      <w:pStyle w:val="Header"/>
    </w:pPr>
    <w:r>
      <w:t xml:space="preserve">Patient name: </w:t>
    </w:r>
    <w:sdt>
      <w:sdtPr>
        <w:alias w:val="Patient Name"/>
        <w:tag w:val=""/>
        <w:id w:val="-1726442034"/>
        <w:dataBinding w:prefixMappings="xmlns:ns0='http://schemas.microsoft.com/office/2006/coverPageProps' " w:xpath="/ns0:CoverPageProperties[1]/ns0:Abstract[1]" w:storeItemID="{55AF091B-3C7A-41E3-B477-F2FDAA23CFDA}"/>
        <w:text/>
      </w:sdtPr>
      <w:sdtEndPr/>
      <w:sdtContent>
        <w:r w:rsidR="001C5A4D">
          <w:t>[Sample Text]</w:t>
        </w:r>
      </w:sdtContent>
    </w:sdt>
    <w:r>
      <w:t xml:space="preserve"> </w:t>
    </w:r>
    <w:r>
      <w:ptab w:relativeTo="margin" w:alignment="center" w:leader="none"/>
    </w: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8B3E87">
      <w:rPr>
        <w:noProof/>
      </w:rPr>
      <w:t>2</w:t>
    </w:r>
    <w:r>
      <w:fldChar w:fldCharType="end"/>
    </w:r>
    <w:r>
      <w:ptab w:relativeTo="margin" w:alignment="right" w:leader="none"/>
    </w:r>
    <w:r>
      <w:t>PROGRESS 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A4D"/>
    <w:rsid w:val="001C5A4D"/>
    <w:rsid w:val="00371DE7"/>
    <w:rsid w:val="00543000"/>
    <w:rsid w:val="006524F3"/>
    <w:rsid w:val="008B3E87"/>
    <w:rsid w:val="00934807"/>
    <w:rsid w:val="00D434FF"/>
    <w:rsid w:val="00E34852"/>
    <w:rsid w:val="00EB1F03"/>
    <w:rsid w:val="00F301F3"/>
    <w:rsid w:val="00F8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uiPriority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20" w:after="0" w:line="240" w:lineRule="auto"/>
      <w:ind w:left="72" w:right="72"/>
    </w:pPr>
  </w:style>
  <w:style w:type="paragraph" w:styleId="Heading1">
    <w:name w:val="heading 1"/>
    <w:basedOn w:val="Normal"/>
    <w:next w:val="Normal"/>
    <w:link w:val="Heading1Char"/>
    <w:uiPriority w:val="9"/>
    <w:unhideWhenUsed/>
    <w:pPr>
      <w:keepNext/>
      <w:keepLines/>
      <w:spacing w:before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pPr>
      <w:keepNext/>
      <w:keepLines/>
      <w:spacing w:before="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pPr>
      <w:outlineLvl w:val="2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pPr>
      <w:spacing w:before="0"/>
      <w:jc w:val="right"/>
    </w:pPr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color w:val="A5A5A5" w:themeColor="accent3"/>
      <w:kern w:val="28"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table" w:styleId="GridTable1Light">
    <w:name w:val="Grid Table 1 Light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2"/>
    <w:pPr>
      <w:pBdr>
        <w:bottom w:val="single" w:sz="4" w:space="1" w:color="7F7F7F" w:themeColor="text1" w:themeTint="80"/>
      </w:pBdr>
      <w:spacing w:before="0" w:after="240"/>
    </w:pPr>
  </w:style>
  <w:style w:type="character" w:customStyle="1" w:styleId="HeaderChar">
    <w:name w:val="Header Char"/>
    <w:basedOn w:val="DefaultParagraphFont"/>
    <w:link w:val="Header"/>
    <w:uiPriority w:val="2"/>
  </w:style>
  <w:style w:type="paragraph" w:customStyle="1" w:styleId="PatientName">
    <w:name w:val="Patient Name"/>
    <w:basedOn w:val="Normal"/>
    <w:link w:val="PatientNameChar"/>
    <w:uiPriority w:val="1"/>
    <w:qFormat/>
    <w:pPr>
      <w:spacing w:before="0"/>
    </w:pPr>
    <w:rPr>
      <w:sz w:val="32"/>
      <w:szCs w:val="32"/>
    </w:rPr>
  </w:style>
  <w:style w:type="paragraph" w:styleId="Date">
    <w:name w:val="Date"/>
    <w:basedOn w:val="Normal"/>
    <w:next w:val="Normal"/>
    <w:link w:val="DateChar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character" w:customStyle="1" w:styleId="PatientNameChar">
    <w:name w:val="Patient Name Char"/>
    <w:basedOn w:val="DefaultParagraphFont"/>
    <w:link w:val="PatientName"/>
    <w:uiPriority w:val="1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atient%20progress%20notes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7FCB4B3237345CEA772CBFB64505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6FC3B5-C209-4129-B618-182CFEE5206A}"/>
      </w:docPartPr>
      <w:docPartBody>
        <w:p w:rsidR="007D5013" w:rsidRDefault="00722636">
          <w:pPr>
            <w:pStyle w:val="47FCB4B3237345CEA772CBFB64505FB0"/>
          </w:pPr>
          <w:r>
            <w:t>[Patient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36"/>
    <w:rsid w:val="004F6241"/>
    <w:rsid w:val="00601F48"/>
    <w:rsid w:val="00722636"/>
    <w:rsid w:val="007D5013"/>
    <w:rsid w:val="00ED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FCB4B3237345CEA772CBFB64505FB0">
    <w:name w:val="47FCB4B3237345CEA772CBFB64505FB0"/>
  </w:style>
  <w:style w:type="paragraph" w:customStyle="1" w:styleId="90DF2CFA97B64141A5DFBC3342BA0801">
    <w:name w:val="90DF2CFA97B64141A5DFBC3342BA0801"/>
  </w:style>
  <w:style w:type="paragraph" w:customStyle="1" w:styleId="FFEA43F571CF4E4A94C721A819B97D39">
    <w:name w:val="FFEA43F571CF4E4A94C721A819B97D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Patient progress notes (online)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[Sample Text]</Abstract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496FFA-8DCE-46CC-9CC2-D973E9B306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Patient progress notes (online).dotx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2017-06-06T09:08:00Z</dcterms:created>
  <dcterms:modified xsi:type="dcterms:W3CDTF">2017-06-06T09:08:00Z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TC039920149991</vt:lpwstr>
  </property>
</Properties>
</file>