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C63" w:rsidRDefault="008F6C63"/>
    <w:tbl>
      <w:tblPr>
        <w:tblW w:w="525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octors' names"/>
      </w:tblPr>
      <w:tblGrid>
        <w:gridCol w:w="7381"/>
        <w:gridCol w:w="3959"/>
      </w:tblGrid>
      <w:tr w:rsidR="002D7409" w:rsidTr="008F6C63">
        <w:tc>
          <w:tcPr>
            <w:tcW w:w="7381" w:type="dxa"/>
            <w:vAlign w:val="bottom"/>
          </w:tcPr>
          <w:p w:rsidR="002D7409" w:rsidRPr="008F6C63" w:rsidRDefault="008F6C63">
            <w:pPr>
              <w:rPr>
                <w:b/>
                <w:sz w:val="34"/>
              </w:rPr>
            </w:pPr>
            <w:r w:rsidRPr="008F6C63">
              <w:rPr>
                <w:b/>
                <w:sz w:val="34"/>
              </w:rPr>
              <w:t>Authorization to Release Healthcare Information</w:t>
            </w:r>
          </w:p>
          <w:p w:rsidR="008F6C63" w:rsidRPr="008F6C63" w:rsidRDefault="008F6C6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[HOSPITAL/AUTHORITY NAME]</w:t>
            </w:r>
          </w:p>
        </w:tc>
        <w:tc>
          <w:tcPr>
            <w:tcW w:w="3959" w:type="dxa"/>
          </w:tcPr>
          <w:p w:rsidR="002D7409" w:rsidRDefault="002D7409">
            <w:pPr>
              <w:pStyle w:val="Rightalign"/>
            </w:pPr>
          </w:p>
          <w:sdt>
            <w:sdtPr>
              <w:id w:val="-126541660"/>
              <w:placeholder>
                <w:docPart w:val="DF40C6BE4E9E421596028B4F7BDA2317"/>
              </w:placeholder>
              <w:temporary/>
              <w:showingPlcHdr/>
              <w15:appearance w15:val="hidden"/>
            </w:sdtPr>
            <w:sdtEndPr/>
            <w:sdtContent>
              <w:p w:rsidR="002D7409" w:rsidRDefault="008F6C63" w:rsidP="008F6C63">
                <w:pPr>
                  <w:pStyle w:val="Rightalign"/>
                  <w:jc w:val="center"/>
                </w:pPr>
                <w:r>
                  <w:t>[Doctor name]</w:t>
                </w:r>
              </w:p>
            </w:sdtContent>
          </w:sdt>
        </w:tc>
      </w:tr>
    </w:tbl>
    <w:p w:rsidR="002D7409" w:rsidRDefault="008F6C63">
      <w:pPr>
        <w:pStyle w:val="NoSpacing"/>
      </w:pPr>
      <w:sdt>
        <w:sdtPr>
          <w:id w:val="-1179343876"/>
          <w:placeholder>
            <w:docPart w:val="555E6D4FFBF44C3580C85C58AEC5F522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  <w:r>
        <w:t xml:space="preserve"> | </w:t>
      </w:r>
      <w:sdt>
        <w:sdtPr>
          <w:id w:val="-1192065121"/>
          <w:placeholder>
            <w:docPart w:val="9250695FD572408AA50177ACE333B71F"/>
          </w:placeholder>
          <w:temporary/>
          <w:showingPlcHdr/>
          <w15:appearance w15:val="hidden"/>
        </w:sdtPr>
        <w:sdtEndPr/>
        <w:sdtContent>
          <w:r>
            <w:t xml:space="preserve">[City, </w:t>
          </w:r>
          <w:proofErr w:type="gramStart"/>
          <w:r>
            <w:t>ST  ZIP</w:t>
          </w:r>
          <w:proofErr w:type="gramEnd"/>
          <w:r>
            <w:t xml:space="preserve"> Code]</w:t>
          </w:r>
        </w:sdtContent>
      </w:sdt>
    </w:p>
    <w:p w:rsidR="002D7409" w:rsidRDefault="008F6C63">
      <w:pPr>
        <w:pStyle w:val="NoSpacing"/>
      </w:pPr>
      <w:r>
        <w:t xml:space="preserve">Phone: </w:t>
      </w:r>
      <w:sdt>
        <w:sdtPr>
          <w:id w:val="-1955704499"/>
          <w:placeholder>
            <w:docPart w:val="971A3CAD68994A73ABFAD9549D05AC14"/>
          </w:placeholder>
          <w:temporary/>
          <w:showingPlcHdr/>
          <w15:appearance w15:val="hidden"/>
        </w:sdtPr>
        <w:sdtEndPr/>
        <w:sdtContent>
          <w:r>
            <w:t>[Phone number]</w:t>
          </w:r>
        </w:sdtContent>
      </w:sdt>
      <w:r>
        <w:t xml:space="preserve"> | Fax: </w:t>
      </w:r>
      <w:sdt>
        <w:sdtPr>
          <w:id w:val="1055889350"/>
          <w:placeholder>
            <w:docPart w:val="A2D9FD015E874AF48B8200D1108BA0D1"/>
          </w:placeholder>
          <w:temporary/>
          <w:showingPlcHdr/>
          <w15:appearance w15:val="hidden"/>
        </w:sdtPr>
        <w:sdtEndPr/>
        <w:sdtContent>
          <w:r>
            <w:t>[Fax number]</w:t>
          </w:r>
        </w:sdtContent>
      </w:sdt>
      <w:r>
        <w:t xml:space="preserve"> | </w:t>
      </w:r>
      <w:sdt>
        <w:sdtPr>
          <w:id w:val="883673533"/>
          <w:placeholder>
            <w:docPart w:val="CB5D6DBB96DB4DC792440D6AAF87D0F4"/>
          </w:placeholder>
          <w:temporary/>
          <w:showingPlcHdr/>
          <w15:appearance w15:val="hidden"/>
        </w:sdtPr>
        <w:sdtEndPr/>
        <w:sdtContent>
          <w:r>
            <w:t>[Email]</w:t>
          </w:r>
        </w:sdtContent>
      </w:sdt>
      <w:r>
        <w:t xml:space="preserve"> | </w:t>
      </w:r>
      <w:sdt>
        <w:sdtPr>
          <w:id w:val="-955018419"/>
          <w:placeholder>
            <w:docPart w:val="FD31BEFCA6DA4CDCAAAD83BFC941A50C"/>
          </w:placeholder>
          <w:temporary/>
          <w:showingPlcHdr/>
          <w15:appearance w15:val="hidden"/>
        </w:sdtPr>
        <w:sdtEndPr/>
        <w:sdtContent>
          <w:r>
            <w:t>[Website]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tient information and authorization to release information"/>
      </w:tblPr>
      <w:tblGrid>
        <w:gridCol w:w="6480"/>
        <w:gridCol w:w="4320"/>
      </w:tblGrid>
      <w:tr w:rsidR="002D7409">
        <w:tc>
          <w:tcPr>
            <w:tcW w:w="6480" w:type="dxa"/>
          </w:tcPr>
          <w:p w:rsidR="008F6C63" w:rsidRDefault="008F6C63"/>
          <w:p w:rsidR="002D7409" w:rsidRDefault="008F6C63">
            <w:r>
              <w:t xml:space="preserve">Patient’s Name: </w:t>
            </w:r>
            <w:sdt>
              <w:sdtPr>
                <w:alias w:val="   "/>
                <w:tag w:val="   "/>
                <w:id w:val="-1423175724"/>
                <w:placeholder>
                  <w:docPart w:val="D79B0A72B3194BEDA80F270A07AAD45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[Current name]</w:t>
                </w:r>
              </w:sdtContent>
            </w:sdt>
          </w:p>
        </w:tc>
        <w:tc>
          <w:tcPr>
            <w:tcW w:w="4320" w:type="dxa"/>
          </w:tcPr>
          <w:p w:rsidR="008F6C63" w:rsidRDefault="008F6C63"/>
          <w:p w:rsidR="002D7409" w:rsidRDefault="008F6C63">
            <w:r>
              <w:t xml:space="preserve">Date of Birth: </w:t>
            </w:r>
            <w:sdt>
              <w:sdtPr>
                <w:id w:val="-2102092993"/>
                <w:placeholder>
                  <w:docPart w:val="E03CF95157B24E08B618CC956EE25AF4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[DOB]</w:t>
                </w:r>
              </w:sdtContent>
            </w:sdt>
          </w:p>
        </w:tc>
      </w:tr>
      <w:tr w:rsidR="002D7409">
        <w:tc>
          <w:tcPr>
            <w:tcW w:w="6480" w:type="dxa"/>
            <w:tcBorders>
              <w:bottom w:val="single" w:sz="4" w:space="0" w:color="auto"/>
            </w:tcBorders>
          </w:tcPr>
          <w:p w:rsidR="002D7409" w:rsidRDefault="008F6C63">
            <w:r>
              <w:t xml:space="preserve">Previous Name: </w:t>
            </w:r>
            <w:sdt>
              <w:sdtPr>
                <w:alias w:val="   "/>
                <w:tag w:val="   "/>
                <w:id w:val="631289722"/>
                <w:placeholder>
                  <w:docPart w:val="6E249F7C912D4D4EA9ECF013F8487AC7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[Previous name]</w:t>
                </w:r>
              </w:sdtContent>
            </w:sdt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2D7409" w:rsidRDefault="008F6C63">
            <w:r>
              <w:t xml:space="preserve">Social Security #: </w:t>
            </w:r>
            <w:sdt>
              <w:sdtPr>
                <w:alias w:val="   "/>
                <w:tag w:val="   "/>
                <w:id w:val="830403970"/>
                <w:placeholder>
                  <w:docPart w:val="0735086C607A457C932A7F687F0E5DE7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[SSN]</w:t>
                </w:r>
              </w:sdtContent>
            </w:sdt>
          </w:p>
        </w:tc>
      </w:tr>
      <w:tr w:rsidR="002D7409"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2D7409" w:rsidRDefault="008F6C63">
            <w:r>
              <w:t xml:space="preserve">I request and authorize </w:t>
            </w:r>
            <w:sdt>
              <w:sdtPr>
                <w:alias w:val="   "/>
                <w:tag w:val="   "/>
                <w:id w:val="-150834811"/>
                <w:placeholder>
                  <w:docPart w:val="A050D482B78644C487CCFF998BDF9549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[Authorized individual]</w:t>
                </w:r>
              </w:sdtContent>
            </w:sdt>
            <w:r>
              <w:t xml:space="preserve"> to release healthcare information of the patient named above to: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2D7409" w:rsidRDefault="008F6C63">
            <w:sdt>
              <w:sdtPr>
                <w:alias w:val="   "/>
                <w:tag w:val="   "/>
                <w:id w:val="1601605780"/>
                <w:placeholder>
                  <w:docPart w:val="E3E341F5BB4D458DBE9F5117235002C0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[Name]</w:t>
                </w:r>
              </w:sdtContent>
            </w:sdt>
            <w:r>
              <w:br/>
            </w:r>
            <w:sdt>
              <w:sdtPr>
                <w:id w:val="-574666143"/>
                <w:placeholder>
                  <w:docPart w:val="555E6D4FFBF44C3580C85C58AEC5F52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[Street address]</w:t>
                </w:r>
              </w:sdtContent>
            </w:sdt>
            <w:r>
              <w:br/>
            </w:r>
            <w:sdt>
              <w:sdtPr>
                <w:id w:val="-1359505093"/>
                <w:placeholder>
                  <w:docPart w:val="9250695FD572408AA50177ACE333B71F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[City, ST  ZIP Code]</w:t>
                </w:r>
              </w:sdtContent>
            </w:sdt>
          </w:p>
        </w:tc>
        <w:bookmarkStart w:id="0" w:name="_GoBack"/>
        <w:bookmarkEnd w:id="0"/>
      </w:tr>
    </w:tbl>
    <w:p w:rsidR="002D7409" w:rsidRDefault="008F6C63">
      <w:r>
        <w:t>This request and authorization applies to:</w:t>
      </w:r>
    </w:p>
    <w:p w:rsidR="002D7409" w:rsidRDefault="008F6C63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411.45pt;height:20.55pt" o:ole="">
            <v:imagedata r:id="rId6" o:title=""/>
          </v:shape>
          <w:control r:id="rId7" w:name="OptionButton131" w:shapeid="_x0000_i1046"/>
        </w:object>
      </w:r>
    </w:p>
    <w:p w:rsidR="002D7409" w:rsidRDefault="008F6C63">
      <w:sdt>
        <w:sdtPr>
          <w:alias w:val="   "/>
          <w:tag w:val="   "/>
          <w:id w:val="-1603331848"/>
          <w:placeholder>
            <w:docPart w:val="5DE35AD0C004404CB76427884683E2A7"/>
          </w:placeholder>
          <w:temporary/>
          <w:showingPlcHdr/>
          <w15:appearance w15:val="hidden"/>
        </w:sdtPr>
        <w:sdtEndPr/>
        <w:sdtContent>
          <w:r>
            <w:t>[List here]</w:t>
          </w:r>
        </w:sdtContent>
      </w:sdt>
    </w:p>
    <w:p w:rsidR="002D7409" w:rsidRDefault="008F6C63">
      <w:r>
        <w:object w:dxaOrig="1440" w:dyaOrig="1440">
          <v:shape id="_x0000_i1047" type="#_x0000_t75" style="width:174.05pt;height:21.35pt" o:ole="">
            <v:imagedata r:id="rId8" o:title=""/>
          </v:shape>
          <w:control r:id="rId9" w:name="OptionButton111" w:shapeid="_x0000_i1047"/>
        </w:object>
      </w:r>
      <w:r>
        <w:object w:dxaOrig="1440" w:dyaOrig="1440">
          <v:shape id="_x0000_i1048" type="#_x0000_t75" style="width:130.55pt;height:21.35pt" o:ole="">
            <v:imagedata r:id="rId10" o:title=""/>
          </v:shape>
          <w:control r:id="rId11" w:name="OptionButton121" w:shapeid="_x0000_i1048"/>
        </w:object>
      </w:r>
    </w:p>
    <w:p w:rsidR="002D7409" w:rsidRDefault="008F6C63">
      <w:sdt>
        <w:sdtPr>
          <w:alias w:val="   "/>
          <w:tag w:val="   "/>
          <w:id w:val="706917130"/>
          <w:placeholder>
            <w:docPart w:val="5DE35AD0C004404CB76427884683E2A7"/>
          </w:placeholder>
          <w:temporary/>
          <w:showingPlcHdr/>
          <w15:appearance w15:val="hidden"/>
        </w:sdtPr>
        <w:sdtEndPr/>
        <w:sdtContent>
          <w:r>
            <w:t>[List here]</w:t>
          </w:r>
        </w:sdtContent>
      </w:sdt>
    </w:p>
    <w:p w:rsidR="002D7409" w:rsidRDefault="008F6C63">
      <w:sdt>
        <w:sdtPr>
          <w:alias w:val="   "/>
          <w:tag w:val="   "/>
          <w:id w:val="701449381"/>
          <w:placeholder>
            <w:docPart w:val="9EB7FC3666CD45F79DCE50A8AAD14324"/>
          </w:placeholder>
          <w:temporary/>
          <w:showingPlcHdr/>
          <w15:appearance w15:val="hidden"/>
        </w:sdtPr>
        <w:sdtEndPr/>
        <w:sdtContent>
          <w:r>
            <w:t>[Additional information]</w:t>
          </w:r>
        </w:sdtContent>
      </w:sdt>
    </w:p>
    <w:p w:rsidR="002D7409" w:rsidRDefault="008F6C63">
      <w:pPr>
        <w:pBdr>
          <w:top w:val="single" w:sz="4" w:space="1" w:color="auto"/>
        </w:pBdr>
      </w:pPr>
      <w:r>
        <w:rPr>
          <w:rStyle w:val="Strong"/>
        </w:rPr>
        <w:t>Definition</w:t>
      </w:r>
      <w:r>
        <w:t>:  Sexually Transmitted Disease (STD) as defined by law, RCW 70.24 et seq., includes herpes, herpes simplex, human papilloma virus, wart, genital wart, condyloma, Chlamydia, non-specific urethritis, syphilis, VDRL, chancroid, lymphogranuloma venereuem, HIV</w:t>
      </w:r>
      <w:r>
        <w:t xml:space="preserve"> (Human Immunodeficiency Virus), AIDS (Acquired Immunodeficiency Syndrome), and gonorrhea.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Yes/No authorizations for STD and drug and alcohol use"/>
      </w:tblPr>
      <w:tblGrid>
        <w:gridCol w:w="2052"/>
        <w:gridCol w:w="8748"/>
      </w:tblGrid>
      <w:tr w:rsidR="002D7409">
        <w:tc>
          <w:tcPr>
            <w:tcW w:w="2052" w:type="dxa"/>
          </w:tcPr>
          <w:p w:rsidR="002D7409" w:rsidRDefault="008F6C63">
            <w:r>
              <w:object w:dxaOrig="1440" w:dyaOrig="1440">
                <v:shape id="_x0000_i1049" type="#_x0000_t75" style="width:41.15pt;height:21.35pt" o:ole="">
                  <v:imagedata r:id="rId12" o:title=""/>
                </v:shape>
                <w:control r:id="rId13" w:name="OptionButton23" w:shapeid="_x0000_i1049"/>
              </w:object>
            </w:r>
            <w:r>
              <w:object w:dxaOrig="1440" w:dyaOrig="1440">
                <v:shape id="_x0000_i1050" type="#_x0000_t75" style="width:41.15pt;height:21.35pt" o:ole="">
                  <v:imagedata r:id="rId14" o:title=""/>
                </v:shape>
                <w:control r:id="rId15" w:name="OptionButton212" w:shapeid="_x0000_i1050"/>
              </w:object>
            </w:r>
          </w:p>
        </w:tc>
        <w:tc>
          <w:tcPr>
            <w:tcW w:w="8748" w:type="dxa"/>
          </w:tcPr>
          <w:p w:rsidR="002D7409" w:rsidRDefault="008F6C63">
            <w:r>
              <w:t>I authorize the release of my STD results, HIV/AIDS testing, whether negative or positive, to the person(s) listed above. I understand that the person(s) listed a</w:t>
            </w:r>
            <w:r>
              <w:t>bove will be notified that I must give specific written permission before disclosure of these test results to anyone.</w:t>
            </w:r>
          </w:p>
        </w:tc>
      </w:tr>
      <w:tr w:rsidR="002D7409">
        <w:tc>
          <w:tcPr>
            <w:tcW w:w="2052" w:type="dxa"/>
          </w:tcPr>
          <w:p w:rsidR="002D7409" w:rsidRDefault="008F6C63">
            <w:r>
              <w:object w:dxaOrig="1440" w:dyaOrig="1440">
                <v:shape id="_x0000_i1051" type="#_x0000_t75" style="width:41.15pt;height:21.35pt" o:ole="">
                  <v:imagedata r:id="rId12" o:title=""/>
                </v:shape>
                <w:control r:id="rId16" w:name="OptionButton221" w:shapeid="_x0000_i1051"/>
              </w:object>
            </w:r>
            <w:r>
              <w:object w:dxaOrig="1440" w:dyaOrig="1440">
                <v:shape id="_x0000_i1052" type="#_x0000_t75" style="width:41.15pt;height:21.35pt" o:ole="">
                  <v:imagedata r:id="rId14" o:title=""/>
                </v:shape>
                <w:control r:id="rId17" w:name="OptionButton2111" w:shapeid="_x0000_i1052"/>
              </w:object>
            </w:r>
          </w:p>
        </w:tc>
        <w:tc>
          <w:tcPr>
            <w:tcW w:w="8748" w:type="dxa"/>
          </w:tcPr>
          <w:p w:rsidR="002D7409" w:rsidRDefault="008F6C63">
            <w:r>
              <w:t>I authorize the release of any records regarding drug, alcohol, or mental health treatment to the person(s) listed above.</w:t>
            </w:r>
          </w:p>
        </w:tc>
      </w:tr>
    </w:tbl>
    <w:p w:rsidR="002D7409" w:rsidRDefault="002D7409">
      <w:pPr>
        <w:pStyle w:val="NoSpacing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980"/>
        <w:gridCol w:w="6570"/>
        <w:gridCol w:w="2250"/>
      </w:tblGrid>
      <w:tr w:rsidR="002D7409">
        <w:trPr>
          <w:trHeight w:val="666"/>
        </w:trPr>
        <w:tc>
          <w:tcPr>
            <w:tcW w:w="1980" w:type="dxa"/>
            <w:vAlign w:val="bottom"/>
          </w:tcPr>
          <w:p w:rsidR="002D7409" w:rsidRDefault="008F6C63">
            <w:pPr>
              <w:pStyle w:val="NoSpacing"/>
            </w:pPr>
            <w:r>
              <w:t>Patient Si</w:t>
            </w:r>
            <w:r>
              <w:t>gnature: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bottom"/>
          </w:tcPr>
          <w:p w:rsidR="002D7409" w:rsidRDefault="002D7409">
            <w:pPr>
              <w:pStyle w:val="NoSpacing"/>
            </w:pPr>
          </w:p>
        </w:tc>
        <w:tc>
          <w:tcPr>
            <w:tcW w:w="2250" w:type="dxa"/>
            <w:vAlign w:val="bottom"/>
          </w:tcPr>
          <w:p w:rsidR="002D7409" w:rsidRDefault="008F6C63">
            <w:pPr>
              <w:pStyle w:val="NoSpacing"/>
            </w:pPr>
            <w:r>
              <w:t xml:space="preserve">Date signed: </w:t>
            </w:r>
            <w:sdt>
              <w:sdtPr>
                <w:id w:val="-767700539"/>
                <w:placeholder>
                  <w:docPart w:val="1E060D835063478F872179CD304FAE22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</w:tbl>
    <w:p w:rsidR="002D7409" w:rsidRDefault="008F6C63">
      <w:pPr>
        <w:pStyle w:val="Heading3"/>
      </w:pPr>
      <w:r>
        <w:t>THIS AUTHORIZATION EXPIRES NINETY DAYS AFTER IT IS SIGNED.</w:t>
      </w:r>
    </w:p>
    <w:sectPr w:rsidR="002D7409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63"/>
    <w:rsid w:val="002031EA"/>
    <w:rsid w:val="002D7409"/>
    <w:rsid w:val="008F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143525"/>
  <w15:chartTrackingRefBased/>
  <w15:docId w15:val="{4ADA7D88-C399-4D5E-A4F8-5BBC022D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120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tabs>
        <w:tab w:val="right" w:leader="underscore" w:pos="10800"/>
      </w:tabs>
      <w:spacing w:before="360"/>
      <w:outlineLvl w:val="1"/>
    </w:p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360"/>
      <w:jc w:val="center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basedOn w:val="Normal"/>
    <w:uiPriority w:val="1"/>
    <w:qFormat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</w:rPr>
  </w:style>
  <w:style w:type="paragraph" w:customStyle="1" w:styleId="Rightalign">
    <w:name w:val="Right align"/>
    <w:basedOn w:val="Normal"/>
    <w:uiPriority w:val="1"/>
    <w:qFormat/>
    <w:pPr>
      <w:spacing w:before="0" w:after="0"/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7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10" Type="http://schemas.openxmlformats.org/officeDocument/2006/relationships/image" Target="media/image3.wmf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uthorization%20to%20release%20healthcare%20information%20(online)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40C6BE4E9E421596028B4F7BDA2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46AC4-5F97-447F-8BC3-E12F82A9B547}"/>
      </w:docPartPr>
      <w:docPartBody>
        <w:p w:rsidR="00000000" w:rsidRDefault="00000000">
          <w:pPr>
            <w:pStyle w:val="DF40C6BE4E9E421596028B4F7BDA2317"/>
          </w:pPr>
          <w:r>
            <w:t>[Doctor name]</w:t>
          </w:r>
        </w:p>
      </w:docPartBody>
    </w:docPart>
    <w:docPart>
      <w:docPartPr>
        <w:name w:val="555E6D4FFBF44C3580C85C58AEC5F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189BA-07F8-45F4-8018-B2E21DBEFFBF}"/>
      </w:docPartPr>
      <w:docPartBody>
        <w:p w:rsidR="00000000" w:rsidRDefault="00000000">
          <w:pPr>
            <w:pStyle w:val="555E6D4FFBF44C3580C85C58AEC5F522"/>
          </w:pPr>
          <w:r>
            <w:t>[Street address]</w:t>
          </w:r>
        </w:p>
      </w:docPartBody>
    </w:docPart>
    <w:docPart>
      <w:docPartPr>
        <w:name w:val="9250695FD572408AA50177ACE333B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E5575-A66E-42BD-8A89-DA8C84A47A2A}"/>
      </w:docPartPr>
      <w:docPartBody>
        <w:p w:rsidR="00000000" w:rsidRDefault="00000000">
          <w:pPr>
            <w:pStyle w:val="9250695FD572408AA50177ACE333B71F"/>
          </w:pPr>
          <w:r>
            <w:t>[City, ST  ZIP Code]</w:t>
          </w:r>
        </w:p>
      </w:docPartBody>
    </w:docPart>
    <w:docPart>
      <w:docPartPr>
        <w:name w:val="971A3CAD68994A73ABFAD9549D05A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D1D19-5A91-4531-A98C-19BC506FE9AC}"/>
      </w:docPartPr>
      <w:docPartBody>
        <w:p w:rsidR="00000000" w:rsidRDefault="00000000">
          <w:pPr>
            <w:pStyle w:val="971A3CAD68994A73ABFAD9549D05AC14"/>
          </w:pPr>
          <w:r>
            <w:t>[Phone number]</w:t>
          </w:r>
        </w:p>
      </w:docPartBody>
    </w:docPart>
    <w:docPart>
      <w:docPartPr>
        <w:name w:val="A2D9FD015E874AF48B8200D1108BA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EB0C9-C9E7-4A5B-9300-7CF7BFF06749}"/>
      </w:docPartPr>
      <w:docPartBody>
        <w:p w:rsidR="00000000" w:rsidRDefault="00000000">
          <w:pPr>
            <w:pStyle w:val="A2D9FD015E874AF48B8200D1108BA0D1"/>
          </w:pPr>
          <w:r>
            <w:t>[Fax number]</w:t>
          </w:r>
        </w:p>
      </w:docPartBody>
    </w:docPart>
    <w:docPart>
      <w:docPartPr>
        <w:name w:val="CB5D6DBB96DB4DC792440D6AAF87D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3B2FA-18D5-4E4A-9DE0-64E7B4452662}"/>
      </w:docPartPr>
      <w:docPartBody>
        <w:p w:rsidR="00000000" w:rsidRDefault="00000000">
          <w:pPr>
            <w:pStyle w:val="CB5D6DBB96DB4DC792440D6AAF87D0F4"/>
          </w:pPr>
          <w:r>
            <w:t>[Email]</w:t>
          </w:r>
        </w:p>
      </w:docPartBody>
    </w:docPart>
    <w:docPart>
      <w:docPartPr>
        <w:name w:val="FD31BEFCA6DA4CDCAAAD83BFC941A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3E646-00EF-4085-83DA-773A54796195}"/>
      </w:docPartPr>
      <w:docPartBody>
        <w:p w:rsidR="00000000" w:rsidRDefault="00000000">
          <w:pPr>
            <w:pStyle w:val="FD31BEFCA6DA4CDCAAAD83BFC941A50C"/>
          </w:pPr>
          <w:r>
            <w:t>[Website]</w:t>
          </w:r>
        </w:p>
      </w:docPartBody>
    </w:docPart>
    <w:docPart>
      <w:docPartPr>
        <w:name w:val="D79B0A72B3194BEDA80F270A07AAD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30BDC5-49CC-4F86-959C-AACD8FD27860}"/>
      </w:docPartPr>
      <w:docPartBody>
        <w:p w:rsidR="00000000" w:rsidRDefault="00000000">
          <w:pPr>
            <w:pStyle w:val="D79B0A72B3194BEDA80F270A07AAD452"/>
          </w:pPr>
          <w:r>
            <w:t>[Current name]</w:t>
          </w:r>
        </w:p>
      </w:docPartBody>
    </w:docPart>
    <w:docPart>
      <w:docPartPr>
        <w:name w:val="E03CF95157B24E08B618CC956EE25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753FF-8BC2-4583-9B64-19D601783CEC}"/>
      </w:docPartPr>
      <w:docPartBody>
        <w:p w:rsidR="00000000" w:rsidRDefault="00000000">
          <w:pPr>
            <w:pStyle w:val="E03CF95157B24E08B618CC956EE25AF4"/>
          </w:pPr>
          <w:r>
            <w:t>[DOB]</w:t>
          </w:r>
        </w:p>
      </w:docPartBody>
    </w:docPart>
    <w:docPart>
      <w:docPartPr>
        <w:name w:val="6E249F7C912D4D4EA9ECF013F8487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69089-0C6E-4B58-8B3A-D3F96E454FD8}"/>
      </w:docPartPr>
      <w:docPartBody>
        <w:p w:rsidR="00000000" w:rsidRDefault="00000000">
          <w:pPr>
            <w:pStyle w:val="6E249F7C912D4D4EA9ECF013F8487AC7"/>
          </w:pPr>
          <w:r>
            <w:t>[Previous name]</w:t>
          </w:r>
        </w:p>
      </w:docPartBody>
    </w:docPart>
    <w:docPart>
      <w:docPartPr>
        <w:name w:val="0735086C607A457C932A7F687F0E5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C786D-6F10-47D1-A344-9EEA7EEAB013}"/>
      </w:docPartPr>
      <w:docPartBody>
        <w:p w:rsidR="00000000" w:rsidRDefault="00000000">
          <w:pPr>
            <w:pStyle w:val="0735086C607A457C932A7F687F0E5DE7"/>
          </w:pPr>
          <w:r>
            <w:t>[SSN]</w:t>
          </w:r>
        </w:p>
      </w:docPartBody>
    </w:docPart>
    <w:docPart>
      <w:docPartPr>
        <w:name w:val="A050D482B78644C487CCFF998BDF9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090EC-E9EB-4420-809A-30840365C839}"/>
      </w:docPartPr>
      <w:docPartBody>
        <w:p w:rsidR="00000000" w:rsidRDefault="00000000">
          <w:pPr>
            <w:pStyle w:val="A050D482B78644C487CCFF998BDF9549"/>
          </w:pPr>
          <w:r>
            <w:t>[Authorized individual]</w:t>
          </w:r>
        </w:p>
      </w:docPartBody>
    </w:docPart>
    <w:docPart>
      <w:docPartPr>
        <w:name w:val="E3E341F5BB4D458DBE9F511723500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A0189-389B-434A-BED1-131D79104B72}"/>
      </w:docPartPr>
      <w:docPartBody>
        <w:p w:rsidR="00000000" w:rsidRDefault="00000000">
          <w:pPr>
            <w:pStyle w:val="E3E341F5BB4D458DBE9F5117235002C0"/>
          </w:pPr>
          <w:r>
            <w:t>[Name]</w:t>
          </w:r>
        </w:p>
      </w:docPartBody>
    </w:docPart>
    <w:docPart>
      <w:docPartPr>
        <w:name w:val="5DE35AD0C004404CB76427884683E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128410-D4B3-4603-AA7B-D40CEEA20DB7}"/>
      </w:docPartPr>
      <w:docPartBody>
        <w:p w:rsidR="00000000" w:rsidRDefault="00000000">
          <w:pPr>
            <w:pStyle w:val="5DE35AD0C004404CB76427884683E2A7"/>
          </w:pPr>
          <w:r>
            <w:t>[List here]</w:t>
          </w:r>
        </w:p>
      </w:docPartBody>
    </w:docPart>
    <w:docPart>
      <w:docPartPr>
        <w:name w:val="9EB7FC3666CD45F79DCE50A8AAD14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0370-04D1-412B-B293-9C055F38001D}"/>
      </w:docPartPr>
      <w:docPartBody>
        <w:p w:rsidR="00000000" w:rsidRDefault="00000000">
          <w:pPr>
            <w:pStyle w:val="9EB7FC3666CD45F79DCE50A8AAD14324"/>
          </w:pPr>
          <w:r>
            <w:t>[Additional information]</w:t>
          </w:r>
        </w:p>
      </w:docPartBody>
    </w:docPart>
    <w:docPart>
      <w:docPartPr>
        <w:name w:val="1E060D835063478F872179CD304FA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0A812-13E9-4AA1-B4F7-6AAE612A1AE4}"/>
      </w:docPartPr>
      <w:docPartBody>
        <w:p w:rsidR="00000000" w:rsidRDefault="00000000">
          <w:pPr>
            <w:pStyle w:val="1E060D835063478F872179CD304FAE22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40C6BE4E9E421596028B4F7BDA2317">
    <w:name w:val="DF40C6BE4E9E421596028B4F7BDA2317"/>
  </w:style>
  <w:style w:type="paragraph" w:customStyle="1" w:styleId="555E6D4FFBF44C3580C85C58AEC5F522">
    <w:name w:val="555E6D4FFBF44C3580C85C58AEC5F522"/>
  </w:style>
  <w:style w:type="paragraph" w:customStyle="1" w:styleId="9250695FD572408AA50177ACE333B71F">
    <w:name w:val="9250695FD572408AA50177ACE333B71F"/>
  </w:style>
  <w:style w:type="paragraph" w:customStyle="1" w:styleId="971A3CAD68994A73ABFAD9549D05AC14">
    <w:name w:val="971A3CAD68994A73ABFAD9549D05AC14"/>
  </w:style>
  <w:style w:type="paragraph" w:customStyle="1" w:styleId="A2D9FD015E874AF48B8200D1108BA0D1">
    <w:name w:val="A2D9FD015E874AF48B8200D1108BA0D1"/>
  </w:style>
  <w:style w:type="paragraph" w:customStyle="1" w:styleId="CB5D6DBB96DB4DC792440D6AAF87D0F4">
    <w:name w:val="CB5D6DBB96DB4DC792440D6AAF87D0F4"/>
  </w:style>
  <w:style w:type="paragraph" w:customStyle="1" w:styleId="FD31BEFCA6DA4CDCAAAD83BFC941A50C">
    <w:name w:val="FD31BEFCA6DA4CDCAAAD83BFC941A50C"/>
  </w:style>
  <w:style w:type="paragraph" w:customStyle="1" w:styleId="D79B0A72B3194BEDA80F270A07AAD452">
    <w:name w:val="D79B0A72B3194BEDA80F270A07AAD452"/>
  </w:style>
  <w:style w:type="paragraph" w:customStyle="1" w:styleId="E03CF95157B24E08B618CC956EE25AF4">
    <w:name w:val="E03CF95157B24E08B618CC956EE25AF4"/>
  </w:style>
  <w:style w:type="paragraph" w:customStyle="1" w:styleId="6E249F7C912D4D4EA9ECF013F8487AC7">
    <w:name w:val="6E249F7C912D4D4EA9ECF013F8487AC7"/>
  </w:style>
  <w:style w:type="paragraph" w:customStyle="1" w:styleId="0735086C607A457C932A7F687F0E5DE7">
    <w:name w:val="0735086C607A457C932A7F687F0E5DE7"/>
  </w:style>
  <w:style w:type="paragraph" w:customStyle="1" w:styleId="A050D482B78644C487CCFF998BDF9549">
    <w:name w:val="A050D482B78644C487CCFF998BDF9549"/>
  </w:style>
  <w:style w:type="paragraph" w:customStyle="1" w:styleId="E3E341F5BB4D458DBE9F5117235002C0">
    <w:name w:val="E3E341F5BB4D458DBE9F5117235002C0"/>
  </w:style>
  <w:style w:type="paragraph" w:customStyle="1" w:styleId="5DE35AD0C004404CB76427884683E2A7">
    <w:name w:val="5DE35AD0C004404CB76427884683E2A7"/>
  </w:style>
  <w:style w:type="paragraph" w:customStyle="1" w:styleId="9EB7FC3666CD45F79DCE50A8AAD14324">
    <w:name w:val="9EB7FC3666CD45F79DCE50A8AAD14324"/>
  </w:style>
  <w:style w:type="paragraph" w:customStyle="1" w:styleId="1E060D835063478F872179CD304FAE22">
    <w:name w:val="1E060D835063478F872179CD304FAE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EDA33-69C1-47B9-82C1-1A1811A2F9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F261D4-527D-485D-801E-4842FDF35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Authorization to release healthcare information (online).dotx</Template>
  <TotalTime>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THIS AUTHORIZATION EXPIRES NINETY DAYS AFTER IT IS SIGNED.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2017-06-14T09:14:00Z</dcterms:created>
  <dcterms:modified xsi:type="dcterms:W3CDTF">2017-06-14T09:21:00Z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TC039736599991</vt:lpwstr>
  </property>
</Properties>
</file>