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A1C" w:rsidRPr="00E47CE7" w:rsidRDefault="00900A1C" w:rsidP="00900A1C">
      <w:pPr>
        <w:pStyle w:val="Address"/>
        <w:jc w:val="center"/>
        <w:rPr>
          <w:b/>
          <w:sz w:val="38"/>
        </w:rPr>
      </w:pPr>
      <w:bookmarkStart w:id="0" w:name="_GoBack"/>
      <w:r w:rsidRPr="00E47CE7">
        <w:rPr>
          <w:b/>
          <w:sz w:val="38"/>
        </w:rPr>
        <w:t>Authorization Letter for Release of Medical Record</w:t>
      </w:r>
    </w:p>
    <w:bookmarkEnd w:id="0"/>
    <w:p w:rsidR="00900A1C" w:rsidRDefault="00900A1C" w:rsidP="00900A1C">
      <w:pPr>
        <w:pStyle w:val="Address"/>
        <w:jc w:val="center"/>
        <w:rPr>
          <w:b/>
          <w:sz w:val="32"/>
        </w:rPr>
      </w:pPr>
    </w:p>
    <w:p w:rsidR="00900A1C" w:rsidRPr="00900A1C" w:rsidRDefault="00900A1C" w:rsidP="00900A1C">
      <w:pPr>
        <w:pStyle w:val="Address"/>
        <w:jc w:val="center"/>
        <w:rPr>
          <w:b/>
          <w:sz w:val="32"/>
        </w:rPr>
      </w:pPr>
    </w:p>
    <w:sdt>
      <w:sdtPr>
        <w:alias w:val="Your Name"/>
        <w:tag w:val="Your Name"/>
        <w:id w:val="-1786799709"/>
        <w:placeholder>
          <w:docPart w:val="ACA54B730E824036A918FF9F8829BD38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65754" w:rsidRDefault="00E47CE7">
          <w:pPr>
            <w:pStyle w:val="Address"/>
          </w:pPr>
          <w:r>
            <w:t>[Your Name]</w:t>
          </w:r>
        </w:p>
      </w:sdtContent>
    </w:sdt>
    <w:p w:rsidR="00D65754" w:rsidRDefault="000C53A3">
      <w:pPr>
        <w:pStyle w:val="Address"/>
      </w:pPr>
      <w:sdt>
        <w:sdtPr>
          <w:id w:val="-28192178"/>
          <w:placeholder>
            <w:docPart w:val="57FA4FEC8E3A4212B5074E2DD49B0E82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</w:p>
    <w:sdt>
      <w:sdtPr>
        <w:id w:val="828716564"/>
        <w:placeholder>
          <w:docPart w:val="EF4BE1FBF3C9466EAD5D6F8BC5AE8484"/>
        </w:placeholder>
        <w:temporary/>
        <w:showingPlcHdr/>
        <w15:appearance w15:val="hidden"/>
      </w:sdtPr>
      <w:sdtEndPr/>
      <w:sdtContent>
        <w:p w:rsidR="00D65754" w:rsidRDefault="000C53A3">
          <w:pPr>
            <w:pStyle w:val="Address"/>
          </w:pPr>
          <w:r>
            <w:t>[City, ST  ZIP Code]</w:t>
          </w:r>
        </w:p>
      </w:sdtContent>
    </w:sdt>
    <w:sdt>
      <w:sdtPr>
        <w:alias w:val="Date"/>
        <w:tag w:val="Date"/>
        <w:id w:val="-1797359151"/>
        <w:placeholder>
          <w:docPart w:val="D9C34A370C4C4AFDA18B1FF33CF620E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65754" w:rsidRDefault="000C53A3">
          <w:pPr>
            <w:pStyle w:val="Date"/>
          </w:pPr>
          <w:r>
            <w:t>[Date]</w:t>
          </w:r>
        </w:p>
      </w:sdtContent>
    </w:sdt>
    <w:sdt>
      <w:sdtPr>
        <w:alias w:val="Doctor Name"/>
        <w:tag w:val=""/>
        <w:id w:val="-378937380"/>
        <w:placeholder>
          <w:docPart w:val="B2AA92F7C17D445396B890A9212E1B53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D65754" w:rsidRDefault="000C53A3">
          <w:pPr>
            <w:pStyle w:val="Address"/>
          </w:pPr>
          <w:r>
            <w:t>[Doctor Name]</w:t>
          </w:r>
        </w:p>
      </w:sdtContent>
    </w:sdt>
    <w:sdt>
      <w:sdtPr>
        <w:id w:val="566236108"/>
        <w:placeholder>
          <w:docPart w:val="9EE4BFD493574913BCF449A360E4186F"/>
        </w:placeholder>
        <w:temporary/>
        <w:showingPlcHdr/>
        <w15:appearance w15:val="hidden"/>
      </w:sdtPr>
      <w:sdtEndPr/>
      <w:sdtContent>
        <w:p w:rsidR="00D65754" w:rsidRDefault="000C53A3">
          <w:pPr>
            <w:pStyle w:val="Address"/>
          </w:pPr>
          <w:r>
            <w:t>[Medical Practice or Hospital Name]</w:t>
          </w:r>
        </w:p>
      </w:sdtContent>
    </w:sdt>
    <w:sdt>
      <w:sdtPr>
        <w:id w:val="874039300"/>
        <w:placeholder>
          <w:docPart w:val="57FA4FEC8E3A4212B5074E2DD49B0E82"/>
        </w:placeholder>
        <w:temporary/>
        <w:showingPlcHdr/>
        <w15:appearance w15:val="hidden"/>
      </w:sdtPr>
      <w:sdtEndPr/>
      <w:sdtContent>
        <w:p w:rsidR="00D65754" w:rsidRDefault="000C53A3">
          <w:pPr>
            <w:pStyle w:val="Address"/>
          </w:pPr>
          <w:r>
            <w:t>[Street Address]</w:t>
          </w:r>
        </w:p>
      </w:sdtContent>
    </w:sdt>
    <w:sdt>
      <w:sdtPr>
        <w:id w:val="-1389496779"/>
        <w:placeholder>
          <w:docPart w:val="4BC65444523A43BA84E1CB7606A132B5"/>
        </w:placeholder>
        <w:temporary/>
        <w:showingPlcHdr/>
        <w15:appearance w15:val="hidden"/>
      </w:sdtPr>
      <w:sdtEndPr/>
      <w:sdtContent>
        <w:p w:rsidR="00D65754" w:rsidRDefault="000C53A3">
          <w:pPr>
            <w:pStyle w:val="Address"/>
          </w:pPr>
          <w:r>
            <w:t>[City, ST  ZIP Code</w:t>
          </w:r>
        </w:p>
      </w:sdtContent>
    </w:sdt>
    <w:p w:rsidR="00D65754" w:rsidRDefault="000C53A3">
      <w:pPr>
        <w:pStyle w:val="Salutation"/>
      </w:pPr>
      <w:r>
        <w:t xml:space="preserve">RE: Release of medical records for </w:t>
      </w:r>
      <w:sdt>
        <w:sdtPr>
          <w:alias w:val="Your Name"/>
          <w:tag w:val="Your Name"/>
          <w:id w:val="-588782218"/>
          <w:placeholder>
            <w:docPart w:val="9AA23F2A68C34A37B007E20DC43A3C9A"/>
          </w:placeholder>
          <w:showingPlcHdr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E47CE7">
            <w:rPr>
              <w:rStyle w:val="PlaceholderText"/>
            </w:rPr>
            <w:t>[Your Name]</w:t>
          </w:r>
        </w:sdtContent>
      </w:sdt>
      <w:r>
        <w:t xml:space="preserve">, DOB: </w:t>
      </w:r>
      <w:sdt>
        <w:sdtPr>
          <w:id w:val="1317150237"/>
          <w:placeholder>
            <w:docPart w:val="1C282118E3CC4E69B9F8E4D0DBF8C076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 xml:space="preserve">, SSN: </w:t>
      </w:r>
      <w:sdt>
        <w:sdtPr>
          <w:id w:val="-213979971"/>
          <w:placeholder>
            <w:docPart w:val="17AEDA86E666441999687DE8BD1DD16E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[Social Security Number]</w:t>
          </w:r>
        </w:sdtContent>
      </w:sdt>
    </w:p>
    <w:p w:rsidR="00D65754" w:rsidRDefault="000C53A3">
      <w:pPr>
        <w:pStyle w:val="Salutation"/>
      </w:pPr>
      <w:r>
        <w:t xml:space="preserve">Dear </w:t>
      </w:r>
      <w:sdt>
        <w:sdtPr>
          <w:alias w:val="Doctor Name"/>
          <w:tag w:val=""/>
          <w:id w:val="377278971"/>
          <w:placeholder>
            <w:docPart w:val="B2AA92F7C17D445396B890A9212E1B53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>
            <w:t>[Doctor Name]</w:t>
          </w:r>
        </w:sdtContent>
      </w:sdt>
      <w:r>
        <w:t>:</w:t>
      </w:r>
    </w:p>
    <w:p w:rsidR="00D65754" w:rsidRDefault="000C53A3">
      <w:r>
        <w:t xml:space="preserve">Please release my medical records related to treatment for </w:t>
      </w:r>
      <w:sdt>
        <w:sdtPr>
          <w:id w:val="1462463995"/>
          <w:placeholder>
            <w:docPart w:val="84BA67DDAFA94B599FFD4B3ED765060F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[medical conditions]</w:t>
          </w:r>
        </w:sdtContent>
      </w:sdt>
      <w:r>
        <w:t xml:space="preserve"> rendered by you or under your supervision from </w:t>
      </w:r>
      <w:sdt>
        <w:sdtPr>
          <w:id w:val="1385523966"/>
          <w:placeholder>
            <w:docPart w:val="1C282118E3CC4E69B9F8E4D0DBF8C076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 xml:space="preserve"> through </w:t>
      </w:r>
      <w:sdt>
        <w:sdtPr>
          <w:id w:val="-1950848001"/>
          <w:placeholder>
            <w:docPart w:val="1C282118E3CC4E69B9F8E4D0DBF8C076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[date]</w:t>
          </w:r>
        </w:sdtContent>
      </w:sdt>
      <w:r>
        <w:t>. This information will be used to further assist in my medical care, and should be mailed to:</w:t>
      </w:r>
    </w:p>
    <w:sdt>
      <w:sdtPr>
        <w:id w:val="-125472656"/>
        <w:placeholder>
          <w:docPart w:val="F5279736CF624F6F9F9C5BBD758BBDBE"/>
        </w:placeholder>
        <w:temporary/>
        <w:showingPlcHdr/>
        <w15:appearance w15:val="hidden"/>
      </w:sdtPr>
      <w:sdtEndPr/>
      <w:sdtContent>
        <w:p w:rsidR="00D65754" w:rsidRDefault="000C53A3">
          <w:pPr>
            <w:pStyle w:val="MailingAddress"/>
          </w:pPr>
          <w:r>
            <w:t>[Your Name or Name of Party to Receive Records]</w:t>
          </w:r>
        </w:p>
      </w:sdtContent>
    </w:sdt>
    <w:sdt>
      <w:sdtPr>
        <w:id w:val="-1407994532"/>
        <w:placeholder>
          <w:docPart w:val="57FA4FEC8E3A4212B5074E2DD49B0E82"/>
        </w:placeholder>
        <w:temporary/>
        <w:showingPlcHdr/>
        <w15:appearance w15:val="hidden"/>
      </w:sdtPr>
      <w:sdtEndPr/>
      <w:sdtContent>
        <w:p w:rsidR="00D65754" w:rsidRDefault="000C53A3">
          <w:pPr>
            <w:pStyle w:val="MailingAddress"/>
          </w:pPr>
          <w:r>
            <w:t>[Street Address]</w:t>
          </w:r>
        </w:p>
      </w:sdtContent>
    </w:sdt>
    <w:sdt>
      <w:sdtPr>
        <w:id w:val="-419261127"/>
        <w:placeholder>
          <w:docPart w:val="21F4C30561514C7788925C9897A15A83"/>
        </w:placeholder>
        <w:temporary/>
        <w:showingPlcHdr/>
        <w15:appearance w15:val="hidden"/>
      </w:sdtPr>
      <w:sdtEndPr/>
      <w:sdtContent>
        <w:p w:rsidR="00D65754" w:rsidRDefault="000C53A3">
          <w:pPr>
            <w:pStyle w:val="MailingAddress"/>
          </w:pPr>
          <w:r>
            <w:rPr>
              <w:rStyle w:val="BodyTextChar"/>
            </w:rPr>
            <w:t>[City, ST  ZIP Code]</w:t>
          </w:r>
        </w:p>
      </w:sdtContent>
    </w:sdt>
    <w:p w:rsidR="00D65754" w:rsidRDefault="000C53A3">
      <w:r>
        <w:t>Please bill me for costs associated with providing c</w:t>
      </w:r>
      <w:r>
        <w:t>opies of my records, and I will remit payment promptly upon receipt of the records.</w:t>
      </w:r>
    </w:p>
    <w:p w:rsidR="00D65754" w:rsidRDefault="000C53A3">
      <w:pPr>
        <w:pStyle w:val="Closing"/>
      </w:pPr>
      <w:r>
        <w:t>Sincerely,</w:t>
      </w:r>
    </w:p>
    <w:sdt>
      <w:sdtPr>
        <w:alias w:val="Your Name"/>
        <w:tag w:val="Your Name"/>
        <w:id w:val="706759868"/>
        <w:placeholder>
          <w:docPart w:val="ACA54B730E824036A918FF9F8829BD38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65754" w:rsidRDefault="00E47CE7">
          <w:pPr>
            <w:pStyle w:val="Signature"/>
          </w:pPr>
          <w:r>
            <w:t>[Your Name]</w:t>
          </w:r>
        </w:p>
      </w:sdtContent>
    </w:sdt>
    <w:sectPr w:rsidR="00D65754">
      <w:headerReference w:type="default" r:id="rId8"/>
      <w:footerReference w:type="firs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3A3" w:rsidRDefault="000C53A3">
      <w:pPr>
        <w:spacing w:line="240" w:lineRule="auto"/>
      </w:pPr>
      <w:r>
        <w:separator/>
      </w:r>
    </w:p>
  </w:endnote>
  <w:endnote w:type="continuationSeparator" w:id="0">
    <w:p w:rsidR="000C53A3" w:rsidRDefault="000C5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1C" w:rsidRDefault="00900A1C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900A1C" w:rsidRDefault="00900A1C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:rsidR="00900A1C" w:rsidRDefault="00900A1C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IoaYyFtAwAAjQ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900A1C" w:rsidRDefault="00900A1C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:rsidR="00900A1C" w:rsidRDefault="00900A1C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3A3" w:rsidRDefault="000C53A3">
      <w:pPr>
        <w:spacing w:line="240" w:lineRule="auto"/>
      </w:pPr>
      <w:r>
        <w:separator/>
      </w:r>
    </w:p>
  </w:footnote>
  <w:footnote w:type="continuationSeparator" w:id="0">
    <w:p w:rsidR="000C53A3" w:rsidRDefault="000C53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Doctor Name"/>
      <w:tag w:val=""/>
      <w:id w:val="1454597689"/>
      <w:placeholder>
        <w:docPart w:val="21F4C30561514C7788925C9897A15A8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D65754" w:rsidRDefault="000C53A3">
        <w:pPr>
          <w:pStyle w:val="Address"/>
        </w:pPr>
        <w:r>
          <w:t>[Doctor Name]</w:t>
        </w:r>
      </w:p>
    </w:sdtContent>
  </w:sdt>
  <w:sdt>
    <w:sdtPr>
      <w:alias w:val="Date"/>
      <w:tag w:val="Date"/>
      <w:id w:val="1298329455"/>
      <w:placeholder>
        <w:docPart w:val="1C282118E3CC4E69B9F8E4D0DBF8C076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D65754" w:rsidRDefault="000C53A3">
        <w:pPr>
          <w:pStyle w:val="Header"/>
        </w:pPr>
        <w:r>
          <w:t>[Date]</w:t>
        </w:r>
      </w:p>
    </w:sdtContent>
  </w:sdt>
  <w:p w:rsidR="00D65754" w:rsidRDefault="000C53A3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1C"/>
    <w:rsid w:val="000C53A3"/>
    <w:rsid w:val="001254CF"/>
    <w:rsid w:val="0023023C"/>
    <w:rsid w:val="0034017F"/>
    <w:rsid w:val="007551B2"/>
    <w:rsid w:val="008A631D"/>
    <w:rsid w:val="00900A1C"/>
    <w:rsid w:val="00B10957"/>
    <w:rsid w:val="00D65754"/>
    <w:rsid w:val="00E4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FBB4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qFormat="1"/>
    <w:lsdException w:name="Signature" w:qFormat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Closing">
    <w:name w:val="Closing"/>
    <w:basedOn w:val="Normal"/>
    <w:next w:val="Normal"/>
    <w:qFormat/>
    <w:pPr>
      <w:spacing w:after="1000" w:line="240" w:lineRule="auto"/>
    </w:pPr>
  </w:style>
  <w:style w:type="paragraph" w:styleId="BodyText">
    <w:name w:val="Body Text"/>
    <w:basedOn w:val="Normal"/>
    <w:link w:val="BodyTextChar"/>
    <w:uiPriority w:val="99"/>
    <w:semiHidden/>
  </w:style>
  <w:style w:type="character" w:customStyle="1" w:styleId="BodyTextChar">
    <w:name w:val="Body Text Char"/>
    <w:basedOn w:val="DefaultParagraphFont"/>
    <w:link w:val="BodyText"/>
    <w:uiPriority w:val="99"/>
    <w:semiHidden/>
    <w:rPr>
      <w:spacing w:val="4"/>
      <w:sz w:val="20"/>
    </w:rPr>
  </w:style>
  <w:style w:type="paragraph" w:styleId="Signature">
    <w:name w:val="Signature"/>
    <w:basedOn w:val="Normal"/>
    <w:qFormat/>
    <w:pPr>
      <w:spacing w:line="240" w:lineRule="auto"/>
    </w:pPr>
  </w:style>
  <w:style w:type="paragraph" w:customStyle="1" w:styleId="Address">
    <w:name w:val="Address"/>
    <w:basedOn w:val="Normal"/>
    <w:qFormat/>
    <w:pPr>
      <w:spacing w:after="0"/>
    </w:pPr>
  </w:style>
  <w:style w:type="paragraph" w:customStyle="1" w:styleId="MailingAddress">
    <w:name w:val="Mailing Address"/>
    <w:basedOn w:val="Address"/>
    <w:next w:val="Normal"/>
    <w:uiPriority w:val="1"/>
    <w:qFormat/>
    <w:pPr>
      <w:spacing w:after="240"/>
      <w:contextualSpacing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uthorization%20letter%20for%20release%20of%20medical%20record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CA54B730E824036A918FF9F8829B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E9455-7D00-43A0-9A07-01663B2F50AB}"/>
      </w:docPartPr>
      <w:docPartBody>
        <w:p w:rsidR="00000000" w:rsidRDefault="000326E9">
          <w:pPr>
            <w:pStyle w:val="ACA54B730E824036A918FF9F8829BD38"/>
          </w:pPr>
          <w:r>
            <w:t>[Your Name]</w:t>
          </w:r>
        </w:p>
      </w:docPartBody>
    </w:docPart>
    <w:docPart>
      <w:docPartPr>
        <w:name w:val="57FA4FEC8E3A4212B5074E2DD49B0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7034D-DED7-43FA-8104-0A1243311C45}"/>
      </w:docPartPr>
      <w:docPartBody>
        <w:p w:rsidR="00000000" w:rsidRDefault="000326E9">
          <w:pPr>
            <w:pStyle w:val="57FA4FEC8E3A4212B5074E2DD49B0E82"/>
          </w:pPr>
          <w:r>
            <w:t>[Street Address]</w:t>
          </w:r>
        </w:p>
      </w:docPartBody>
    </w:docPart>
    <w:docPart>
      <w:docPartPr>
        <w:name w:val="EF4BE1FBF3C9466EAD5D6F8BC5AE8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C700C-D95C-4CDC-A32C-EC32D79B7960}"/>
      </w:docPartPr>
      <w:docPartBody>
        <w:p w:rsidR="00000000" w:rsidRDefault="000326E9">
          <w:pPr>
            <w:pStyle w:val="EF4BE1FBF3C9466EAD5D6F8BC5AE8484"/>
          </w:pPr>
          <w:r>
            <w:t>[City, ST  ZIP Code]</w:t>
          </w:r>
        </w:p>
      </w:docPartBody>
    </w:docPart>
    <w:docPart>
      <w:docPartPr>
        <w:name w:val="D9C34A370C4C4AFDA18B1FF33CF62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BDC2E-F5F8-4239-BB0F-396011304577}"/>
      </w:docPartPr>
      <w:docPartBody>
        <w:p w:rsidR="00000000" w:rsidRDefault="000326E9">
          <w:pPr>
            <w:pStyle w:val="D9C34A370C4C4AFDA18B1FF33CF620E6"/>
          </w:pPr>
          <w:r>
            <w:t>[Date]</w:t>
          </w:r>
        </w:p>
      </w:docPartBody>
    </w:docPart>
    <w:docPart>
      <w:docPartPr>
        <w:name w:val="B2AA92F7C17D445396B890A9212E1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68B86-5117-4EAB-9F0D-3FA39EA01E39}"/>
      </w:docPartPr>
      <w:docPartBody>
        <w:p w:rsidR="00000000" w:rsidRDefault="000326E9">
          <w:pPr>
            <w:pStyle w:val="B2AA92F7C17D445396B890A9212E1B53"/>
          </w:pPr>
          <w:r>
            <w:t xml:space="preserve">[Doctor </w:t>
          </w:r>
          <w:r>
            <w:t>Name]</w:t>
          </w:r>
        </w:p>
      </w:docPartBody>
    </w:docPart>
    <w:docPart>
      <w:docPartPr>
        <w:name w:val="9EE4BFD493574913BCF449A360E41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DFF58-A56E-4F42-BD9F-8DAF6649E9DC}"/>
      </w:docPartPr>
      <w:docPartBody>
        <w:p w:rsidR="00000000" w:rsidRDefault="000326E9">
          <w:pPr>
            <w:pStyle w:val="9EE4BFD493574913BCF449A360E4186F"/>
          </w:pPr>
          <w:r>
            <w:t>[Medical Practice or Hospital Name]</w:t>
          </w:r>
        </w:p>
      </w:docPartBody>
    </w:docPart>
    <w:docPart>
      <w:docPartPr>
        <w:name w:val="4BC65444523A43BA84E1CB7606A13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B8825-D9F5-49BB-8751-DA7BF9A634E0}"/>
      </w:docPartPr>
      <w:docPartBody>
        <w:p w:rsidR="00000000" w:rsidRDefault="000326E9">
          <w:pPr>
            <w:pStyle w:val="4BC65444523A43BA84E1CB7606A132B5"/>
          </w:pPr>
          <w:r>
            <w:t>[City, ST  ZIP Code</w:t>
          </w:r>
        </w:p>
      </w:docPartBody>
    </w:docPart>
    <w:docPart>
      <w:docPartPr>
        <w:name w:val="9AA23F2A68C34A37B007E20DC43A3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A476E-80DC-408D-ABFC-764FE59874B0}"/>
      </w:docPartPr>
      <w:docPartBody>
        <w:p w:rsidR="00000000" w:rsidRDefault="000326E9">
          <w:pPr>
            <w:pStyle w:val="9AA23F2A68C34A37B007E20DC43A3C9A"/>
          </w:pPr>
          <w:r>
            <w:rPr>
              <w:rStyle w:val="PlaceholderText"/>
            </w:rPr>
            <w:t>[Your Name]</w:t>
          </w:r>
        </w:p>
      </w:docPartBody>
    </w:docPart>
    <w:docPart>
      <w:docPartPr>
        <w:name w:val="1C282118E3CC4E69B9F8E4D0DBF8C0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85B83-3461-423E-86CB-E760113B23A4}"/>
      </w:docPartPr>
      <w:docPartBody>
        <w:p w:rsidR="00000000" w:rsidRDefault="000326E9">
          <w:pPr>
            <w:pStyle w:val="1C282118E3CC4E69B9F8E4D0DBF8C076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17AEDA86E666441999687DE8BD1DD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3B30B-90F2-4C30-935D-2DA6B55D1BAA}"/>
      </w:docPartPr>
      <w:docPartBody>
        <w:p w:rsidR="00000000" w:rsidRDefault="000326E9">
          <w:pPr>
            <w:pStyle w:val="17AEDA86E666441999687DE8BD1DD16E"/>
          </w:pPr>
          <w:r>
            <w:rPr>
              <w:rStyle w:val="PlaceholderText"/>
            </w:rPr>
            <w:t>[Social Security Number]</w:t>
          </w:r>
        </w:p>
      </w:docPartBody>
    </w:docPart>
    <w:docPart>
      <w:docPartPr>
        <w:name w:val="84BA67DDAFA94B599FFD4B3ED7650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E3E01-8764-4E20-BDA7-A99237264FE0}"/>
      </w:docPartPr>
      <w:docPartBody>
        <w:p w:rsidR="00000000" w:rsidRDefault="000326E9">
          <w:pPr>
            <w:pStyle w:val="84BA67DDAFA94B599FFD4B3ED765060F"/>
          </w:pPr>
          <w:r>
            <w:rPr>
              <w:rStyle w:val="PlaceholderText"/>
            </w:rPr>
            <w:t>[medical conditions]</w:t>
          </w:r>
        </w:p>
      </w:docPartBody>
    </w:docPart>
    <w:docPart>
      <w:docPartPr>
        <w:name w:val="F5279736CF624F6F9F9C5BBD758BB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14D63-F985-4964-A3D8-070122E6C8EA}"/>
      </w:docPartPr>
      <w:docPartBody>
        <w:p w:rsidR="00000000" w:rsidRDefault="000326E9">
          <w:pPr>
            <w:pStyle w:val="F5279736CF624F6F9F9C5BBD758BBDBE"/>
          </w:pPr>
          <w:r>
            <w:t>[Your Name or Name of Party to Receive Records]</w:t>
          </w:r>
        </w:p>
      </w:docPartBody>
    </w:docPart>
    <w:docPart>
      <w:docPartPr>
        <w:name w:val="21F4C30561514C7788925C9897A15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FC69C-EEBC-468D-9BE2-07C1E679EB60}"/>
      </w:docPartPr>
      <w:docPartBody>
        <w:p w:rsidR="00000000" w:rsidRDefault="000326E9">
          <w:pPr>
            <w:pStyle w:val="21F4C30561514C7788925C9897A15A83"/>
          </w:pPr>
          <w:r>
            <w:rPr>
              <w:rStyle w:val="BodyTextChar"/>
            </w:rPr>
            <w:t>[City,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6E9"/>
    <w:rsid w:val="0003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A54B730E824036A918FF9F8829BD38">
    <w:name w:val="ACA54B730E824036A918FF9F8829BD38"/>
  </w:style>
  <w:style w:type="paragraph" w:customStyle="1" w:styleId="57FA4FEC8E3A4212B5074E2DD49B0E82">
    <w:name w:val="57FA4FEC8E3A4212B5074E2DD49B0E82"/>
  </w:style>
  <w:style w:type="paragraph" w:customStyle="1" w:styleId="EF4BE1FBF3C9466EAD5D6F8BC5AE8484">
    <w:name w:val="EF4BE1FBF3C9466EAD5D6F8BC5AE8484"/>
  </w:style>
  <w:style w:type="paragraph" w:customStyle="1" w:styleId="D9C34A370C4C4AFDA18B1FF33CF620E6">
    <w:name w:val="D9C34A370C4C4AFDA18B1FF33CF620E6"/>
  </w:style>
  <w:style w:type="paragraph" w:customStyle="1" w:styleId="B2AA92F7C17D445396B890A9212E1B53">
    <w:name w:val="B2AA92F7C17D445396B890A9212E1B53"/>
  </w:style>
  <w:style w:type="paragraph" w:customStyle="1" w:styleId="9EE4BFD493574913BCF449A360E4186F">
    <w:name w:val="9EE4BFD493574913BCF449A360E4186F"/>
  </w:style>
  <w:style w:type="paragraph" w:customStyle="1" w:styleId="4BC65444523A43BA84E1CB7606A132B5">
    <w:name w:val="4BC65444523A43BA84E1CB7606A132B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AA23F2A68C34A37B007E20DC43A3C9A">
    <w:name w:val="9AA23F2A68C34A37B007E20DC43A3C9A"/>
  </w:style>
  <w:style w:type="paragraph" w:customStyle="1" w:styleId="1C282118E3CC4E69B9F8E4D0DBF8C076">
    <w:name w:val="1C282118E3CC4E69B9F8E4D0DBF8C076"/>
  </w:style>
  <w:style w:type="paragraph" w:customStyle="1" w:styleId="17AEDA86E666441999687DE8BD1DD16E">
    <w:name w:val="17AEDA86E666441999687DE8BD1DD16E"/>
  </w:style>
  <w:style w:type="paragraph" w:customStyle="1" w:styleId="84BA67DDAFA94B599FFD4B3ED765060F">
    <w:name w:val="84BA67DDAFA94B599FFD4B3ED765060F"/>
  </w:style>
  <w:style w:type="paragraph" w:customStyle="1" w:styleId="F5279736CF624F6F9F9C5BBD758BBDBE">
    <w:name w:val="F5279736CF624F6F9F9C5BBD758BBDBE"/>
  </w:style>
  <w:style w:type="paragraph" w:styleId="BodyText">
    <w:name w:val="Body Text"/>
    <w:basedOn w:val="Normal"/>
    <w:link w:val="BodyTextChar"/>
    <w:uiPriority w:val="99"/>
    <w:pPr>
      <w:spacing w:after="240" w:line="276" w:lineRule="auto"/>
    </w:pPr>
    <w:rPr>
      <w:spacing w:val="4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Pr>
      <w:spacing w:val="4"/>
      <w:sz w:val="20"/>
      <w:szCs w:val="20"/>
    </w:rPr>
  </w:style>
  <w:style w:type="paragraph" w:customStyle="1" w:styleId="21F4C30561514C7788925C9897A15A83">
    <w:name w:val="21F4C30561514C7788925C9897A15A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B1FE4-4697-4744-8377-6CFF494A2D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B0ACAA-F944-43E1-94F3-9657F71B1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Authorization letter for release of medical records.dotx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2017-06-14T10:23:00Z</dcterms:created>
  <dcterms:modified xsi:type="dcterms:W3CDTF">2017-06-14T10:24:00Z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TC034650869991</vt:lpwstr>
  </property>
</Properties>
</file>