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me and date"/>
      </w:tblPr>
      <w:tblGrid>
        <w:gridCol w:w="1170"/>
        <w:gridCol w:w="4862"/>
        <w:gridCol w:w="1078"/>
        <w:gridCol w:w="2250"/>
      </w:tblGrid>
      <w:tr w:rsidR="00F77CB0">
        <w:tc>
          <w:tcPr>
            <w:tcW w:w="1170" w:type="dxa"/>
            <w:tcBorders>
              <w:right w:val="single" w:sz="48" w:space="0" w:color="FFFFFF" w:themeColor="background1"/>
            </w:tcBorders>
            <w:vAlign w:val="bottom"/>
          </w:tcPr>
          <w:p w:rsidR="00F77CB0" w:rsidRPr="007D5E27" w:rsidRDefault="00FE38A4">
            <w:pPr>
              <w:pStyle w:val="Heading1"/>
              <w:ind w:left="0" w:right="0"/>
              <w:rPr>
                <w:color w:val="auto"/>
              </w:rPr>
            </w:pPr>
            <w:r w:rsidRPr="007D5E27">
              <w:rPr>
                <w:color w:val="auto"/>
              </w:rPr>
              <w:t>Name</w:t>
            </w:r>
          </w:p>
        </w:tc>
        <w:tc>
          <w:tcPr>
            <w:tcW w:w="4862" w:type="dxa"/>
            <w:tcBorders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vAlign w:val="bottom"/>
          </w:tcPr>
          <w:p w:rsidR="00F77CB0" w:rsidRPr="007D5E27" w:rsidRDefault="00553EEE">
            <w:r>
              <w:t>[INSERT NAME HERE]</w:t>
            </w:r>
          </w:p>
        </w:tc>
        <w:tc>
          <w:tcPr>
            <w:tcW w:w="1078" w:type="dxa"/>
            <w:tcBorders>
              <w:left w:val="single" w:sz="48" w:space="0" w:color="FFFFFF" w:themeColor="background1"/>
              <w:right w:val="single" w:sz="48" w:space="0" w:color="FFFFFF" w:themeColor="background1"/>
            </w:tcBorders>
            <w:vAlign w:val="bottom"/>
          </w:tcPr>
          <w:p w:rsidR="00F77CB0" w:rsidRPr="007D5E27" w:rsidRDefault="00FE38A4">
            <w:pPr>
              <w:pStyle w:val="Heading1"/>
              <w:ind w:left="0" w:right="0"/>
              <w:rPr>
                <w:color w:val="auto"/>
              </w:rPr>
            </w:pPr>
            <w:r w:rsidRPr="007D5E27">
              <w:rPr>
                <w:color w:val="auto"/>
              </w:rPr>
              <w:t>Date</w:t>
            </w:r>
          </w:p>
        </w:tc>
        <w:tc>
          <w:tcPr>
            <w:tcW w:w="2250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F77CB0" w:rsidRPr="007D5E27" w:rsidRDefault="007D5E27">
            <w:r>
              <w:t>28/12/19</w:t>
            </w:r>
          </w:p>
        </w:tc>
      </w:tr>
    </w:tbl>
    <w:p w:rsidR="00F77CB0" w:rsidRDefault="00F77CB0"/>
    <w:tbl>
      <w:tblPr>
        <w:tblW w:w="5865" w:type="pct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Handwriting practice paper"/>
      </w:tblPr>
      <w:tblGrid>
        <w:gridCol w:w="10979"/>
      </w:tblGrid>
      <w:tr w:rsidR="00F77CB0" w:rsidTr="007D5E27">
        <w:trPr>
          <w:trHeight w:hRule="exact" w:val="360"/>
        </w:trPr>
        <w:tc>
          <w:tcPr>
            <w:tcW w:w="10980" w:type="dxa"/>
            <w:tcBorders>
              <w:top w:val="single" w:sz="48" w:space="0" w:color="FFFFFF" w:themeColor="background1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7D5E27" w:rsidP="007D5E27">
            <w:pPr>
              <w:tabs>
                <w:tab w:val="left" w:pos="4886"/>
              </w:tabs>
            </w:pPr>
            <w:r>
              <w:tab/>
            </w:r>
          </w:p>
        </w:tc>
      </w:tr>
      <w:tr w:rsidR="00F77CB0" w:rsidTr="007D5E27">
        <w:trPr>
          <w:trHeight w:hRule="exact" w:val="1080"/>
        </w:trPr>
        <w:tc>
          <w:tcPr>
            <w:tcW w:w="1098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>
            <w:bookmarkStart w:id="0" w:name="_GoBack"/>
            <w:bookmarkEnd w:id="0"/>
          </w:p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1080"/>
        </w:trPr>
        <w:tc>
          <w:tcPr>
            <w:tcW w:w="1098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1080"/>
        </w:trPr>
        <w:tc>
          <w:tcPr>
            <w:tcW w:w="1098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1080"/>
        </w:trPr>
        <w:tc>
          <w:tcPr>
            <w:tcW w:w="1098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1080"/>
        </w:trPr>
        <w:tc>
          <w:tcPr>
            <w:tcW w:w="1098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1080"/>
        </w:trPr>
        <w:tc>
          <w:tcPr>
            <w:tcW w:w="1098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  <w:tr w:rsidR="00F77CB0" w:rsidTr="007D5E27">
        <w:trPr>
          <w:trHeight w:hRule="exact" w:val="360"/>
        </w:trPr>
        <w:tc>
          <w:tcPr>
            <w:tcW w:w="1098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77CB0" w:rsidRDefault="00F77CB0"/>
        </w:tc>
      </w:tr>
    </w:tbl>
    <w:p w:rsidR="00F77CB0" w:rsidRDefault="00F77CB0"/>
    <w:sectPr w:rsidR="00F77CB0" w:rsidSect="00553EEE">
      <w:pgSz w:w="12240" w:h="15840"/>
      <w:pgMar w:top="108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8A4" w:rsidRDefault="00FE38A4">
      <w:r>
        <w:separator/>
      </w:r>
    </w:p>
  </w:endnote>
  <w:endnote w:type="continuationSeparator" w:id="0">
    <w:p w:rsidR="00FE38A4" w:rsidRDefault="00FE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8A4" w:rsidRDefault="00FE38A4">
      <w:r>
        <w:separator/>
      </w:r>
    </w:p>
  </w:footnote>
  <w:footnote w:type="continuationSeparator" w:id="0">
    <w:p w:rsidR="00FE38A4" w:rsidRDefault="00FE3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E27"/>
    <w:rsid w:val="00553EEE"/>
    <w:rsid w:val="007D5E27"/>
    <w:rsid w:val="00F77CB0"/>
    <w:rsid w:val="00FE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38E98F"/>
  <w15:chartTrackingRefBased/>
  <w15:docId w15:val="{656076DB-E819-4B45-A08E-A2B99AE1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left="72" w:right="7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andwriting%20practice%20paper%20(intermediat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868DE-1090-458F-93C9-B173195B0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Handwriting practice paper (intermediate).dotx</Template>
  <TotalTime>8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2017-05-25T08:38:00Z</dcterms:created>
  <dcterms:modified xsi:type="dcterms:W3CDTF">2017-05-25T08:50:00Z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TC039778409991</vt:lpwstr>
  </property>
</Properties>
</file>