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Light"/>
        <w:tblW w:w="0" w:type="auto"/>
        <w:tblLayout w:type="fixed"/>
        <w:tblLook w:val="04A0" w:firstRow="1" w:lastRow="0" w:firstColumn="1" w:lastColumn="0" w:noHBand="0" w:noVBand="1"/>
        <w:tblCaption w:val="Ticket layout for 10 tickets per page"/>
      </w:tblPr>
      <w:tblGrid>
        <w:gridCol w:w="5040"/>
        <w:gridCol w:w="5040"/>
      </w:tblGrid>
      <w:tr w:rsidR="0088572E">
        <w:trPr>
          <w:trHeight w:hRule="exact" w:val="2880"/>
        </w:trPr>
        <w:tc>
          <w:tcPr>
            <w:tcW w:w="5040" w:type="dxa"/>
            <w:vAlign w:val="center"/>
          </w:tcPr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  <w:tblCaption w:val="Ticket text"/>
            </w:tblPr>
            <w:tblGrid>
              <w:gridCol w:w="3960"/>
            </w:tblGrid>
            <w:tr w:rsidR="0088572E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88572E" w:rsidRDefault="0088572E">
                  <w:pPr>
                    <w:jc w:val="center"/>
                  </w:pPr>
                  <w:bookmarkStart w:id="0" w:name="_GoBack"/>
                  <w:bookmarkEnd w:id="0"/>
                </w:p>
              </w:tc>
            </w:tr>
            <w:tr w:rsidR="0088572E">
              <w:trPr>
                <w:cantSplit/>
                <w:trHeight w:hRule="exact" w:val="1714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  <w:vAlign w:val="center"/>
                </w:tcPr>
                <w:p w:rsidR="0088572E" w:rsidRDefault="00E0617E">
                  <w:pPr>
                    <w:pStyle w:val="Subtitle"/>
                  </w:pPr>
                  <w:sdt>
                    <w:sdtPr>
                      <w:alias w:val="Subtitle"/>
                      <w:tag w:val=""/>
                      <w:id w:val="747850347"/>
                      <w:placeholder>
                        <w:docPart w:val="199FC4E8A8094AA9B480B8DA31B28D3F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<w15:appearance w15:val="hidden"/>
                      <w:text/>
                    </w:sdtPr>
                    <w:sdtEndPr/>
                    <w:sdtContent>
                      <w:r>
                        <w:t>Your Event Name</w:t>
                      </w:r>
                    </w:sdtContent>
                  </w:sdt>
                </w:p>
                <w:sdt>
                  <w:sdtPr>
                    <w:alias w:val="Title"/>
                    <w:tag w:val=""/>
                    <w:id w:val="801959642"/>
                    <w:placeholder>
                      <w:docPart w:val="1178F74F927448BCA37B18D3BF6BFFB1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<w15:appearance w15:val="hidden"/>
                    <w:text/>
                  </w:sdtPr>
                  <w:sdtEndPr/>
                  <w:sdtContent>
                    <w:p w:rsidR="0088572E" w:rsidRDefault="00E0617E">
                      <w:pPr>
                        <w:pStyle w:val="Title"/>
                      </w:pPr>
                      <w:r>
                        <w:t>Ticket</w:t>
                      </w:r>
                    </w:p>
                  </w:sdtContent>
                </w:sdt>
              </w:tc>
            </w:tr>
            <w:tr w:rsidR="0088572E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88572E" w:rsidRDefault="0088572E">
                  <w:pPr>
                    <w:jc w:val="center"/>
                  </w:pPr>
                </w:p>
              </w:tc>
            </w:tr>
          </w:tbl>
          <w:p w:rsidR="0088572E" w:rsidRDefault="0088572E">
            <w:pPr>
              <w:jc w:val="center"/>
            </w:pPr>
          </w:p>
        </w:tc>
        <w:tc>
          <w:tcPr>
            <w:tcW w:w="5040" w:type="dxa"/>
            <w:vAlign w:val="center"/>
          </w:tcPr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  <w:tblCaption w:val="Ticket text"/>
            </w:tblPr>
            <w:tblGrid>
              <w:gridCol w:w="3960"/>
            </w:tblGrid>
            <w:tr w:rsidR="0088572E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88572E" w:rsidRDefault="0088572E">
                  <w:pPr>
                    <w:jc w:val="center"/>
                  </w:pPr>
                </w:p>
              </w:tc>
            </w:tr>
            <w:tr w:rsidR="0088572E">
              <w:trPr>
                <w:cantSplit/>
                <w:trHeight w:hRule="exact" w:val="1714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  <w:vAlign w:val="center"/>
                </w:tcPr>
                <w:p w:rsidR="0088572E" w:rsidRDefault="00E0617E">
                  <w:pPr>
                    <w:pStyle w:val="Subtitle2"/>
                  </w:pPr>
                  <w:sdt>
                    <w:sdtPr>
                      <w:alias w:val="Subtitle"/>
                      <w:tag w:val=""/>
                      <w:id w:val="-284119215"/>
                      <w:placeholder>
                        <w:docPart w:val="199FC4E8A8094AA9B480B8DA31B28D3F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<w15:appearance w15:val="hidden"/>
                      <w:text/>
                    </w:sdtPr>
                    <w:sdtEndPr/>
                    <w:sdtContent>
                      <w:r>
                        <w:t>Your Event Name</w:t>
                      </w:r>
                    </w:sdtContent>
                  </w:sdt>
                </w:p>
                <w:sdt>
                  <w:sdtPr>
                    <w:alias w:val="Title"/>
                    <w:tag w:val=""/>
                    <w:id w:val="667065568"/>
                    <w:placeholder>
                      <w:docPart w:val="1178F74F927448BCA37B18D3BF6BFFB1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<w15:appearance w15:val="hidden"/>
                    <w:text/>
                  </w:sdtPr>
                  <w:sdtEndPr/>
                  <w:sdtContent>
                    <w:p w:rsidR="0088572E" w:rsidRDefault="00E0617E">
                      <w:pPr>
                        <w:pStyle w:val="Title"/>
                      </w:pPr>
                      <w:r>
                        <w:t>Ticket</w:t>
                      </w:r>
                    </w:p>
                  </w:sdtContent>
                </w:sdt>
              </w:tc>
            </w:tr>
            <w:tr w:rsidR="0088572E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88572E" w:rsidRDefault="0088572E">
                  <w:pPr>
                    <w:jc w:val="center"/>
                  </w:pPr>
                </w:p>
              </w:tc>
            </w:tr>
          </w:tbl>
          <w:p w:rsidR="0088572E" w:rsidRDefault="0088572E">
            <w:pPr>
              <w:jc w:val="center"/>
            </w:pPr>
          </w:p>
        </w:tc>
      </w:tr>
      <w:tr w:rsidR="0088572E">
        <w:trPr>
          <w:trHeight w:hRule="exact" w:val="2880"/>
        </w:trPr>
        <w:tc>
          <w:tcPr>
            <w:tcW w:w="5040" w:type="dxa"/>
            <w:vAlign w:val="center"/>
          </w:tcPr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  <w:tblCaption w:val="Ticket text"/>
            </w:tblPr>
            <w:tblGrid>
              <w:gridCol w:w="3960"/>
            </w:tblGrid>
            <w:tr w:rsidR="0088572E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88572E" w:rsidRDefault="0088572E">
                  <w:pPr>
                    <w:jc w:val="center"/>
                  </w:pPr>
                </w:p>
              </w:tc>
            </w:tr>
            <w:tr w:rsidR="0088572E">
              <w:trPr>
                <w:cantSplit/>
                <w:trHeight w:hRule="exact" w:val="1714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  <w:vAlign w:val="center"/>
                </w:tcPr>
                <w:p w:rsidR="0088572E" w:rsidRDefault="00E0617E">
                  <w:pPr>
                    <w:pStyle w:val="Subtitle"/>
                  </w:pPr>
                  <w:sdt>
                    <w:sdtPr>
                      <w:alias w:val="Subtitle"/>
                      <w:tag w:val=""/>
                      <w:id w:val="535467931"/>
                      <w:placeholder>
                        <w:docPart w:val="199FC4E8A8094AA9B480B8DA31B28D3F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<w15:appearance w15:val="hidden"/>
                      <w:text/>
                    </w:sdtPr>
                    <w:sdtEndPr/>
                    <w:sdtContent>
                      <w:r>
                        <w:t>Your Event Name</w:t>
                      </w:r>
                    </w:sdtContent>
                  </w:sdt>
                </w:p>
                <w:sdt>
                  <w:sdtPr>
                    <w:alias w:val="Title"/>
                    <w:tag w:val=""/>
                    <w:id w:val="1902093364"/>
                    <w:placeholder>
                      <w:docPart w:val="1178F74F927448BCA37B18D3BF6BFFB1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<w15:appearance w15:val="hidden"/>
                    <w:text/>
                  </w:sdtPr>
                  <w:sdtEndPr/>
                  <w:sdtContent>
                    <w:p w:rsidR="0088572E" w:rsidRDefault="00E0617E">
                      <w:pPr>
                        <w:pStyle w:val="Title"/>
                      </w:pPr>
                      <w:r>
                        <w:t>Ticket</w:t>
                      </w:r>
                    </w:p>
                  </w:sdtContent>
                </w:sdt>
              </w:tc>
            </w:tr>
            <w:tr w:rsidR="0088572E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88572E" w:rsidRDefault="0088572E">
                  <w:pPr>
                    <w:jc w:val="center"/>
                  </w:pPr>
                </w:p>
              </w:tc>
            </w:tr>
          </w:tbl>
          <w:p w:rsidR="0088572E" w:rsidRDefault="0088572E">
            <w:pPr>
              <w:jc w:val="center"/>
            </w:pPr>
          </w:p>
        </w:tc>
        <w:tc>
          <w:tcPr>
            <w:tcW w:w="5040" w:type="dxa"/>
            <w:vAlign w:val="center"/>
          </w:tcPr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  <w:tblCaption w:val="Ticket text"/>
            </w:tblPr>
            <w:tblGrid>
              <w:gridCol w:w="3960"/>
            </w:tblGrid>
            <w:tr w:rsidR="0088572E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88572E" w:rsidRDefault="0088572E">
                  <w:pPr>
                    <w:jc w:val="center"/>
                  </w:pPr>
                </w:p>
              </w:tc>
            </w:tr>
            <w:tr w:rsidR="0088572E">
              <w:trPr>
                <w:cantSplit/>
                <w:trHeight w:hRule="exact" w:val="1714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  <w:vAlign w:val="center"/>
                </w:tcPr>
                <w:p w:rsidR="0088572E" w:rsidRDefault="00E0617E">
                  <w:pPr>
                    <w:pStyle w:val="Subtitle2"/>
                  </w:pPr>
                  <w:sdt>
                    <w:sdtPr>
                      <w:alias w:val="Subtitle"/>
                      <w:tag w:val=""/>
                      <w:id w:val="-397277826"/>
                      <w:placeholder>
                        <w:docPart w:val="199FC4E8A8094AA9B480B8DA31B28D3F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<w15:appearance w15:val="hidden"/>
                      <w:text/>
                    </w:sdtPr>
                    <w:sdtEndPr/>
                    <w:sdtContent>
                      <w:r>
                        <w:t>Your Event Name</w:t>
                      </w:r>
                    </w:sdtContent>
                  </w:sdt>
                </w:p>
                <w:sdt>
                  <w:sdtPr>
                    <w:alias w:val="Title"/>
                    <w:tag w:val=""/>
                    <w:id w:val="-284048050"/>
                    <w:placeholder>
                      <w:docPart w:val="1178F74F927448BCA37B18D3BF6BFFB1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<w15:appearance w15:val="hidden"/>
                    <w:text/>
                  </w:sdtPr>
                  <w:sdtEndPr/>
                  <w:sdtContent>
                    <w:p w:rsidR="0088572E" w:rsidRDefault="00E0617E">
                      <w:pPr>
                        <w:pStyle w:val="Title"/>
                      </w:pPr>
                      <w:r>
                        <w:t>Ticket</w:t>
                      </w:r>
                    </w:p>
                  </w:sdtContent>
                </w:sdt>
              </w:tc>
            </w:tr>
            <w:tr w:rsidR="0088572E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88572E" w:rsidRDefault="0088572E">
                  <w:pPr>
                    <w:jc w:val="center"/>
                  </w:pPr>
                </w:p>
              </w:tc>
            </w:tr>
          </w:tbl>
          <w:p w:rsidR="0088572E" w:rsidRDefault="0088572E">
            <w:pPr>
              <w:jc w:val="center"/>
            </w:pPr>
          </w:p>
        </w:tc>
      </w:tr>
      <w:tr w:rsidR="0088572E">
        <w:trPr>
          <w:trHeight w:hRule="exact" w:val="2880"/>
        </w:trPr>
        <w:tc>
          <w:tcPr>
            <w:tcW w:w="5040" w:type="dxa"/>
            <w:vAlign w:val="center"/>
          </w:tcPr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  <w:tblCaption w:val="Ticket text"/>
            </w:tblPr>
            <w:tblGrid>
              <w:gridCol w:w="3960"/>
            </w:tblGrid>
            <w:tr w:rsidR="0088572E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88572E" w:rsidRDefault="0088572E">
                  <w:pPr>
                    <w:jc w:val="center"/>
                  </w:pPr>
                </w:p>
              </w:tc>
            </w:tr>
            <w:tr w:rsidR="0088572E">
              <w:trPr>
                <w:cantSplit/>
                <w:trHeight w:hRule="exact" w:val="1714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  <w:vAlign w:val="center"/>
                </w:tcPr>
                <w:p w:rsidR="0088572E" w:rsidRDefault="00E0617E">
                  <w:pPr>
                    <w:pStyle w:val="Subtitle"/>
                  </w:pPr>
                  <w:sdt>
                    <w:sdtPr>
                      <w:alias w:val="Subtitle"/>
                      <w:tag w:val=""/>
                      <w:id w:val="-922026671"/>
                      <w:placeholder>
                        <w:docPart w:val="199FC4E8A8094AA9B480B8DA31B28D3F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<w15:appearance w15:val="hidden"/>
                      <w:text/>
                    </w:sdtPr>
                    <w:sdtEndPr/>
                    <w:sdtContent>
                      <w:r>
                        <w:t>Your Event Name</w:t>
                      </w:r>
                    </w:sdtContent>
                  </w:sdt>
                </w:p>
                <w:sdt>
                  <w:sdtPr>
                    <w:alias w:val="Title"/>
                    <w:tag w:val=""/>
                    <w:id w:val="2125569135"/>
                    <w:placeholder>
                      <w:docPart w:val="1178F74F927448BCA37B18D3BF6BFFB1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<w15:appearance w15:val="hidden"/>
                    <w:text/>
                  </w:sdtPr>
                  <w:sdtEndPr/>
                  <w:sdtContent>
                    <w:p w:rsidR="0088572E" w:rsidRDefault="00E0617E">
                      <w:pPr>
                        <w:pStyle w:val="Title"/>
                      </w:pPr>
                      <w:r>
                        <w:t>Ticket</w:t>
                      </w:r>
                    </w:p>
                  </w:sdtContent>
                </w:sdt>
              </w:tc>
            </w:tr>
            <w:tr w:rsidR="0088572E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88572E" w:rsidRDefault="0088572E">
                  <w:pPr>
                    <w:jc w:val="center"/>
                  </w:pPr>
                </w:p>
              </w:tc>
            </w:tr>
          </w:tbl>
          <w:p w:rsidR="0088572E" w:rsidRDefault="0088572E">
            <w:pPr>
              <w:jc w:val="center"/>
            </w:pPr>
          </w:p>
        </w:tc>
        <w:tc>
          <w:tcPr>
            <w:tcW w:w="5040" w:type="dxa"/>
            <w:vAlign w:val="center"/>
          </w:tcPr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  <w:tblCaption w:val="Ticket text"/>
            </w:tblPr>
            <w:tblGrid>
              <w:gridCol w:w="3960"/>
            </w:tblGrid>
            <w:tr w:rsidR="0088572E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88572E" w:rsidRDefault="0088572E">
                  <w:pPr>
                    <w:jc w:val="center"/>
                  </w:pPr>
                </w:p>
              </w:tc>
            </w:tr>
            <w:tr w:rsidR="0088572E">
              <w:trPr>
                <w:cantSplit/>
                <w:trHeight w:hRule="exact" w:val="1714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  <w:vAlign w:val="center"/>
                </w:tcPr>
                <w:p w:rsidR="0088572E" w:rsidRDefault="00E0617E">
                  <w:pPr>
                    <w:pStyle w:val="Subtitle2"/>
                  </w:pPr>
                  <w:sdt>
                    <w:sdtPr>
                      <w:alias w:val="Subtitle"/>
                      <w:tag w:val=""/>
                      <w:id w:val="-1414461146"/>
                      <w:placeholder>
                        <w:docPart w:val="199FC4E8A8094AA9B480B8DA31B28D3F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<w15:appearance w15:val="hidden"/>
                      <w:text/>
                    </w:sdtPr>
                    <w:sdtEndPr/>
                    <w:sdtContent>
                      <w:r>
                        <w:t>Your Event Name</w:t>
                      </w:r>
                    </w:sdtContent>
                  </w:sdt>
                </w:p>
                <w:sdt>
                  <w:sdtPr>
                    <w:alias w:val="Title"/>
                    <w:tag w:val=""/>
                    <w:id w:val="1415058207"/>
                    <w:placeholder>
                      <w:docPart w:val="1178F74F927448BCA37B18D3BF6BFFB1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<w15:appearance w15:val="hidden"/>
                    <w:text/>
                  </w:sdtPr>
                  <w:sdtEndPr/>
                  <w:sdtContent>
                    <w:p w:rsidR="0088572E" w:rsidRDefault="00E0617E">
                      <w:pPr>
                        <w:pStyle w:val="Title"/>
                      </w:pPr>
                      <w:r>
                        <w:t>Ticket</w:t>
                      </w:r>
                    </w:p>
                  </w:sdtContent>
                </w:sdt>
              </w:tc>
            </w:tr>
            <w:tr w:rsidR="0088572E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88572E" w:rsidRDefault="0088572E">
                  <w:pPr>
                    <w:jc w:val="center"/>
                  </w:pPr>
                </w:p>
              </w:tc>
            </w:tr>
          </w:tbl>
          <w:p w:rsidR="0088572E" w:rsidRDefault="0088572E">
            <w:pPr>
              <w:jc w:val="center"/>
            </w:pPr>
          </w:p>
        </w:tc>
      </w:tr>
      <w:tr w:rsidR="0088572E">
        <w:trPr>
          <w:trHeight w:hRule="exact" w:val="2880"/>
        </w:trPr>
        <w:tc>
          <w:tcPr>
            <w:tcW w:w="5040" w:type="dxa"/>
            <w:vAlign w:val="center"/>
          </w:tcPr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  <w:tblCaption w:val="Ticket text"/>
            </w:tblPr>
            <w:tblGrid>
              <w:gridCol w:w="3960"/>
            </w:tblGrid>
            <w:tr w:rsidR="0088572E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88572E" w:rsidRDefault="0088572E">
                  <w:pPr>
                    <w:jc w:val="center"/>
                  </w:pPr>
                </w:p>
              </w:tc>
            </w:tr>
            <w:tr w:rsidR="0088572E">
              <w:trPr>
                <w:cantSplit/>
                <w:trHeight w:hRule="exact" w:val="1714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  <w:vAlign w:val="center"/>
                </w:tcPr>
                <w:p w:rsidR="0088572E" w:rsidRDefault="00E0617E">
                  <w:pPr>
                    <w:pStyle w:val="Subtitle"/>
                  </w:pPr>
                  <w:sdt>
                    <w:sdtPr>
                      <w:alias w:val="Subtitle"/>
                      <w:tag w:val=""/>
                      <w:id w:val="-1252579644"/>
                      <w:placeholder>
                        <w:docPart w:val="199FC4E8A8094AA9B480B8DA31B28D3F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<w15:appearance w15:val="hidden"/>
                      <w:text/>
                    </w:sdtPr>
                    <w:sdtEndPr/>
                    <w:sdtContent>
                      <w:r>
                        <w:t>Your Event Name</w:t>
                      </w:r>
                    </w:sdtContent>
                  </w:sdt>
                </w:p>
                <w:sdt>
                  <w:sdtPr>
                    <w:alias w:val="Title"/>
                    <w:tag w:val=""/>
                    <w:id w:val="-2081826370"/>
                    <w:placeholder>
                      <w:docPart w:val="1178F74F927448BCA37B18D3BF6BFFB1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<w15:appearance w15:val="hidden"/>
                    <w:text/>
                  </w:sdtPr>
                  <w:sdtEndPr/>
                  <w:sdtContent>
                    <w:p w:rsidR="0088572E" w:rsidRDefault="00E0617E">
                      <w:pPr>
                        <w:pStyle w:val="Title"/>
                      </w:pPr>
                      <w:r>
                        <w:t>Ticket</w:t>
                      </w:r>
                    </w:p>
                  </w:sdtContent>
                </w:sdt>
              </w:tc>
            </w:tr>
            <w:tr w:rsidR="0088572E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88572E" w:rsidRDefault="0088572E">
                  <w:pPr>
                    <w:jc w:val="center"/>
                  </w:pPr>
                </w:p>
              </w:tc>
            </w:tr>
          </w:tbl>
          <w:p w:rsidR="0088572E" w:rsidRDefault="0088572E">
            <w:pPr>
              <w:jc w:val="center"/>
            </w:pPr>
          </w:p>
        </w:tc>
        <w:tc>
          <w:tcPr>
            <w:tcW w:w="5040" w:type="dxa"/>
            <w:vAlign w:val="center"/>
          </w:tcPr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  <w:tblCaption w:val="Ticket text"/>
            </w:tblPr>
            <w:tblGrid>
              <w:gridCol w:w="3960"/>
            </w:tblGrid>
            <w:tr w:rsidR="0088572E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88572E" w:rsidRDefault="0088572E">
                  <w:pPr>
                    <w:jc w:val="center"/>
                  </w:pPr>
                </w:p>
              </w:tc>
            </w:tr>
            <w:tr w:rsidR="0088572E">
              <w:trPr>
                <w:cantSplit/>
                <w:trHeight w:hRule="exact" w:val="1714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  <w:vAlign w:val="center"/>
                </w:tcPr>
                <w:p w:rsidR="0088572E" w:rsidRDefault="00E0617E">
                  <w:pPr>
                    <w:pStyle w:val="Subtitle2"/>
                  </w:pPr>
                  <w:sdt>
                    <w:sdtPr>
                      <w:alias w:val="Subtitle"/>
                      <w:tag w:val=""/>
                      <w:id w:val="-564326838"/>
                      <w:placeholder>
                        <w:docPart w:val="199FC4E8A8094AA9B480B8DA31B28D3F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<w15:appearance w15:val="hidden"/>
                      <w:text/>
                    </w:sdtPr>
                    <w:sdtEndPr/>
                    <w:sdtContent>
                      <w:r>
                        <w:t>Your Event Name</w:t>
                      </w:r>
                    </w:sdtContent>
                  </w:sdt>
                </w:p>
                <w:sdt>
                  <w:sdtPr>
                    <w:alias w:val="Title"/>
                    <w:tag w:val=""/>
                    <w:id w:val="-2117045211"/>
                    <w:placeholder>
                      <w:docPart w:val="1178F74F927448BCA37B18D3BF6BFFB1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<w15:appearance w15:val="hidden"/>
                    <w:text/>
                  </w:sdtPr>
                  <w:sdtEndPr/>
                  <w:sdtContent>
                    <w:p w:rsidR="0088572E" w:rsidRDefault="00E0617E">
                      <w:pPr>
                        <w:pStyle w:val="Title"/>
                      </w:pPr>
                      <w:r>
                        <w:t>Ticket</w:t>
                      </w:r>
                    </w:p>
                  </w:sdtContent>
                </w:sdt>
              </w:tc>
            </w:tr>
            <w:tr w:rsidR="0088572E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88572E" w:rsidRDefault="0088572E">
                  <w:pPr>
                    <w:jc w:val="center"/>
                  </w:pPr>
                </w:p>
              </w:tc>
            </w:tr>
          </w:tbl>
          <w:p w:rsidR="0088572E" w:rsidRDefault="0088572E">
            <w:pPr>
              <w:jc w:val="center"/>
            </w:pPr>
          </w:p>
        </w:tc>
      </w:tr>
      <w:tr w:rsidR="0088572E">
        <w:trPr>
          <w:trHeight w:hRule="exact" w:val="2880"/>
        </w:trPr>
        <w:tc>
          <w:tcPr>
            <w:tcW w:w="5040" w:type="dxa"/>
            <w:vAlign w:val="center"/>
          </w:tcPr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  <w:tblCaption w:val="Ticket text"/>
            </w:tblPr>
            <w:tblGrid>
              <w:gridCol w:w="3960"/>
            </w:tblGrid>
            <w:tr w:rsidR="0088572E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88572E" w:rsidRDefault="0088572E">
                  <w:pPr>
                    <w:jc w:val="center"/>
                  </w:pPr>
                </w:p>
              </w:tc>
            </w:tr>
            <w:tr w:rsidR="0088572E">
              <w:trPr>
                <w:cantSplit/>
                <w:trHeight w:hRule="exact" w:val="1714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  <w:vAlign w:val="center"/>
                </w:tcPr>
                <w:p w:rsidR="0088572E" w:rsidRDefault="00E0617E">
                  <w:pPr>
                    <w:pStyle w:val="Subtitle"/>
                  </w:pPr>
                  <w:sdt>
                    <w:sdtPr>
                      <w:alias w:val="Subtitle"/>
                      <w:tag w:val=""/>
                      <w:id w:val="-1072271420"/>
                      <w:placeholder>
                        <w:docPart w:val="199FC4E8A8094AA9B480B8DA31B28D3F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<w15:appearance w15:val="hidden"/>
                      <w:text/>
                    </w:sdtPr>
                    <w:sdtEndPr/>
                    <w:sdtContent>
                      <w:r>
                        <w:t>Your Event Name</w:t>
                      </w:r>
                    </w:sdtContent>
                  </w:sdt>
                </w:p>
                <w:sdt>
                  <w:sdtPr>
                    <w:alias w:val="Title"/>
                    <w:tag w:val=""/>
                    <w:id w:val="499547533"/>
                    <w:placeholder>
                      <w:docPart w:val="1178F74F927448BCA37B18D3BF6BFFB1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<w15:appearance w15:val="hidden"/>
                    <w:text/>
                  </w:sdtPr>
                  <w:sdtEndPr/>
                  <w:sdtContent>
                    <w:p w:rsidR="0088572E" w:rsidRDefault="00E0617E">
                      <w:pPr>
                        <w:pStyle w:val="Title"/>
                      </w:pPr>
                      <w:r>
                        <w:t>Ticket</w:t>
                      </w:r>
                    </w:p>
                  </w:sdtContent>
                </w:sdt>
              </w:tc>
            </w:tr>
            <w:tr w:rsidR="0088572E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88572E" w:rsidRDefault="0088572E">
                  <w:pPr>
                    <w:jc w:val="center"/>
                  </w:pPr>
                </w:p>
              </w:tc>
            </w:tr>
          </w:tbl>
          <w:p w:rsidR="0088572E" w:rsidRDefault="0088572E">
            <w:pPr>
              <w:jc w:val="center"/>
            </w:pPr>
          </w:p>
        </w:tc>
        <w:tc>
          <w:tcPr>
            <w:tcW w:w="5040" w:type="dxa"/>
            <w:vAlign w:val="center"/>
          </w:tcPr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  <w:tblCaption w:val="Ticket text"/>
            </w:tblPr>
            <w:tblGrid>
              <w:gridCol w:w="3960"/>
            </w:tblGrid>
            <w:tr w:rsidR="0088572E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88572E" w:rsidRDefault="0088572E">
                  <w:pPr>
                    <w:jc w:val="center"/>
                  </w:pPr>
                </w:p>
              </w:tc>
            </w:tr>
            <w:tr w:rsidR="0088572E">
              <w:trPr>
                <w:cantSplit/>
                <w:trHeight w:hRule="exact" w:val="1714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  <w:vAlign w:val="center"/>
                </w:tcPr>
                <w:p w:rsidR="0088572E" w:rsidRDefault="00E0617E">
                  <w:pPr>
                    <w:pStyle w:val="Subtitle2"/>
                  </w:pPr>
                  <w:sdt>
                    <w:sdtPr>
                      <w:alias w:val="Subtitle"/>
                      <w:tag w:val=""/>
                      <w:id w:val="369892093"/>
                      <w:placeholder>
                        <w:docPart w:val="199FC4E8A8094AA9B480B8DA31B28D3F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<w15:appearance w15:val="hidden"/>
                      <w:text/>
                    </w:sdtPr>
                    <w:sdtEndPr/>
                    <w:sdtContent>
                      <w:r>
                        <w:t>Your Event Name</w:t>
                      </w:r>
                    </w:sdtContent>
                  </w:sdt>
                </w:p>
                <w:sdt>
                  <w:sdtPr>
                    <w:alias w:val="Title"/>
                    <w:tag w:val=""/>
                    <w:id w:val="-1299369388"/>
                    <w:placeholder>
                      <w:docPart w:val="1178F74F927448BCA37B18D3BF6BFFB1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<w15:appearance w15:val="hidden"/>
                    <w:text/>
                  </w:sdtPr>
                  <w:sdtEndPr/>
                  <w:sdtContent>
                    <w:p w:rsidR="0088572E" w:rsidRDefault="00E0617E">
                      <w:pPr>
                        <w:pStyle w:val="Title"/>
                      </w:pPr>
                      <w:r>
                        <w:t>Ticket</w:t>
                      </w:r>
                    </w:p>
                  </w:sdtContent>
                </w:sdt>
              </w:tc>
            </w:tr>
            <w:tr w:rsidR="0088572E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88572E" w:rsidRDefault="0088572E">
                  <w:pPr>
                    <w:jc w:val="center"/>
                  </w:pPr>
                </w:p>
              </w:tc>
            </w:tr>
          </w:tbl>
          <w:p w:rsidR="0088572E" w:rsidRDefault="0088572E">
            <w:pPr>
              <w:jc w:val="center"/>
            </w:pPr>
          </w:p>
        </w:tc>
      </w:tr>
    </w:tbl>
    <w:p w:rsidR="0088572E" w:rsidRDefault="00E0617E"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75648" behindDoc="1" locked="0" layoutInCell="1" allowOverlap="1">
                <wp:simplePos x="0" y="0"/>
                <wp:positionH relativeFrom="page">
                  <wp:align>center</wp:align>
                </wp:positionH>
                <wp:positionV relativeFrom="page">
                  <wp:align>top</wp:align>
                </wp:positionV>
                <wp:extent cx="7772400" cy="10058400"/>
                <wp:effectExtent l="0" t="0" r="19050" b="19050"/>
                <wp:wrapNone/>
                <wp:docPr id="36" name="Group 36" title="Cutline guides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2400" cy="10058400"/>
                          <a:chOff x="0" y="0"/>
                          <a:chExt cx="7772400" cy="10058400"/>
                        </a:xfrm>
                      </wpg:grpSpPr>
                      <wpg:grpSp>
                        <wpg:cNvPr id="27" name="Group 27"/>
                        <wpg:cNvGrpSpPr/>
                        <wpg:grpSpPr>
                          <a:xfrm>
                            <a:off x="682388" y="0"/>
                            <a:ext cx="6407624" cy="10058400"/>
                            <a:chOff x="6824" y="0"/>
                            <a:chExt cx="6407624" cy="10058400"/>
                          </a:xfrm>
                        </wpg:grpSpPr>
                        <wps:wsp>
                          <wps:cNvPr id="24" name="Straight Connector 24"/>
                          <wps:cNvCnPr/>
                          <wps:spPr>
                            <a:xfrm>
                              <a:off x="6824" y="0"/>
                              <a:ext cx="0" cy="100584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Straight Connector 25"/>
                          <wps:cNvCnPr/>
                          <wps:spPr>
                            <a:xfrm>
                              <a:off x="3214048" y="0"/>
                              <a:ext cx="0" cy="100584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Straight Connector 26"/>
                          <wps:cNvCnPr/>
                          <wps:spPr>
                            <a:xfrm>
                              <a:off x="6414448" y="0"/>
                              <a:ext cx="0" cy="1005840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4" name="Group 34"/>
                        <wpg:cNvGrpSpPr/>
                        <wpg:grpSpPr>
                          <a:xfrm>
                            <a:off x="0" y="457200"/>
                            <a:ext cx="7772400" cy="9130352"/>
                            <a:chOff x="0" y="0"/>
                            <a:chExt cx="7772400" cy="9130352"/>
                          </a:xfrm>
                        </wpg:grpSpPr>
                        <wps:wsp>
                          <wps:cNvPr id="28" name="Straight Connector 28"/>
                          <wps:cNvCnPr/>
                          <wps:spPr>
                            <a:xfrm>
                              <a:off x="0" y="0"/>
                              <a:ext cx="777240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" name="Straight Connector 29"/>
                          <wps:cNvCnPr/>
                          <wps:spPr>
                            <a:xfrm>
                              <a:off x="0" y="1828800"/>
                              <a:ext cx="777240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" name="Straight Connector 30"/>
                          <wps:cNvCnPr/>
                          <wps:spPr>
                            <a:xfrm>
                              <a:off x="0" y="3650776"/>
                              <a:ext cx="777240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1" name="Straight Connector 31"/>
                          <wps:cNvCnPr/>
                          <wps:spPr>
                            <a:xfrm>
                              <a:off x="0" y="5479576"/>
                              <a:ext cx="777240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2" name="Straight Connector 32"/>
                          <wps:cNvCnPr/>
                          <wps:spPr>
                            <a:xfrm>
                              <a:off x="0" y="7308376"/>
                              <a:ext cx="777240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" name="Straight Connector 33"/>
                          <wps:cNvCnPr/>
                          <wps:spPr>
                            <a:xfrm>
                              <a:off x="0" y="9130352"/>
                              <a:ext cx="777240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138ED9A" id="Group 36" o:spid="_x0000_s1026" alt="Title: Cutline guides" style="position:absolute;margin-left:0;margin-top:0;width:612pt;height:11in;z-index:-251640832;mso-position-horizontal:center;mso-position-horizontal-relative:page;mso-position-vertical:top;mso-position-vertical-relative:page" coordsize="77724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">
                <v:group id="Group 27" o:spid="_x0000_s1027" style="position:absolute;left:6823;width:64077;height:100584" coordorigin="68" coordsize="64076,100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line id="Straight Connector 24" o:spid="_x0000_s1028" style="position:absolute;visibility:visible;mso-wrap-style:square" from="68,0" to="68,1005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" strokecolor="#d8d8d8 [2732]" strokeweight=".5pt">
                    <v:stroke dashstyle="dash" joinstyle="miter"/>
                  </v:line>
                  <v:line id="Straight Connector 25" o:spid="_x0000_s1029" style="position:absolute;visibility:visible;mso-wrap-style:square" from="32140,0" to="32140,1005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" strokecolor="#d8d8d8 [2732]" strokeweight=".5pt">
                    <v:stroke dashstyle="dash" joinstyle="miter"/>
                  </v:line>
                  <v:line id="Straight Connector 26" o:spid="_x0000_s1030" style="position:absolute;visibility:visible;mso-wrap-style:square" from="64144,0" to="64144,1005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" strokecolor="#d8d8d8 [2732]" strokeweight=".5pt">
                    <v:stroke dashstyle="dash" joinstyle="miter"/>
                  </v:line>
                </v:group>
                <v:group id="Group 34" o:spid="_x0000_s1031" style="position:absolute;top:4572;width:77724;height:91303" coordsize="77724,91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line id="Straight Connector 28" o:spid="_x0000_s1032" style="position:absolute;visibility:visible;mso-wrap-style:square" from="0,0" to="77724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" strokecolor="#d8d8d8 [2732]" strokeweight=".5pt">
                    <v:stroke dashstyle="dash" joinstyle="miter"/>
                  </v:line>
                  <v:line id="Straight Connector 29" o:spid="_x0000_s1033" style="position:absolute;visibility:visible;mso-wrap-style:square" from="0,18288" to="77724,18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" strokecolor="#d8d8d8 [2732]" strokeweight=".5pt">
                    <v:stroke dashstyle="dash" joinstyle="miter"/>
                  </v:line>
                  <v:line id="Straight Connector 30" o:spid="_x0000_s1034" style="position:absolute;visibility:visible;mso-wrap-style:square" from="0,36507" to="77724,365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" strokecolor="#d8d8d8 [2732]" strokeweight=".5pt">
                    <v:stroke dashstyle="dash" joinstyle="miter"/>
                  </v:line>
                  <v:line id="Straight Connector 31" o:spid="_x0000_s1035" style="position:absolute;visibility:visible;mso-wrap-style:square" from="0,54795" to="77724,547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" strokecolor="#d8d8d8 [2732]" strokeweight=".5pt">
                    <v:stroke dashstyle="dash" joinstyle="miter"/>
                  </v:line>
                  <v:line id="Straight Connector 32" o:spid="_x0000_s1036" style="position:absolute;visibility:visible;mso-wrap-style:square" from="0,73083" to="77724,730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" strokecolor="#d8d8d8 [2732]" strokeweight=".5pt">
                    <v:stroke dashstyle="dash" joinstyle="miter"/>
                  </v:line>
                  <v:line id="Straight Connector 33" o:spid="_x0000_s1037" style="position:absolute;visibility:visible;mso-wrap-style:square" from="0,91303" to="77724,913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" strokecolor="#d8d8d8 [2732]" strokeweight=".5pt">
                    <v:stroke dashstyle="dash" joinstyle="miter"/>
                  </v:line>
                </v:group>
                <w10:wrap anchorx="page" anchory="page"/>
              </v:group>
            </w:pict>
          </mc:Fallback>
        </mc:AlternateContent>
      </w:r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>
                <wp:simplePos x="689212" y="960120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6236208" cy="8970264"/>
                <wp:effectExtent l="0" t="0" r="0" b="2540"/>
                <wp:wrapNone/>
                <wp:docPr id="35" name="Group 34" title="Ticket background ar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6236208" cy="8970264"/>
                          <a:chOff x="0" y="0"/>
                          <a:chExt cx="6231365" cy="8969997"/>
                        </a:xfrm>
                      </wpg:grpSpPr>
                      <wps:wsp>
                        <wps:cNvPr id="2" name="Freeform 2"/>
                        <wps:cNvSpPr>
                          <a:spLocks noChangeAspect="1"/>
                        </wps:cNvSpPr>
                        <wps:spPr bwMode="auto">
                          <a:xfrm>
                            <a:off x="4278" y="0"/>
                            <a:ext cx="3014331" cy="1645920"/>
                          </a:xfrm>
                          <a:custGeom>
                            <a:avLst/>
                            <a:gdLst>
                              <a:gd name="T0" fmla="*/ 313 w 317"/>
                              <a:gd name="T1" fmla="*/ 44 h 173"/>
                              <a:gd name="T2" fmla="*/ 317 w 317"/>
                              <a:gd name="T3" fmla="*/ 39 h 173"/>
                              <a:gd name="T4" fmla="*/ 317 w 317"/>
                              <a:gd name="T5" fmla="*/ 34 h 173"/>
                              <a:gd name="T6" fmla="*/ 313 w 317"/>
                              <a:gd name="T7" fmla="*/ 30 h 173"/>
                              <a:gd name="T8" fmla="*/ 317 w 317"/>
                              <a:gd name="T9" fmla="*/ 25 h 173"/>
                              <a:gd name="T10" fmla="*/ 317 w 317"/>
                              <a:gd name="T11" fmla="*/ 19 h 173"/>
                              <a:gd name="T12" fmla="*/ 296 w 317"/>
                              <a:gd name="T13" fmla="*/ 0 h 173"/>
                              <a:gd name="T14" fmla="*/ 22 w 317"/>
                              <a:gd name="T15" fmla="*/ 0 h 173"/>
                              <a:gd name="T16" fmla="*/ 0 w 317"/>
                              <a:gd name="T17" fmla="*/ 19 h 173"/>
                              <a:gd name="T18" fmla="*/ 0 w 317"/>
                              <a:gd name="T19" fmla="*/ 25 h 173"/>
                              <a:gd name="T20" fmla="*/ 4 w 317"/>
                              <a:gd name="T21" fmla="*/ 30 h 173"/>
                              <a:gd name="T22" fmla="*/ 0 w 317"/>
                              <a:gd name="T23" fmla="*/ 34 h 173"/>
                              <a:gd name="T24" fmla="*/ 0 w 317"/>
                              <a:gd name="T25" fmla="*/ 39 h 173"/>
                              <a:gd name="T26" fmla="*/ 4 w 317"/>
                              <a:gd name="T27" fmla="*/ 44 h 173"/>
                              <a:gd name="T28" fmla="*/ 0 w 317"/>
                              <a:gd name="T29" fmla="*/ 48 h 173"/>
                              <a:gd name="T30" fmla="*/ 0 w 317"/>
                              <a:gd name="T31" fmla="*/ 54 h 173"/>
                              <a:gd name="T32" fmla="*/ 4 w 317"/>
                              <a:gd name="T33" fmla="*/ 58 h 173"/>
                              <a:gd name="T34" fmla="*/ 0 w 317"/>
                              <a:gd name="T35" fmla="*/ 62 h 173"/>
                              <a:gd name="T36" fmla="*/ 0 w 317"/>
                              <a:gd name="T37" fmla="*/ 68 h 173"/>
                              <a:gd name="T38" fmla="*/ 4 w 317"/>
                              <a:gd name="T39" fmla="*/ 72 h 173"/>
                              <a:gd name="T40" fmla="*/ 0 w 317"/>
                              <a:gd name="T41" fmla="*/ 77 h 173"/>
                              <a:gd name="T42" fmla="*/ 0 w 317"/>
                              <a:gd name="T43" fmla="*/ 82 h 173"/>
                              <a:gd name="T44" fmla="*/ 4 w 317"/>
                              <a:gd name="T45" fmla="*/ 87 h 173"/>
                              <a:gd name="T46" fmla="*/ 0 w 317"/>
                              <a:gd name="T47" fmla="*/ 91 h 173"/>
                              <a:gd name="T48" fmla="*/ 0 w 317"/>
                              <a:gd name="T49" fmla="*/ 96 h 173"/>
                              <a:gd name="T50" fmla="*/ 4 w 317"/>
                              <a:gd name="T51" fmla="*/ 101 h 173"/>
                              <a:gd name="T52" fmla="*/ 0 w 317"/>
                              <a:gd name="T53" fmla="*/ 105 h 173"/>
                              <a:gd name="T54" fmla="*/ 0 w 317"/>
                              <a:gd name="T55" fmla="*/ 111 h 173"/>
                              <a:gd name="T56" fmla="*/ 4 w 317"/>
                              <a:gd name="T57" fmla="*/ 115 h 173"/>
                              <a:gd name="T58" fmla="*/ 0 w 317"/>
                              <a:gd name="T59" fmla="*/ 119 h 173"/>
                              <a:gd name="T60" fmla="*/ 0 w 317"/>
                              <a:gd name="T61" fmla="*/ 125 h 173"/>
                              <a:gd name="T62" fmla="*/ 4 w 317"/>
                              <a:gd name="T63" fmla="*/ 129 h 173"/>
                              <a:gd name="T64" fmla="*/ 0 w 317"/>
                              <a:gd name="T65" fmla="*/ 134 h 173"/>
                              <a:gd name="T66" fmla="*/ 0 w 317"/>
                              <a:gd name="T67" fmla="*/ 139 h 173"/>
                              <a:gd name="T68" fmla="*/ 4 w 317"/>
                              <a:gd name="T69" fmla="*/ 144 h 173"/>
                              <a:gd name="T70" fmla="*/ 0 w 317"/>
                              <a:gd name="T71" fmla="*/ 148 h 173"/>
                              <a:gd name="T72" fmla="*/ 0 w 317"/>
                              <a:gd name="T73" fmla="*/ 154 h 173"/>
                              <a:gd name="T74" fmla="*/ 22 w 317"/>
                              <a:gd name="T75" fmla="*/ 173 h 173"/>
                              <a:gd name="T76" fmla="*/ 296 w 317"/>
                              <a:gd name="T77" fmla="*/ 173 h 173"/>
                              <a:gd name="T78" fmla="*/ 317 w 317"/>
                              <a:gd name="T79" fmla="*/ 154 h 173"/>
                              <a:gd name="T80" fmla="*/ 317 w 317"/>
                              <a:gd name="T81" fmla="*/ 148 h 173"/>
                              <a:gd name="T82" fmla="*/ 313 w 317"/>
                              <a:gd name="T83" fmla="*/ 144 h 173"/>
                              <a:gd name="T84" fmla="*/ 317 w 317"/>
                              <a:gd name="T85" fmla="*/ 139 h 173"/>
                              <a:gd name="T86" fmla="*/ 317 w 317"/>
                              <a:gd name="T87" fmla="*/ 134 h 173"/>
                              <a:gd name="T88" fmla="*/ 313 w 317"/>
                              <a:gd name="T89" fmla="*/ 129 h 173"/>
                              <a:gd name="T90" fmla="*/ 317 w 317"/>
                              <a:gd name="T91" fmla="*/ 125 h 173"/>
                              <a:gd name="T92" fmla="*/ 317 w 317"/>
                              <a:gd name="T93" fmla="*/ 119 h 173"/>
                              <a:gd name="T94" fmla="*/ 313 w 317"/>
                              <a:gd name="T95" fmla="*/ 115 h 173"/>
                              <a:gd name="T96" fmla="*/ 317 w 317"/>
                              <a:gd name="T97" fmla="*/ 111 h 173"/>
                              <a:gd name="T98" fmla="*/ 317 w 317"/>
                              <a:gd name="T99" fmla="*/ 105 h 173"/>
                              <a:gd name="T100" fmla="*/ 313 w 317"/>
                              <a:gd name="T101" fmla="*/ 101 h 173"/>
                              <a:gd name="T102" fmla="*/ 317 w 317"/>
                              <a:gd name="T103" fmla="*/ 96 h 173"/>
                              <a:gd name="T104" fmla="*/ 317 w 317"/>
                              <a:gd name="T105" fmla="*/ 91 h 173"/>
                              <a:gd name="T106" fmla="*/ 313 w 317"/>
                              <a:gd name="T107" fmla="*/ 87 h 173"/>
                              <a:gd name="T108" fmla="*/ 317 w 317"/>
                              <a:gd name="T109" fmla="*/ 82 h 173"/>
                              <a:gd name="T110" fmla="*/ 317 w 317"/>
                              <a:gd name="T111" fmla="*/ 77 h 173"/>
                              <a:gd name="T112" fmla="*/ 313 w 317"/>
                              <a:gd name="T113" fmla="*/ 72 h 173"/>
                              <a:gd name="T114" fmla="*/ 317 w 317"/>
                              <a:gd name="T115" fmla="*/ 68 h 173"/>
                              <a:gd name="T116" fmla="*/ 317 w 317"/>
                              <a:gd name="T117" fmla="*/ 62 h 173"/>
                              <a:gd name="T118" fmla="*/ 313 w 317"/>
                              <a:gd name="T119" fmla="*/ 58 h 173"/>
                              <a:gd name="T120" fmla="*/ 317 w 317"/>
                              <a:gd name="T121" fmla="*/ 54 h 173"/>
                              <a:gd name="T122" fmla="*/ 317 w 317"/>
                              <a:gd name="T123" fmla="*/ 48 h 173"/>
                              <a:gd name="T124" fmla="*/ 313 w 317"/>
                              <a:gd name="T125" fmla="*/ 44 h 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317" h="173">
                                <a:moveTo>
                                  <a:pt x="313" y="44"/>
                                </a:moveTo>
                                <a:cubicBezTo>
                                  <a:pt x="313" y="41"/>
                                  <a:pt x="315" y="39"/>
                                  <a:pt x="317" y="39"/>
                                </a:cubicBezTo>
                                <a:cubicBezTo>
                                  <a:pt x="317" y="34"/>
                                  <a:pt x="317" y="34"/>
                                  <a:pt x="317" y="34"/>
                                </a:cubicBezTo>
                                <a:cubicBezTo>
                                  <a:pt x="315" y="34"/>
                                  <a:pt x="313" y="32"/>
                                  <a:pt x="313" y="30"/>
                                </a:cubicBezTo>
                                <a:cubicBezTo>
                                  <a:pt x="313" y="27"/>
                                  <a:pt x="315" y="25"/>
                                  <a:pt x="317" y="25"/>
                                </a:cubicBezTo>
                                <a:cubicBezTo>
                                  <a:pt x="317" y="19"/>
                                  <a:pt x="317" y="19"/>
                                  <a:pt x="317" y="19"/>
                                </a:cubicBezTo>
                                <a:cubicBezTo>
                                  <a:pt x="307" y="19"/>
                                  <a:pt x="296" y="11"/>
                                  <a:pt x="296" y="0"/>
                                </a:cubicBezTo>
                                <a:cubicBezTo>
                                  <a:pt x="22" y="0"/>
                                  <a:pt x="22" y="0"/>
                                  <a:pt x="22" y="0"/>
                                </a:cubicBezTo>
                                <a:cubicBezTo>
                                  <a:pt x="22" y="11"/>
                                  <a:pt x="11" y="19"/>
                                  <a:pt x="0" y="19"/>
                                </a:cubicBezTo>
                                <a:cubicBezTo>
                                  <a:pt x="0" y="25"/>
                                  <a:pt x="0" y="25"/>
                                  <a:pt x="0" y="25"/>
                                </a:cubicBezTo>
                                <a:cubicBezTo>
                                  <a:pt x="2" y="25"/>
                                  <a:pt x="4" y="27"/>
                                  <a:pt x="4" y="30"/>
                                </a:cubicBezTo>
                                <a:cubicBezTo>
                                  <a:pt x="4" y="32"/>
                                  <a:pt x="2" y="34"/>
                                  <a:pt x="0" y="34"/>
                                </a:cubicBezTo>
                                <a:cubicBezTo>
                                  <a:pt x="0" y="39"/>
                                  <a:pt x="0" y="39"/>
                                  <a:pt x="0" y="39"/>
                                </a:cubicBezTo>
                                <a:cubicBezTo>
                                  <a:pt x="2" y="39"/>
                                  <a:pt x="4" y="41"/>
                                  <a:pt x="4" y="44"/>
                                </a:cubicBezTo>
                                <a:cubicBezTo>
                                  <a:pt x="4" y="46"/>
                                  <a:pt x="2" y="48"/>
                                  <a:pt x="0" y="48"/>
                                </a:cubicBezTo>
                                <a:cubicBezTo>
                                  <a:pt x="0" y="54"/>
                                  <a:pt x="0" y="54"/>
                                  <a:pt x="0" y="54"/>
                                </a:cubicBezTo>
                                <a:cubicBezTo>
                                  <a:pt x="2" y="54"/>
                                  <a:pt x="4" y="56"/>
                                  <a:pt x="4" y="58"/>
                                </a:cubicBezTo>
                                <a:cubicBezTo>
                                  <a:pt x="4" y="60"/>
                                  <a:pt x="2" y="62"/>
                                  <a:pt x="0" y="62"/>
                                </a:cubicBezTo>
                                <a:cubicBezTo>
                                  <a:pt x="0" y="68"/>
                                  <a:pt x="0" y="68"/>
                                  <a:pt x="0" y="68"/>
                                </a:cubicBezTo>
                                <a:cubicBezTo>
                                  <a:pt x="2" y="68"/>
                                  <a:pt x="4" y="70"/>
                                  <a:pt x="4" y="72"/>
                                </a:cubicBezTo>
                                <a:cubicBezTo>
                                  <a:pt x="4" y="75"/>
                                  <a:pt x="2" y="77"/>
                                  <a:pt x="0" y="77"/>
                                </a:cubicBezTo>
                                <a:cubicBezTo>
                                  <a:pt x="0" y="82"/>
                                  <a:pt x="0" y="82"/>
                                  <a:pt x="0" y="82"/>
                                </a:cubicBezTo>
                                <a:cubicBezTo>
                                  <a:pt x="2" y="82"/>
                                  <a:pt x="4" y="84"/>
                                  <a:pt x="4" y="87"/>
                                </a:cubicBezTo>
                                <a:cubicBezTo>
                                  <a:pt x="4" y="89"/>
                                  <a:pt x="2" y="91"/>
                                  <a:pt x="0" y="91"/>
                                </a:cubicBezTo>
                                <a:cubicBezTo>
                                  <a:pt x="0" y="96"/>
                                  <a:pt x="0" y="96"/>
                                  <a:pt x="0" y="96"/>
                                </a:cubicBezTo>
                                <a:cubicBezTo>
                                  <a:pt x="2" y="96"/>
                                  <a:pt x="4" y="98"/>
                                  <a:pt x="4" y="101"/>
                                </a:cubicBezTo>
                                <a:cubicBezTo>
                                  <a:pt x="4" y="103"/>
                                  <a:pt x="2" y="105"/>
                                  <a:pt x="0" y="105"/>
                                </a:cubicBezTo>
                                <a:cubicBezTo>
                                  <a:pt x="0" y="111"/>
                                  <a:pt x="0" y="111"/>
                                  <a:pt x="0" y="111"/>
                                </a:cubicBezTo>
                                <a:cubicBezTo>
                                  <a:pt x="2" y="111"/>
                                  <a:pt x="4" y="113"/>
                                  <a:pt x="4" y="115"/>
                                </a:cubicBezTo>
                                <a:cubicBezTo>
                                  <a:pt x="4" y="117"/>
                                  <a:pt x="2" y="119"/>
                                  <a:pt x="0" y="119"/>
                                </a:cubicBezTo>
                                <a:cubicBezTo>
                                  <a:pt x="0" y="125"/>
                                  <a:pt x="0" y="125"/>
                                  <a:pt x="0" y="125"/>
                                </a:cubicBezTo>
                                <a:cubicBezTo>
                                  <a:pt x="2" y="125"/>
                                  <a:pt x="4" y="127"/>
                                  <a:pt x="4" y="129"/>
                                </a:cubicBezTo>
                                <a:cubicBezTo>
                                  <a:pt x="4" y="132"/>
                                  <a:pt x="2" y="134"/>
                                  <a:pt x="0" y="134"/>
                                </a:cubicBezTo>
                                <a:cubicBezTo>
                                  <a:pt x="0" y="139"/>
                                  <a:pt x="0" y="139"/>
                                  <a:pt x="0" y="139"/>
                                </a:cubicBezTo>
                                <a:cubicBezTo>
                                  <a:pt x="2" y="139"/>
                                  <a:pt x="4" y="141"/>
                                  <a:pt x="4" y="144"/>
                                </a:cubicBezTo>
                                <a:cubicBezTo>
                                  <a:pt x="4" y="146"/>
                                  <a:pt x="2" y="148"/>
                                  <a:pt x="0" y="148"/>
                                </a:cubicBezTo>
                                <a:cubicBezTo>
                                  <a:pt x="0" y="154"/>
                                  <a:pt x="0" y="154"/>
                                  <a:pt x="0" y="154"/>
                                </a:cubicBezTo>
                                <a:cubicBezTo>
                                  <a:pt x="11" y="154"/>
                                  <a:pt x="22" y="162"/>
                                  <a:pt x="22" y="173"/>
                                </a:cubicBezTo>
                                <a:cubicBezTo>
                                  <a:pt x="296" y="173"/>
                                  <a:pt x="296" y="173"/>
                                  <a:pt x="296" y="173"/>
                                </a:cubicBezTo>
                                <a:cubicBezTo>
                                  <a:pt x="296" y="162"/>
                                  <a:pt x="307" y="154"/>
                                  <a:pt x="317" y="154"/>
                                </a:cubicBezTo>
                                <a:cubicBezTo>
                                  <a:pt x="317" y="148"/>
                                  <a:pt x="317" y="148"/>
                                  <a:pt x="317" y="148"/>
                                </a:cubicBezTo>
                                <a:cubicBezTo>
                                  <a:pt x="315" y="148"/>
                                  <a:pt x="313" y="146"/>
                                  <a:pt x="313" y="144"/>
                                </a:cubicBezTo>
                                <a:cubicBezTo>
                                  <a:pt x="313" y="141"/>
                                  <a:pt x="315" y="139"/>
                                  <a:pt x="317" y="139"/>
                                </a:cubicBezTo>
                                <a:cubicBezTo>
                                  <a:pt x="317" y="134"/>
                                  <a:pt x="317" y="134"/>
                                  <a:pt x="317" y="134"/>
                                </a:cubicBezTo>
                                <a:cubicBezTo>
                                  <a:pt x="315" y="134"/>
                                  <a:pt x="313" y="132"/>
                                  <a:pt x="313" y="129"/>
                                </a:cubicBezTo>
                                <a:cubicBezTo>
                                  <a:pt x="313" y="127"/>
                                  <a:pt x="315" y="125"/>
                                  <a:pt x="317" y="125"/>
                                </a:cubicBezTo>
                                <a:cubicBezTo>
                                  <a:pt x="317" y="119"/>
                                  <a:pt x="317" y="119"/>
                                  <a:pt x="317" y="119"/>
                                </a:cubicBezTo>
                                <a:cubicBezTo>
                                  <a:pt x="315" y="119"/>
                                  <a:pt x="313" y="117"/>
                                  <a:pt x="313" y="115"/>
                                </a:cubicBezTo>
                                <a:cubicBezTo>
                                  <a:pt x="313" y="113"/>
                                  <a:pt x="315" y="111"/>
                                  <a:pt x="317" y="111"/>
                                </a:cubicBezTo>
                                <a:cubicBezTo>
                                  <a:pt x="317" y="105"/>
                                  <a:pt x="317" y="105"/>
                                  <a:pt x="317" y="105"/>
                                </a:cubicBezTo>
                                <a:cubicBezTo>
                                  <a:pt x="315" y="105"/>
                                  <a:pt x="313" y="103"/>
                                  <a:pt x="313" y="101"/>
                                </a:cubicBezTo>
                                <a:cubicBezTo>
                                  <a:pt x="313" y="98"/>
                                  <a:pt x="315" y="96"/>
                                  <a:pt x="317" y="96"/>
                                </a:cubicBezTo>
                                <a:cubicBezTo>
                                  <a:pt x="317" y="91"/>
                                  <a:pt x="317" y="91"/>
                                  <a:pt x="317" y="91"/>
                                </a:cubicBezTo>
                                <a:cubicBezTo>
                                  <a:pt x="315" y="91"/>
                                  <a:pt x="313" y="89"/>
                                  <a:pt x="313" y="87"/>
                                </a:cubicBezTo>
                                <a:cubicBezTo>
                                  <a:pt x="313" y="84"/>
                                  <a:pt x="315" y="82"/>
                                  <a:pt x="317" y="82"/>
                                </a:cubicBezTo>
                                <a:cubicBezTo>
                                  <a:pt x="317" y="77"/>
                                  <a:pt x="317" y="77"/>
                                  <a:pt x="317" y="77"/>
                                </a:cubicBezTo>
                                <a:cubicBezTo>
                                  <a:pt x="315" y="77"/>
                                  <a:pt x="313" y="75"/>
                                  <a:pt x="313" y="72"/>
                                </a:cubicBezTo>
                                <a:cubicBezTo>
                                  <a:pt x="313" y="70"/>
                                  <a:pt x="315" y="68"/>
                                  <a:pt x="317" y="68"/>
                                </a:cubicBezTo>
                                <a:cubicBezTo>
                                  <a:pt x="317" y="62"/>
                                  <a:pt x="317" y="62"/>
                                  <a:pt x="317" y="62"/>
                                </a:cubicBezTo>
                                <a:cubicBezTo>
                                  <a:pt x="315" y="62"/>
                                  <a:pt x="313" y="60"/>
                                  <a:pt x="313" y="58"/>
                                </a:cubicBezTo>
                                <a:cubicBezTo>
                                  <a:pt x="313" y="56"/>
                                  <a:pt x="315" y="54"/>
                                  <a:pt x="317" y="54"/>
                                </a:cubicBezTo>
                                <a:cubicBezTo>
                                  <a:pt x="317" y="48"/>
                                  <a:pt x="317" y="48"/>
                                  <a:pt x="317" y="48"/>
                                </a:cubicBezTo>
                                <a:cubicBezTo>
                                  <a:pt x="315" y="48"/>
                                  <a:pt x="313" y="46"/>
                                  <a:pt x="313" y="4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275" y="1829828"/>
                            <a:ext cx="3014331" cy="1645920"/>
                          </a:xfrm>
                          <a:custGeom>
                            <a:avLst/>
                            <a:gdLst>
                              <a:gd name="T0" fmla="*/ 313 w 317"/>
                              <a:gd name="T1" fmla="*/ 44 h 173"/>
                              <a:gd name="T2" fmla="*/ 317 w 317"/>
                              <a:gd name="T3" fmla="*/ 39 h 173"/>
                              <a:gd name="T4" fmla="*/ 317 w 317"/>
                              <a:gd name="T5" fmla="*/ 34 h 173"/>
                              <a:gd name="T6" fmla="*/ 313 w 317"/>
                              <a:gd name="T7" fmla="*/ 30 h 173"/>
                              <a:gd name="T8" fmla="*/ 317 w 317"/>
                              <a:gd name="T9" fmla="*/ 25 h 173"/>
                              <a:gd name="T10" fmla="*/ 317 w 317"/>
                              <a:gd name="T11" fmla="*/ 19 h 173"/>
                              <a:gd name="T12" fmla="*/ 296 w 317"/>
                              <a:gd name="T13" fmla="*/ 0 h 173"/>
                              <a:gd name="T14" fmla="*/ 22 w 317"/>
                              <a:gd name="T15" fmla="*/ 0 h 173"/>
                              <a:gd name="T16" fmla="*/ 0 w 317"/>
                              <a:gd name="T17" fmla="*/ 19 h 173"/>
                              <a:gd name="T18" fmla="*/ 0 w 317"/>
                              <a:gd name="T19" fmla="*/ 25 h 173"/>
                              <a:gd name="T20" fmla="*/ 4 w 317"/>
                              <a:gd name="T21" fmla="*/ 30 h 173"/>
                              <a:gd name="T22" fmla="*/ 0 w 317"/>
                              <a:gd name="T23" fmla="*/ 34 h 173"/>
                              <a:gd name="T24" fmla="*/ 0 w 317"/>
                              <a:gd name="T25" fmla="*/ 39 h 173"/>
                              <a:gd name="T26" fmla="*/ 4 w 317"/>
                              <a:gd name="T27" fmla="*/ 44 h 173"/>
                              <a:gd name="T28" fmla="*/ 0 w 317"/>
                              <a:gd name="T29" fmla="*/ 48 h 173"/>
                              <a:gd name="T30" fmla="*/ 0 w 317"/>
                              <a:gd name="T31" fmla="*/ 54 h 173"/>
                              <a:gd name="T32" fmla="*/ 4 w 317"/>
                              <a:gd name="T33" fmla="*/ 58 h 173"/>
                              <a:gd name="T34" fmla="*/ 0 w 317"/>
                              <a:gd name="T35" fmla="*/ 62 h 173"/>
                              <a:gd name="T36" fmla="*/ 0 w 317"/>
                              <a:gd name="T37" fmla="*/ 68 h 173"/>
                              <a:gd name="T38" fmla="*/ 4 w 317"/>
                              <a:gd name="T39" fmla="*/ 72 h 173"/>
                              <a:gd name="T40" fmla="*/ 0 w 317"/>
                              <a:gd name="T41" fmla="*/ 77 h 173"/>
                              <a:gd name="T42" fmla="*/ 0 w 317"/>
                              <a:gd name="T43" fmla="*/ 82 h 173"/>
                              <a:gd name="T44" fmla="*/ 4 w 317"/>
                              <a:gd name="T45" fmla="*/ 87 h 173"/>
                              <a:gd name="T46" fmla="*/ 0 w 317"/>
                              <a:gd name="T47" fmla="*/ 91 h 173"/>
                              <a:gd name="T48" fmla="*/ 0 w 317"/>
                              <a:gd name="T49" fmla="*/ 96 h 173"/>
                              <a:gd name="T50" fmla="*/ 4 w 317"/>
                              <a:gd name="T51" fmla="*/ 101 h 173"/>
                              <a:gd name="T52" fmla="*/ 0 w 317"/>
                              <a:gd name="T53" fmla="*/ 105 h 173"/>
                              <a:gd name="T54" fmla="*/ 0 w 317"/>
                              <a:gd name="T55" fmla="*/ 111 h 173"/>
                              <a:gd name="T56" fmla="*/ 4 w 317"/>
                              <a:gd name="T57" fmla="*/ 115 h 173"/>
                              <a:gd name="T58" fmla="*/ 0 w 317"/>
                              <a:gd name="T59" fmla="*/ 119 h 173"/>
                              <a:gd name="T60" fmla="*/ 0 w 317"/>
                              <a:gd name="T61" fmla="*/ 125 h 173"/>
                              <a:gd name="T62" fmla="*/ 4 w 317"/>
                              <a:gd name="T63" fmla="*/ 129 h 173"/>
                              <a:gd name="T64" fmla="*/ 0 w 317"/>
                              <a:gd name="T65" fmla="*/ 134 h 173"/>
                              <a:gd name="T66" fmla="*/ 0 w 317"/>
                              <a:gd name="T67" fmla="*/ 139 h 173"/>
                              <a:gd name="T68" fmla="*/ 4 w 317"/>
                              <a:gd name="T69" fmla="*/ 144 h 173"/>
                              <a:gd name="T70" fmla="*/ 0 w 317"/>
                              <a:gd name="T71" fmla="*/ 148 h 173"/>
                              <a:gd name="T72" fmla="*/ 0 w 317"/>
                              <a:gd name="T73" fmla="*/ 154 h 173"/>
                              <a:gd name="T74" fmla="*/ 22 w 317"/>
                              <a:gd name="T75" fmla="*/ 173 h 173"/>
                              <a:gd name="T76" fmla="*/ 296 w 317"/>
                              <a:gd name="T77" fmla="*/ 173 h 173"/>
                              <a:gd name="T78" fmla="*/ 317 w 317"/>
                              <a:gd name="T79" fmla="*/ 154 h 173"/>
                              <a:gd name="T80" fmla="*/ 317 w 317"/>
                              <a:gd name="T81" fmla="*/ 148 h 173"/>
                              <a:gd name="T82" fmla="*/ 313 w 317"/>
                              <a:gd name="T83" fmla="*/ 144 h 173"/>
                              <a:gd name="T84" fmla="*/ 317 w 317"/>
                              <a:gd name="T85" fmla="*/ 139 h 173"/>
                              <a:gd name="T86" fmla="*/ 317 w 317"/>
                              <a:gd name="T87" fmla="*/ 134 h 173"/>
                              <a:gd name="T88" fmla="*/ 313 w 317"/>
                              <a:gd name="T89" fmla="*/ 129 h 173"/>
                              <a:gd name="T90" fmla="*/ 317 w 317"/>
                              <a:gd name="T91" fmla="*/ 125 h 173"/>
                              <a:gd name="T92" fmla="*/ 317 w 317"/>
                              <a:gd name="T93" fmla="*/ 119 h 173"/>
                              <a:gd name="T94" fmla="*/ 313 w 317"/>
                              <a:gd name="T95" fmla="*/ 115 h 173"/>
                              <a:gd name="T96" fmla="*/ 317 w 317"/>
                              <a:gd name="T97" fmla="*/ 111 h 173"/>
                              <a:gd name="T98" fmla="*/ 317 w 317"/>
                              <a:gd name="T99" fmla="*/ 105 h 173"/>
                              <a:gd name="T100" fmla="*/ 313 w 317"/>
                              <a:gd name="T101" fmla="*/ 101 h 173"/>
                              <a:gd name="T102" fmla="*/ 317 w 317"/>
                              <a:gd name="T103" fmla="*/ 96 h 173"/>
                              <a:gd name="T104" fmla="*/ 317 w 317"/>
                              <a:gd name="T105" fmla="*/ 91 h 173"/>
                              <a:gd name="T106" fmla="*/ 313 w 317"/>
                              <a:gd name="T107" fmla="*/ 87 h 173"/>
                              <a:gd name="T108" fmla="*/ 317 w 317"/>
                              <a:gd name="T109" fmla="*/ 82 h 173"/>
                              <a:gd name="T110" fmla="*/ 317 w 317"/>
                              <a:gd name="T111" fmla="*/ 77 h 173"/>
                              <a:gd name="T112" fmla="*/ 313 w 317"/>
                              <a:gd name="T113" fmla="*/ 72 h 173"/>
                              <a:gd name="T114" fmla="*/ 317 w 317"/>
                              <a:gd name="T115" fmla="*/ 68 h 173"/>
                              <a:gd name="T116" fmla="*/ 317 w 317"/>
                              <a:gd name="T117" fmla="*/ 62 h 173"/>
                              <a:gd name="T118" fmla="*/ 313 w 317"/>
                              <a:gd name="T119" fmla="*/ 58 h 173"/>
                              <a:gd name="T120" fmla="*/ 317 w 317"/>
                              <a:gd name="T121" fmla="*/ 54 h 173"/>
                              <a:gd name="T122" fmla="*/ 317 w 317"/>
                              <a:gd name="T123" fmla="*/ 48 h 173"/>
                              <a:gd name="T124" fmla="*/ 313 w 317"/>
                              <a:gd name="T125" fmla="*/ 44 h 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317" h="173">
                                <a:moveTo>
                                  <a:pt x="313" y="44"/>
                                </a:moveTo>
                                <a:cubicBezTo>
                                  <a:pt x="313" y="41"/>
                                  <a:pt x="315" y="39"/>
                                  <a:pt x="317" y="39"/>
                                </a:cubicBezTo>
                                <a:cubicBezTo>
                                  <a:pt x="317" y="34"/>
                                  <a:pt x="317" y="34"/>
                                  <a:pt x="317" y="34"/>
                                </a:cubicBezTo>
                                <a:cubicBezTo>
                                  <a:pt x="315" y="34"/>
                                  <a:pt x="313" y="32"/>
                                  <a:pt x="313" y="30"/>
                                </a:cubicBezTo>
                                <a:cubicBezTo>
                                  <a:pt x="313" y="27"/>
                                  <a:pt x="315" y="25"/>
                                  <a:pt x="317" y="25"/>
                                </a:cubicBezTo>
                                <a:cubicBezTo>
                                  <a:pt x="317" y="19"/>
                                  <a:pt x="317" y="19"/>
                                  <a:pt x="317" y="19"/>
                                </a:cubicBezTo>
                                <a:cubicBezTo>
                                  <a:pt x="307" y="19"/>
                                  <a:pt x="296" y="11"/>
                                  <a:pt x="296" y="0"/>
                                </a:cubicBezTo>
                                <a:cubicBezTo>
                                  <a:pt x="22" y="0"/>
                                  <a:pt x="22" y="0"/>
                                  <a:pt x="22" y="0"/>
                                </a:cubicBezTo>
                                <a:cubicBezTo>
                                  <a:pt x="22" y="11"/>
                                  <a:pt x="11" y="19"/>
                                  <a:pt x="0" y="19"/>
                                </a:cubicBezTo>
                                <a:cubicBezTo>
                                  <a:pt x="0" y="25"/>
                                  <a:pt x="0" y="25"/>
                                  <a:pt x="0" y="25"/>
                                </a:cubicBezTo>
                                <a:cubicBezTo>
                                  <a:pt x="2" y="25"/>
                                  <a:pt x="4" y="27"/>
                                  <a:pt x="4" y="30"/>
                                </a:cubicBezTo>
                                <a:cubicBezTo>
                                  <a:pt x="4" y="32"/>
                                  <a:pt x="2" y="34"/>
                                  <a:pt x="0" y="34"/>
                                </a:cubicBezTo>
                                <a:cubicBezTo>
                                  <a:pt x="0" y="39"/>
                                  <a:pt x="0" y="39"/>
                                  <a:pt x="0" y="39"/>
                                </a:cubicBezTo>
                                <a:cubicBezTo>
                                  <a:pt x="2" y="39"/>
                                  <a:pt x="4" y="41"/>
                                  <a:pt x="4" y="44"/>
                                </a:cubicBezTo>
                                <a:cubicBezTo>
                                  <a:pt x="4" y="46"/>
                                  <a:pt x="2" y="48"/>
                                  <a:pt x="0" y="48"/>
                                </a:cubicBezTo>
                                <a:cubicBezTo>
                                  <a:pt x="0" y="54"/>
                                  <a:pt x="0" y="54"/>
                                  <a:pt x="0" y="54"/>
                                </a:cubicBezTo>
                                <a:cubicBezTo>
                                  <a:pt x="2" y="54"/>
                                  <a:pt x="4" y="56"/>
                                  <a:pt x="4" y="58"/>
                                </a:cubicBezTo>
                                <a:cubicBezTo>
                                  <a:pt x="4" y="60"/>
                                  <a:pt x="2" y="62"/>
                                  <a:pt x="0" y="62"/>
                                </a:cubicBezTo>
                                <a:cubicBezTo>
                                  <a:pt x="0" y="68"/>
                                  <a:pt x="0" y="68"/>
                                  <a:pt x="0" y="68"/>
                                </a:cubicBezTo>
                                <a:cubicBezTo>
                                  <a:pt x="2" y="68"/>
                                  <a:pt x="4" y="70"/>
                                  <a:pt x="4" y="72"/>
                                </a:cubicBezTo>
                                <a:cubicBezTo>
                                  <a:pt x="4" y="75"/>
                                  <a:pt x="2" y="77"/>
                                  <a:pt x="0" y="77"/>
                                </a:cubicBezTo>
                                <a:cubicBezTo>
                                  <a:pt x="0" y="82"/>
                                  <a:pt x="0" y="82"/>
                                  <a:pt x="0" y="82"/>
                                </a:cubicBezTo>
                                <a:cubicBezTo>
                                  <a:pt x="2" y="82"/>
                                  <a:pt x="4" y="84"/>
                                  <a:pt x="4" y="87"/>
                                </a:cubicBezTo>
                                <a:cubicBezTo>
                                  <a:pt x="4" y="89"/>
                                  <a:pt x="2" y="91"/>
                                  <a:pt x="0" y="91"/>
                                </a:cubicBezTo>
                                <a:cubicBezTo>
                                  <a:pt x="0" y="96"/>
                                  <a:pt x="0" y="96"/>
                                  <a:pt x="0" y="96"/>
                                </a:cubicBezTo>
                                <a:cubicBezTo>
                                  <a:pt x="2" y="96"/>
                                  <a:pt x="4" y="98"/>
                                  <a:pt x="4" y="101"/>
                                </a:cubicBezTo>
                                <a:cubicBezTo>
                                  <a:pt x="4" y="103"/>
                                  <a:pt x="2" y="105"/>
                                  <a:pt x="0" y="105"/>
                                </a:cubicBezTo>
                                <a:cubicBezTo>
                                  <a:pt x="0" y="111"/>
                                  <a:pt x="0" y="111"/>
                                  <a:pt x="0" y="111"/>
                                </a:cubicBezTo>
                                <a:cubicBezTo>
                                  <a:pt x="2" y="111"/>
                                  <a:pt x="4" y="113"/>
                                  <a:pt x="4" y="115"/>
                                </a:cubicBezTo>
                                <a:cubicBezTo>
                                  <a:pt x="4" y="117"/>
                                  <a:pt x="2" y="119"/>
                                  <a:pt x="0" y="119"/>
                                </a:cubicBezTo>
                                <a:cubicBezTo>
                                  <a:pt x="0" y="125"/>
                                  <a:pt x="0" y="125"/>
                                  <a:pt x="0" y="125"/>
                                </a:cubicBezTo>
                                <a:cubicBezTo>
                                  <a:pt x="2" y="125"/>
                                  <a:pt x="4" y="127"/>
                                  <a:pt x="4" y="129"/>
                                </a:cubicBezTo>
                                <a:cubicBezTo>
                                  <a:pt x="4" y="132"/>
                                  <a:pt x="2" y="134"/>
                                  <a:pt x="0" y="134"/>
                                </a:cubicBezTo>
                                <a:cubicBezTo>
                                  <a:pt x="0" y="139"/>
                                  <a:pt x="0" y="139"/>
                                  <a:pt x="0" y="139"/>
                                </a:cubicBezTo>
                                <a:cubicBezTo>
                                  <a:pt x="2" y="139"/>
                                  <a:pt x="4" y="141"/>
                                  <a:pt x="4" y="144"/>
                                </a:cubicBezTo>
                                <a:cubicBezTo>
                                  <a:pt x="4" y="146"/>
                                  <a:pt x="2" y="148"/>
                                  <a:pt x="0" y="148"/>
                                </a:cubicBezTo>
                                <a:cubicBezTo>
                                  <a:pt x="0" y="154"/>
                                  <a:pt x="0" y="154"/>
                                  <a:pt x="0" y="154"/>
                                </a:cubicBezTo>
                                <a:cubicBezTo>
                                  <a:pt x="11" y="154"/>
                                  <a:pt x="22" y="162"/>
                                  <a:pt x="22" y="173"/>
                                </a:cubicBezTo>
                                <a:cubicBezTo>
                                  <a:pt x="296" y="173"/>
                                  <a:pt x="296" y="173"/>
                                  <a:pt x="296" y="173"/>
                                </a:cubicBezTo>
                                <a:cubicBezTo>
                                  <a:pt x="296" y="162"/>
                                  <a:pt x="307" y="154"/>
                                  <a:pt x="317" y="154"/>
                                </a:cubicBezTo>
                                <a:cubicBezTo>
                                  <a:pt x="317" y="148"/>
                                  <a:pt x="317" y="148"/>
                                  <a:pt x="317" y="148"/>
                                </a:cubicBezTo>
                                <a:cubicBezTo>
                                  <a:pt x="315" y="148"/>
                                  <a:pt x="313" y="146"/>
                                  <a:pt x="313" y="144"/>
                                </a:cubicBezTo>
                                <a:cubicBezTo>
                                  <a:pt x="313" y="141"/>
                                  <a:pt x="315" y="139"/>
                                  <a:pt x="317" y="139"/>
                                </a:cubicBezTo>
                                <a:cubicBezTo>
                                  <a:pt x="317" y="134"/>
                                  <a:pt x="317" y="134"/>
                                  <a:pt x="317" y="134"/>
                                </a:cubicBezTo>
                                <a:cubicBezTo>
                                  <a:pt x="315" y="134"/>
                                  <a:pt x="313" y="132"/>
                                  <a:pt x="313" y="129"/>
                                </a:cubicBezTo>
                                <a:cubicBezTo>
                                  <a:pt x="313" y="127"/>
                                  <a:pt x="315" y="125"/>
                                  <a:pt x="317" y="125"/>
                                </a:cubicBezTo>
                                <a:cubicBezTo>
                                  <a:pt x="317" y="119"/>
                                  <a:pt x="317" y="119"/>
                                  <a:pt x="317" y="119"/>
                                </a:cubicBezTo>
                                <a:cubicBezTo>
                                  <a:pt x="315" y="119"/>
                                  <a:pt x="313" y="117"/>
                                  <a:pt x="313" y="115"/>
                                </a:cubicBezTo>
                                <a:cubicBezTo>
                                  <a:pt x="313" y="113"/>
                                  <a:pt x="315" y="111"/>
                                  <a:pt x="317" y="111"/>
                                </a:cubicBezTo>
                                <a:cubicBezTo>
                                  <a:pt x="317" y="105"/>
                                  <a:pt x="317" y="105"/>
                                  <a:pt x="317" y="105"/>
                                </a:cubicBezTo>
                                <a:cubicBezTo>
                                  <a:pt x="315" y="105"/>
                                  <a:pt x="313" y="103"/>
                                  <a:pt x="313" y="101"/>
                                </a:cubicBezTo>
                                <a:cubicBezTo>
                                  <a:pt x="313" y="98"/>
                                  <a:pt x="315" y="96"/>
                                  <a:pt x="317" y="96"/>
                                </a:cubicBezTo>
                                <a:cubicBezTo>
                                  <a:pt x="317" y="91"/>
                                  <a:pt x="317" y="91"/>
                                  <a:pt x="317" y="91"/>
                                </a:cubicBezTo>
                                <a:cubicBezTo>
                                  <a:pt x="315" y="91"/>
                                  <a:pt x="313" y="89"/>
                                  <a:pt x="313" y="87"/>
                                </a:cubicBezTo>
                                <a:cubicBezTo>
                                  <a:pt x="313" y="84"/>
                                  <a:pt x="315" y="82"/>
                                  <a:pt x="317" y="82"/>
                                </a:cubicBezTo>
                                <a:cubicBezTo>
                                  <a:pt x="317" y="77"/>
                                  <a:pt x="317" y="77"/>
                                  <a:pt x="317" y="77"/>
                                </a:cubicBezTo>
                                <a:cubicBezTo>
                                  <a:pt x="315" y="77"/>
                                  <a:pt x="313" y="75"/>
                                  <a:pt x="313" y="72"/>
                                </a:cubicBezTo>
                                <a:cubicBezTo>
                                  <a:pt x="313" y="70"/>
                                  <a:pt x="315" y="68"/>
                                  <a:pt x="317" y="68"/>
                                </a:cubicBezTo>
                                <a:cubicBezTo>
                                  <a:pt x="317" y="62"/>
                                  <a:pt x="317" y="62"/>
                                  <a:pt x="317" y="62"/>
                                </a:cubicBezTo>
                                <a:cubicBezTo>
                                  <a:pt x="315" y="62"/>
                                  <a:pt x="313" y="60"/>
                                  <a:pt x="313" y="58"/>
                                </a:cubicBezTo>
                                <a:cubicBezTo>
                                  <a:pt x="313" y="56"/>
                                  <a:pt x="315" y="54"/>
                                  <a:pt x="317" y="54"/>
                                </a:cubicBezTo>
                                <a:cubicBezTo>
                                  <a:pt x="317" y="48"/>
                                  <a:pt x="317" y="48"/>
                                  <a:pt x="317" y="48"/>
                                </a:cubicBezTo>
                                <a:cubicBezTo>
                                  <a:pt x="315" y="48"/>
                                  <a:pt x="313" y="46"/>
                                  <a:pt x="313" y="4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277" y="3659656"/>
                            <a:ext cx="3014331" cy="1645920"/>
                          </a:xfrm>
                          <a:custGeom>
                            <a:avLst/>
                            <a:gdLst>
                              <a:gd name="T0" fmla="*/ 313 w 317"/>
                              <a:gd name="T1" fmla="*/ 44 h 173"/>
                              <a:gd name="T2" fmla="*/ 317 w 317"/>
                              <a:gd name="T3" fmla="*/ 39 h 173"/>
                              <a:gd name="T4" fmla="*/ 317 w 317"/>
                              <a:gd name="T5" fmla="*/ 34 h 173"/>
                              <a:gd name="T6" fmla="*/ 313 w 317"/>
                              <a:gd name="T7" fmla="*/ 30 h 173"/>
                              <a:gd name="T8" fmla="*/ 317 w 317"/>
                              <a:gd name="T9" fmla="*/ 25 h 173"/>
                              <a:gd name="T10" fmla="*/ 317 w 317"/>
                              <a:gd name="T11" fmla="*/ 19 h 173"/>
                              <a:gd name="T12" fmla="*/ 296 w 317"/>
                              <a:gd name="T13" fmla="*/ 0 h 173"/>
                              <a:gd name="T14" fmla="*/ 22 w 317"/>
                              <a:gd name="T15" fmla="*/ 0 h 173"/>
                              <a:gd name="T16" fmla="*/ 0 w 317"/>
                              <a:gd name="T17" fmla="*/ 19 h 173"/>
                              <a:gd name="T18" fmla="*/ 0 w 317"/>
                              <a:gd name="T19" fmla="*/ 25 h 173"/>
                              <a:gd name="T20" fmla="*/ 4 w 317"/>
                              <a:gd name="T21" fmla="*/ 30 h 173"/>
                              <a:gd name="T22" fmla="*/ 0 w 317"/>
                              <a:gd name="T23" fmla="*/ 34 h 173"/>
                              <a:gd name="T24" fmla="*/ 0 w 317"/>
                              <a:gd name="T25" fmla="*/ 39 h 173"/>
                              <a:gd name="T26" fmla="*/ 4 w 317"/>
                              <a:gd name="T27" fmla="*/ 44 h 173"/>
                              <a:gd name="T28" fmla="*/ 0 w 317"/>
                              <a:gd name="T29" fmla="*/ 48 h 173"/>
                              <a:gd name="T30" fmla="*/ 0 w 317"/>
                              <a:gd name="T31" fmla="*/ 54 h 173"/>
                              <a:gd name="T32" fmla="*/ 4 w 317"/>
                              <a:gd name="T33" fmla="*/ 58 h 173"/>
                              <a:gd name="T34" fmla="*/ 0 w 317"/>
                              <a:gd name="T35" fmla="*/ 62 h 173"/>
                              <a:gd name="T36" fmla="*/ 0 w 317"/>
                              <a:gd name="T37" fmla="*/ 68 h 173"/>
                              <a:gd name="T38" fmla="*/ 4 w 317"/>
                              <a:gd name="T39" fmla="*/ 72 h 173"/>
                              <a:gd name="T40" fmla="*/ 0 w 317"/>
                              <a:gd name="T41" fmla="*/ 77 h 173"/>
                              <a:gd name="T42" fmla="*/ 0 w 317"/>
                              <a:gd name="T43" fmla="*/ 82 h 173"/>
                              <a:gd name="T44" fmla="*/ 4 w 317"/>
                              <a:gd name="T45" fmla="*/ 87 h 173"/>
                              <a:gd name="T46" fmla="*/ 0 w 317"/>
                              <a:gd name="T47" fmla="*/ 91 h 173"/>
                              <a:gd name="T48" fmla="*/ 0 w 317"/>
                              <a:gd name="T49" fmla="*/ 96 h 173"/>
                              <a:gd name="T50" fmla="*/ 4 w 317"/>
                              <a:gd name="T51" fmla="*/ 101 h 173"/>
                              <a:gd name="T52" fmla="*/ 0 w 317"/>
                              <a:gd name="T53" fmla="*/ 105 h 173"/>
                              <a:gd name="T54" fmla="*/ 0 w 317"/>
                              <a:gd name="T55" fmla="*/ 111 h 173"/>
                              <a:gd name="T56" fmla="*/ 4 w 317"/>
                              <a:gd name="T57" fmla="*/ 115 h 173"/>
                              <a:gd name="T58" fmla="*/ 0 w 317"/>
                              <a:gd name="T59" fmla="*/ 119 h 173"/>
                              <a:gd name="T60" fmla="*/ 0 w 317"/>
                              <a:gd name="T61" fmla="*/ 125 h 173"/>
                              <a:gd name="T62" fmla="*/ 4 w 317"/>
                              <a:gd name="T63" fmla="*/ 129 h 173"/>
                              <a:gd name="T64" fmla="*/ 0 w 317"/>
                              <a:gd name="T65" fmla="*/ 134 h 173"/>
                              <a:gd name="T66" fmla="*/ 0 w 317"/>
                              <a:gd name="T67" fmla="*/ 139 h 173"/>
                              <a:gd name="T68" fmla="*/ 4 w 317"/>
                              <a:gd name="T69" fmla="*/ 144 h 173"/>
                              <a:gd name="T70" fmla="*/ 0 w 317"/>
                              <a:gd name="T71" fmla="*/ 148 h 173"/>
                              <a:gd name="T72" fmla="*/ 0 w 317"/>
                              <a:gd name="T73" fmla="*/ 154 h 173"/>
                              <a:gd name="T74" fmla="*/ 22 w 317"/>
                              <a:gd name="T75" fmla="*/ 173 h 173"/>
                              <a:gd name="T76" fmla="*/ 296 w 317"/>
                              <a:gd name="T77" fmla="*/ 173 h 173"/>
                              <a:gd name="T78" fmla="*/ 317 w 317"/>
                              <a:gd name="T79" fmla="*/ 154 h 173"/>
                              <a:gd name="T80" fmla="*/ 317 w 317"/>
                              <a:gd name="T81" fmla="*/ 148 h 173"/>
                              <a:gd name="T82" fmla="*/ 313 w 317"/>
                              <a:gd name="T83" fmla="*/ 144 h 173"/>
                              <a:gd name="T84" fmla="*/ 317 w 317"/>
                              <a:gd name="T85" fmla="*/ 139 h 173"/>
                              <a:gd name="T86" fmla="*/ 317 w 317"/>
                              <a:gd name="T87" fmla="*/ 134 h 173"/>
                              <a:gd name="T88" fmla="*/ 313 w 317"/>
                              <a:gd name="T89" fmla="*/ 129 h 173"/>
                              <a:gd name="T90" fmla="*/ 317 w 317"/>
                              <a:gd name="T91" fmla="*/ 125 h 173"/>
                              <a:gd name="T92" fmla="*/ 317 w 317"/>
                              <a:gd name="T93" fmla="*/ 119 h 173"/>
                              <a:gd name="T94" fmla="*/ 313 w 317"/>
                              <a:gd name="T95" fmla="*/ 115 h 173"/>
                              <a:gd name="T96" fmla="*/ 317 w 317"/>
                              <a:gd name="T97" fmla="*/ 111 h 173"/>
                              <a:gd name="T98" fmla="*/ 317 w 317"/>
                              <a:gd name="T99" fmla="*/ 105 h 173"/>
                              <a:gd name="T100" fmla="*/ 313 w 317"/>
                              <a:gd name="T101" fmla="*/ 101 h 173"/>
                              <a:gd name="T102" fmla="*/ 317 w 317"/>
                              <a:gd name="T103" fmla="*/ 96 h 173"/>
                              <a:gd name="T104" fmla="*/ 317 w 317"/>
                              <a:gd name="T105" fmla="*/ 91 h 173"/>
                              <a:gd name="T106" fmla="*/ 313 w 317"/>
                              <a:gd name="T107" fmla="*/ 87 h 173"/>
                              <a:gd name="T108" fmla="*/ 317 w 317"/>
                              <a:gd name="T109" fmla="*/ 82 h 173"/>
                              <a:gd name="T110" fmla="*/ 317 w 317"/>
                              <a:gd name="T111" fmla="*/ 77 h 173"/>
                              <a:gd name="T112" fmla="*/ 313 w 317"/>
                              <a:gd name="T113" fmla="*/ 72 h 173"/>
                              <a:gd name="T114" fmla="*/ 317 w 317"/>
                              <a:gd name="T115" fmla="*/ 68 h 173"/>
                              <a:gd name="T116" fmla="*/ 317 w 317"/>
                              <a:gd name="T117" fmla="*/ 62 h 173"/>
                              <a:gd name="T118" fmla="*/ 313 w 317"/>
                              <a:gd name="T119" fmla="*/ 58 h 173"/>
                              <a:gd name="T120" fmla="*/ 317 w 317"/>
                              <a:gd name="T121" fmla="*/ 54 h 173"/>
                              <a:gd name="T122" fmla="*/ 317 w 317"/>
                              <a:gd name="T123" fmla="*/ 48 h 173"/>
                              <a:gd name="T124" fmla="*/ 313 w 317"/>
                              <a:gd name="T125" fmla="*/ 44 h 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317" h="173">
                                <a:moveTo>
                                  <a:pt x="313" y="44"/>
                                </a:moveTo>
                                <a:cubicBezTo>
                                  <a:pt x="313" y="41"/>
                                  <a:pt x="315" y="39"/>
                                  <a:pt x="317" y="39"/>
                                </a:cubicBezTo>
                                <a:cubicBezTo>
                                  <a:pt x="317" y="34"/>
                                  <a:pt x="317" y="34"/>
                                  <a:pt x="317" y="34"/>
                                </a:cubicBezTo>
                                <a:cubicBezTo>
                                  <a:pt x="315" y="34"/>
                                  <a:pt x="313" y="32"/>
                                  <a:pt x="313" y="30"/>
                                </a:cubicBezTo>
                                <a:cubicBezTo>
                                  <a:pt x="313" y="27"/>
                                  <a:pt x="315" y="25"/>
                                  <a:pt x="317" y="25"/>
                                </a:cubicBezTo>
                                <a:cubicBezTo>
                                  <a:pt x="317" y="19"/>
                                  <a:pt x="317" y="19"/>
                                  <a:pt x="317" y="19"/>
                                </a:cubicBezTo>
                                <a:cubicBezTo>
                                  <a:pt x="307" y="19"/>
                                  <a:pt x="296" y="11"/>
                                  <a:pt x="296" y="0"/>
                                </a:cubicBezTo>
                                <a:cubicBezTo>
                                  <a:pt x="22" y="0"/>
                                  <a:pt x="22" y="0"/>
                                  <a:pt x="22" y="0"/>
                                </a:cubicBezTo>
                                <a:cubicBezTo>
                                  <a:pt x="22" y="11"/>
                                  <a:pt x="11" y="19"/>
                                  <a:pt x="0" y="19"/>
                                </a:cubicBezTo>
                                <a:cubicBezTo>
                                  <a:pt x="0" y="25"/>
                                  <a:pt x="0" y="25"/>
                                  <a:pt x="0" y="25"/>
                                </a:cubicBezTo>
                                <a:cubicBezTo>
                                  <a:pt x="2" y="25"/>
                                  <a:pt x="4" y="27"/>
                                  <a:pt x="4" y="30"/>
                                </a:cubicBezTo>
                                <a:cubicBezTo>
                                  <a:pt x="4" y="32"/>
                                  <a:pt x="2" y="34"/>
                                  <a:pt x="0" y="34"/>
                                </a:cubicBezTo>
                                <a:cubicBezTo>
                                  <a:pt x="0" y="39"/>
                                  <a:pt x="0" y="39"/>
                                  <a:pt x="0" y="39"/>
                                </a:cubicBezTo>
                                <a:cubicBezTo>
                                  <a:pt x="2" y="39"/>
                                  <a:pt x="4" y="41"/>
                                  <a:pt x="4" y="44"/>
                                </a:cubicBezTo>
                                <a:cubicBezTo>
                                  <a:pt x="4" y="46"/>
                                  <a:pt x="2" y="48"/>
                                  <a:pt x="0" y="48"/>
                                </a:cubicBezTo>
                                <a:cubicBezTo>
                                  <a:pt x="0" y="54"/>
                                  <a:pt x="0" y="54"/>
                                  <a:pt x="0" y="54"/>
                                </a:cubicBezTo>
                                <a:cubicBezTo>
                                  <a:pt x="2" y="54"/>
                                  <a:pt x="4" y="56"/>
                                  <a:pt x="4" y="58"/>
                                </a:cubicBezTo>
                                <a:cubicBezTo>
                                  <a:pt x="4" y="60"/>
                                  <a:pt x="2" y="62"/>
                                  <a:pt x="0" y="62"/>
                                </a:cubicBezTo>
                                <a:cubicBezTo>
                                  <a:pt x="0" y="68"/>
                                  <a:pt x="0" y="68"/>
                                  <a:pt x="0" y="68"/>
                                </a:cubicBezTo>
                                <a:cubicBezTo>
                                  <a:pt x="2" y="68"/>
                                  <a:pt x="4" y="70"/>
                                  <a:pt x="4" y="72"/>
                                </a:cubicBezTo>
                                <a:cubicBezTo>
                                  <a:pt x="4" y="75"/>
                                  <a:pt x="2" y="77"/>
                                  <a:pt x="0" y="77"/>
                                </a:cubicBezTo>
                                <a:cubicBezTo>
                                  <a:pt x="0" y="82"/>
                                  <a:pt x="0" y="82"/>
                                  <a:pt x="0" y="82"/>
                                </a:cubicBezTo>
                                <a:cubicBezTo>
                                  <a:pt x="2" y="82"/>
                                  <a:pt x="4" y="84"/>
                                  <a:pt x="4" y="87"/>
                                </a:cubicBezTo>
                                <a:cubicBezTo>
                                  <a:pt x="4" y="89"/>
                                  <a:pt x="2" y="91"/>
                                  <a:pt x="0" y="91"/>
                                </a:cubicBezTo>
                                <a:cubicBezTo>
                                  <a:pt x="0" y="96"/>
                                  <a:pt x="0" y="96"/>
                                  <a:pt x="0" y="96"/>
                                </a:cubicBezTo>
                                <a:cubicBezTo>
                                  <a:pt x="2" y="96"/>
                                  <a:pt x="4" y="98"/>
                                  <a:pt x="4" y="101"/>
                                </a:cubicBezTo>
                                <a:cubicBezTo>
                                  <a:pt x="4" y="103"/>
                                  <a:pt x="2" y="105"/>
                                  <a:pt x="0" y="105"/>
                                </a:cubicBezTo>
                                <a:cubicBezTo>
                                  <a:pt x="0" y="111"/>
                                  <a:pt x="0" y="111"/>
                                  <a:pt x="0" y="111"/>
                                </a:cubicBezTo>
                                <a:cubicBezTo>
                                  <a:pt x="2" y="111"/>
                                  <a:pt x="4" y="113"/>
                                  <a:pt x="4" y="115"/>
                                </a:cubicBezTo>
                                <a:cubicBezTo>
                                  <a:pt x="4" y="117"/>
                                  <a:pt x="2" y="119"/>
                                  <a:pt x="0" y="119"/>
                                </a:cubicBezTo>
                                <a:cubicBezTo>
                                  <a:pt x="0" y="125"/>
                                  <a:pt x="0" y="125"/>
                                  <a:pt x="0" y="125"/>
                                </a:cubicBezTo>
                                <a:cubicBezTo>
                                  <a:pt x="2" y="125"/>
                                  <a:pt x="4" y="127"/>
                                  <a:pt x="4" y="129"/>
                                </a:cubicBezTo>
                                <a:cubicBezTo>
                                  <a:pt x="4" y="132"/>
                                  <a:pt x="2" y="134"/>
                                  <a:pt x="0" y="134"/>
                                </a:cubicBezTo>
                                <a:cubicBezTo>
                                  <a:pt x="0" y="139"/>
                                  <a:pt x="0" y="139"/>
                                  <a:pt x="0" y="139"/>
                                </a:cubicBezTo>
                                <a:cubicBezTo>
                                  <a:pt x="2" y="139"/>
                                  <a:pt x="4" y="141"/>
                                  <a:pt x="4" y="144"/>
                                </a:cubicBezTo>
                                <a:cubicBezTo>
                                  <a:pt x="4" y="146"/>
                                  <a:pt x="2" y="148"/>
                                  <a:pt x="0" y="148"/>
                                </a:cubicBezTo>
                                <a:cubicBezTo>
                                  <a:pt x="0" y="154"/>
                                  <a:pt x="0" y="154"/>
                                  <a:pt x="0" y="154"/>
                                </a:cubicBezTo>
                                <a:cubicBezTo>
                                  <a:pt x="11" y="154"/>
                                  <a:pt x="22" y="162"/>
                                  <a:pt x="22" y="173"/>
                                </a:cubicBezTo>
                                <a:cubicBezTo>
                                  <a:pt x="296" y="173"/>
                                  <a:pt x="296" y="173"/>
                                  <a:pt x="296" y="173"/>
                                </a:cubicBezTo>
                                <a:cubicBezTo>
                                  <a:pt x="296" y="162"/>
                                  <a:pt x="307" y="154"/>
                                  <a:pt x="317" y="154"/>
                                </a:cubicBezTo>
                                <a:cubicBezTo>
                                  <a:pt x="317" y="148"/>
                                  <a:pt x="317" y="148"/>
                                  <a:pt x="317" y="148"/>
                                </a:cubicBezTo>
                                <a:cubicBezTo>
                                  <a:pt x="315" y="148"/>
                                  <a:pt x="313" y="146"/>
                                  <a:pt x="313" y="144"/>
                                </a:cubicBezTo>
                                <a:cubicBezTo>
                                  <a:pt x="313" y="141"/>
                                  <a:pt x="315" y="139"/>
                                  <a:pt x="317" y="139"/>
                                </a:cubicBezTo>
                                <a:cubicBezTo>
                                  <a:pt x="317" y="134"/>
                                  <a:pt x="317" y="134"/>
                                  <a:pt x="317" y="134"/>
                                </a:cubicBezTo>
                                <a:cubicBezTo>
                                  <a:pt x="315" y="134"/>
                                  <a:pt x="313" y="132"/>
                                  <a:pt x="313" y="129"/>
                                </a:cubicBezTo>
                                <a:cubicBezTo>
                                  <a:pt x="313" y="127"/>
                                  <a:pt x="315" y="125"/>
                                  <a:pt x="317" y="125"/>
                                </a:cubicBezTo>
                                <a:cubicBezTo>
                                  <a:pt x="317" y="119"/>
                                  <a:pt x="317" y="119"/>
                                  <a:pt x="317" y="119"/>
                                </a:cubicBezTo>
                                <a:cubicBezTo>
                                  <a:pt x="315" y="119"/>
                                  <a:pt x="313" y="117"/>
                                  <a:pt x="313" y="115"/>
                                </a:cubicBezTo>
                                <a:cubicBezTo>
                                  <a:pt x="313" y="113"/>
                                  <a:pt x="315" y="111"/>
                                  <a:pt x="317" y="111"/>
                                </a:cubicBezTo>
                                <a:cubicBezTo>
                                  <a:pt x="317" y="105"/>
                                  <a:pt x="317" y="105"/>
                                  <a:pt x="317" y="105"/>
                                </a:cubicBezTo>
                                <a:cubicBezTo>
                                  <a:pt x="315" y="105"/>
                                  <a:pt x="313" y="103"/>
                                  <a:pt x="313" y="101"/>
                                </a:cubicBezTo>
                                <a:cubicBezTo>
                                  <a:pt x="313" y="98"/>
                                  <a:pt x="315" y="96"/>
                                  <a:pt x="317" y="96"/>
                                </a:cubicBezTo>
                                <a:cubicBezTo>
                                  <a:pt x="317" y="91"/>
                                  <a:pt x="317" y="91"/>
                                  <a:pt x="317" y="91"/>
                                </a:cubicBezTo>
                                <a:cubicBezTo>
                                  <a:pt x="315" y="91"/>
                                  <a:pt x="313" y="89"/>
                                  <a:pt x="313" y="87"/>
                                </a:cubicBezTo>
                                <a:cubicBezTo>
                                  <a:pt x="313" y="84"/>
                                  <a:pt x="315" y="82"/>
                                  <a:pt x="317" y="82"/>
                                </a:cubicBezTo>
                                <a:cubicBezTo>
                                  <a:pt x="317" y="77"/>
                                  <a:pt x="317" y="77"/>
                                  <a:pt x="317" y="77"/>
                                </a:cubicBezTo>
                                <a:cubicBezTo>
                                  <a:pt x="315" y="77"/>
                                  <a:pt x="313" y="75"/>
                                  <a:pt x="313" y="72"/>
                                </a:cubicBezTo>
                                <a:cubicBezTo>
                                  <a:pt x="313" y="70"/>
                                  <a:pt x="315" y="68"/>
                                  <a:pt x="317" y="68"/>
                                </a:cubicBezTo>
                                <a:cubicBezTo>
                                  <a:pt x="317" y="62"/>
                                  <a:pt x="317" y="62"/>
                                  <a:pt x="317" y="62"/>
                                </a:cubicBezTo>
                                <a:cubicBezTo>
                                  <a:pt x="315" y="62"/>
                                  <a:pt x="313" y="60"/>
                                  <a:pt x="313" y="58"/>
                                </a:cubicBezTo>
                                <a:cubicBezTo>
                                  <a:pt x="313" y="56"/>
                                  <a:pt x="315" y="54"/>
                                  <a:pt x="317" y="54"/>
                                </a:cubicBezTo>
                                <a:cubicBezTo>
                                  <a:pt x="317" y="48"/>
                                  <a:pt x="317" y="48"/>
                                  <a:pt x="317" y="48"/>
                                </a:cubicBezTo>
                                <a:cubicBezTo>
                                  <a:pt x="315" y="48"/>
                                  <a:pt x="313" y="46"/>
                                  <a:pt x="313" y="4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276" y="5489484"/>
                            <a:ext cx="3014331" cy="1645920"/>
                          </a:xfrm>
                          <a:custGeom>
                            <a:avLst/>
                            <a:gdLst>
                              <a:gd name="T0" fmla="*/ 313 w 317"/>
                              <a:gd name="T1" fmla="*/ 44 h 173"/>
                              <a:gd name="T2" fmla="*/ 317 w 317"/>
                              <a:gd name="T3" fmla="*/ 39 h 173"/>
                              <a:gd name="T4" fmla="*/ 317 w 317"/>
                              <a:gd name="T5" fmla="*/ 34 h 173"/>
                              <a:gd name="T6" fmla="*/ 313 w 317"/>
                              <a:gd name="T7" fmla="*/ 30 h 173"/>
                              <a:gd name="T8" fmla="*/ 317 w 317"/>
                              <a:gd name="T9" fmla="*/ 25 h 173"/>
                              <a:gd name="T10" fmla="*/ 317 w 317"/>
                              <a:gd name="T11" fmla="*/ 19 h 173"/>
                              <a:gd name="T12" fmla="*/ 296 w 317"/>
                              <a:gd name="T13" fmla="*/ 0 h 173"/>
                              <a:gd name="T14" fmla="*/ 22 w 317"/>
                              <a:gd name="T15" fmla="*/ 0 h 173"/>
                              <a:gd name="T16" fmla="*/ 0 w 317"/>
                              <a:gd name="T17" fmla="*/ 19 h 173"/>
                              <a:gd name="T18" fmla="*/ 0 w 317"/>
                              <a:gd name="T19" fmla="*/ 25 h 173"/>
                              <a:gd name="T20" fmla="*/ 4 w 317"/>
                              <a:gd name="T21" fmla="*/ 30 h 173"/>
                              <a:gd name="T22" fmla="*/ 0 w 317"/>
                              <a:gd name="T23" fmla="*/ 34 h 173"/>
                              <a:gd name="T24" fmla="*/ 0 w 317"/>
                              <a:gd name="T25" fmla="*/ 39 h 173"/>
                              <a:gd name="T26" fmla="*/ 4 w 317"/>
                              <a:gd name="T27" fmla="*/ 44 h 173"/>
                              <a:gd name="T28" fmla="*/ 0 w 317"/>
                              <a:gd name="T29" fmla="*/ 48 h 173"/>
                              <a:gd name="T30" fmla="*/ 0 w 317"/>
                              <a:gd name="T31" fmla="*/ 54 h 173"/>
                              <a:gd name="T32" fmla="*/ 4 w 317"/>
                              <a:gd name="T33" fmla="*/ 58 h 173"/>
                              <a:gd name="T34" fmla="*/ 0 w 317"/>
                              <a:gd name="T35" fmla="*/ 62 h 173"/>
                              <a:gd name="T36" fmla="*/ 0 w 317"/>
                              <a:gd name="T37" fmla="*/ 68 h 173"/>
                              <a:gd name="T38" fmla="*/ 4 w 317"/>
                              <a:gd name="T39" fmla="*/ 72 h 173"/>
                              <a:gd name="T40" fmla="*/ 0 w 317"/>
                              <a:gd name="T41" fmla="*/ 77 h 173"/>
                              <a:gd name="T42" fmla="*/ 0 w 317"/>
                              <a:gd name="T43" fmla="*/ 82 h 173"/>
                              <a:gd name="T44" fmla="*/ 4 w 317"/>
                              <a:gd name="T45" fmla="*/ 87 h 173"/>
                              <a:gd name="T46" fmla="*/ 0 w 317"/>
                              <a:gd name="T47" fmla="*/ 91 h 173"/>
                              <a:gd name="T48" fmla="*/ 0 w 317"/>
                              <a:gd name="T49" fmla="*/ 96 h 173"/>
                              <a:gd name="T50" fmla="*/ 4 w 317"/>
                              <a:gd name="T51" fmla="*/ 101 h 173"/>
                              <a:gd name="T52" fmla="*/ 0 w 317"/>
                              <a:gd name="T53" fmla="*/ 105 h 173"/>
                              <a:gd name="T54" fmla="*/ 0 w 317"/>
                              <a:gd name="T55" fmla="*/ 111 h 173"/>
                              <a:gd name="T56" fmla="*/ 4 w 317"/>
                              <a:gd name="T57" fmla="*/ 115 h 173"/>
                              <a:gd name="T58" fmla="*/ 0 w 317"/>
                              <a:gd name="T59" fmla="*/ 119 h 173"/>
                              <a:gd name="T60" fmla="*/ 0 w 317"/>
                              <a:gd name="T61" fmla="*/ 125 h 173"/>
                              <a:gd name="T62" fmla="*/ 4 w 317"/>
                              <a:gd name="T63" fmla="*/ 129 h 173"/>
                              <a:gd name="T64" fmla="*/ 0 w 317"/>
                              <a:gd name="T65" fmla="*/ 134 h 173"/>
                              <a:gd name="T66" fmla="*/ 0 w 317"/>
                              <a:gd name="T67" fmla="*/ 139 h 173"/>
                              <a:gd name="T68" fmla="*/ 4 w 317"/>
                              <a:gd name="T69" fmla="*/ 144 h 173"/>
                              <a:gd name="T70" fmla="*/ 0 w 317"/>
                              <a:gd name="T71" fmla="*/ 148 h 173"/>
                              <a:gd name="T72" fmla="*/ 0 w 317"/>
                              <a:gd name="T73" fmla="*/ 154 h 173"/>
                              <a:gd name="T74" fmla="*/ 22 w 317"/>
                              <a:gd name="T75" fmla="*/ 173 h 173"/>
                              <a:gd name="T76" fmla="*/ 296 w 317"/>
                              <a:gd name="T77" fmla="*/ 173 h 173"/>
                              <a:gd name="T78" fmla="*/ 317 w 317"/>
                              <a:gd name="T79" fmla="*/ 154 h 173"/>
                              <a:gd name="T80" fmla="*/ 317 w 317"/>
                              <a:gd name="T81" fmla="*/ 148 h 173"/>
                              <a:gd name="T82" fmla="*/ 313 w 317"/>
                              <a:gd name="T83" fmla="*/ 144 h 173"/>
                              <a:gd name="T84" fmla="*/ 317 w 317"/>
                              <a:gd name="T85" fmla="*/ 139 h 173"/>
                              <a:gd name="T86" fmla="*/ 317 w 317"/>
                              <a:gd name="T87" fmla="*/ 134 h 173"/>
                              <a:gd name="T88" fmla="*/ 313 w 317"/>
                              <a:gd name="T89" fmla="*/ 129 h 173"/>
                              <a:gd name="T90" fmla="*/ 317 w 317"/>
                              <a:gd name="T91" fmla="*/ 125 h 173"/>
                              <a:gd name="T92" fmla="*/ 317 w 317"/>
                              <a:gd name="T93" fmla="*/ 119 h 173"/>
                              <a:gd name="T94" fmla="*/ 313 w 317"/>
                              <a:gd name="T95" fmla="*/ 115 h 173"/>
                              <a:gd name="T96" fmla="*/ 317 w 317"/>
                              <a:gd name="T97" fmla="*/ 111 h 173"/>
                              <a:gd name="T98" fmla="*/ 317 w 317"/>
                              <a:gd name="T99" fmla="*/ 105 h 173"/>
                              <a:gd name="T100" fmla="*/ 313 w 317"/>
                              <a:gd name="T101" fmla="*/ 101 h 173"/>
                              <a:gd name="T102" fmla="*/ 317 w 317"/>
                              <a:gd name="T103" fmla="*/ 96 h 173"/>
                              <a:gd name="T104" fmla="*/ 317 w 317"/>
                              <a:gd name="T105" fmla="*/ 91 h 173"/>
                              <a:gd name="T106" fmla="*/ 313 w 317"/>
                              <a:gd name="T107" fmla="*/ 87 h 173"/>
                              <a:gd name="T108" fmla="*/ 317 w 317"/>
                              <a:gd name="T109" fmla="*/ 82 h 173"/>
                              <a:gd name="T110" fmla="*/ 317 w 317"/>
                              <a:gd name="T111" fmla="*/ 77 h 173"/>
                              <a:gd name="T112" fmla="*/ 313 w 317"/>
                              <a:gd name="T113" fmla="*/ 72 h 173"/>
                              <a:gd name="T114" fmla="*/ 317 w 317"/>
                              <a:gd name="T115" fmla="*/ 68 h 173"/>
                              <a:gd name="T116" fmla="*/ 317 w 317"/>
                              <a:gd name="T117" fmla="*/ 62 h 173"/>
                              <a:gd name="T118" fmla="*/ 313 w 317"/>
                              <a:gd name="T119" fmla="*/ 58 h 173"/>
                              <a:gd name="T120" fmla="*/ 317 w 317"/>
                              <a:gd name="T121" fmla="*/ 54 h 173"/>
                              <a:gd name="T122" fmla="*/ 317 w 317"/>
                              <a:gd name="T123" fmla="*/ 48 h 173"/>
                              <a:gd name="T124" fmla="*/ 313 w 317"/>
                              <a:gd name="T125" fmla="*/ 44 h 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317" h="173">
                                <a:moveTo>
                                  <a:pt x="313" y="44"/>
                                </a:moveTo>
                                <a:cubicBezTo>
                                  <a:pt x="313" y="41"/>
                                  <a:pt x="315" y="39"/>
                                  <a:pt x="317" y="39"/>
                                </a:cubicBezTo>
                                <a:cubicBezTo>
                                  <a:pt x="317" y="34"/>
                                  <a:pt x="317" y="34"/>
                                  <a:pt x="317" y="34"/>
                                </a:cubicBezTo>
                                <a:cubicBezTo>
                                  <a:pt x="315" y="34"/>
                                  <a:pt x="313" y="32"/>
                                  <a:pt x="313" y="30"/>
                                </a:cubicBezTo>
                                <a:cubicBezTo>
                                  <a:pt x="313" y="27"/>
                                  <a:pt x="315" y="25"/>
                                  <a:pt x="317" y="25"/>
                                </a:cubicBezTo>
                                <a:cubicBezTo>
                                  <a:pt x="317" y="19"/>
                                  <a:pt x="317" y="19"/>
                                  <a:pt x="317" y="19"/>
                                </a:cubicBezTo>
                                <a:cubicBezTo>
                                  <a:pt x="307" y="19"/>
                                  <a:pt x="296" y="11"/>
                                  <a:pt x="296" y="0"/>
                                </a:cubicBezTo>
                                <a:cubicBezTo>
                                  <a:pt x="22" y="0"/>
                                  <a:pt x="22" y="0"/>
                                  <a:pt x="22" y="0"/>
                                </a:cubicBezTo>
                                <a:cubicBezTo>
                                  <a:pt x="22" y="11"/>
                                  <a:pt x="11" y="19"/>
                                  <a:pt x="0" y="19"/>
                                </a:cubicBezTo>
                                <a:cubicBezTo>
                                  <a:pt x="0" y="25"/>
                                  <a:pt x="0" y="25"/>
                                  <a:pt x="0" y="25"/>
                                </a:cubicBezTo>
                                <a:cubicBezTo>
                                  <a:pt x="2" y="25"/>
                                  <a:pt x="4" y="27"/>
                                  <a:pt x="4" y="30"/>
                                </a:cubicBezTo>
                                <a:cubicBezTo>
                                  <a:pt x="4" y="32"/>
                                  <a:pt x="2" y="34"/>
                                  <a:pt x="0" y="34"/>
                                </a:cubicBezTo>
                                <a:cubicBezTo>
                                  <a:pt x="0" y="39"/>
                                  <a:pt x="0" y="39"/>
                                  <a:pt x="0" y="39"/>
                                </a:cubicBezTo>
                                <a:cubicBezTo>
                                  <a:pt x="2" y="39"/>
                                  <a:pt x="4" y="41"/>
                                  <a:pt x="4" y="44"/>
                                </a:cubicBezTo>
                                <a:cubicBezTo>
                                  <a:pt x="4" y="46"/>
                                  <a:pt x="2" y="48"/>
                                  <a:pt x="0" y="48"/>
                                </a:cubicBezTo>
                                <a:cubicBezTo>
                                  <a:pt x="0" y="54"/>
                                  <a:pt x="0" y="54"/>
                                  <a:pt x="0" y="54"/>
                                </a:cubicBezTo>
                                <a:cubicBezTo>
                                  <a:pt x="2" y="54"/>
                                  <a:pt x="4" y="56"/>
                                  <a:pt x="4" y="58"/>
                                </a:cubicBezTo>
                                <a:cubicBezTo>
                                  <a:pt x="4" y="60"/>
                                  <a:pt x="2" y="62"/>
                                  <a:pt x="0" y="62"/>
                                </a:cubicBezTo>
                                <a:cubicBezTo>
                                  <a:pt x="0" y="68"/>
                                  <a:pt x="0" y="68"/>
                                  <a:pt x="0" y="68"/>
                                </a:cubicBezTo>
                                <a:cubicBezTo>
                                  <a:pt x="2" y="68"/>
                                  <a:pt x="4" y="70"/>
                                  <a:pt x="4" y="72"/>
                                </a:cubicBezTo>
                                <a:cubicBezTo>
                                  <a:pt x="4" y="75"/>
                                  <a:pt x="2" y="77"/>
                                  <a:pt x="0" y="77"/>
                                </a:cubicBezTo>
                                <a:cubicBezTo>
                                  <a:pt x="0" y="82"/>
                                  <a:pt x="0" y="82"/>
                                  <a:pt x="0" y="82"/>
                                </a:cubicBezTo>
                                <a:cubicBezTo>
                                  <a:pt x="2" y="82"/>
                                  <a:pt x="4" y="84"/>
                                  <a:pt x="4" y="87"/>
                                </a:cubicBezTo>
                                <a:cubicBezTo>
                                  <a:pt x="4" y="89"/>
                                  <a:pt x="2" y="91"/>
                                  <a:pt x="0" y="91"/>
                                </a:cubicBezTo>
                                <a:cubicBezTo>
                                  <a:pt x="0" y="96"/>
                                  <a:pt x="0" y="96"/>
                                  <a:pt x="0" y="96"/>
                                </a:cubicBezTo>
                                <a:cubicBezTo>
                                  <a:pt x="2" y="96"/>
                                  <a:pt x="4" y="98"/>
                                  <a:pt x="4" y="101"/>
                                </a:cubicBezTo>
                                <a:cubicBezTo>
                                  <a:pt x="4" y="103"/>
                                  <a:pt x="2" y="105"/>
                                  <a:pt x="0" y="105"/>
                                </a:cubicBezTo>
                                <a:cubicBezTo>
                                  <a:pt x="0" y="111"/>
                                  <a:pt x="0" y="111"/>
                                  <a:pt x="0" y="111"/>
                                </a:cubicBezTo>
                                <a:cubicBezTo>
                                  <a:pt x="2" y="111"/>
                                  <a:pt x="4" y="113"/>
                                  <a:pt x="4" y="115"/>
                                </a:cubicBezTo>
                                <a:cubicBezTo>
                                  <a:pt x="4" y="117"/>
                                  <a:pt x="2" y="119"/>
                                  <a:pt x="0" y="119"/>
                                </a:cubicBezTo>
                                <a:cubicBezTo>
                                  <a:pt x="0" y="125"/>
                                  <a:pt x="0" y="125"/>
                                  <a:pt x="0" y="125"/>
                                </a:cubicBezTo>
                                <a:cubicBezTo>
                                  <a:pt x="2" y="125"/>
                                  <a:pt x="4" y="127"/>
                                  <a:pt x="4" y="129"/>
                                </a:cubicBezTo>
                                <a:cubicBezTo>
                                  <a:pt x="4" y="132"/>
                                  <a:pt x="2" y="134"/>
                                  <a:pt x="0" y="134"/>
                                </a:cubicBezTo>
                                <a:cubicBezTo>
                                  <a:pt x="0" y="139"/>
                                  <a:pt x="0" y="139"/>
                                  <a:pt x="0" y="139"/>
                                </a:cubicBezTo>
                                <a:cubicBezTo>
                                  <a:pt x="2" y="139"/>
                                  <a:pt x="4" y="141"/>
                                  <a:pt x="4" y="144"/>
                                </a:cubicBezTo>
                                <a:cubicBezTo>
                                  <a:pt x="4" y="146"/>
                                  <a:pt x="2" y="148"/>
                                  <a:pt x="0" y="148"/>
                                </a:cubicBezTo>
                                <a:cubicBezTo>
                                  <a:pt x="0" y="154"/>
                                  <a:pt x="0" y="154"/>
                                  <a:pt x="0" y="154"/>
                                </a:cubicBezTo>
                                <a:cubicBezTo>
                                  <a:pt x="11" y="154"/>
                                  <a:pt x="22" y="162"/>
                                  <a:pt x="22" y="173"/>
                                </a:cubicBezTo>
                                <a:cubicBezTo>
                                  <a:pt x="296" y="173"/>
                                  <a:pt x="296" y="173"/>
                                  <a:pt x="296" y="173"/>
                                </a:cubicBezTo>
                                <a:cubicBezTo>
                                  <a:pt x="296" y="162"/>
                                  <a:pt x="307" y="154"/>
                                  <a:pt x="317" y="154"/>
                                </a:cubicBezTo>
                                <a:cubicBezTo>
                                  <a:pt x="317" y="148"/>
                                  <a:pt x="317" y="148"/>
                                  <a:pt x="317" y="148"/>
                                </a:cubicBezTo>
                                <a:cubicBezTo>
                                  <a:pt x="315" y="148"/>
                                  <a:pt x="313" y="146"/>
                                  <a:pt x="313" y="144"/>
                                </a:cubicBezTo>
                                <a:cubicBezTo>
                                  <a:pt x="313" y="141"/>
                                  <a:pt x="315" y="139"/>
                                  <a:pt x="317" y="139"/>
                                </a:cubicBezTo>
                                <a:cubicBezTo>
                                  <a:pt x="317" y="134"/>
                                  <a:pt x="317" y="134"/>
                                  <a:pt x="317" y="134"/>
                                </a:cubicBezTo>
                                <a:cubicBezTo>
                                  <a:pt x="315" y="134"/>
                                  <a:pt x="313" y="132"/>
                                  <a:pt x="313" y="129"/>
                                </a:cubicBezTo>
                                <a:cubicBezTo>
                                  <a:pt x="313" y="127"/>
                                  <a:pt x="315" y="125"/>
                                  <a:pt x="317" y="125"/>
                                </a:cubicBezTo>
                                <a:cubicBezTo>
                                  <a:pt x="317" y="119"/>
                                  <a:pt x="317" y="119"/>
                                  <a:pt x="317" y="119"/>
                                </a:cubicBezTo>
                                <a:cubicBezTo>
                                  <a:pt x="315" y="119"/>
                                  <a:pt x="313" y="117"/>
                                  <a:pt x="313" y="115"/>
                                </a:cubicBezTo>
                                <a:cubicBezTo>
                                  <a:pt x="313" y="113"/>
                                  <a:pt x="315" y="111"/>
                                  <a:pt x="317" y="111"/>
                                </a:cubicBezTo>
                                <a:cubicBezTo>
                                  <a:pt x="317" y="105"/>
                                  <a:pt x="317" y="105"/>
                                  <a:pt x="317" y="105"/>
                                </a:cubicBezTo>
                                <a:cubicBezTo>
                                  <a:pt x="315" y="105"/>
                                  <a:pt x="313" y="103"/>
                                  <a:pt x="313" y="101"/>
                                </a:cubicBezTo>
                                <a:cubicBezTo>
                                  <a:pt x="313" y="98"/>
                                  <a:pt x="315" y="96"/>
                                  <a:pt x="317" y="96"/>
                                </a:cubicBezTo>
                                <a:cubicBezTo>
                                  <a:pt x="317" y="91"/>
                                  <a:pt x="317" y="91"/>
                                  <a:pt x="317" y="91"/>
                                </a:cubicBezTo>
                                <a:cubicBezTo>
                                  <a:pt x="315" y="91"/>
                                  <a:pt x="313" y="89"/>
                                  <a:pt x="313" y="87"/>
                                </a:cubicBezTo>
                                <a:cubicBezTo>
                                  <a:pt x="313" y="84"/>
                                  <a:pt x="315" y="82"/>
                                  <a:pt x="317" y="82"/>
                                </a:cubicBezTo>
                                <a:cubicBezTo>
                                  <a:pt x="317" y="77"/>
                                  <a:pt x="317" y="77"/>
                                  <a:pt x="317" y="77"/>
                                </a:cubicBezTo>
                                <a:cubicBezTo>
                                  <a:pt x="315" y="77"/>
                                  <a:pt x="313" y="75"/>
                                  <a:pt x="313" y="72"/>
                                </a:cubicBezTo>
                                <a:cubicBezTo>
                                  <a:pt x="313" y="70"/>
                                  <a:pt x="315" y="68"/>
                                  <a:pt x="317" y="68"/>
                                </a:cubicBezTo>
                                <a:cubicBezTo>
                                  <a:pt x="317" y="62"/>
                                  <a:pt x="317" y="62"/>
                                  <a:pt x="317" y="62"/>
                                </a:cubicBezTo>
                                <a:cubicBezTo>
                                  <a:pt x="315" y="62"/>
                                  <a:pt x="313" y="60"/>
                                  <a:pt x="313" y="58"/>
                                </a:cubicBezTo>
                                <a:cubicBezTo>
                                  <a:pt x="313" y="56"/>
                                  <a:pt x="315" y="54"/>
                                  <a:pt x="317" y="54"/>
                                </a:cubicBezTo>
                                <a:cubicBezTo>
                                  <a:pt x="317" y="48"/>
                                  <a:pt x="317" y="48"/>
                                  <a:pt x="317" y="48"/>
                                </a:cubicBezTo>
                                <a:cubicBezTo>
                                  <a:pt x="315" y="48"/>
                                  <a:pt x="313" y="46"/>
                                  <a:pt x="313" y="4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275" y="7319314"/>
                            <a:ext cx="3014331" cy="1645920"/>
                          </a:xfrm>
                          <a:custGeom>
                            <a:avLst/>
                            <a:gdLst>
                              <a:gd name="T0" fmla="*/ 313 w 317"/>
                              <a:gd name="T1" fmla="*/ 44 h 173"/>
                              <a:gd name="T2" fmla="*/ 317 w 317"/>
                              <a:gd name="T3" fmla="*/ 39 h 173"/>
                              <a:gd name="T4" fmla="*/ 317 w 317"/>
                              <a:gd name="T5" fmla="*/ 34 h 173"/>
                              <a:gd name="T6" fmla="*/ 313 w 317"/>
                              <a:gd name="T7" fmla="*/ 30 h 173"/>
                              <a:gd name="T8" fmla="*/ 317 w 317"/>
                              <a:gd name="T9" fmla="*/ 25 h 173"/>
                              <a:gd name="T10" fmla="*/ 317 w 317"/>
                              <a:gd name="T11" fmla="*/ 19 h 173"/>
                              <a:gd name="T12" fmla="*/ 296 w 317"/>
                              <a:gd name="T13" fmla="*/ 0 h 173"/>
                              <a:gd name="T14" fmla="*/ 22 w 317"/>
                              <a:gd name="T15" fmla="*/ 0 h 173"/>
                              <a:gd name="T16" fmla="*/ 0 w 317"/>
                              <a:gd name="T17" fmla="*/ 19 h 173"/>
                              <a:gd name="T18" fmla="*/ 0 w 317"/>
                              <a:gd name="T19" fmla="*/ 25 h 173"/>
                              <a:gd name="T20" fmla="*/ 4 w 317"/>
                              <a:gd name="T21" fmla="*/ 30 h 173"/>
                              <a:gd name="T22" fmla="*/ 0 w 317"/>
                              <a:gd name="T23" fmla="*/ 34 h 173"/>
                              <a:gd name="T24" fmla="*/ 0 w 317"/>
                              <a:gd name="T25" fmla="*/ 39 h 173"/>
                              <a:gd name="T26" fmla="*/ 4 w 317"/>
                              <a:gd name="T27" fmla="*/ 44 h 173"/>
                              <a:gd name="T28" fmla="*/ 0 w 317"/>
                              <a:gd name="T29" fmla="*/ 48 h 173"/>
                              <a:gd name="T30" fmla="*/ 0 w 317"/>
                              <a:gd name="T31" fmla="*/ 54 h 173"/>
                              <a:gd name="T32" fmla="*/ 4 w 317"/>
                              <a:gd name="T33" fmla="*/ 58 h 173"/>
                              <a:gd name="T34" fmla="*/ 0 w 317"/>
                              <a:gd name="T35" fmla="*/ 62 h 173"/>
                              <a:gd name="T36" fmla="*/ 0 w 317"/>
                              <a:gd name="T37" fmla="*/ 68 h 173"/>
                              <a:gd name="T38" fmla="*/ 4 w 317"/>
                              <a:gd name="T39" fmla="*/ 72 h 173"/>
                              <a:gd name="T40" fmla="*/ 0 w 317"/>
                              <a:gd name="T41" fmla="*/ 77 h 173"/>
                              <a:gd name="T42" fmla="*/ 0 w 317"/>
                              <a:gd name="T43" fmla="*/ 82 h 173"/>
                              <a:gd name="T44" fmla="*/ 4 w 317"/>
                              <a:gd name="T45" fmla="*/ 87 h 173"/>
                              <a:gd name="T46" fmla="*/ 0 w 317"/>
                              <a:gd name="T47" fmla="*/ 91 h 173"/>
                              <a:gd name="T48" fmla="*/ 0 w 317"/>
                              <a:gd name="T49" fmla="*/ 96 h 173"/>
                              <a:gd name="T50" fmla="*/ 4 w 317"/>
                              <a:gd name="T51" fmla="*/ 101 h 173"/>
                              <a:gd name="T52" fmla="*/ 0 w 317"/>
                              <a:gd name="T53" fmla="*/ 105 h 173"/>
                              <a:gd name="T54" fmla="*/ 0 w 317"/>
                              <a:gd name="T55" fmla="*/ 111 h 173"/>
                              <a:gd name="T56" fmla="*/ 4 w 317"/>
                              <a:gd name="T57" fmla="*/ 115 h 173"/>
                              <a:gd name="T58" fmla="*/ 0 w 317"/>
                              <a:gd name="T59" fmla="*/ 119 h 173"/>
                              <a:gd name="T60" fmla="*/ 0 w 317"/>
                              <a:gd name="T61" fmla="*/ 125 h 173"/>
                              <a:gd name="T62" fmla="*/ 4 w 317"/>
                              <a:gd name="T63" fmla="*/ 129 h 173"/>
                              <a:gd name="T64" fmla="*/ 0 w 317"/>
                              <a:gd name="T65" fmla="*/ 134 h 173"/>
                              <a:gd name="T66" fmla="*/ 0 w 317"/>
                              <a:gd name="T67" fmla="*/ 139 h 173"/>
                              <a:gd name="T68" fmla="*/ 4 w 317"/>
                              <a:gd name="T69" fmla="*/ 144 h 173"/>
                              <a:gd name="T70" fmla="*/ 0 w 317"/>
                              <a:gd name="T71" fmla="*/ 148 h 173"/>
                              <a:gd name="T72" fmla="*/ 0 w 317"/>
                              <a:gd name="T73" fmla="*/ 154 h 173"/>
                              <a:gd name="T74" fmla="*/ 22 w 317"/>
                              <a:gd name="T75" fmla="*/ 173 h 173"/>
                              <a:gd name="T76" fmla="*/ 296 w 317"/>
                              <a:gd name="T77" fmla="*/ 173 h 173"/>
                              <a:gd name="T78" fmla="*/ 317 w 317"/>
                              <a:gd name="T79" fmla="*/ 154 h 173"/>
                              <a:gd name="T80" fmla="*/ 317 w 317"/>
                              <a:gd name="T81" fmla="*/ 148 h 173"/>
                              <a:gd name="T82" fmla="*/ 313 w 317"/>
                              <a:gd name="T83" fmla="*/ 144 h 173"/>
                              <a:gd name="T84" fmla="*/ 317 w 317"/>
                              <a:gd name="T85" fmla="*/ 139 h 173"/>
                              <a:gd name="T86" fmla="*/ 317 w 317"/>
                              <a:gd name="T87" fmla="*/ 134 h 173"/>
                              <a:gd name="T88" fmla="*/ 313 w 317"/>
                              <a:gd name="T89" fmla="*/ 129 h 173"/>
                              <a:gd name="T90" fmla="*/ 317 w 317"/>
                              <a:gd name="T91" fmla="*/ 125 h 173"/>
                              <a:gd name="T92" fmla="*/ 317 w 317"/>
                              <a:gd name="T93" fmla="*/ 119 h 173"/>
                              <a:gd name="T94" fmla="*/ 313 w 317"/>
                              <a:gd name="T95" fmla="*/ 115 h 173"/>
                              <a:gd name="T96" fmla="*/ 317 w 317"/>
                              <a:gd name="T97" fmla="*/ 111 h 173"/>
                              <a:gd name="T98" fmla="*/ 317 w 317"/>
                              <a:gd name="T99" fmla="*/ 105 h 173"/>
                              <a:gd name="T100" fmla="*/ 313 w 317"/>
                              <a:gd name="T101" fmla="*/ 101 h 173"/>
                              <a:gd name="T102" fmla="*/ 317 w 317"/>
                              <a:gd name="T103" fmla="*/ 96 h 173"/>
                              <a:gd name="T104" fmla="*/ 317 w 317"/>
                              <a:gd name="T105" fmla="*/ 91 h 173"/>
                              <a:gd name="T106" fmla="*/ 313 w 317"/>
                              <a:gd name="T107" fmla="*/ 87 h 173"/>
                              <a:gd name="T108" fmla="*/ 317 w 317"/>
                              <a:gd name="T109" fmla="*/ 82 h 173"/>
                              <a:gd name="T110" fmla="*/ 317 w 317"/>
                              <a:gd name="T111" fmla="*/ 77 h 173"/>
                              <a:gd name="T112" fmla="*/ 313 w 317"/>
                              <a:gd name="T113" fmla="*/ 72 h 173"/>
                              <a:gd name="T114" fmla="*/ 317 w 317"/>
                              <a:gd name="T115" fmla="*/ 68 h 173"/>
                              <a:gd name="T116" fmla="*/ 317 w 317"/>
                              <a:gd name="T117" fmla="*/ 62 h 173"/>
                              <a:gd name="T118" fmla="*/ 313 w 317"/>
                              <a:gd name="T119" fmla="*/ 58 h 173"/>
                              <a:gd name="T120" fmla="*/ 317 w 317"/>
                              <a:gd name="T121" fmla="*/ 54 h 173"/>
                              <a:gd name="T122" fmla="*/ 317 w 317"/>
                              <a:gd name="T123" fmla="*/ 48 h 173"/>
                              <a:gd name="T124" fmla="*/ 313 w 317"/>
                              <a:gd name="T125" fmla="*/ 44 h 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317" h="173">
                                <a:moveTo>
                                  <a:pt x="313" y="44"/>
                                </a:moveTo>
                                <a:cubicBezTo>
                                  <a:pt x="313" y="41"/>
                                  <a:pt x="315" y="39"/>
                                  <a:pt x="317" y="39"/>
                                </a:cubicBezTo>
                                <a:cubicBezTo>
                                  <a:pt x="317" y="34"/>
                                  <a:pt x="317" y="34"/>
                                  <a:pt x="317" y="34"/>
                                </a:cubicBezTo>
                                <a:cubicBezTo>
                                  <a:pt x="315" y="34"/>
                                  <a:pt x="313" y="32"/>
                                  <a:pt x="313" y="30"/>
                                </a:cubicBezTo>
                                <a:cubicBezTo>
                                  <a:pt x="313" y="27"/>
                                  <a:pt x="315" y="25"/>
                                  <a:pt x="317" y="25"/>
                                </a:cubicBezTo>
                                <a:cubicBezTo>
                                  <a:pt x="317" y="19"/>
                                  <a:pt x="317" y="19"/>
                                  <a:pt x="317" y="19"/>
                                </a:cubicBezTo>
                                <a:cubicBezTo>
                                  <a:pt x="307" y="19"/>
                                  <a:pt x="296" y="11"/>
                                  <a:pt x="296" y="0"/>
                                </a:cubicBezTo>
                                <a:cubicBezTo>
                                  <a:pt x="22" y="0"/>
                                  <a:pt x="22" y="0"/>
                                  <a:pt x="22" y="0"/>
                                </a:cubicBezTo>
                                <a:cubicBezTo>
                                  <a:pt x="22" y="11"/>
                                  <a:pt x="11" y="19"/>
                                  <a:pt x="0" y="19"/>
                                </a:cubicBezTo>
                                <a:cubicBezTo>
                                  <a:pt x="0" y="25"/>
                                  <a:pt x="0" y="25"/>
                                  <a:pt x="0" y="25"/>
                                </a:cubicBezTo>
                                <a:cubicBezTo>
                                  <a:pt x="2" y="25"/>
                                  <a:pt x="4" y="27"/>
                                  <a:pt x="4" y="30"/>
                                </a:cubicBezTo>
                                <a:cubicBezTo>
                                  <a:pt x="4" y="32"/>
                                  <a:pt x="2" y="34"/>
                                  <a:pt x="0" y="34"/>
                                </a:cubicBezTo>
                                <a:cubicBezTo>
                                  <a:pt x="0" y="39"/>
                                  <a:pt x="0" y="39"/>
                                  <a:pt x="0" y="39"/>
                                </a:cubicBezTo>
                                <a:cubicBezTo>
                                  <a:pt x="2" y="39"/>
                                  <a:pt x="4" y="41"/>
                                  <a:pt x="4" y="44"/>
                                </a:cubicBezTo>
                                <a:cubicBezTo>
                                  <a:pt x="4" y="46"/>
                                  <a:pt x="2" y="48"/>
                                  <a:pt x="0" y="48"/>
                                </a:cubicBezTo>
                                <a:cubicBezTo>
                                  <a:pt x="0" y="54"/>
                                  <a:pt x="0" y="54"/>
                                  <a:pt x="0" y="54"/>
                                </a:cubicBezTo>
                                <a:cubicBezTo>
                                  <a:pt x="2" y="54"/>
                                  <a:pt x="4" y="56"/>
                                  <a:pt x="4" y="58"/>
                                </a:cubicBezTo>
                                <a:cubicBezTo>
                                  <a:pt x="4" y="60"/>
                                  <a:pt x="2" y="62"/>
                                  <a:pt x="0" y="62"/>
                                </a:cubicBezTo>
                                <a:cubicBezTo>
                                  <a:pt x="0" y="68"/>
                                  <a:pt x="0" y="68"/>
                                  <a:pt x="0" y="68"/>
                                </a:cubicBezTo>
                                <a:cubicBezTo>
                                  <a:pt x="2" y="68"/>
                                  <a:pt x="4" y="70"/>
                                  <a:pt x="4" y="72"/>
                                </a:cubicBezTo>
                                <a:cubicBezTo>
                                  <a:pt x="4" y="75"/>
                                  <a:pt x="2" y="77"/>
                                  <a:pt x="0" y="77"/>
                                </a:cubicBezTo>
                                <a:cubicBezTo>
                                  <a:pt x="0" y="82"/>
                                  <a:pt x="0" y="82"/>
                                  <a:pt x="0" y="82"/>
                                </a:cubicBezTo>
                                <a:cubicBezTo>
                                  <a:pt x="2" y="82"/>
                                  <a:pt x="4" y="84"/>
                                  <a:pt x="4" y="87"/>
                                </a:cubicBezTo>
                                <a:cubicBezTo>
                                  <a:pt x="4" y="89"/>
                                  <a:pt x="2" y="91"/>
                                  <a:pt x="0" y="91"/>
                                </a:cubicBezTo>
                                <a:cubicBezTo>
                                  <a:pt x="0" y="96"/>
                                  <a:pt x="0" y="96"/>
                                  <a:pt x="0" y="96"/>
                                </a:cubicBezTo>
                                <a:cubicBezTo>
                                  <a:pt x="2" y="96"/>
                                  <a:pt x="4" y="98"/>
                                  <a:pt x="4" y="101"/>
                                </a:cubicBezTo>
                                <a:cubicBezTo>
                                  <a:pt x="4" y="103"/>
                                  <a:pt x="2" y="105"/>
                                  <a:pt x="0" y="105"/>
                                </a:cubicBezTo>
                                <a:cubicBezTo>
                                  <a:pt x="0" y="111"/>
                                  <a:pt x="0" y="111"/>
                                  <a:pt x="0" y="111"/>
                                </a:cubicBezTo>
                                <a:cubicBezTo>
                                  <a:pt x="2" y="111"/>
                                  <a:pt x="4" y="113"/>
                                  <a:pt x="4" y="115"/>
                                </a:cubicBezTo>
                                <a:cubicBezTo>
                                  <a:pt x="4" y="117"/>
                                  <a:pt x="2" y="119"/>
                                  <a:pt x="0" y="119"/>
                                </a:cubicBezTo>
                                <a:cubicBezTo>
                                  <a:pt x="0" y="125"/>
                                  <a:pt x="0" y="125"/>
                                  <a:pt x="0" y="125"/>
                                </a:cubicBezTo>
                                <a:cubicBezTo>
                                  <a:pt x="2" y="125"/>
                                  <a:pt x="4" y="127"/>
                                  <a:pt x="4" y="129"/>
                                </a:cubicBezTo>
                                <a:cubicBezTo>
                                  <a:pt x="4" y="132"/>
                                  <a:pt x="2" y="134"/>
                                  <a:pt x="0" y="134"/>
                                </a:cubicBezTo>
                                <a:cubicBezTo>
                                  <a:pt x="0" y="139"/>
                                  <a:pt x="0" y="139"/>
                                  <a:pt x="0" y="139"/>
                                </a:cubicBezTo>
                                <a:cubicBezTo>
                                  <a:pt x="2" y="139"/>
                                  <a:pt x="4" y="141"/>
                                  <a:pt x="4" y="144"/>
                                </a:cubicBezTo>
                                <a:cubicBezTo>
                                  <a:pt x="4" y="146"/>
                                  <a:pt x="2" y="148"/>
                                  <a:pt x="0" y="148"/>
                                </a:cubicBezTo>
                                <a:cubicBezTo>
                                  <a:pt x="0" y="154"/>
                                  <a:pt x="0" y="154"/>
                                  <a:pt x="0" y="154"/>
                                </a:cubicBezTo>
                                <a:cubicBezTo>
                                  <a:pt x="11" y="154"/>
                                  <a:pt x="22" y="162"/>
                                  <a:pt x="22" y="173"/>
                                </a:cubicBezTo>
                                <a:cubicBezTo>
                                  <a:pt x="296" y="173"/>
                                  <a:pt x="296" y="173"/>
                                  <a:pt x="296" y="173"/>
                                </a:cubicBezTo>
                                <a:cubicBezTo>
                                  <a:pt x="296" y="162"/>
                                  <a:pt x="307" y="154"/>
                                  <a:pt x="317" y="154"/>
                                </a:cubicBezTo>
                                <a:cubicBezTo>
                                  <a:pt x="317" y="148"/>
                                  <a:pt x="317" y="148"/>
                                  <a:pt x="317" y="148"/>
                                </a:cubicBezTo>
                                <a:cubicBezTo>
                                  <a:pt x="315" y="148"/>
                                  <a:pt x="313" y="146"/>
                                  <a:pt x="313" y="144"/>
                                </a:cubicBezTo>
                                <a:cubicBezTo>
                                  <a:pt x="313" y="141"/>
                                  <a:pt x="315" y="139"/>
                                  <a:pt x="317" y="139"/>
                                </a:cubicBezTo>
                                <a:cubicBezTo>
                                  <a:pt x="317" y="134"/>
                                  <a:pt x="317" y="134"/>
                                  <a:pt x="317" y="134"/>
                                </a:cubicBezTo>
                                <a:cubicBezTo>
                                  <a:pt x="315" y="134"/>
                                  <a:pt x="313" y="132"/>
                                  <a:pt x="313" y="129"/>
                                </a:cubicBezTo>
                                <a:cubicBezTo>
                                  <a:pt x="313" y="127"/>
                                  <a:pt x="315" y="125"/>
                                  <a:pt x="317" y="125"/>
                                </a:cubicBezTo>
                                <a:cubicBezTo>
                                  <a:pt x="317" y="119"/>
                                  <a:pt x="317" y="119"/>
                                  <a:pt x="317" y="119"/>
                                </a:cubicBezTo>
                                <a:cubicBezTo>
                                  <a:pt x="315" y="119"/>
                                  <a:pt x="313" y="117"/>
                                  <a:pt x="313" y="115"/>
                                </a:cubicBezTo>
                                <a:cubicBezTo>
                                  <a:pt x="313" y="113"/>
                                  <a:pt x="315" y="111"/>
                                  <a:pt x="317" y="111"/>
                                </a:cubicBezTo>
                                <a:cubicBezTo>
                                  <a:pt x="317" y="105"/>
                                  <a:pt x="317" y="105"/>
                                  <a:pt x="317" y="105"/>
                                </a:cubicBezTo>
                                <a:cubicBezTo>
                                  <a:pt x="315" y="105"/>
                                  <a:pt x="313" y="103"/>
                                  <a:pt x="313" y="101"/>
                                </a:cubicBezTo>
                                <a:cubicBezTo>
                                  <a:pt x="313" y="98"/>
                                  <a:pt x="315" y="96"/>
                                  <a:pt x="317" y="96"/>
                                </a:cubicBezTo>
                                <a:cubicBezTo>
                                  <a:pt x="317" y="91"/>
                                  <a:pt x="317" y="91"/>
                                  <a:pt x="317" y="91"/>
                                </a:cubicBezTo>
                                <a:cubicBezTo>
                                  <a:pt x="315" y="91"/>
                                  <a:pt x="313" y="89"/>
                                  <a:pt x="313" y="87"/>
                                </a:cubicBezTo>
                                <a:cubicBezTo>
                                  <a:pt x="313" y="84"/>
                                  <a:pt x="315" y="82"/>
                                  <a:pt x="317" y="82"/>
                                </a:cubicBezTo>
                                <a:cubicBezTo>
                                  <a:pt x="317" y="77"/>
                                  <a:pt x="317" y="77"/>
                                  <a:pt x="317" y="77"/>
                                </a:cubicBezTo>
                                <a:cubicBezTo>
                                  <a:pt x="315" y="77"/>
                                  <a:pt x="313" y="75"/>
                                  <a:pt x="313" y="72"/>
                                </a:cubicBezTo>
                                <a:cubicBezTo>
                                  <a:pt x="313" y="70"/>
                                  <a:pt x="315" y="68"/>
                                  <a:pt x="317" y="68"/>
                                </a:cubicBezTo>
                                <a:cubicBezTo>
                                  <a:pt x="317" y="62"/>
                                  <a:pt x="317" y="62"/>
                                  <a:pt x="317" y="62"/>
                                </a:cubicBezTo>
                                <a:cubicBezTo>
                                  <a:pt x="315" y="62"/>
                                  <a:pt x="313" y="60"/>
                                  <a:pt x="313" y="58"/>
                                </a:cubicBezTo>
                                <a:cubicBezTo>
                                  <a:pt x="313" y="56"/>
                                  <a:pt x="315" y="54"/>
                                  <a:pt x="317" y="54"/>
                                </a:cubicBezTo>
                                <a:cubicBezTo>
                                  <a:pt x="317" y="48"/>
                                  <a:pt x="317" y="48"/>
                                  <a:pt x="317" y="48"/>
                                </a:cubicBezTo>
                                <a:cubicBezTo>
                                  <a:pt x="315" y="48"/>
                                  <a:pt x="313" y="46"/>
                                  <a:pt x="313" y="4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" name="Freeform 7"/>
                        <wps:cNvSpPr>
                          <a:spLocks noChangeAspect="1"/>
                        </wps:cNvSpPr>
                        <wps:spPr bwMode="auto">
                          <a:xfrm>
                            <a:off x="3217034" y="0"/>
                            <a:ext cx="3014331" cy="1645920"/>
                          </a:xfrm>
                          <a:custGeom>
                            <a:avLst/>
                            <a:gdLst>
                              <a:gd name="T0" fmla="*/ 313 w 317"/>
                              <a:gd name="T1" fmla="*/ 44 h 173"/>
                              <a:gd name="T2" fmla="*/ 317 w 317"/>
                              <a:gd name="T3" fmla="*/ 39 h 173"/>
                              <a:gd name="T4" fmla="*/ 317 w 317"/>
                              <a:gd name="T5" fmla="*/ 34 h 173"/>
                              <a:gd name="T6" fmla="*/ 313 w 317"/>
                              <a:gd name="T7" fmla="*/ 30 h 173"/>
                              <a:gd name="T8" fmla="*/ 317 w 317"/>
                              <a:gd name="T9" fmla="*/ 25 h 173"/>
                              <a:gd name="T10" fmla="*/ 317 w 317"/>
                              <a:gd name="T11" fmla="*/ 19 h 173"/>
                              <a:gd name="T12" fmla="*/ 296 w 317"/>
                              <a:gd name="T13" fmla="*/ 0 h 173"/>
                              <a:gd name="T14" fmla="*/ 22 w 317"/>
                              <a:gd name="T15" fmla="*/ 0 h 173"/>
                              <a:gd name="T16" fmla="*/ 0 w 317"/>
                              <a:gd name="T17" fmla="*/ 19 h 173"/>
                              <a:gd name="T18" fmla="*/ 0 w 317"/>
                              <a:gd name="T19" fmla="*/ 25 h 173"/>
                              <a:gd name="T20" fmla="*/ 4 w 317"/>
                              <a:gd name="T21" fmla="*/ 30 h 173"/>
                              <a:gd name="T22" fmla="*/ 0 w 317"/>
                              <a:gd name="T23" fmla="*/ 34 h 173"/>
                              <a:gd name="T24" fmla="*/ 0 w 317"/>
                              <a:gd name="T25" fmla="*/ 39 h 173"/>
                              <a:gd name="T26" fmla="*/ 4 w 317"/>
                              <a:gd name="T27" fmla="*/ 44 h 173"/>
                              <a:gd name="T28" fmla="*/ 0 w 317"/>
                              <a:gd name="T29" fmla="*/ 48 h 173"/>
                              <a:gd name="T30" fmla="*/ 0 w 317"/>
                              <a:gd name="T31" fmla="*/ 54 h 173"/>
                              <a:gd name="T32" fmla="*/ 4 w 317"/>
                              <a:gd name="T33" fmla="*/ 58 h 173"/>
                              <a:gd name="T34" fmla="*/ 0 w 317"/>
                              <a:gd name="T35" fmla="*/ 62 h 173"/>
                              <a:gd name="T36" fmla="*/ 0 w 317"/>
                              <a:gd name="T37" fmla="*/ 68 h 173"/>
                              <a:gd name="T38" fmla="*/ 4 w 317"/>
                              <a:gd name="T39" fmla="*/ 72 h 173"/>
                              <a:gd name="T40" fmla="*/ 0 w 317"/>
                              <a:gd name="T41" fmla="*/ 77 h 173"/>
                              <a:gd name="T42" fmla="*/ 0 w 317"/>
                              <a:gd name="T43" fmla="*/ 82 h 173"/>
                              <a:gd name="T44" fmla="*/ 4 w 317"/>
                              <a:gd name="T45" fmla="*/ 87 h 173"/>
                              <a:gd name="T46" fmla="*/ 0 w 317"/>
                              <a:gd name="T47" fmla="*/ 91 h 173"/>
                              <a:gd name="T48" fmla="*/ 0 w 317"/>
                              <a:gd name="T49" fmla="*/ 96 h 173"/>
                              <a:gd name="T50" fmla="*/ 4 w 317"/>
                              <a:gd name="T51" fmla="*/ 101 h 173"/>
                              <a:gd name="T52" fmla="*/ 0 w 317"/>
                              <a:gd name="T53" fmla="*/ 105 h 173"/>
                              <a:gd name="T54" fmla="*/ 0 w 317"/>
                              <a:gd name="T55" fmla="*/ 111 h 173"/>
                              <a:gd name="T56" fmla="*/ 4 w 317"/>
                              <a:gd name="T57" fmla="*/ 115 h 173"/>
                              <a:gd name="T58" fmla="*/ 0 w 317"/>
                              <a:gd name="T59" fmla="*/ 119 h 173"/>
                              <a:gd name="T60" fmla="*/ 0 w 317"/>
                              <a:gd name="T61" fmla="*/ 125 h 173"/>
                              <a:gd name="T62" fmla="*/ 4 w 317"/>
                              <a:gd name="T63" fmla="*/ 129 h 173"/>
                              <a:gd name="T64" fmla="*/ 0 w 317"/>
                              <a:gd name="T65" fmla="*/ 134 h 173"/>
                              <a:gd name="T66" fmla="*/ 0 w 317"/>
                              <a:gd name="T67" fmla="*/ 139 h 173"/>
                              <a:gd name="T68" fmla="*/ 4 w 317"/>
                              <a:gd name="T69" fmla="*/ 144 h 173"/>
                              <a:gd name="T70" fmla="*/ 0 w 317"/>
                              <a:gd name="T71" fmla="*/ 148 h 173"/>
                              <a:gd name="T72" fmla="*/ 0 w 317"/>
                              <a:gd name="T73" fmla="*/ 154 h 173"/>
                              <a:gd name="T74" fmla="*/ 22 w 317"/>
                              <a:gd name="T75" fmla="*/ 173 h 173"/>
                              <a:gd name="T76" fmla="*/ 296 w 317"/>
                              <a:gd name="T77" fmla="*/ 173 h 173"/>
                              <a:gd name="T78" fmla="*/ 317 w 317"/>
                              <a:gd name="T79" fmla="*/ 154 h 173"/>
                              <a:gd name="T80" fmla="*/ 317 w 317"/>
                              <a:gd name="T81" fmla="*/ 148 h 173"/>
                              <a:gd name="T82" fmla="*/ 313 w 317"/>
                              <a:gd name="T83" fmla="*/ 144 h 173"/>
                              <a:gd name="T84" fmla="*/ 317 w 317"/>
                              <a:gd name="T85" fmla="*/ 139 h 173"/>
                              <a:gd name="T86" fmla="*/ 317 w 317"/>
                              <a:gd name="T87" fmla="*/ 134 h 173"/>
                              <a:gd name="T88" fmla="*/ 313 w 317"/>
                              <a:gd name="T89" fmla="*/ 129 h 173"/>
                              <a:gd name="T90" fmla="*/ 317 w 317"/>
                              <a:gd name="T91" fmla="*/ 125 h 173"/>
                              <a:gd name="T92" fmla="*/ 317 w 317"/>
                              <a:gd name="T93" fmla="*/ 119 h 173"/>
                              <a:gd name="T94" fmla="*/ 313 w 317"/>
                              <a:gd name="T95" fmla="*/ 115 h 173"/>
                              <a:gd name="T96" fmla="*/ 317 w 317"/>
                              <a:gd name="T97" fmla="*/ 111 h 173"/>
                              <a:gd name="T98" fmla="*/ 317 w 317"/>
                              <a:gd name="T99" fmla="*/ 105 h 173"/>
                              <a:gd name="T100" fmla="*/ 313 w 317"/>
                              <a:gd name="T101" fmla="*/ 101 h 173"/>
                              <a:gd name="T102" fmla="*/ 317 w 317"/>
                              <a:gd name="T103" fmla="*/ 96 h 173"/>
                              <a:gd name="T104" fmla="*/ 317 w 317"/>
                              <a:gd name="T105" fmla="*/ 91 h 173"/>
                              <a:gd name="T106" fmla="*/ 313 w 317"/>
                              <a:gd name="T107" fmla="*/ 87 h 173"/>
                              <a:gd name="T108" fmla="*/ 317 w 317"/>
                              <a:gd name="T109" fmla="*/ 82 h 173"/>
                              <a:gd name="T110" fmla="*/ 317 w 317"/>
                              <a:gd name="T111" fmla="*/ 77 h 173"/>
                              <a:gd name="T112" fmla="*/ 313 w 317"/>
                              <a:gd name="T113" fmla="*/ 72 h 173"/>
                              <a:gd name="T114" fmla="*/ 317 w 317"/>
                              <a:gd name="T115" fmla="*/ 68 h 173"/>
                              <a:gd name="T116" fmla="*/ 317 w 317"/>
                              <a:gd name="T117" fmla="*/ 62 h 173"/>
                              <a:gd name="T118" fmla="*/ 313 w 317"/>
                              <a:gd name="T119" fmla="*/ 58 h 173"/>
                              <a:gd name="T120" fmla="*/ 317 w 317"/>
                              <a:gd name="T121" fmla="*/ 54 h 173"/>
                              <a:gd name="T122" fmla="*/ 317 w 317"/>
                              <a:gd name="T123" fmla="*/ 48 h 173"/>
                              <a:gd name="T124" fmla="*/ 313 w 317"/>
                              <a:gd name="T125" fmla="*/ 44 h 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317" h="173">
                                <a:moveTo>
                                  <a:pt x="313" y="44"/>
                                </a:moveTo>
                                <a:cubicBezTo>
                                  <a:pt x="313" y="41"/>
                                  <a:pt x="315" y="39"/>
                                  <a:pt x="317" y="39"/>
                                </a:cubicBezTo>
                                <a:cubicBezTo>
                                  <a:pt x="317" y="34"/>
                                  <a:pt x="317" y="34"/>
                                  <a:pt x="317" y="34"/>
                                </a:cubicBezTo>
                                <a:cubicBezTo>
                                  <a:pt x="315" y="34"/>
                                  <a:pt x="313" y="32"/>
                                  <a:pt x="313" y="30"/>
                                </a:cubicBezTo>
                                <a:cubicBezTo>
                                  <a:pt x="313" y="27"/>
                                  <a:pt x="315" y="25"/>
                                  <a:pt x="317" y="25"/>
                                </a:cubicBezTo>
                                <a:cubicBezTo>
                                  <a:pt x="317" y="19"/>
                                  <a:pt x="317" y="19"/>
                                  <a:pt x="317" y="19"/>
                                </a:cubicBezTo>
                                <a:cubicBezTo>
                                  <a:pt x="307" y="19"/>
                                  <a:pt x="296" y="11"/>
                                  <a:pt x="296" y="0"/>
                                </a:cubicBezTo>
                                <a:cubicBezTo>
                                  <a:pt x="22" y="0"/>
                                  <a:pt x="22" y="0"/>
                                  <a:pt x="22" y="0"/>
                                </a:cubicBezTo>
                                <a:cubicBezTo>
                                  <a:pt x="22" y="11"/>
                                  <a:pt x="11" y="19"/>
                                  <a:pt x="0" y="19"/>
                                </a:cubicBezTo>
                                <a:cubicBezTo>
                                  <a:pt x="0" y="25"/>
                                  <a:pt x="0" y="25"/>
                                  <a:pt x="0" y="25"/>
                                </a:cubicBezTo>
                                <a:cubicBezTo>
                                  <a:pt x="2" y="25"/>
                                  <a:pt x="4" y="27"/>
                                  <a:pt x="4" y="30"/>
                                </a:cubicBezTo>
                                <a:cubicBezTo>
                                  <a:pt x="4" y="32"/>
                                  <a:pt x="2" y="34"/>
                                  <a:pt x="0" y="34"/>
                                </a:cubicBezTo>
                                <a:cubicBezTo>
                                  <a:pt x="0" y="39"/>
                                  <a:pt x="0" y="39"/>
                                  <a:pt x="0" y="39"/>
                                </a:cubicBezTo>
                                <a:cubicBezTo>
                                  <a:pt x="2" y="39"/>
                                  <a:pt x="4" y="41"/>
                                  <a:pt x="4" y="44"/>
                                </a:cubicBezTo>
                                <a:cubicBezTo>
                                  <a:pt x="4" y="46"/>
                                  <a:pt x="2" y="48"/>
                                  <a:pt x="0" y="48"/>
                                </a:cubicBezTo>
                                <a:cubicBezTo>
                                  <a:pt x="0" y="54"/>
                                  <a:pt x="0" y="54"/>
                                  <a:pt x="0" y="54"/>
                                </a:cubicBezTo>
                                <a:cubicBezTo>
                                  <a:pt x="2" y="54"/>
                                  <a:pt x="4" y="56"/>
                                  <a:pt x="4" y="58"/>
                                </a:cubicBezTo>
                                <a:cubicBezTo>
                                  <a:pt x="4" y="60"/>
                                  <a:pt x="2" y="62"/>
                                  <a:pt x="0" y="62"/>
                                </a:cubicBezTo>
                                <a:cubicBezTo>
                                  <a:pt x="0" y="68"/>
                                  <a:pt x="0" y="68"/>
                                  <a:pt x="0" y="68"/>
                                </a:cubicBezTo>
                                <a:cubicBezTo>
                                  <a:pt x="2" y="68"/>
                                  <a:pt x="4" y="70"/>
                                  <a:pt x="4" y="72"/>
                                </a:cubicBezTo>
                                <a:cubicBezTo>
                                  <a:pt x="4" y="75"/>
                                  <a:pt x="2" y="77"/>
                                  <a:pt x="0" y="77"/>
                                </a:cubicBezTo>
                                <a:cubicBezTo>
                                  <a:pt x="0" y="82"/>
                                  <a:pt x="0" y="82"/>
                                  <a:pt x="0" y="82"/>
                                </a:cubicBezTo>
                                <a:cubicBezTo>
                                  <a:pt x="2" y="82"/>
                                  <a:pt x="4" y="84"/>
                                  <a:pt x="4" y="87"/>
                                </a:cubicBezTo>
                                <a:cubicBezTo>
                                  <a:pt x="4" y="89"/>
                                  <a:pt x="2" y="91"/>
                                  <a:pt x="0" y="91"/>
                                </a:cubicBezTo>
                                <a:cubicBezTo>
                                  <a:pt x="0" y="96"/>
                                  <a:pt x="0" y="96"/>
                                  <a:pt x="0" y="96"/>
                                </a:cubicBezTo>
                                <a:cubicBezTo>
                                  <a:pt x="2" y="96"/>
                                  <a:pt x="4" y="98"/>
                                  <a:pt x="4" y="101"/>
                                </a:cubicBezTo>
                                <a:cubicBezTo>
                                  <a:pt x="4" y="103"/>
                                  <a:pt x="2" y="105"/>
                                  <a:pt x="0" y="105"/>
                                </a:cubicBezTo>
                                <a:cubicBezTo>
                                  <a:pt x="0" y="111"/>
                                  <a:pt x="0" y="111"/>
                                  <a:pt x="0" y="111"/>
                                </a:cubicBezTo>
                                <a:cubicBezTo>
                                  <a:pt x="2" y="111"/>
                                  <a:pt x="4" y="113"/>
                                  <a:pt x="4" y="115"/>
                                </a:cubicBezTo>
                                <a:cubicBezTo>
                                  <a:pt x="4" y="117"/>
                                  <a:pt x="2" y="119"/>
                                  <a:pt x="0" y="119"/>
                                </a:cubicBezTo>
                                <a:cubicBezTo>
                                  <a:pt x="0" y="125"/>
                                  <a:pt x="0" y="125"/>
                                  <a:pt x="0" y="125"/>
                                </a:cubicBezTo>
                                <a:cubicBezTo>
                                  <a:pt x="2" y="125"/>
                                  <a:pt x="4" y="127"/>
                                  <a:pt x="4" y="129"/>
                                </a:cubicBezTo>
                                <a:cubicBezTo>
                                  <a:pt x="4" y="132"/>
                                  <a:pt x="2" y="134"/>
                                  <a:pt x="0" y="134"/>
                                </a:cubicBezTo>
                                <a:cubicBezTo>
                                  <a:pt x="0" y="139"/>
                                  <a:pt x="0" y="139"/>
                                  <a:pt x="0" y="139"/>
                                </a:cubicBezTo>
                                <a:cubicBezTo>
                                  <a:pt x="2" y="139"/>
                                  <a:pt x="4" y="141"/>
                                  <a:pt x="4" y="144"/>
                                </a:cubicBezTo>
                                <a:cubicBezTo>
                                  <a:pt x="4" y="146"/>
                                  <a:pt x="2" y="148"/>
                                  <a:pt x="0" y="148"/>
                                </a:cubicBezTo>
                                <a:cubicBezTo>
                                  <a:pt x="0" y="154"/>
                                  <a:pt x="0" y="154"/>
                                  <a:pt x="0" y="154"/>
                                </a:cubicBezTo>
                                <a:cubicBezTo>
                                  <a:pt x="11" y="154"/>
                                  <a:pt x="22" y="162"/>
                                  <a:pt x="22" y="173"/>
                                </a:cubicBezTo>
                                <a:cubicBezTo>
                                  <a:pt x="296" y="173"/>
                                  <a:pt x="296" y="173"/>
                                  <a:pt x="296" y="173"/>
                                </a:cubicBezTo>
                                <a:cubicBezTo>
                                  <a:pt x="296" y="162"/>
                                  <a:pt x="307" y="154"/>
                                  <a:pt x="317" y="154"/>
                                </a:cubicBezTo>
                                <a:cubicBezTo>
                                  <a:pt x="317" y="148"/>
                                  <a:pt x="317" y="148"/>
                                  <a:pt x="317" y="148"/>
                                </a:cubicBezTo>
                                <a:cubicBezTo>
                                  <a:pt x="315" y="148"/>
                                  <a:pt x="313" y="146"/>
                                  <a:pt x="313" y="144"/>
                                </a:cubicBezTo>
                                <a:cubicBezTo>
                                  <a:pt x="313" y="141"/>
                                  <a:pt x="315" y="139"/>
                                  <a:pt x="317" y="139"/>
                                </a:cubicBezTo>
                                <a:cubicBezTo>
                                  <a:pt x="317" y="134"/>
                                  <a:pt x="317" y="134"/>
                                  <a:pt x="317" y="134"/>
                                </a:cubicBezTo>
                                <a:cubicBezTo>
                                  <a:pt x="315" y="134"/>
                                  <a:pt x="313" y="132"/>
                                  <a:pt x="313" y="129"/>
                                </a:cubicBezTo>
                                <a:cubicBezTo>
                                  <a:pt x="313" y="127"/>
                                  <a:pt x="315" y="125"/>
                                  <a:pt x="317" y="125"/>
                                </a:cubicBezTo>
                                <a:cubicBezTo>
                                  <a:pt x="317" y="119"/>
                                  <a:pt x="317" y="119"/>
                                  <a:pt x="317" y="119"/>
                                </a:cubicBezTo>
                                <a:cubicBezTo>
                                  <a:pt x="315" y="119"/>
                                  <a:pt x="313" y="117"/>
                                  <a:pt x="313" y="115"/>
                                </a:cubicBezTo>
                                <a:cubicBezTo>
                                  <a:pt x="313" y="113"/>
                                  <a:pt x="315" y="111"/>
                                  <a:pt x="317" y="111"/>
                                </a:cubicBezTo>
                                <a:cubicBezTo>
                                  <a:pt x="317" y="105"/>
                                  <a:pt x="317" y="105"/>
                                  <a:pt x="317" y="105"/>
                                </a:cubicBezTo>
                                <a:cubicBezTo>
                                  <a:pt x="315" y="105"/>
                                  <a:pt x="313" y="103"/>
                                  <a:pt x="313" y="101"/>
                                </a:cubicBezTo>
                                <a:cubicBezTo>
                                  <a:pt x="313" y="98"/>
                                  <a:pt x="315" y="96"/>
                                  <a:pt x="317" y="96"/>
                                </a:cubicBezTo>
                                <a:cubicBezTo>
                                  <a:pt x="317" y="91"/>
                                  <a:pt x="317" y="91"/>
                                  <a:pt x="317" y="91"/>
                                </a:cubicBezTo>
                                <a:cubicBezTo>
                                  <a:pt x="315" y="91"/>
                                  <a:pt x="313" y="89"/>
                                  <a:pt x="313" y="87"/>
                                </a:cubicBezTo>
                                <a:cubicBezTo>
                                  <a:pt x="313" y="84"/>
                                  <a:pt x="315" y="82"/>
                                  <a:pt x="317" y="82"/>
                                </a:cubicBezTo>
                                <a:cubicBezTo>
                                  <a:pt x="317" y="77"/>
                                  <a:pt x="317" y="77"/>
                                  <a:pt x="317" y="77"/>
                                </a:cubicBezTo>
                                <a:cubicBezTo>
                                  <a:pt x="315" y="77"/>
                                  <a:pt x="313" y="75"/>
                                  <a:pt x="313" y="72"/>
                                </a:cubicBezTo>
                                <a:cubicBezTo>
                                  <a:pt x="313" y="70"/>
                                  <a:pt x="315" y="68"/>
                                  <a:pt x="317" y="68"/>
                                </a:cubicBezTo>
                                <a:cubicBezTo>
                                  <a:pt x="317" y="62"/>
                                  <a:pt x="317" y="62"/>
                                  <a:pt x="317" y="62"/>
                                </a:cubicBezTo>
                                <a:cubicBezTo>
                                  <a:pt x="315" y="62"/>
                                  <a:pt x="313" y="60"/>
                                  <a:pt x="313" y="58"/>
                                </a:cubicBezTo>
                                <a:cubicBezTo>
                                  <a:pt x="313" y="56"/>
                                  <a:pt x="315" y="54"/>
                                  <a:pt x="317" y="54"/>
                                </a:cubicBezTo>
                                <a:cubicBezTo>
                                  <a:pt x="317" y="48"/>
                                  <a:pt x="317" y="48"/>
                                  <a:pt x="317" y="48"/>
                                </a:cubicBezTo>
                                <a:cubicBezTo>
                                  <a:pt x="315" y="48"/>
                                  <a:pt x="313" y="46"/>
                                  <a:pt x="313" y="4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" name="Freeform 8"/>
                        <wps:cNvSpPr>
                          <a:spLocks noChangeAspect="1"/>
                        </wps:cNvSpPr>
                        <wps:spPr bwMode="auto">
                          <a:xfrm>
                            <a:off x="3217031" y="1829828"/>
                            <a:ext cx="3014331" cy="1645920"/>
                          </a:xfrm>
                          <a:custGeom>
                            <a:avLst/>
                            <a:gdLst>
                              <a:gd name="T0" fmla="*/ 313 w 317"/>
                              <a:gd name="T1" fmla="*/ 44 h 173"/>
                              <a:gd name="T2" fmla="*/ 317 w 317"/>
                              <a:gd name="T3" fmla="*/ 39 h 173"/>
                              <a:gd name="T4" fmla="*/ 317 w 317"/>
                              <a:gd name="T5" fmla="*/ 34 h 173"/>
                              <a:gd name="T6" fmla="*/ 313 w 317"/>
                              <a:gd name="T7" fmla="*/ 30 h 173"/>
                              <a:gd name="T8" fmla="*/ 317 w 317"/>
                              <a:gd name="T9" fmla="*/ 25 h 173"/>
                              <a:gd name="T10" fmla="*/ 317 w 317"/>
                              <a:gd name="T11" fmla="*/ 19 h 173"/>
                              <a:gd name="T12" fmla="*/ 296 w 317"/>
                              <a:gd name="T13" fmla="*/ 0 h 173"/>
                              <a:gd name="T14" fmla="*/ 22 w 317"/>
                              <a:gd name="T15" fmla="*/ 0 h 173"/>
                              <a:gd name="T16" fmla="*/ 0 w 317"/>
                              <a:gd name="T17" fmla="*/ 19 h 173"/>
                              <a:gd name="T18" fmla="*/ 0 w 317"/>
                              <a:gd name="T19" fmla="*/ 25 h 173"/>
                              <a:gd name="T20" fmla="*/ 4 w 317"/>
                              <a:gd name="T21" fmla="*/ 30 h 173"/>
                              <a:gd name="T22" fmla="*/ 0 w 317"/>
                              <a:gd name="T23" fmla="*/ 34 h 173"/>
                              <a:gd name="T24" fmla="*/ 0 w 317"/>
                              <a:gd name="T25" fmla="*/ 39 h 173"/>
                              <a:gd name="T26" fmla="*/ 4 w 317"/>
                              <a:gd name="T27" fmla="*/ 44 h 173"/>
                              <a:gd name="T28" fmla="*/ 0 w 317"/>
                              <a:gd name="T29" fmla="*/ 48 h 173"/>
                              <a:gd name="T30" fmla="*/ 0 w 317"/>
                              <a:gd name="T31" fmla="*/ 54 h 173"/>
                              <a:gd name="T32" fmla="*/ 4 w 317"/>
                              <a:gd name="T33" fmla="*/ 58 h 173"/>
                              <a:gd name="T34" fmla="*/ 0 w 317"/>
                              <a:gd name="T35" fmla="*/ 62 h 173"/>
                              <a:gd name="T36" fmla="*/ 0 w 317"/>
                              <a:gd name="T37" fmla="*/ 68 h 173"/>
                              <a:gd name="T38" fmla="*/ 4 w 317"/>
                              <a:gd name="T39" fmla="*/ 72 h 173"/>
                              <a:gd name="T40" fmla="*/ 0 w 317"/>
                              <a:gd name="T41" fmla="*/ 77 h 173"/>
                              <a:gd name="T42" fmla="*/ 0 w 317"/>
                              <a:gd name="T43" fmla="*/ 82 h 173"/>
                              <a:gd name="T44" fmla="*/ 4 w 317"/>
                              <a:gd name="T45" fmla="*/ 87 h 173"/>
                              <a:gd name="T46" fmla="*/ 0 w 317"/>
                              <a:gd name="T47" fmla="*/ 91 h 173"/>
                              <a:gd name="T48" fmla="*/ 0 w 317"/>
                              <a:gd name="T49" fmla="*/ 96 h 173"/>
                              <a:gd name="T50" fmla="*/ 4 w 317"/>
                              <a:gd name="T51" fmla="*/ 101 h 173"/>
                              <a:gd name="T52" fmla="*/ 0 w 317"/>
                              <a:gd name="T53" fmla="*/ 105 h 173"/>
                              <a:gd name="T54" fmla="*/ 0 w 317"/>
                              <a:gd name="T55" fmla="*/ 111 h 173"/>
                              <a:gd name="T56" fmla="*/ 4 w 317"/>
                              <a:gd name="T57" fmla="*/ 115 h 173"/>
                              <a:gd name="T58" fmla="*/ 0 w 317"/>
                              <a:gd name="T59" fmla="*/ 119 h 173"/>
                              <a:gd name="T60" fmla="*/ 0 w 317"/>
                              <a:gd name="T61" fmla="*/ 125 h 173"/>
                              <a:gd name="T62" fmla="*/ 4 w 317"/>
                              <a:gd name="T63" fmla="*/ 129 h 173"/>
                              <a:gd name="T64" fmla="*/ 0 w 317"/>
                              <a:gd name="T65" fmla="*/ 134 h 173"/>
                              <a:gd name="T66" fmla="*/ 0 w 317"/>
                              <a:gd name="T67" fmla="*/ 139 h 173"/>
                              <a:gd name="T68" fmla="*/ 4 w 317"/>
                              <a:gd name="T69" fmla="*/ 144 h 173"/>
                              <a:gd name="T70" fmla="*/ 0 w 317"/>
                              <a:gd name="T71" fmla="*/ 148 h 173"/>
                              <a:gd name="T72" fmla="*/ 0 w 317"/>
                              <a:gd name="T73" fmla="*/ 154 h 173"/>
                              <a:gd name="T74" fmla="*/ 22 w 317"/>
                              <a:gd name="T75" fmla="*/ 173 h 173"/>
                              <a:gd name="T76" fmla="*/ 296 w 317"/>
                              <a:gd name="T77" fmla="*/ 173 h 173"/>
                              <a:gd name="T78" fmla="*/ 317 w 317"/>
                              <a:gd name="T79" fmla="*/ 154 h 173"/>
                              <a:gd name="T80" fmla="*/ 317 w 317"/>
                              <a:gd name="T81" fmla="*/ 148 h 173"/>
                              <a:gd name="T82" fmla="*/ 313 w 317"/>
                              <a:gd name="T83" fmla="*/ 144 h 173"/>
                              <a:gd name="T84" fmla="*/ 317 w 317"/>
                              <a:gd name="T85" fmla="*/ 139 h 173"/>
                              <a:gd name="T86" fmla="*/ 317 w 317"/>
                              <a:gd name="T87" fmla="*/ 134 h 173"/>
                              <a:gd name="T88" fmla="*/ 313 w 317"/>
                              <a:gd name="T89" fmla="*/ 129 h 173"/>
                              <a:gd name="T90" fmla="*/ 317 w 317"/>
                              <a:gd name="T91" fmla="*/ 125 h 173"/>
                              <a:gd name="T92" fmla="*/ 317 w 317"/>
                              <a:gd name="T93" fmla="*/ 119 h 173"/>
                              <a:gd name="T94" fmla="*/ 313 w 317"/>
                              <a:gd name="T95" fmla="*/ 115 h 173"/>
                              <a:gd name="T96" fmla="*/ 317 w 317"/>
                              <a:gd name="T97" fmla="*/ 111 h 173"/>
                              <a:gd name="T98" fmla="*/ 317 w 317"/>
                              <a:gd name="T99" fmla="*/ 105 h 173"/>
                              <a:gd name="T100" fmla="*/ 313 w 317"/>
                              <a:gd name="T101" fmla="*/ 101 h 173"/>
                              <a:gd name="T102" fmla="*/ 317 w 317"/>
                              <a:gd name="T103" fmla="*/ 96 h 173"/>
                              <a:gd name="T104" fmla="*/ 317 w 317"/>
                              <a:gd name="T105" fmla="*/ 91 h 173"/>
                              <a:gd name="T106" fmla="*/ 313 w 317"/>
                              <a:gd name="T107" fmla="*/ 87 h 173"/>
                              <a:gd name="T108" fmla="*/ 317 w 317"/>
                              <a:gd name="T109" fmla="*/ 82 h 173"/>
                              <a:gd name="T110" fmla="*/ 317 w 317"/>
                              <a:gd name="T111" fmla="*/ 77 h 173"/>
                              <a:gd name="T112" fmla="*/ 313 w 317"/>
                              <a:gd name="T113" fmla="*/ 72 h 173"/>
                              <a:gd name="T114" fmla="*/ 317 w 317"/>
                              <a:gd name="T115" fmla="*/ 68 h 173"/>
                              <a:gd name="T116" fmla="*/ 317 w 317"/>
                              <a:gd name="T117" fmla="*/ 62 h 173"/>
                              <a:gd name="T118" fmla="*/ 313 w 317"/>
                              <a:gd name="T119" fmla="*/ 58 h 173"/>
                              <a:gd name="T120" fmla="*/ 317 w 317"/>
                              <a:gd name="T121" fmla="*/ 54 h 173"/>
                              <a:gd name="T122" fmla="*/ 317 w 317"/>
                              <a:gd name="T123" fmla="*/ 48 h 173"/>
                              <a:gd name="T124" fmla="*/ 313 w 317"/>
                              <a:gd name="T125" fmla="*/ 44 h 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317" h="173">
                                <a:moveTo>
                                  <a:pt x="313" y="44"/>
                                </a:moveTo>
                                <a:cubicBezTo>
                                  <a:pt x="313" y="41"/>
                                  <a:pt x="315" y="39"/>
                                  <a:pt x="317" y="39"/>
                                </a:cubicBezTo>
                                <a:cubicBezTo>
                                  <a:pt x="317" y="34"/>
                                  <a:pt x="317" y="34"/>
                                  <a:pt x="317" y="34"/>
                                </a:cubicBezTo>
                                <a:cubicBezTo>
                                  <a:pt x="315" y="34"/>
                                  <a:pt x="313" y="32"/>
                                  <a:pt x="313" y="30"/>
                                </a:cubicBezTo>
                                <a:cubicBezTo>
                                  <a:pt x="313" y="27"/>
                                  <a:pt x="315" y="25"/>
                                  <a:pt x="317" y="25"/>
                                </a:cubicBezTo>
                                <a:cubicBezTo>
                                  <a:pt x="317" y="19"/>
                                  <a:pt x="317" y="19"/>
                                  <a:pt x="317" y="19"/>
                                </a:cubicBezTo>
                                <a:cubicBezTo>
                                  <a:pt x="307" y="19"/>
                                  <a:pt x="296" y="11"/>
                                  <a:pt x="296" y="0"/>
                                </a:cubicBezTo>
                                <a:cubicBezTo>
                                  <a:pt x="22" y="0"/>
                                  <a:pt x="22" y="0"/>
                                  <a:pt x="22" y="0"/>
                                </a:cubicBezTo>
                                <a:cubicBezTo>
                                  <a:pt x="22" y="11"/>
                                  <a:pt x="11" y="19"/>
                                  <a:pt x="0" y="19"/>
                                </a:cubicBezTo>
                                <a:cubicBezTo>
                                  <a:pt x="0" y="25"/>
                                  <a:pt x="0" y="25"/>
                                  <a:pt x="0" y="25"/>
                                </a:cubicBezTo>
                                <a:cubicBezTo>
                                  <a:pt x="2" y="25"/>
                                  <a:pt x="4" y="27"/>
                                  <a:pt x="4" y="30"/>
                                </a:cubicBezTo>
                                <a:cubicBezTo>
                                  <a:pt x="4" y="32"/>
                                  <a:pt x="2" y="34"/>
                                  <a:pt x="0" y="34"/>
                                </a:cubicBezTo>
                                <a:cubicBezTo>
                                  <a:pt x="0" y="39"/>
                                  <a:pt x="0" y="39"/>
                                  <a:pt x="0" y="39"/>
                                </a:cubicBezTo>
                                <a:cubicBezTo>
                                  <a:pt x="2" y="39"/>
                                  <a:pt x="4" y="41"/>
                                  <a:pt x="4" y="44"/>
                                </a:cubicBezTo>
                                <a:cubicBezTo>
                                  <a:pt x="4" y="46"/>
                                  <a:pt x="2" y="48"/>
                                  <a:pt x="0" y="48"/>
                                </a:cubicBezTo>
                                <a:cubicBezTo>
                                  <a:pt x="0" y="54"/>
                                  <a:pt x="0" y="54"/>
                                  <a:pt x="0" y="54"/>
                                </a:cubicBezTo>
                                <a:cubicBezTo>
                                  <a:pt x="2" y="54"/>
                                  <a:pt x="4" y="56"/>
                                  <a:pt x="4" y="58"/>
                                </a:cubicBezTo>
                                <a:cubicBezTo>
                                  <a:pt x="4" y="60"/>
                                  <a:pt x="2" y="62"/>
                                  <a:pt x="0" y="62"/>
                                </a:cubicBezTo>
                                <a:cubicBezTo>
                                  <a:pt x="0" y="68"/>
                                  <a:pt x="0" y="68"/>
                                  <a:pt x="0" y="68"/>
                                </a:cubicBezTo>
                                <a:cubicBezTo>
                                  <a:pt x="2" y="68"/>
                                  <a:pt x="4" y="70"/>
                                  <a:pt x="4" y="72"/>
                                </a:cubicBezTo>
                                <a:cubicBezTo>
                                  <a:pt x="4" y="75"/>
                                  <a:pt x="2" y="77"/>
                                  <a:pt x="0" y="77"/>
                                </a:cubicBezTo>
                                <a:cubicBezTo>
                                  <a:pt x="0" y="82"/>
                                  <a:pt x="0" y="82"/>
                                  <a:pt x="0" y="82"/>
                                </a:cubicBezTo>
                                <a:cubicBezTo>
                                  <a:pt x="2" y="82"/>
                                  <a:pt x="4" y="84"/>
                                  <a:pt x="4" y="87"/>
                                </a:cubicBezTo>
                                <a:cubicBezTo>
                                  <a:pt x="4" y="89"/>
                                  <a:pt x="2" y="91"/>
                                  <a:pt x="0" y="91"/>
                                </a:cubicBezTo>
                                <a:cubicBezTo>
                                  <a:pt x="0" y="96"/>
                                  <a:pt x="0" y="96"/>
                                  <a:pt x="0" y="96"/>
                                </a:cubicBezTo>
                                <a:cubicBezTo>
                                  <a:pt x="2" y="96"/>
                                  <a:pt x="4" y="98"/>
                                  <a:pt x="4" y="101"/>
                                </a:cubicBezTo>
                                <a:cubicBezTo>
                                  <a:pt x="4" y="103"/>
                                  <a:pt x="2" y="105"/>
                                  <a:pt x="0" y="105"/>
                                </a:cubicBezTo>
                                <a:cubicBezTo>
                                  <a:pt x="0" y="111"/>
                                  <a:pt x="0" y="111"/>
                                  <a:pt x="0" y="111"/>
                                </a:cubicBezTo>
                                <a:cubicBezTo>
                                  <a:pt x="2" y="111"/>
                                  <a:pt x="4" y="113"/>
                                  <a:pt x="4" y="115"/>
                                </a:cubicBezTo>
                                <a:cubicBezTo>
                                  <a:pt x="4" y="117"/>
                                  <a:pt x="2" y="119"/>
                                  <a:pt x="0" y="119"/>
                                </a:cubicBezTo>
                                <a:cubicBezTo>
                                  <a:pt x="0" y="125"/>
                                  <a:pt x="0" y="125"/>
                                  <a:pt x="0" y="125"/>
                                </a:cubicBezTo>
                                <a:cubicBezTo>
                                  <a:pt x="2" y="125"/>
                                  <a:pt x="4" y="127"/>
                                  <a:pt x="4" y="129"/>
                                </a:cubicBezTo>
                                <a:cubicBezTo>
                                  <a:pt x="4" y="132"/>
                                  <a:pt x="2" y="134"/>
                                  <a:pt x="0" y="134"/>
                                </a:cubicBezTo>
                                <a:cubicBezTo>
                                  <a:pt x="0" y="139"/>
                                  <a:pt x="0" y="139"/>
                                  <a:pt x="0" y="139"/>
                                </a:cubicBezTo>
                                <a:cubicBezTo>
                                  <a:pt x="2" y="139"/>
                                  <a:pt x="4" y="141"/>
                                  <a:pt x="4" y="144"/>
                                </a:cubicBezTo>
                                <a:cubicBezTo>
                                  <a:pt x="4" y="146"/>
                                  <a:pt x="2" y="148"/>
                                  <a:pt x="0" y="148"/>
                                </a:cubicBezTo>
                                <a:cubicBezTo>
                                  <a:pt x="0" y="154"/>
                                  <a:pt x="0" y="154"/>
                                  <a:pt x="0" y="154"/>
                                </a:cubicBezTo>
                                <a:cubicBezTo>
                                  <a:pt x="11" y="154"/>
                                  <a:pt x="22" y="162"/>
                                  <a:pt x="22" y="173"/>
                                </a:cubicBezTo>
                                <a:cubicBezTo>
                                  <a:pt x="296" y="173"/>
                                  <a:pt x="296" y="173"/>
                                  <a:pt x="296" y="173"/>
                                </a:cubicBezTo>
                                <a:cubicBezTo>
                                  <a:pt x="296" y="162"/>
                                  <a:pt x="307" y="154"/>
                                  <a:pt x="317" y="154"/>
                                </a:cubicBezTo>
                                <a:cubicBezTo>
                                  <a:pt x="317" y="148"/>
                                  <a:pt x="317" y="148"/>
                                  <a:pt x="317" y="148"/>
                                </a:cubicBezTo>
                                <a:cubicBezTo>
                                  <a:pt x="315" y="148"/>
                                  <a:pt x="313" y="146"/>
                                  <a:pt x="313" y="144"/>
                                </a:cubicBezTo>
                                <a:cubicBezTo>
                                  <a:pt x="313" y="141"/>
                                  <a:pt x="315" y="139"/>
                                  <a:pt x="317" y="139"/>
                                </a:cubicBezTo>
                                <a:cubicBezTo>
                                  <a:pt x="317" y="134"/>
                                  <a:pt x="317" y="134"/>
                                  <a:pt x="317" y="134"/>
                                </a:cubicBezTo>
                                <a:cubicBezTo>
                                  <a:pt x="315" y="134"/>
                                  <a:pt x="313" y="132"/>
                                  <a:pt x="313" y="129"/>
                                </a:cubicBezTo>
                                <a:cubicBezTo>
                                  <a:pt x="313" y="127"/>
                                  <a:pt x="315" y="125"/>
                                  <a:pt x="317" y="125"/>
                                </a:cubicBezTo>
                                <a:cubicBezTo>
                                  <a:pt x="317" y="119"/>
                                  <a:pt x="317" y="119"/>
                                  <a:pt x="317" y="119"/>
                                </a:cubicBezTo>
                                <a:cubicBezTo>
                                  <a:pt x="315" y="119"/>
                                  <a:pt x="313" y="117"/>
                                  <a:pt x="313" y="115"/>
                                </a:cubicBezTo>
                                <a:cubicBezTo>
                                  <a:pt x="313" y="113"/>
                                  <a:pt x="315" y="111"/>
                                  <a:pt x="317" y="111"/>
                                </a:cubicBezTo>
                                <a:cubicBezTo>
                                  <a:pt x="317" y="105"/>
                                  <a:pt x="317" y="105"/>
                                  <a:pt x="317" y="105"/>
                                </a:cubicBezTo>
                                <a:cubicBezTo>
                                  <a:pt x="315" y="105"/>
                                  <a:pt x="313" y="103"/>
                                  <a:pt x="313" y="101"/>
                                </a:cubicBezTo>
                                <a:cubicBezTo>
                                  <a:pt x="313" y="98"/>
                                  <a:pt x="315" y="96"/>
                                  <a:pt x="317" y="96"/>
                                </a:cubicBezTo>
                                <a:cubicBezTo>
                                  <a:pt x="317" y="91"/>
                                  <a:pt x="317" y="91"/>
                                  <a:pt x="317" y="91"/>
                                </a:cubicBezTo>
                                <a:cubicBezTo>
                                  <a:pt x="315" y="91"/>
                                  <a:pt x="313" y="89"/>
                                  <a:pt x="313" y="87"/>
                                </a:cubicBezTo>
                                <a:cubicBezTo>
                                  <a:pt x="313" y="84"/>
                                  <a:pt x="315" y="82"/>
                                  <a:pt x="317" y="82"/>
                                </a:cubicBezTo>
                                <a:cubicBezTo>
                                  <a:pt x="317" y="77"/>
                                  <a:pt x="317" y="77"/>
                                  <a:pt x="317" y="77"/>
                                </a:cubicBezTo>
                                <a:cubicBezTo>
                                  <a:pt x="315" y="77"/>
                                  <a:pt x="313" y="75"/>
                                  <a:pt x="313" y="72"/>
                                </a:cubicBezTo>
                                <a:cubicBezTo>
                                  <a:pt x="313" y="70"/>
                                  <a:pt x="315" y="68"/>
                                  <a:pt x="317" y="68"/>
                                </a:cubicBezTo>
                                <a:cubicBezTo>
                                  <a:pt x="317" y="62"/>
                                  <a:pt x="317" y="62"/>
                                  <a:pt x="317" y="62"/>
                                </a:cubicBezTo>
                                <a:cubicBezTo>
                                  <a:pt x="315" y="62"/>
                                  <a:pt x="313" y="60"/>
                                  <a:pt x="313" y="58"/>
                                </a:cubicBezTo>
                                <a:cubicBezTo>
                                  <a:pt x="313" y="56"/>
                                  <a:pt x="315" y="54"/>
                                  <a:pt x="317" y="54"/>
                                </a:cubicBezTo>
                                <a:cubicBezTo>
                                  <a:pt x="317" y="48"/>
                                  <a:pt x="317" y="48"/>
                                  <a:pt x="317" y="48"/>
                                </a:cubicBezTo>
                                <a:cubicBezTo>
                                  <a:pt x="315" y="48"/>
                                  <a:pt x="313" y="46"/>
                                  <a:pt x="313" y="4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" name="Freeform 9"/>
                        <wps:cNvSpPr>
                          <a:spLocks noChangeAspect="1"/>
                        </wps:cNvSpPr>
                        <wps:spPr bwMode="auto">
                          <a:xfrm>
                            <a:off x="3217033" y="3659656"/>
                            <a:ext cx="3014331" cy="1645920"/>
                          </a:xfrm>
                          <a:custGeom>
                            <a:avLst/>
                            <a:gdLst>
                              <a:gd name="T0" fmla="*/ 313 w 317"/>
                              <a:gd name="T1" fmla="*/ 44 h 173"/>
                              <a:gd name="T2" fmla="*/ 317 w 317"/>
                              <a:gd name="T3" fmla="*/ 39 h 173"/>
                              <a:gd name="T4" fmla="*/ 317 w 317"/>
                              <a:gd name="T5" fmla="*/ 34 h 173"/>
                              <a:gd name="T6" fmla="*/ 313 w 317"/>
                              <a:gd name="T7" fmla="*/ 30 h 173"/>
                              <a:gd name="T8" fmla="*/ 317 w 317"/>
                              <a:gd name="T9" fmla="*/ 25 h 173"/>
                              <a:gd name="T10" fmla="*/ 317 w 317"/>
                              <a:gd name="T11" fmla="*/ 19 h 173"/>
                              <a:gd name="T12" fmla="*/ 296 w 317"/>
                              <a:gd name="T13" fmla="*/ 0 h 173"/>
                              <a:gd name="T14" fmla="*/ 22 w 317"/>
                              <a:gd name="T15" fmla="*/ 0 h 173"/>
                              <a:gd name="T16" fmla="*/ 0 w 317"/>
                              <a:gd name="T17" fmla="*/ 19 h 173"/>
                              <a:gd name="T18" fmla="*/ 0 w 317"/>
                              <a:gd name="T19" fmla="*/ 25 h 173"/>
                              <a:gd name="T20" fmla="*/ 4 w 317"/>
                              <a:gd name="T21" fmla="*/ 30 h 173"/>
                              <a:gd name="T22" fmla="*/ 0 w 317"/>
                              <a:gd name="T23" fmla="*/ 34 h 173"/>
                              <a:gd name="T24" fmla="*/ 0 w 317"/>
                              <a:gd name="T25" fmla="*/ 39 h 173"/>
                              <a:gd name="T26" fmla="*/ 4 w 317"/>
                              <a:gd name="T27" fmla="*/ 44 h 173"/>
                              <a:gd name="T28" fmla="*/ 0 w 317"/>
                              <a:gd name="T29" fmla="*/ 48 h 173"/>
                              <a:gd name="T30" fmla="*/ 0 w 317"/>
                              <a:gd name="T31" fmla="*/ 54 h 173"/>
                              <a:gd name="T32" fmla="*/ 4 w 317"/>
                              <a:gd name="T33" fmla="*/ 58 h 173"/>
                              <a:gd name="T34" fmla="*/ 0 w 317"/>
                              <a:gd name="T35" fmla="*/ 62 h 173"/>
                              <a:gd name="T36" fmla="*/ 0 w 317"/>
                              <a:gd name="T37" fmla="*/ 68 h 173"/>
                              <a:gd name="T38" fmla="*/ 4 w 317"/>
                              <a:gd name="T39" fmla="*/ 72 h 173"/>
                              <a:gd name="T40" fmla="*/ 0 w 317"/>
                              <a:gd name="T41" fmla="*/ 77 h 173"/>
                              <a:gd name="T42" fmla="*/ 0 w 317"/>
                              <a:gd name="T43" fmla="*/ 82 h 173"/>
                              <a:gd name="T44" fmla="*/ 4 w 317"/>
                              <a:gd name="T45" fmla="*/ 87 h 173"/>
                              <a:gd name="T46" fmla="*/ 0 w 317"/>
                              <a:gd name="T47" fmla="*/ 91 h 173"/>
                              <a:gd name="T48" fmla="*/ 0 w 317"/>
                              <a:gd name="T49" fmla="*/ 96 h 173"/>
                              <a:gd name="T50" fmla="*/ 4 w 317"/>
                              <a:gd name="T51" fmla="*/ 101 h 173"/>
                              <a:gd name="T52" fmla="*/ 0 w 317"/>
                              <a:gd name="T53" fmla="*/ 105 h 173"/>
                              <a:gd name="T54" fmla="*/ 0 w 317"/>
                              <a:gd name="T55" fmla="*/ 111 h 173"/>
                              <a:gd name="T56" fmla="*/ 4 w 317"/>
                              <a:gd name="T57" fmla="*/ 115 h 173"/>
                              <a:gd name="T58" fmla="*/ 0 w 317"/>
                              <a:gd name="T59" fmla="*/ 119 h 173"/>
                              <a:gd name="T60" fmla="*/ 0 w 317"/>
                              <a:gd name="T61" fmla="*/ 125 h 173"/>
                              <a:gd name="T62" fmla="*/ 4 w 317"/>
                              <a:gd name="T63" fmla="*/ 129 h 173"/>
                              <a:gd name="T64" fmla="*/ 0 w 317"/>
                              <a:gd name="T65" fmla="*/ 134 h 173"/>
                              <a:gd name="T66" fmla="*/ 0 w 317"/>
                              <a:gd name="T67" fmla="*/ 139 h 173"/>
                              <a:gd name="T68" fmla="*/ 4 w 317"/>
                              <a:gd name="T69" fmla="*/ 144 h 173"/>
                              <a:gd name="T70" fmla="*/ 0 w 317"/>
                              <a:gd name="T71" fmla="*/ 148 h 173"/>
                              <a:gd name="T72" fmla="*/ 0 w 317"/>
                              <a:gd name="T73" fmla="*/ 154 h 173"/>
                              <a:gd name="T74" fmla="*/ 22 w 317"/>
                              <a:gd name="T75" fmla="*/ 173 h 173"/>
                              <a:gd name="T76" fmla="*/ 296 w 317"/>
                              <a:gd name="T77" fmla="*/ 173 h 173"/>
                              <a:gd name="T78" fmla="*/ 317 w 317"/>
                              <a:gd name="T79" fmla="*/ 154 h 173"/>
                              <a:gd name="T80" fmla="*/ 317 w 317"/>
                              <a:gd name="T81" fmla="*/ 148 h 173"/>
                              <a:gd name="T82" fmla="*/ 313 w 317"/>
                              <a:gd name="T83" fmla="*/ 144 h 173"/>
                              <a:gd name="T84" fmla="*/ 317 w 317"/>
                              <a:gd name="T85" fmla="*/ 139 h 173"/>
                              <a:gd name="T86" fmla="*/ 317 w 317"/>
                              <a:gd name="T87" fmla="*/ 134 h 173"/>
                              <a:gd name="T88" fmla="*/ 313 w 317"/>
                              <a:gd name="T89" fmla="*/ 129 h 173"/>
                              <a:gd name="T90" fmla="*/ 317 w 317"/>
                              <a:gd name="T91" fmla="*/ 125 h 173"/>
                              <a:gd name="T92" fmla="*/ 317 w 317"/>
                              <a:gd name="T93" fmla="*/ 119 h 173"/>
                              <a:gd name="T94" fmla="*/ 313 w 317"/>
                              <a:gd name="T95" fmla="*/ 115 h 173"/>
                              <a:gd name="T96" fmla="*/ 317 w 317"/>
                              <a:gd name="T97" fmla="*/ 111 h 173"/>
                              <a:gd name="T98" fmla="*/ 317 w 317"/>
                              <a:gd name="T99" fmla="*/ 105 h 173"/>
                              <a:gd name="T100" fmla="*/ 313 w 317"/>
                              <a:gd name="T101" fmla="*/ 101 h 173"/>
                              <a:gd name="T102" fmla="*/ 317 w 317"/>
                              <a:gd name="T103" fmla="*/ 96 h 173"/>
                              <a:gd name="T104" fmla="*/ 317 w 317"/>
                              <a:gd name="T105" fmla="*/ 91 h 173"/>
                              <a:gd name="T106" fmla="*/ 313 w 317"/>
                              <a:gd name="T107" fmla="*/ 87 h 173"/>
                              <a:gd name="T108" fmla="*/ 317 w 317"/>
                              <a:gd name="T109" fmla="*/ 82 h 173"/>
                              <a:gd name="T110" fmla="*/ 317 w 317"/>
                              <a:gd name="T111" fmla="*/ 77 h 173"/>
                              <a:gd name="T112" fmla="*/ 313 w 317"/>
                              <a:gd name="T113" fmla="*/ 72 h 173"/>
                              <a:gd name="T114" fmla="*/ 317 w 317"/>
                              <a:gd name="T115" fmla="*/ 68 h 173"/>
                              <a:gd name="T116" fmla="*/ 317 w 317"/>
                              <a:gd name="T117" fmla="*/ 62 h 173"/>
                              <a:gd name="T118" fmla="*/ 313 w 317"/>
                              <a:gd name="T119" fmla="*/ 58 h 173"/>
                              <a:gd name="T120" fmla="*/ 317 w 317"/>
                              <a:gd name="T121" fmla="*/ 54 h 173"/>
                              <a:gd name="T122" fmla="*/ 317 w 317"/>
                              <a:gd name="T123" fmla="*/ 48 h 173"/>
                              <a:gd name="T124" fmla="*/ 313 w 317"/>
                              <a:gd name="T125" fmla="*/ 44 h 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317" h="173">
                                <a:moveTo>
                                  <a:pt x="313" y="44"/>
                                </a:moveTo>
                                <a:cubicBezTo>
                                  <a:pt x="313" y="41"/>
                                  <a:pt x="315" y="39"/>
                                  <a:pt x="317" y="39"/>
                                </a:cubicBezTo>
                                <a:cubicBezTo>
                                  <a:pt x="317" y="34"/>
                                  <a:pt x="317" y="34"/>
                                  <a:pt x="317" y="34"/>
                                </a:cubicBezTo>
                                <a:cubicBezTo>
                                  <a:pt x="315" y="34"/>
                                  <a:pt x="313" y="32"/>
                                  <a:pt x="313" y="30"/>
                                </a:cubicBezTo>
                                <a:cubicBezTo>
                                  <a:pt x="313" y="27"/>
                                  <a:pt x="315" y="25"/>
                                  <a:pt x="317" y="25"/>
                                </a:cubicBezTo>
                                <a:cubicBezTo>
                                  <a:pt x="317" y="19"/>
                                  <a:pt x="317" y="19"/>
                                  <a:pt x="317" y="19"/>
                                </a:cubicBezTo>
                                <a:cubicBezTo>
                                  <a:pt x="307" y="19"/>
                                  <a:pt x="296" y="11"/>
                                  <a:pt x="296" y="0"/>
                                </a:cubicBezTo>
                                <a:cubicBezTo>
                                  <a:pt x="22" y="0"/>
                                  <a:pt x="22" y="0"/>
                                  <a:pt x="22" y="0"/>
                                </a:cubicBezTo>
                                <a:cubicBezTo>
                                  <a:pt x="22" y="11"/>
                                  <a:pt x="11" y="19"/>
                                  <a:pt x="0" y="19"/>
                                </a:cubicBezTo>
                                <a:cubicBezTo>
                                  <a:pt x="0" y="25"/>
                                  <a:pt x="0" y="25"/>
                                  <a:pt x="0" y="25"/>
                                </a:cubicBezTo>
                                <a:cubicBezTo>
                                  <a:pt x="2" y="25"/>
                                  <a:pt x="4" y="27"/>
                                  <a:pt x="4" y="30"/>
                                </a:cubicBezTo>
                                <a:cubicBezTo>
                                  <a:pt x="4" y="32"/>
                                  <a:pt x="2" y="34"/>
                                  <a:pt x="0" y="34"/>
                                </a:cubicBezTo>
                                <a:cubicBezTo>
                                  <a:pt x="0" y="39"/>
                                  <a:pt x="0" y="39"/>
                                  <a:pt x="0" y="39"/>
                                </a:cubicBezTo>
                                <a:cubicBezTo>
                                  <a:pt x="2" y="39"/>
                                  <a:pt x="4" y="41"/>
                                  <a:pt x="4" y="44"/>
                                </a:cubicBezTo>
                                <a:cubicBezTo>
                                  <a:pt x="4" y="46"/>
                                  <a:pt x="2" y="48"/>
                                  <a:pt x="0" y="48"/>
                                </a:cubicBezTo>
                                <a:cubicBezTo>
                                  <a:pt x="0" y="54"/>
                                  <a:pt x="0" y="54"/>
                                  <a:pt x="0" y="54"/>
                                </a:cubicBezTo>
                                <a:cubicBezTo>
                                  <a:pt x="2" y="54"/>
                                  <a:pt x="4" y="56"/>
                                  <a:pt x="4" y="58"/>
                                </a:cubicBezTo>
                                <a:cubicBezTo>
                                  <a:pt x="4" y="60"/>
                                  <a:pt x="2" y="62"/>
                                  <a:pt x="0" y="62"/>
                                </a:cubicBezTo>
                                <a:cubicBezTo>
                                  <a:pt x="0" y="68"/>
                                  <a:pt x="0" y="68"/>
                                  <a:pt x="0" y="68"/>
                                </a:cubicBezTo>
                                <a:cubicBezTo>
                                  <a:pt x="2" y="68"/>
                                  <a:pt x="4" y="70"/>
                                  <a:pt x="4" y="72"/>
                                </a:cubicBezTo>
                                <a:cubicBezTo>
                                  <a:pt x="4" y="75"/>
                                  <a:pt x="2" y="77"/>
                                  <a:pt x="0" y="77"/>
                                </a:cubicBezTo>
                                <a:cubicBezTo>
                                  <a:pt x="0" y="82"/>
                                  <a:pt x="0" y="82"/>
                                  <a:pt x="0" y="82"/>
                                </a:cubicBezTo>
                                <a:cubicBezTo>
                                  <a:pt x="2" y="82"/>
                                  <a:pt x="4" y="84"/>
                                  <a:pt x="4" y="87"/>
                                </a:cubicBezTo>
                                <a:cubicBezTo>
                                  <a:pt x="4" y="89"/>
                                  <a:pt x="2" y="91"/>
                                  <a:pt x="0" y="91"/>
                                </a:cubicBezTo>
                                <a:cubicBezTo>
                                  <a:pt x="0" y="96"/>
                                  <a:pt x="0" y="96"/>
                                  <a:pt x="0" y="96"/>
                                </a:cubicBezTo>
                                <a:cubicBezTo>
                                  <a:pt x="2" y="96"/>
                                  <a:pt x="4" y="98"/>
                                  <a:pt x="4" y="101"/>
                                </a:cubicBezTo>
                                <a:cubicBezTo>
                                  <a:pt x="4" y="103"/>
                                  <a:pt x="2" y="105"/>
                                  <a:pt x="0" y="105"/>
                                </a:cubicBezTo>
                                <a:cubicBezTo>
                                  <a:pt x="0" y="111"/>
                                  <a:pt x="0" y="111"/>
                                  <a:pt x="0" y="111"/>
                                </a:cubicBezTo>
                                <a:cubicBezTo>
                                  <a:pt x="2" y="111"/>
                                  <a:pt x="4" y="113"/>
                                  <a:pt x="4" y="115"/>
                                </a:cubicBezTo>
                                <a:cubicBezTo>
                                  <a:pt x="4" y="117"/>
                                  <a:pt x="2" y="119"/>
                                  <a:pt x="0" y="119"/>
                                </a:cubicBezTo>
                                <a:cubicBezTo>
                                  <a:pt x="0" y="125"/>
                                  <a:pt x="0" y="125"/>
                                  <a:pt x="0" y="125"/>
                                </a:cubicBezTo>
                                <a:cubicBezTo>
                                  <a:pt x="2" y="125"/>
                                  <a:pt x="4" y="127"/>
                                  <a:pt x="4" y="129"/>
                                </a:cubicBezTo>
                                <a:cubicBezTo>
                                  <a:pt x="4" y="132"/>
                                  <a:pt x="2" y="134"/>
                                  <a:pt x="0" y="134"/>
                                </a:cubicBezTo>
                                <a:cubicBezTo>
                                  <a:pt x="0" y="139"/>
                                  <a:pt x="0" y="139"/>
                                  <a:pt x="0" y="139"/>
                                </a:cubicBezTo>
                                <a:cubicBezTo>
                                  <a:pt x="2" y="139"/>
                                  <a:pt x="4" y="141"/>
                                  <a:pt x="4" y="144"/>
                                </a:cubicBezTo>
                                <a:cubicBezTo>
                                  <a:pt x="4" y="146"/>
                                  <a:pt x="2" y="148"/>
                                  <a:pt x="0" y="148"/>
                                </a:cubicBezTo>
                                <a:cubicBezTo>
                                  <a:pt x="0" y="154"/>
                                  <a:pt x="0" y="154"/>
                                  <a:pt x="0" y="154"/>
                                </a:cubicBezTo>
                                <a:cubicBezTo>
                                  <a:pt x="11" y="154"/>
                                  <a:pt x="22" y="162"/>
                                  <a:pt x="22" y="173"/>
                                </a:cubicBezTo>
                                <a:cubicBezTo>
                                  <a:pt x="296" y="173"/>
                                  <a:pt x="296" y="173"/>
                                  <a:pt x="296" y="173"/>
                                </a:cubicBezTo>
                                <a:cubicBezTo>
                                  <a:pt x="296" y="162"/>
                                  <a:pt x="307" y="154"/>
                                  <a:pt x="317" y="154"/>
                                </a:cubicBezTo>
                                <a:cubicBezTo>
                                  <a:pt x="317" y="148"/>
                                  <a:pt x="317" y="148"/>
                                  <a:pt x="317" y="148"/>
                                </a:cubicBezTo>
                                <a:cubicBezTo>
                                  <a:pt x="315" y="148"/>
                                  <a:pt x="313" y="146"/>
                                  <a:pt x="313" y="144"/>
                                </a:cubicBezTo>
                                <a:cubicBezTo>
                                  <a:pt x="313" y="141"/>
                                  <a:pt x="315" y="139"/>
                                  <a:pt x="317" y="139"/>
                                </a:cubicBezTo>
                                <a:cubicBezTo>
                                  <a:pt x="317" y="134"/>
                                  <a:pt x="317" y="134"/>
                                  <a:pt x="317" y="134"/>
                                </a:cubicBezTo>
                                <a:cubicBezTo>
                                  <a:pt x="315" y="134"/>
                                  <a:pt x="313" y="132"/>
                                  <a:pt x="313" y="129"/>
                                </a:cubicBezTo>
                                <a:cubicBezTo>
                                  <a:pt x="313" y="127"/>
                                  <a:pt x="315" y="125"/>
                                  <a:pt x="317" y="125"/>
                                </a:cubicBezTo>
                                <a:cubicBezTo>
                                  <a:pt x="317" y="119"/>
                                  <a:pt x="317" y="119"/>
                                  <a:pt x="317" y="119"/>
                                </a:cubicBezTo>
                                <a:cubicBezTo>
                                  <a:pt x="315" y="119"/>
                                  <a:pt x="313" y="117"/>
                                  <a:pt x="313" y="115"/>
                                </a:cubicBezTo>
                                <a:cubicBezTo>
                                  <a:pt x="313" y="113"/>
                                  <a:pt x="315" y="111"/>
                                  <a:pt x="317" y="111"/>
                                </a:cubicBezTo>
                                <a:cubicBezTo>
                                  <a:pt x="317" y="105"/>
                                  <a:pt x="317" y="105"/>
                                  <a:pt x="317" y="105"/>
                                </a:cubicBezTo>
                                <a:cubicBezTo>
                                  <a:pt x="315" y="105"/>
                                  <a:pt x="313" y="103"/>
                                  <a:pt x="313" y="101"/>
                                </a:cubicBezTo>
                                <a:cubicBezTo>
                                  <a:pt x="313" y="98"/>
                                  <a:pt x="315" y="96"/>
                                  <a:pt x="317" y="96"/>
                                </a:cubicBezTo>
                                <a:cubicBezTo>
                                  <a:pt x="317" y="91"/>
                                  <a:pt x="317" y="91"/>
                                  <a:pt x="317" y="91"/>
                                </a:cubicBezTo>
                                <a:cubicBezTo>
                                  <a:pt x="315" y="91"/>
                                  <a:pt x="313" y="89"/>
                                  <a:pt x="313" y="87"/>
                                </a:cubicBezTo>
                                <a:cubicBezTo>
                                  <a:pt x="313" y="84"/>
                                  <a:pt x="315" y="82"/>
                                  <a:pt x="317" y="82"/>
                                </a:cubicBezTo>
                                <a:cubicBezTo>
                                  <a:pt x="317" y="77"/>
                                  <a:pt x="317" y="77"/>
                                  <a:pt x="317" y="77"/>
                                </a:cubicBezTo>
                                <a:cubicBezTo>
                                  <a:pt x="315" y="77"/>
                                  <a:pt x="313" y="75"/>
                                  <a:pt x="313" y="72"/>
                                </a:cubicBezTo>
                                <a:cubicBezTo>
                                  <a:pt x="313" y="70"/>
                                  <a:pt x="315" y="68"/>
                                  <a:pt x="317" y="68"/>
                                </a:cubicBezTo>
                                <a:cubicBezTo>
                                  <a:pt x="317" y="62"/>
                                  <a:pt x="317" y="62"/>
                                  <a:pt x="317" y="62"/>
                                </a:cubicBezTo>
                                <a:cubicBezTo>
                                  <a:pt x="315" y="62"/>
                                  <a:pt x="313" y="60"/>
                                  <a:pt x="313" y="58"/>
                                </a:cubicBezTo>
                                <a:cubicBezTo>
                                  <a:pt x="313" y="56"/>
                                  <a:pt x="315" y="54"/>
                                  <a:pt x="317" y="54"/>
                                </a:cubicBezTo>
                                <a:cubicBezTo>
                                  <a:pt x="317" y="48"/>
                                  <a:pt x="317" y="48"/>
                                  <a:pt x="317" y="48"/>
                                </a:cubicBezTo>
                                <a:cubicBezTo>
                                  <a:pt x="315" y="48"/>
                                  <a:pt x="313" y="46"/>
                                  <a:pt x="313" y="4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3217032" y="5489484"/>
                            <a:ext cx="3014331" cy="1645920"/>
                          </a:xfrm>
                          <a:custGeom>
                            <a:avLst/>
                            <a:gdLst>
                              <a:gd name="T0" fmla="*/ 313 w 317"/>
                              <a:gd name="T1" fmla="*/ 44 h 173"/>
                              <a:gd name="T2" fmla="*/ 317 w 317"/>
                              <a:gd name="T3" fmla="*/ 39 h 173"/>
                              <a:gd name="T4" fmla="*/ 317 w 317"/>
                              <a:gd name="T5" fmla="*/ 34 h 173"/>
                              <a:gd name="T6" fmla="*/ 313 w 317"/>
                              <a:gd name="T7" fmla="*/ 30 h 173"/>
                              <a:gd name="T8" fmla="*/ 317 w 317"/>
                              <a:gd name="T9" fmla="*/ 25 h 173"/>
                              <a:gd name="T10" fmla="*/ 317 w 317"/>
                              <a:gd name="T11" fmla="*/ 19 h 173"/>
                              <a:gd name="T12" fmla="*/ 296 w 317"/>
                              <a:gd name="T13" fmla="*/ 0 h 173"/>
                              <a:gd name="T14" fmla="*/ 22 w 317"/>
                              <a:gd name="T15" fmla="*/ 0 h 173"/>
                              <a:gd name="T16" fmla="*/ 0 w 317"/>
                              <a:gd name="T17" fmla="*/ 19 h 173"/>
                              <a:gd name="T18" fmla="*/ 0 w 317"/>
                              <a:gd name="T19" fmla="*/ 25 h 173"/>
                              <a:gd name="T20" fmla="*/ 4 w 317"/>
                              <a:gd name="T21" fmla="*/ 30 h 173"/>
                              <a:gd name="T22" fmla="*/ 0 w 317"/>
                              <a:gd name="T23" fmla="*/ 34 h 173"/>
                              <a:gd name="T24" fmla="*/ 0 w 317"/>
                              <a:gd name="T25" fmla="*/ 39 h 173"/>
                              <a:gd name="T26" fmla="*/ 4 w 317"/>
                              <a:gd name="T27" fmla="*/ 44 h 173"/>
                              <a:gd name="T28" fmla="*/ 0 w 317"/>
                              <a:gd name="T29" fmla="*/ 48 h 173"/>
                              <a:gd name="T30" fmla="*/ 0 w 317"/>
                              <a:gd name="T31" fmla="*/ 54 h 173"/>
                              <a:gd name="T32" fmla="*/ 4 w 317"/>
                              <a:gd name="T33" fmla="*/ 58 h 173"/>
                              <a:gd name="T34" fmla="*/ 0 w 317"/>
                              <a:gd name="T35" fmla="*/ 62 h 173"/>
                              <a:gd name="T36" fmla="*/ 0 w 317"/>
                              <a:gd name="T37" fmla="*/ 68 h 173"/>
                              <a:gd name="T38" fmla="*/ 4 w 317"/>
                              <a:gd name="T39" fmla="*/ 72 h 173"/>
                              <a:gd name="T40" fmla="*/ 0 w 317"/>
                              <a:gd name="T41" fmla="*/ 77 h 173"/>
                              <a:gd name="T42" fmla="*/ 0 w 317"/>
                              <a:gd name="T43" fmla="*/ 82 h 173"/>
                              <a:gd name="T44" fmla="*/ 4 w 317"/>
                              <a:gd name="T45" fmla="*/ 87 h 173"/>
                              <a:gd name="T46" fmla="*/ 0 w 317"/>
                              <a:gd name="T47" fmla="*/ 91 h 173"/>
                              <a:gd name="T48" fmla="*/ 0 w 317"/>
                              <a:gd name="T49" fmla="*/ 96 h 173"/>
                              <a:gd name="T50" fmla="*/ 4 w 317"/>
                              <a:gd name="T51" fmla="*/ 101 h 173"/>
                              <a:gd name="T52" fmla="*/ 0 w 317"/>
                              <a:gd name="T53" fmla="*/ 105 h 173"/>
                              <a:gd name="T54" fmla="*/ 0 w 317"/>
                              <a:gd name="T55" fmla="*/ 111 h 173"/>
                              <a:gd name="T56" fmla="*/ 4 w 317"/>
                              <a:gd name="T57" fmla="*/ 115 h 173"/>
                              <a:gd name="T58" fmla="*/ 0 w 317"/>
                              <a:gd name="T59" fmla="*/ 119 h 173"/>
                              <a:gd name="T60" fmla="*/ 0 w 317"/>
                              <a:gd name="T61" fmla="*/ 125 h 173"/>
                              <a:gd name="T62" fmla="*/ 4 w 317"/>
                              <a:gd name="T63" fmla="*/ 129 h 173"/>
                              <a:gd name="T64" fmla="*/ 0 w 317"/>
                              <a:gd name="T65" fmla="*/ 134 h 173"/>
                              <a:gd name="T66" fmla="*/ 0 w 317"/>
                              <a:gd name="T67" fmla="*/ 139 h 173"/>
                              <a:gd name="T68" fmla="*/ 4 w 317"/>
                              <a:gd name="T69" fmla="*/ 144 h 173"/>
                              <a:gd name="T70" fmla="*/ 0 w 317"/>
                              <a:gd name="T71" fmla="*/ 148 h 173"/>
                              <a:gd name="T72" fmla="*/ 0 w 317"/>
                              <a:gd name="T73" fmla="*/ 154 h 173"/>
                              <a:gd name="T74" fmla="*/ 22 w 317"/>
                              <a:gd name="T75" fmla="*/ 173 h 173"/>
                              <a:gd name="T76" fmla="*/ 296 w 317"/>
                              <a:gd name="T77" fmla="*/ 173 h 173"/>
                              <a:gd name="T78" fmla="*/ 317 w 317"/>
                              <a:gd name="T79" fmla="*/ 154 h 173"/>
                              <a:gd name="T80" fmla="*/ 317 w 317"/>
                              <a:gd name="T81" fmla="*/ 148 h 173"/>
                              <a:gd name="T82" fmla="*/ 313 w 317"/>
                              <a:gd name="T83" fmla="*/ 144 h 173"/>
                              <a:gd name="T84" fmla="*/ 317 w 317"/>
                              <a:gd name="T85" fmla="*/ 139 h 173"/>
                              <a:gd name="T86" fmla="*/ 317 w 317"/>
                              <a:gd name="T87" fmla="*/ 134 h 173"/>
                              <a:gd name="T88" fmla="*/ 313 w 317"/>
                              <a:gd name="T89" fmla="*/ 129 h 173"/>
                              <a:gd name="T90" fmla="*/ 317 w 317"/>
                              <a:gd name="T91" fmla="*/ 125 h 173"/>
                              <a:gd name="T92" fmla="*/ 317 w 317"/>
                              <a:gd name="T93" fmla="*/ 119 h 173"/>
                              <a:gd name="T94" fmla="*/ 313 w 317"/>
                              <a:gd name="T95" fmla="*/ 115 h 173"/>
                              <a:gd name="T96" fmla="*/ 317 w 317"/>
                              <a:gd name="T97" fmla="*/ 111 h 173"/>
                              <a:gd name="T98" fmla="*/ 317 w 317"/>
                              <a:gd name="T99" fmla="*/ 105 h 173"/>
                              <a:gd name="T100" fmla="*/ 313 w 317"/>
                              <a:gd name="T101" fmla="*/ 101 h 173"/>
                              <a:gd name="T102" fmla="*/ 317 w 317"/>
                              <a:gd name="T103" fmla="*/ 96 h 173"/>
                              <a:gd name="T104" fmla="*/ 317 w 317"/>
                              <a:gd name="T105" fmla="*/ 91 h 173"/>
                              <a:gd name="T106" fmla="*/ 313 w 317"/>
                              <a:gd name="T107" fmla="*/ 87 h 173"/>
                              <a:gd name="T108" fmla="*/ 317 w 317"/>
                              <a:gd name="T109" fmla="*/ 82 h 173"/>
                              <a:gd name="T110" fmla="*/ 317 w 317"/>
                              <a:gd name="T111" fmla="*/ 77 h 173"/>
                              <a:gd name="T112" fmla="*/ 313 w 317"/>
                              <a:gd name="T113" fmla="*/ 72 h 173"/>
                              <a:gd name="T114" fmla="*/ 317 w 317"/>
                              <a:gd name="T115" fmla="*/ 68 h 173"/>
                              <a:gd name="T116" fmla="*/ 317 w 317"/>
                              <a:gd name="T117" fmla="*/ 62 h 173"/>
                              <a:gd name="T118" fmla="*/ 313 w 317"/>
                              <a:gd name="T119" fmla="*/ 58 h 173"/>
                              <a:gd name="T120" fmla="*/ 317 w 317"/>
                              <a:gd name="T121" fmla="*/ 54 h 173"/>
                              <a:gd name="T122" fmla="*/ 317 w 317"/>
                              <a:gd name="T123" fmla="*/ 48 h 173"/>
                              <a:gd name="T124" fmla="*/ 313 w 317"/>
                              <a:gd name="T125" fmla="*/ 44 h 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317" h="173">
                                <a:moveTo>
                                  <a:pt x="313" y="44"/>
                                </a:moveTo>
                                <a:cubicBezTo>
                                  <a:pt x="313" y="41"/>
                                  <a:pt x="315" y="39"/>
                                  <a:pt x="317" y="39"/>
                                </a:cubicBezTo>
                                <a:cubicBezTo>
                                  <a:pt x="317" y="34"/>
                                  <a:pt x="317" y="34"/>
                                  <a:pt x="317" y="34"/>
                                </a:cubicBezTo>
                                <a:cubicBezTo>
                                  <a:pt x="315" y="34"/>
                                  <a:pt x="313" y="32"/>
                                  <a:pt x="313" y="30"/>
                                </a:cubicBezTo>
                                <a:cubicBezTo>
                                  <a:pt x="313" y="27"/>
                                  <a:pt x="315" y="25"/>
                                  <a:pt x="317" y="25"/>
                                </a:cubicBezTo>
                                <a:cubicBezTo>
                                  <a:pt x="317" y="19"/>
                                  <a:pt x="317" y="19"/>
                                  <a:pt x="317" y="19"/>
                                </a:cubicBezTo>
                                <a:cubicBezTo>
                                  <a:pt x="307" y="19"/>
                                  <a:pt x="296" y="11"/>
                                  <a:pt x="296" y="0"/>
                                </a:cubicBezTo>
                                <a:cubicBezTo>
                                  <a:pt x="22" y="0"/>
                                  <a:pt x="22" y="0"/>
                                  <a:pt x="22" y="0"/>
                                </a:cubicBezTo>
                                <a:cubicBezTo>
                                  <a:pt x="22" y="11"/>
                                  <a:pt x="11" y="19"/>
                                  <a:pt x="0" y="19"/>
                                </a:cubicBezTo>
                                <a:cubicBezTo>
                                  <a:pt x="0" y="25"/>
                                  <a:pt x="0" y="25"/>
                                  <a:pt x="0" y="25"/>
                                </a:cubicBezTo>
                                <a:cubicBezTo>
                                  <a:pt x="2" y="25"/>
                                  <a:pt x="4" y="27"/>
                                  <a:pt x="4" y="30"/>
                                </a:cubicBezTo>
                                <a:cubicBezTo>
                                  <a:pt x="4" y="32"/>
                                  <a:pt x="2" y="34"/>
                                  <a:pt x="0" y="34"/>
                                </a:cubicBezTo>
                                <a:cubicBezTo>
                                  <a:pt x="0" y="39"/>
                                  <a:pt x="0" y="39"/>
                                  <a:pt x="0" y="39"/>
                                </a:cubicBezTo>
                                <a:cubicBezTo>
                                  <a:pt x="2" y="39"/>
                                  <a:pt x="4" y="41"/>
                                  <a:pt x="4" y="44"/>
                                </a:cubicBezTo>
                                <a:cubicBezTo>
                                  <a:pt x="4" y="46"/>
                                  <a:pt x="2" y="48"/>
                                  <a:pt x="0" y="48"/>
                                </a:cubicBezTo>
                                <a:cubicBezTo>
                                  <a:pt x="0" y="54"/>
                                  <a:pt x="0" y="54"/>
                                  <a:pt x="0" y="54"/>
                                </a:cubicBezTo>
                                <a:cubicBezTo>
                                  <a:pt x="2" y="54"/>
                                  <a:pt x="4" y="56"/>
                                  <a:pt x="4" y="58"/>
                                </a:cubicBezTo>
                                <a:cubicBezTo>
                                  <a:pt x="4" y="60"/>
                                  <a:pt x="2" y="62"/>
                                  <a:pt x="0" y="62"/>
                                </a:cubicBezTo>
                                <a:cubicBezTo>
                                  <a:pt x="0" y="68"/>
                                  <a:pt x="0" y="68"/>
                                  <a:pt x="0" y="68"/>
                                </a:cubicBezTo>
                                <a:cubicBezTo>
                                  <a:pt x="2" y="68"/>
                                  <a:pt x="4" y="70"/>
                                  <a:pt x="4" y="72"/>
                                </a:cubicBezTo>
                                <a:cubicBezTo>
                                  <a:pt x="4" y="75"/>
                                  <a:pt x="2" y="77"/>
                                  <a:pt x="0" y="77"/>
                                </a:cubicBezTo>
                                <a:cubicBezTo>
                                  <a:pt x="0" y="82"/>
                                  <a:pt x="0" y="82"/>
                                  <a:pt x="0" y="82"/>
                                </a:cubicBezTo>
                                <a:cubicBezTo>
                                  <a:pt x="2" y="82"/>
                                  <a:pt x="4" y="84"/>
                                  <a:pt x="4" y="87"/>
                                </a:cubicBezTo>
                                <a:cubicBezTo>
                                  <a:pt x="4" y="89"/>
                                  <a:pt x="2" y="91"/>
                                  <a:pt x="0" y="91"/>
                                </a:cubicBezTo>
                                <a:cubicBezTo>
                                  <a:pt x="0" y="96"/>
                                  <a:pt x="0" y="96"/>
                                  <a:pt x="0" y="96"/>
                                </a:cubicBezTo>
                                <a:cubicBezTo>
                                  <a:pt x="2" y="96"/>
                                  <a:pt x="4" y="98"/>
                                  <a:pt x="4" y="101"/>
                                </a:cubicBezTo>
                                <a:cubicBezTo>
                                  <a:pt x="4" y="103"/>
                                  <a:pt x="2" y="105"/>
                                  <a:pt x="0" y="105"/>
                                </a:cubicBezTo>
                                <a:cubicBezTo>
                                  <a:pt x="0" y="111"/>
                                  <a:pt x="0" y="111"/>
                                  <a:pt x="0" y="111"/>
                                </a:cubicBezTo>
                                <a:cubicBezTo>
                                  <a:pt x="2" y="111"/>
                                  <a:pt x="4" y="113"/>
                                  <a:pt x="4" y="115"/>
                                </a:cubicBezTo>
                                <a:cubicBezTo>
                                  <a:pt x="4" y="117"/>
                                  <a:pt x="2" y="119"/>
                                  <a:pt x="0" y="119"/>
                                </a:cubicBezTo>
                                <a:cubicBezTo>
                                  <a:pt x="0" y="125"/>
                                  <a:pt x="0" y="125"/>
                                  <a:pt x="0" y="125"/>
                                </a:cubicBezTo>
                                <a:cubicBezTo>
                                  <a:pt x="2" y="125"/>
                                  <a:pt x="4" y="127"/>
                                  <a:pt x="4" y="129"/>
                                </a:cubicBezTo>
                                <a:cubicBezTo>
                                  <a:pt x="4" y="132"/>
                                  <a:pt x="2" y="134"/>
                                  <a:pt x="0" y="134"/>
                                </a:cubicBezTo>
                                <a:cubicBezTo>
                                  <a:pt x="0" y="139"/>
                                  <a:pt x="0" y="139"/>
                                  <a:pt x="0" y="139"/>
                                </a:cubicBezTo>
                                <a:cubicBezTo>
                                  <a:pt x="2" y="139"/>
                                  <a:pt x="4" y="141"/>
                                  <a:pt x="4" y="144"/>
                                </a:cubicBezTo>
                                <a:cubicBezTo>
                                  <a:pt x="4" y="146"/>
                                  <a:pt x="2" y="148"/>
                                  <a:pt x="0" y="148"/>
                                </a:cubicBezTo>
                                <a:cubicBezTo>
                                  <a:pt x="0" y="154"/>
                                  <a:pt x="0" y="154"/>
                                  <a:pt x="0" y="154"/>
                                </a:cubicBezTo>
                                <a:cubicBezTo>
                                  <a:pt x="11" y="154"/>
                                  <a:pt x="22" y="162"/>
                                  <a:pt x="22" y="173"/>
                                </a:cubicBezTo>
                                <a:cubicBezTo>
                                  <a:pt x="296" y="173"/>
                                  <a:pt x="296" y="173"/>
                                  <a:pt x="296" y="173"/>
                                </a:cubicBezTo>
                                <a:cubicBezTo>
                                  <a:pt x="296" y="162"/>
                                  <a:pt x="307" y="154"/>
                                  <a:pt x="317" y="154"/>
                                </a:cubicBezTo>
                                <a:cubicBezTo>
                                  <a:pt x="317" y="148"/>
                                  <a:pt x="317" y="148"/>
                                  <a:pt x="317" y="148"/>
                                </a:cubicBezTo>
                                <a:cubicBezTo>
                                  <a:pt x="315" y="148"/>
                                  <a:pt x="313" y="146"/>
                                  <a:pt x="313" y="144"/>
                                </a:cubicBezTo>
                                <a:cubicBezTo>
                                  <a:pt x="313" y="141"/>
                                  <a:pt x="315" y="139"/>
                                  <a:pt x="317" y="139"/>
                                </a:cubicBezTo>
                                <a:cubicBezTo>
                                  <a:pt x="317" y="134"/>
                                  <a:pt x="317" y="134"/>
                                  <a:pt x="317" y="134"/>
                                </a:cubicBezTo>
                                <a:cubicBezTo>
                                  <a:pt x="315" y="134"/>
                                  <a:pt x="313" y="132"/>
                                  <a:pt x="313" y="129"/>
                                </a:cubicBezTo>
                                <a:cubicBezTo>
                                  <a:pt x="313" y="127"/>
                                  <a:pt x="315" y="125"/>
                                  <a:pt x="317" y="125"/>
                                </a:cubicBezTo>
                                <a:cubicBezTo>
                                  <a:pt x="317" y="119"/>
                                  <a:pt x="317" y="119"/>
                                  <a:pt x="317" y="119"/>
                                </a:cubicBezTo>
                                <a:cubicBezTo>
                                  <a:pt x="315" y="119"/>
                                  <a:pt x="313" y="117"/>
                                  <a:pt x="313" y="115"/>
                                </a:cubicBezTo>
                                <a:cubicBezTo>
                                  <a:pt x="313" y="113"/>
                                  <a:pt x="315" y="111"/>
                                  <a:pt x="317" y="111"/>
                                </a:cubicBezTo>
                                <a:cubicBezTo>
                                  <a:pt x="317" y="105"/>
                                  <a:pt x="317" y="105"/>
                                  <a:pt x="317" y="105"/>
                                </a:cubicBezTo>
                                <a:cubicBezTo>
                                  <a:pt x="315" y="105"/>
                                  <a:pt x="313" y="103"/>
                                  <a:pt x="313" y="101"/>
                                </a:cubicBezTo>
                                <a:cubicBezTo>
                                  <a:pt x="313" y="98"/>
                                  <a:pt x="315" y="96"/>
                                  <a:pt x="317" y="96"/>
                                </a:cubicBezTo>
                                <a:cubicBezTo>
                                  <a:pt x="317" y="91"/>
                                  <a:pt x="317" y="91"/>
                                  <a:pt x="317" y="91"/>
                                </a:cubicBezTo>
                                <a:cubicBezTo>
                                  <a:pt x="315" y="91"/>
                                  <a:pt x="313" y="89"/>
                                  <a:pt x="313" y="87"/>
                                </a:cubicBezTo>
                                <a:cubicBezTo>
                                  <a:pt x="313" y="84"/>
                                  <a:pt x="315" y="82"/>
                                  <a:pt x="317" y="82"/>
                                </a:cubicBezTo>
                                <a:cubicBezTo>
                                  <a:pt x="317" y="77"/>
                                  <a:pt x="317" y="77"/>
                                  <a:pt x="317" y="77"/>
                                </a:cubicBezTo>
                                <a:cubicBezTo>
                                  <a:pt x="315" y="77"/>
                                  <a:pt x="313" y="75"/>
                                  <a:pt x="313" y="72"/>
                                </a:cubicBezTo>
                                <a:cubicBezTo>
                                  <a:pt x="313" y="70"/>
                                  <a:pt x="315" y="68"/>
                                  <a:pt x="317" y="68"/>
                                </a:cubicBezTo>
                                <a:cubicBezTo>
                                  <a:pt x="317" y="62"/>
                                  <a:pt x="317" y="62"/>
                                  <a:pt x="317" y="62"/>
                                </a:cubicBezTo>
                                <a:cubicBezTo>
                                  <a:pt x="315" y="62"/>
                                  <a:pt x="313" y="60"/>
                                  <a:pt x="313" y="58"/>
                                </a:cubicBezTo>
                                <a:cubicBezTo>
                                  <a:pt x="313" y="56"/>
                                  <a:pt x="315" y="54"/>
                                  <a:pt x="317" y="54"/>
                                </a:cubicBezTo>
                                <a:cubicBezTo>
                                  <a:pt x="317" y="48"/>
                                  <a:pt x="317" y="48"/>
                                  <a:pt x="317" y="48"/>
                                </a:cubicBezTo>
                                <a:cubicBezTo>
                                  <a:pt x="315" y="48"/>
                                  <a:pt x="313" y="46"/>
                                  <a:pt x="313" y="4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3217031" y="7319314"/>
                            <a:ext cx="3014331" cy="1645920"/>
                          </a:xfrm>
                          <a:custGeom>
                            <a:avLst/>
                            <a:gdLst>
                              <a:gd name="T0" fmla="*/ 313 w 317"/>
                              <a:gd name="T1" fmla="*/ 44 h 173"/>
                              <a:gd name="T2" fmla="*/ 317 w 317"/>
                              <a:gd name="T3" fmla="*/ 39 h 173"/>
                              <a:gd name="T4" fmla="*/ 317 w 317"/>
                              <a:gd name="T5" fmla="*/ 34 h 173"/>
                              <a:gd name="T6" fmla="*/ 313 w 317"/>
                              <a:gd name="T7" fmla="*/ 30 h 173"/>
                              <a:gd name="T8" fmla="*/ 317 w 317"/>
                              <a:gd name="T9" fmla="*/ 25 h 173"/>
                              <a:gd name="T10" fmla="*/ 317 w 317"/>
                              <a:gd name="T11" fmla="*/ 19 h 173"/>
                              <a:gd name="T12" fmla="*/ 296 w 317"/>
                              <a:gd name="T13" fmla="*/ 0 h 173"/>
                              <a:gd name="T14" fmla="*/ 22 w 317"/>
                              <a:gd name="T15" fmla="*/ 0 h 173"/>
                              <a:gd name="T16" fmla="*/ 0 w 317"/>
                              <a:gd name="T17" fmla="*/ 19 h 173"/>
                              <a:gd name="T18" fmla="*/ 0 w 317"/>
                              <a:gd name="T19" fmla="*/ 25 h 173"/>
                              <a:gd name="T20" fmla="*/ 4 w 317"/>
                              <a:gd name="T21" fmla="*/ 30 h 173"/>
                              <a:gd name="T22" fmla="*/ 0 w 317"/>
                              <a:gd name="T23" fmla="*/ 34 h 173"/>
                              <a:gd name="T24" fmla="*/ 0 w 317"/>
                              <a:gd name="T25" fmla="*/ 39 h 173"/>
                              <a:gd name="T26" fmla="*/ 4 w 317"/>
                              <a:gd name="T27" fmla="*/ 44 h 173"/>
                              <a:gd name="T28" fmla="*/ 0 w 317"/>
                              <a:gd name="T29" fmla="*/ 48 h 173"/>
                              <a:gd name="T30" fmla="*/ 0 w 317"/>
                              <a:gd name="T31" fmla="*/ 54 h 173"/>
                              <a:gd name="T32" fmla="*/ 4 w 317"/>
                              <a:gd name="T33" fmla="*/ 58 h 173"/>
                              <a:gd name="T34" fmla="*/ 0 w 317"/>
                              <a:gd name="T35" fmla="*/ 62 h 173"/>
                              <a:gd name="T36" fmla="*/ 0 w 317"/>
                              <a:gd name="T37" fmla="*/ 68 h 173"/>
                              <a:gd name="T38" fmla="*/ 4 w 317"/>
                              <a:gd name="T39" fmla="*/ 72 h 173"/>
                              <a:gd name="T40" fmla="*/ 0 w 317"/>
                              <a:gd name="T41" fmla="*/ 77 h 173"/>
                              <a:gd name="T42" fmla="*/ 0 w 317"/>
                              <a:gd name="T43" fmla="*/ 82 h 173"/>
                              <a:gd name="T44" fmla="*/ 4 w 317"/>
                              <a:gd name="T45" fmla="*/ 87 h 173"/>
                              <a:gd name="T46" fmla="*/ 0 w 317"/>
                              <a:gd name="T47" fmla="*/ 91 h 173"/>
                              <a:gd name="T48" fmla="*/ 0 w 317"/>
                              <a:gd name="T49" fmla="*/ 96 h 173"/>
                              <a:gd name="T50" fmla="*/ 4 w 317"/>
                              <a:gd name="T51" fmla="*/ 101 h 173"/>
                              <a:gd name="T52" fmla="*/ 0 w 317"/>
                              <a:gd name="T53" fmla="*/ 105 h 173"/>
                              <a:gd name="T54" fmla="*/ 0 w 317"/>
                              <a:gd name="T55" fmla="*/ 111 h 173"/>
                              <a:gd name="T56" fmla="*/ 4 w 317"/>
                              <a:gd name="T57" fmla="*/ 115 h 173"/>
                              <a:gd name="T58" fmla="*/ 0 w 317"/>
                              <a:gd name="T59" fmla="*/ 119 h 173"/>
                              <a:gd name="T60" fmla="*/ 0 w 317"/>
                              <a:gd name="T61" fmla="*/ 125 h 173"/>
                              <a:gd name="T62" fmla="*/ 4 w 317"/>
                              <a:gd name="T63" fmla="*/ 129 h 173"/>
                              <a:gd name="T64" fmla="*/ 0 w 317"/>
                              <a:gd name="T65" fmla="*/ 134 h 173"/>
                              <a:gd name="T66" fmla="*/ 0 w 317"/>
                              <a:gd name="T67" fmla="*/ 139 h 173"/>
                              <a:gd name="T68" fmla="*/ 4 w 317"/>
                              <a:gd name="T69" fmla="*/ 144 h 173"/>
                              <a:gd name="T70" fmla="*/ 0 w 317"/>
                              <a:gd name="T71" fmla="*/ 148 h 173"/>
                              <a:gd name="T72" fmla="*/ 0 w 317"/>
                              <a:gd name="T73" fmla="*/ 154 h 173"/>
                              <a:gd name="T74" fmla="*/ 22 w 317"/>
                              <a:gd name="T75" fmla="*/ 173 h 173"/>
                              <a:gd name="T76" fmla="*/ 296 w 317"/>
                              <a:gd name="T77" fmla="*/ 173 h 173"/>
                              <a:gd name="T78" fmla="*/ 317 w 317"/>
                              <a:gd name="T79" fmla="*/ 154 h 173"/>
                              <a:gd name="T80" fmla="*/ 317 w 317"/>
                              <a:gd name="T81" fmla="*/ 148 h 173"/>
                              <a:gd name="T82" fmla="*/ 313 w 317"/>
                              <a:gd name="T83" fmla="*/ 144 h 173"/>
                              <a:gd name="T84" fmla="*/ 317 w 317"/>
                              <a:gd name="T85" fmla="*/ 139 h 173"/>
                              <a:gd name="T86" fmla="*/ 317 w 317"/>
                              <a:gd name="T87" fmla="*/ 134 h 173"/>
                              <a:gd name="T88" fmla="*/ 313 w 317"/>
                              <a:gd name="T89" fmla="*/ 129 h 173"/>
                              <a:gd name="T90" fmla="*/ 317 w 317"/>
                              <a:gd name="T91" fmla="*/ 125 h 173"/>
                              <a:gd name="T92" fmla="*/ 317 w 317"/>
                              <a:gd name="T93" fmla="*/ 119 h 173"/>
                              <a:gd name="T94" fmla="*/ 313 w 317"/>
                              <a:gd name="T95" fmla="*/ 115 h 173"/>
                              <a:gd name="T96" fmla="*/ 317 w 317"/>
                              <a:gd name="T97" fmla="*/ 111 h 173"/>
                              <a:gd name="T98" fmla="*/ 317 w 317"/>
                              <a:gd name="T99" fmla="*/ 105 h 173"/>
                              <a:gd name="T100" fmla="*/ 313 w 317"/>
                              <a:gd name="T101" fmla="*/ 101 h 173"/>
                              <a:gd name="T102" fmla="*/ 317 w 317"/>
                              <a:gd name="T103" fmla="*/ 96 h 173"/>
                              <a:gd name="T104" fmla="*/ 317 w 317"/>
                              <a:gd name="T105" fmla="*/ 91 h 173"/>
                              <a:gd name="T106" fmla="*/ 313 w 317"/>
                              <a:gd name="T107" fmla="*/ 87 h 173"/>
                              <a:gd name="T108" fmla="*/ 317 w 317"/>
                              <a:gd name="T109" fmla="*/ 82 h 173"/>
                              <a:gd name="T110" fmla="*/ 317 w 317"/>
                              <a:gd name="T111" fmla="*/ 77 h 173"/>
                              <a:gd name="T112" fmla="*/ 313 w 317"/>
                              <a:gd name="T113" fmla="*/ 72 h 173"/>
                              <a:gd name="T114" fmla="*/ 317 w 317"/>
                              <a:gd name="T115" fmla="*/ 68 h 173"/>
                              <a:gd name="T116" fmla="*/ 317 w 317"/>
                              <a:gd name="T117" fmla="*/ 62 h 173"/>
                              <a:gd name="T118" fmla="*/ 313 w 317"/>
                              <a:gd name="T119" fmla="*/ 58 h 173"/>
                              <a:gd name="T120" fmla="*/ 317 w 317"/>
                              <a:gd name="T121" fmla="*/ 54 h 173"/>
                              <a:gd name="T122" fmla="*/ 317 w 317"/>
                              <a:gd name="T123" fmla="*/ 48 h 173"/>
                              <a:gd name="T124" fmla="*/ 313 w 317"/>
                              <a:gd name="T125" fmla="*/ 44 h 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317" h="173">
                                <a:moveTo>
                                  <a:pt x="313" y="44"/>
                                </a:moveTo>
                                <a:cubicBezTo>
                                  <a:pt x="313" y="41"/>
                                  <a:pt x="315" y="39"/>
                                  <a:pt x="317" y="39"/>
                                </a:cubicBezTo>
                                <a:cubicBezTo>
                                  <a:pt x="317" y="34"/>
                                  <a:pt x="317" y="34"/>
                                  <a:pt x="317" y="34"/>
                                </a:cubicBezTo>
                                <a:cubicBezTo>
                                  <a:pt x="315" y="34"/>
                                  <a:pt x="313" y="32"/>
                                  <a:pt x="313" y="30"/>
                                </a:cubicBezTo>
                                <a:cubicBezTo>
                                  <a:pt x="313" y="27"/>
                                  <a:pt x="315" y="25"/>
                                  <a:pt x="317" y="25"/>
                                </a:cubicBezTo>
                                <a:cubicBezTo>
                                  <a:pt x="317" y="19"/>
                                  <a:pt x="317" y="19"/>
                                  <a:pt x="317" y="19"/>
                                </a:cubicBezTo>
                                <a:cubicBezTo>
                                  <a:pt x="307" y="19"/>
                                  <a:pt x="296" y="11"/>
                                  <a:pt x="296" y="0"/>
                                </a:cubicBezTo>
                                <a:cubicBezTo>
                                  <a:pt x="22" y="0"/>
                                  <a:pt x="22" y="0"/>
                                  <a:pt x="22" y="0"/>
                                </a:cubicBezTo>
                                <a:cubicBezTo>
                                  <a:pt x="22" y="11"/>
                                  <a:pt x="11" y="19"/>
                                  <a:pt x="0" y="19"/>
                                </a:cubicBezTo>
                                <a:cubicBezTo>
                                  <a:pt x="0" y="25"/>
                                  <a:pt x="0" y="25"/>
                                  <a:pt x="0" y="25"/>
                                </a:cubicBezTo>
                                <a:cubicBezTo>
                                  <a:pt x="2" y="25"/>
                                  <a:pt x="4" y="27"/>
                                  <a:pt x="4" y="30"/>
                                </a:cubicBezTo>
                                <a:cubicBezTo>
                                  <a:pt x="4" y="32"/>
                                  <a:pt x="2" y="34"/>
                                  <a:pt x="0" y="34"/>
                                </a:cubicBezTo>
                                <a:cubicBezTo>
                                  <a:pt x="0" y="39"/>
                                  <a:pt x="0" y="39"/>
                                  <a:pt x="0" y="39"/>
                                </a:cubicBezTo>
                                <a:cubicBezTo>
                                  <a:pt x="2" y="39"/>
                                  <a:pt x="4" y="41"/>
                                  <a:pt x="4" y="44"/>
                                </a:cubicBezTo>
                                <a:cubicBezTo>
                                  <a:pt x="4" y="46"/>
                                  <a:pt x="2" y="48"/>
                                  <a:pt x="0" y="48"/>
                                </a:cubicBezTo>
                                <a:cubicBezTo>
                                  <a:pt x="0" y="54"/>
                                  <a:pt x="0" y="54"/>
                                  <a:pt x="0" y="54"/>
                                </a:cubicBezTo>
                                <a:cubicBezTo>
                                  <a:pt x="2" y="54"/>
                                  <a:pt x="4" y="56"/>
                                  <a:pt x="4" y="58"/>
                                </a:cubicBezTo>
                                <a:cubicBezTo>
                                  <a:pt x="4" y="60"/>
                                  <a:pt x="2" y="62"/>
                                  <a:pt x="0" y="62"/>
                                </a:cubicBezTo>
                                <a:cubicBezTo>
                                  <a:pt x="0" y="68"/>
                                  <a:pt x="0" y="68"/>
                                  <a:pt x="0" y="68"/>
                                </a:cubicBezTo>
                                <a:cubicBezTo>
                                  <a:pt x="2" y="68"/>
                                  <a:pt x="4" y="70"/>
                                  <a:pt x="4" y="72"/>
                                </a:cubicBezTo>
                                <a:cubicBezTo>
                                  <a:pt x="4" y="75"/>
                                  <a:pt x="2" y="77"/>
                                  <a:pt x="0" y="77"/>
                                </a:cubicBezTo>
                                <a:cubicBezTo>
                                  <a:pt x="0" y="82"/>
                                  <a:pt x="0" y="82"/>
                                  <a:pt x="0" y="82"/>
                                </a:cubicBezTo>
                                <a:cubicBezTo>
                                  <a:pt x="2" y="82"/>
                                  <a:pt x="4" y="84"/>
                                  <a:pt x="4" y="87"/>
                                </a:cubicBezTo>
                                <a:cubicBezTo>
                                  <a:pt x="4" y="89"/>
                                  <a:pt x="2" y="91"/>
                                  <a:pt x="0" y="91"/>
                                </a:cubicBezTo>
                                <a:cubicBezTo>
                                  <a:pt x="0" y="96"/>
                                  <a:pt x="0" y="96"/>
                                  <a:pt x="0" y="96"/>
                                </a:cubicBezTo>
                                <a:cubicBezTo>
                                  <a:pt x="2" y="96"/>
                                  <a:pt x="4" y="98"/>
                                  <a:pt x="4" y="101"/>
                                </a:cubicBezTo>
                                <a:cubicBezTo>
                                  <a:pt x="4" y="103"/>
                                  <a:pt x="2" y="105"/>
                                  <a:pt x="0" y="105"/>
                                </a:cubicBezTo>
                                <a:cubicBezTo>
                                  <a:pt x="0" y="111"/>
                                  <a:pt x="0" y="111"/>
                                  <a:pt x="0" y="111"/>
                                </a:cubicBezTo>
                                <a:cubicBezTo>
                                  <a:pt x="2" y="111"/>
                                  <a:pt x="4" y="113"/>
                                  <a:pt x="4" y="115"/>
                                </a:cubicBezTo>
                                <a:cubicBezTo>
                                  <a:pt x="4" y="117"/>
                                  <a:pt x="2" y="119"/>
                                  <a:pt x="0" y="119"/>
                                </a:cubicBezTo>
                                <a:cubicBezTo>
                                  <a:pt x="0" y="125"/>
                                  <a:pt x="0" y="125"/>
                                  <a:pt x="0" y="125"/>
                                </a:cubicBezTo>
                                <a:cubicBezTo>
                                  <a:pt x="2" y="125"/>
                                  <a:pt x="4" y="127"/>
                                  <a:pt x="4" y="129"/>
                                </a:cubicBezTo>
                                <a:cubicBezTo>
                                  <a:pt x="4" y="132"/>
                                  <a:pt x="2" y="134"/>
                                  <a:pt x="0" y="134"/>
                                </a:cubicBezTo>
                                <a:cubicBezTo>
                                  <a:pt x="0" y="139"/>
                                  <a:pt x="0" y="139"/>
                                  <a:pt x="0" y="139"/>
                                </a:cubicBezTo>
                                <a:cubicBezTo>
                                  <a:pt x="2" y="139"/>
                                  <a:pt x="4" y="141"/>
                                  <a:pt x="4" y="144"/>
                                </a:cubicBezTo>
                                <a:cubicBezTo>
                                  <a:pt x="4" y="146"/>
                                  <a:pt x="2" y="148"/>
                                  <a:pt x="0" y="148"/>
                                </a:cubicBezTo>
                                <a:cubicBezTo>
                                  <a:pt x="0" y="154"/>
                                  <a:pt x="0" y="154"/>
                                  <a:pt x="0" y="154"/>
                                </a:cubicBezTo>
                                <a:cubicBezTo>
                                  <a:pt x="11" y="154"/>
                                  <a:pt x="22" y="162"/>
                                  <a:pt x="22" y="173"/>
                                </a:cubicBezTo>
                                <a:cubicBezTo>
                                  <a:pt x="296" y="173"/>
                                  <a:pt x="296" y="173"/>
                                  <a:pt x="296" y="173"/>
                                </a:cubicBezTo>
                                <a:cubicBezTo>
                                  <a:pt x="296" y="162"/>
                                  <a:pt x="307" y="154"/>
                                  <a:pt x="317" y="154"/>
                                </a:cubicBezTo>
                                <a:cubicBezTo>
                                  <a:pt x="317" y="148"/>
                                  <a:pt x="317" y="148"/>
                                  <a:pt x="317" y="148"/>
                                </a:cubicBezTo>
                                <a:cubicBezTo>
                                  <a:pt x="315" y="148"/>
                                  <a:pt x="313" y="146"/>
                                  <a:pt x="313" y="144"/>
                                </a:cubicBezTo>
                                <a:cubicBezTo>
                                  <a:pt x="313" y="141"/>
                                  <a:pt x="315" y="139"/>
                                  <a:pt x="317" y="139"/>
                                </a:cubicBezTo>
                                <a:cubicBezTo>
                                  <a:pt x="317" y="134"/>
                                  <a:pt x="317" y="134"/>
                                  <a:pt x="317" y="134"/>
                                </a:cubicBezTo>
                                <a:cubicBezTo>
                                  <a:pt x="315" y="134"/>
                                  <a:pt x="313" y="132"/>
                                  <a:pt x="313" y="129"/>
                                </a:cubicBezTo>
                                <a:cubicBezTo>
                                  <a:pt x="313" y="127"/>
                                  <a:pt x="315" y="125"/>
                                  <a:pt x="317" y="125"/>
                                </a:cubicBezTo>
                                <a:cubicBezTo>
                                  <a:pt x="317" y="119"/>
                                  <a:pt x="317" y="119"/>
                                  <a:pt x="317" y="119"/>
                                </a:cubicBezTo>
                                <a:cubicBezTo>
                                  <a:pt x="315" y="119"/>
                                  <a:pt x="313" y="117"/>
                                  <a:pt x="313" y="115"/>
                                </a:cubicBezTo>
                                <a:cubicBezTo>
                                  <a:pt x="313" y="113"/>
                                  <a:pt x="315" y="111"/>
                                  <a:pt x="317" y="111"/>
                                </a:cubicBezTo>
                                <a:cubicBezTo>
                                  <a:pt x="317" y="105"/>
                                  <a:pt x="317" y="105"/>
                                  <a:pt x="317" y="105"/>
                                </a:cubicBezTo>
                                <a:cubicBezTo>
                                  <a:pt x="315" y="105"/>
                                  <a:pt x="313" y="103"/>
                                  <a:pt x="313" y="101"/>
                                </a:cubicBezTo>
                                <a:cubicBezTo>
                                  <a:pt x="313" y="98"/>
                                  <a:pt x="315" y="96"/>
                                  <a:pt x="317" y="96"/>
                                </a:cubicBezTo>
                                <a:cubicBezTo>
                                  <a:pt x="317" y="91"/>
                                  <a:pt x="317" y="91"/>
                                  <a:pt x="317" y="91"/>
                                </a:cubicBezTo>
                                <a:cubicBezTo>
                                  <a:pt x="315" y="91"/>
                                  <a:pt x="313" y="89"/>
                                  <a:pt x="313" y="87"/>
                                </a:cubicBezTo>
                                <a:cubicBezTo>
                                  <a:pt x="313" y="84"/>
                                  <a:pt x="315" y="82"/>
                                  <a:pt x="317" y="82"/>
                                </a:cubicBezTo>
                                <a:cubicBezTo>
                                  <a:pt x="317" y="77"/>
                                  <a:pt x="317" y="77"/>
                                  <a:pt x="317" y="77"/>
                                </a:cubicBezTo>
                                <a:cubicBezTo>
                                  <a:pt x="315" y="77"/>
                                  <a:pt x="313" y="75"/>
                                  <a:pt x="313" y="72"/>
                                </a:cubicBezTo>
                                <a:cubicBezTo>
                                  <a:pt x="313" y="70"/>
                                  <a:pt x="315" y="68"/>
                                  <a:pt x="317" y="68"/>
                                </a:cubicBezTo>
                                <a:cubicBezTo>
                                  <a:pt x="317" y="62"/>
                                  <a:pt x="317" y="62"/>
                                  <a:pt x="317" y="62"/>
                                </a:cubicBezTo>
                                <a:cubicBezTo>
                                  <a:pt x="315" y="62"/>
                                  <a:pt x="313" y="60"/>
                                  <a:pt x="313" y="58"/>
                                </a:cubicBezTo>
                                <a:cubicBezTo>
                                  <a:pt x="313" y="56"/>
                                  <a:pt x="315" y="54"/>
                                  <a:pt x="317" y="54"/>
                                </a:cubicBezTo>
                                <a:cubicBezTo>
                                  <a:pt x="317" y="48"/>
                                  <a:pt x="317" y="48"/>
                                  <a:pt x="317" y="48"/>
                                </a:cubicBezTo>
                                <a:cubicBezTo>
                                  <a:pt x="315" y="48"/>
                                  <a:pt x="313" y="46"/>
                                  <a:pt x="313" y="4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12" name="Group 12"/>
                        <wpg:cNvGrpSpPr/>
                        <wpg:grpSpPr>
                          <a:xfrm>
                            <a:off x="0" y="0"/>
                            <a:ext cx="3018606" cy="8969997"/>
                            <a:chOff x="0" y="0"/>
                            <a:chExt cx="3018606" cy="8969997"/>
                          </a:xfrm>
                        </wpg:grpSpPr>
                        <pic:pic xmlns:pic="http://schemas.openxmlformats.org/drawingml/2006/picture">
                          <pic:nvPicPr>
                            <pic:cNvPr id="19" name="Picture 1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018606" cy="1652196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0" name="Picture 2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1829450"/>
                              <a:ext cx="3018606" cy="1652196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1" name="Picture 2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3658900"/>
                              <a:ext cx="3018606" cy="1652196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2" name="Picture 2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5488350"/>
                              <a:ext cx="3018606" cy="1652196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3" name="Picture 2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7317801"/>
                              <a:ext cx="3018606" cy="1652196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13" name="Group 13"/>
                        <wpg:cNvGrpSpPr/>
                        <wpg:grpSpPr>
                          <a:xfrm>
                            <a:off x="3212759" y="0"/>
                            <a:ext cx="3018606" cy="8969997"/>
                            <a:chOff x="3212759" y="0"/>
                            <a:chExt cx="3018606" cy="8969997"/>
                          </a:xfrm>
                        </wpg:grpSpPr>
                        <pic:pic xmlns:pic="http://schemas.openxmlformats.org/drawingml/2006/picture">
                          <pic:nvPicPr>
                            <pic:cNvPr id="14" name="Picture 1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212759" y="0"/>
                              <a:ext cx="3018606" cy="1652196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" name="Picture 1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212759" y="1829450"/>
                              <a:ext cx="3018606" cy="1652196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6" name="Picture 1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212759" y="3658900"/>
                              <a:ext cx="3018606" cy="1652196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7" name="Picture 1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212759" y="5488350"/>
                              <a:ext cx="3018606" cy="1652196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8" name="Picture 1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212759" y="7317801"/>
                              <a:ext cx="3018606" cy="1652196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EC4A24" id="Group 34" o:spid="_x0000_s1026" alt="Title: Ticket background art" style="position:absolute;margin-left:0;margin-top:0;width:491.05pt;height:706.3pt;z-index:-251660288;mso-position-horizontal:center;mso-position-horizontal-relative:page;mso-position-vertical:center;mso-position-vertical-relative:page;mso-width-relative:margin;mso-height-relative:margin" coordsize="62313,896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">
                <o:lock v:ext="edit" aspectratio="t"/>
                <v:shape id="Freeform 2" o:spid="_x0000_s1027" style="position:absolute;left:42;width:30144;height:16459;visibility:visible;mso-wrap-style:square;v-text-anchor:top" coordsize="317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" path="m313,44v,-3,2,-5,4,-5c317,34,317,34,317,34v-2,,-4,-2,-4,-4c313,27,315,25,317,25v,-6,,-6,,-6c307,19,296,11,296,,22,,22,,22,,22,11,11,19,,19v,6,,6,,6c2,25,4,27,4,30v,2,-2,4,-4,4c,39,,39,,39v2,,4,2,4,5c4,46,2,48,,48v,6,,6,,6c2,54,4,56,4,58v,2,-2,4,-4,4c,68,,68,,68v2,,4,2,4,4c4,75,2,77,,77v,5,,5,,5c2,82,4,84,4,87v,2,-2,4,-4,4c,96,,96,,96v2,,4,2,4,5c4,103,2,105,,105v,6,,6,,6c2,111,4,113,4,115v,2,-2,4,-4,4c,125,,125,,125v2,,4,2,4,4c4,132,2,134,,134v,5,,5,,5c2,139,4,141,4,144v,2,-2,4,-4,4c,154,,154,,154v11,,22,8,22,19c296,173,296,173,296,173v,-11,11,-19,21,-19c317,148,317,148,317,148v-2,,-4,-2,-4,-4c313,141,315,139,317,139v,-5,,-5,,-5c315,134,313,132,313,129v,-2,2,-4,4,-4c317,119,317,119,317,119v-2,,-4,-2,-4,-4c313,113,315,111,317,111v,-6,,-6,,-6c315,105,313,103,313,101v,-3,2,-5,4,-5c317,91,317,91,317,91v-2,,-4,-2,-4,-4c313,84,315,82,317,82v,-5,,-5,,-5c315,77,313,75,313,72v,-2,2,-4,4,-4c317,62,317,62,317,62v-2,,-4,-2,-4,-4c313,56,315,54,317,54v,-6,,-6,,-6c315,48,313,46,313,44xe" fillcolor="#563c56 [3204]" stroked="f">
                  <v:path arrowok="t" o:connecttype="custom" o:connectlocs="2976295,418615;3014331,371046;3014331,323476;2976295,285420;3014331,237850;3014331,180766;2814643,0;209196,0;0,180766;0,237850;38036,285420;0,323476;0,371046;38036,418615;0,456671;0,513755;38036,551811;0,589867;0,646951;38036,685007;0,732577;0,780147;38036,827717;0,865773;0,913343;38036,960913;0,998969;0,1056053;38036,1094109;0,1132165;0,1189249;38036,1227305;0,1274874;0,1322444;38036,1370014;0,1408070;0,1465154;209196,1645920;2814643,1645920;3014331,1465154;3014331,1408070;2976295,1370014;3014331,1322444;3014331,1274874;2976295,1227305;3014331,1189249;3014331,1132165;2976295,1094109;3014331,1056053;3014331,998969;2976295,960913;3014331,913343;3014331,865773;2976295,827717;3014331,780147;3014331,732577;2976295,685007;3014331,646951;3014331,589867;2976295,551811;3014331,513755;3014331,456671;2976295,418615" o:connectangles="0,0,0,0,0,0,0,0,0,0,0,0,0,0,0,0,0,0,0,0,0,0,0,0,0,0,0,0,0,0,0,0,0,0,0,0,0,0,0,0,0,0,0,0,0,0,0,0,0,0,0,0,0,0,0,0,0,0,0,0,0,0,0"/>
                  <o:lock v:ext="edit" aspectratio="t"/>
                </v:shape>
                <v:shape id="Freeform 3" o:spid="_x0000_s1028" style="position:absolute;left:42;top:18298;width:30144;height:16459;visibility:visible;mso-wrap-style:square;v-text-anchor:top" coordsize="317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" path="m313,44v,-3,2,-5,4,-5c317,34,317,34,317,34v-2,,-4,-2,-4,-4c313,27,315,25,317,25v,-6,,-6,,-6c307,19,296,11,296,,22,,22,,22,,22,11,11,19,,19v,6,,6,,6c2,25,4,27,4,30v,2,-2,4,-4,4c,39,,39,,39v2,,4,2,4,5c4,46,2,48,,48v,6,,6,,6c2,54,4,56,4,58v,2,-2,4,-4,4c,68,,68,,68v2,,4,2,4,4c4,75,2,77,,77v,5,,5,,5c2,82,4,84,4,87v,2,-2,4,-4,4c,96,,96,,96v2,,4,2,4,5c4,103,2,105,,105v,6,,6,,6c2,111,4,113,4,115v,2,-2,4,-4,4c,125,,125,,125v2,,4,2,4,4c4,132,2,134,,134v,5,,5,,5c2,139,4,141,4,144v,2,-2,4,-4,4c,154,,154,,154v11,,22,8,22,19c296,173,296,173,296,173v,-11,11,-19,21,-19c317,148,317,148,317,148v-2,,-4,-2,-4,-4c313,141,315,139,317,139v,-5,,-5,,-5c315,134,313,132,313,129v,-2,2,-4,4,-4c317,119,317,119,317,119v-2,,-4,-2,-4,-4c313,113,315,111,317,111v,-6,,-6,,-6c315,105,313,103,313,101v,-3,2,-5,4,-5c317,91,317,91,317,91v-2,,-4,-2,-4,-4c313,84,315,82,317,82v,-5,,-5,,-5c315,77,313,75,313,72v,-2,2,-4,4,-4c317,62,317,62,317,62v-2,,-4,-2,-4,-4c313,56,315,54,317,54v,-6,,-6,,-6c315,48,313,46,313,44xe" fillcolor="#563c56 [3204]" stroked="f">
                  <v:path arrowok="t" o:connecttype="custom" o:connectlocs="2976295,418615;3014331,371046;3014331,323476;2976295,285420;3014331,237850;3014331,180766;2814643,0;209196,0;0,180766;0,237850;38036,285420;0,323476;0,371046;38036,418615;0,456671;0,513755;38036,551811;0,589867;0,646951;38036,685007;0,732577;0,780147;38036,827717;0,865773;0,913343;38036,960913;0,998969;0,1056053;38036,1094109;0,1132165;0,1189249;38036,1227305;0,1274874;0,1322444;38036,1370014;0,1408070;0,1465154;209196,1645920;2814643,1645920;3014331,1465154;3014331,1408070;2976295,1370014;3014331,1322444;3014331,1274874;2976295,1227305;3014331,1189249;3014331,1132165;2976295,1094109;3014331,1056053;3014331,998969;2976295,960913;3014331,913343;3014331,865773;2976295,827717;3014331,780147;3014331,732577;2976295,685007;3014331,646951;3014331,589867;2976295,551811;3014331,513755;3014331,456671;2976295,418615" o:connectangles="0,0,0,0,0,0,0,0,0,0,0,0,0,0,0,0,0,0,0,0,0,0,0,0,0,0,0,0,0,0,0,0,0,0,0,0,0,0,0,0,0,0,0,0,0,0,0,0,0,0,0,0,0,0,0,0,0,0,0,0,0,0,0"/>
                  <o:lock v:ext="edit" aspectratio="t"/>
                </v:shape>
                <v:shape id="Freeform 4" o:spid="_x0000_s1029" style="position:absolute;left:42;top:36596;width:30144;height:16459;visibility:visible;mso-wrap-style:square;v-text-anchor:top" coordsize="317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" path="m313,44v,-3,2,-5,4,-5c317,34,317,34,317,34v-2,,-4,-2,-4,-4c313,27,315,25,317,25v,-6,,-6,,-6c307,19,296,11,296,,22,,22,,22,,22,11,11,19,,19v,6,,6,,6c2,25,4,27,4,30v,2,-2,4,-4,4c,39,,39,,39v2,,4,2,4,5c4,46,2,48,,48v,6,,6,,6c2,54,4,56,4,58v,2,-2,4,-4,4c,68,,68,,68v2,,4,2,4,4c4,75,2,77,,77v,5,,5,,5c2,82,4,84,4,87v,2,-2,4,-4,4c,96,,96,,96v2,,4,2,4,5c4,103,2,105,,105v,6,,6,,6c2,111,4,113,4,115v,2,-2,4,-4,4c,125,,125,,125v2,,4,2,4,4c4,132,2,134,,134v,5,,5,,5c2,139,4,141,4,144v,2,-2,4,-4,4c,154,,154,,154v11,,22,8,22,19c296,173,296,173,296,173v,-11,11,-19,21,-19c317,148,317,148,317,148v-2,,-4,-2,-4,-4c313,141,315,139,317,139v,-5,,-5,,-5c315,134,313,132,313,129v,-2,2,-4,4,-4c317,119,317,119,317,119v-2,,-4,-2,-4,-4c313,113,315,111,317,111v,-6,,-6,,-6c315,105,313,103,313,101v,-3,2,-5,4,-5c317,91,317,91,317,91v-2,,-4,-2,-4,-4c313,84,315,82,317,82v,-5,,-5,,-5c315,77,313,75,313,72v,-2,2,-4,4,-4c317,62,317,62,317,62v-2,,-4,-2,-4,-4c313,56,315,54,317,54v,-6,,-6,,-6c315,48,313,46,313,44xe" fillcolor="#563c56 [3204]" stroked="f">
                  <v:path arrowok="t" o:connecttype="custom" o:connectlocs="2976295,418615;3014331,371046;3014331,323476;2976295,285420;3014331,237850;3014331,180766;2814643,0;209196,0;0,180766;0,237850;38036,285420;0,323476;0,371046;38036,418615;0,456671;0,513755;38036,551811;0,589867;0,646951;38036,685007;0,732577;0,780147;38036,827717;0,865773;0,913343;38036,960913;0,998969;0,1056053;38036,1094109;0,1132165;0,1189249;38036,1227305;0,1274874;0,1322444;38036,1370014;0,1408070;0,1465154;209196,1645920;2814643,1645920;3014331,1465154;3014331,1408070;2976295,1370014;3014331,1322444;3014331,1274874;2976295,1227305;3014331,1189249;3014331,1132165;2976295,1094109;3014331,1056053;3014331,998969;2976295,960913;3014331,913343;3014331,865773;2976295,827717;3014331,780147;3014331,732577;2976295,685007;3014331,646951;3014331,589867;2976295,551811;3014331,513755;3014331,456671;2976295,418615" o:connectangles="0,0,0,0,0,0,0,0,0,0,0,0,0,0,0,0,0,0,0,0,0,0,0,0,0,0,0,0,0,0,0,0,0,0,0,0,0,0,0,0,0,0,0,0,0,0,0,0,0,0,0,0,0,0,0,0,0,0,0,0,0,0,0"/>
                  <o:lock v:ext="edit" aspectratio="t"/>
                </v:shape>
                <v:shape id="Freeform 5" o:spid="_x0000_s1030" style="position:absolute;left:42;top:54894;width:30144;height:16460;visibility:visible;mso-wrap-style:square;v-text-anchor:top" coordsize="317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" path="m313,44v,-3,2,-5,4,-5c317,34,317,34,317,34v-2,,-4,-2,-4,-4c313,27,315,25,317,25v,-6,,-6,,-6c307,19,296,11,296,,22,,22,,22,,22,11,11,19,,19v,6,,6,,6c2,25,4,27,4,30v,2,-2,4,-4,4c,39,,39,,39v2,,4,2,4,5c4,46,2,48,,48v,6,,6,,6c2,54,4,56,4,58v,2,-2,4,-4,4c,68,,68,,68v2,,4,2,4,4c4,75,2,77,,77v,5,,5,,5c2,82,4,84,4,87v,2,-2,4,-4,4c,96,,96,,96v2,,4,2,4,5c4,103,2,105,,105v,6,,6,,6c2,111,4,113,4,115v,2,-2,4,-4,4c,125,,125,,125v2,,4,2,4,4c4,132,2,134,,134v,5,,5,,5c2,139,4,141,4,144v,2,-2,4,-4,4c,154,,154,,154v11,,22,8,22,19c296,173,296,173,296,173v,-11,11,-19,21,-19c317,148,317,148,317,148v-2,,-4,-2,-4,-4c313,141,315,139,317,139v,-5,,-5,,-5c315,134,313,132,313,129v,-2,2,-4,4,-4c317,119,317,119,317,119v-2,,-4,-2,-4,-4c313,113,315,111,317,111v,-6,,-6,,-6c315,105,313,103,313,101v,-3,2,-5,4,-5c317,91,317,91,317,91v-2,,-4,-2,-4,-4c313,84,315,82,317,82v,-5,,-5,,-5c315,77,313,75,313,72v,-2,2,-4,4,-4c317,62,317,62,317,62v-2,,-4,-2,-4,-4c313,56,315,54,317,54v,-6,,-6,,-6c315,48,313,46,313,44xe" fillcolor="#563c56 [3204]" stroked="f">
                  <v:path arrowok="t" o:connecttype="custom" o:connectlocs="2976295,418615;3014331,371046;3014331,323476;2976295,285420;3014331,237850;3014331,180766;2814643,0;209196,0;0,180766;0,237850;38036,285420;0,323476;0,371046;38036,418615;0,456671;0,513755;38036,551811;0,589867;0,646951;38036,685007;0,732577;0,780147;38036,827717;0,865773;0,913343;38036,960913;0,998969;0,1056053;38036,1094109;0,1132165;0,1189249;38036,1227305;0,1274874;0,1322444;38036,1370014;0,1408070;0,1465154;209196,1645920;2814643,1645920;3014331,1465154;3014331,1408070;2976295,1370014;3014331,1322444;3014331,1274874;2976295,1227305;3014331,1189249;3014331,1132165;2976295,1094109;3014331,1056053;3014331,998969;2976295,960913;3014331,913343;3014331,865773;2976295,827717;3014331,780147;3014331,732577;2976295,685007;3014331,646951;3014331,589867;2976295,551811;3014331,513755;3014331,456671;2976295,418615" o:connectangles="0,0,0,0,0,0,0,0,0,0,0,0,0,0,0,0,0,0,0,0,0,0,0,0,0,0,0,0,0,0,0,0,0,0,0,0,0,0,0,0,0,0,0,0,0,0,0,0,0,0,0,0,0,0,0,0,0,0,0,0,0,0,0"/>
                  <o:lock v:ext="edit" aspectratio="t"/>
                </v:shape>
                <v:shape id="Freeform 6" o:spid="_x0000_s1031" style="position:absolute;left:42;top:73193;width:30144;height:16459;visibility:visible;mso-wrap-style:square;v-text-anchor:top" coordsize="317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" path="m313,44v,-3,2,-5,4,-5c317,34,317,34,317,34v-2,,-4,-2,-4,-4c313,27,315,25,317,25v,-6,,-6,,-6c307,19,296,11,296,,22,,22,,22,,22,11,11,19,,19v,6,,6,,6c2,25,4,27,4,30v,2,-2,4,-4,4c,39,,39,,39v2,,4,2,4,5c4,46,2,48,,48v,6,,6,,6c2,54,4,56,4,58v,2,-2,4,-4,4c,68,,68,,68v2,,4,2,4,4c4,75,2,77,,77v,5,,5,,5c2,82,4,84,4,87v,2,-2,4,-4,4c,96,,96,,96v2,,4,2,4,5c4,103,2,105,,105v,6,,6,,6c2,111,4,113,4,115v,2,-2,4,-4,4c,125,,125,,125v2,,4,2,4,4c4,132,2,134,,134v,5,,5,,5c2,139,4,141,4,144v,2,-2,4,-4,4c,154,,154,,154v11,,22,8,22,19c296,173,296,173,296,173v,-11,11,-19,21,-19c317,148,317,148,317,148v-2,,-4,-2,-4,-4c313,141,315,139,317,139v,-5,,-5,,-5c315,134,313,132,313,129v,-2,2,-4,4,-4c317,119,317,119,317,119v-2,,-4,-2,-4,-4c313,113,315,111,317,111v,-6,,-6,,-6c315,105,313,103,313,101v,-3,2,-5,4,-5c317,91,317,91,317,91v-2,,-4,-2,-4,-4c313,84,315,82,317,82v,-5,,-5,,-5c315,77,313,75,313,72v,-2,2,-4,4,-4c317,62,317,62,317,62v-2,,-4,-2,-4,-4c313,56,315,54,317,54v,-6,,-6,,-6c315,48,313,46,313,44xe" fillcolor="#563c56 [3204]" stroked="f">
                  <v:path arrowok="t" o:connecttype="custom" o:connectlocs="2976295,418615;3014331,371046;3014331,323476;2976295,285420;3014331,237850;3014331,180766;2814643,0;209196,0;0,180766;0,237850;38036,285420;0,323476;0,371046;38036,418615;0,456671;0,513755;38036,551811;0,589867;0,646951;38036,685007;0,732577;0,780147;38036,827717;0,865773;0,913343;38036,960913;0,998969;0,1056053;38036,1094109;0,1132165;0,1189249;38036,1227305;0,1274874;0,1322444;38036,1370014;0,1408070;0,1465154;209196,1645920;2814643,1645920;3014331,1465154;3014331,1408070;2976295,1370014;3014331,1322444;3014331,1274874;2976295,1227305;3014331,1189249;3014331,1132165;2976295,1094109;3014331,1056053;3014331,998969;2976295,960913;3014331,913343;3014331,865773;2976295,827717;3014331,780147;3014331,732577;2976295,685007;3014331,646951;3014331,589867;2976295,551811;3014331,513755;3014331,456671;2976295,418615" o:connectangles="0,0,0,0,0,0,0,0,0,0,0,0,0,0,0,0,0,0,0,0,0,0,0,0,0,0,0,0,0,0,0,0,0,0,0,0,0,0,0,0,0,0,0,0,0,0,0,0,0,0,0,0,0,0,0,0,0,0,0,0,0,0,0"/>
                  <o:lock v:ext="edit" aspectratio="t"/>
                </v:shape>
                <v:shape id="Freeform 7" o:spid="_x0000_s1032" style="position:absolute;left:32170;width:30143;height:16459;visibility:visible;mso-wrap-style:square;v-text-anchor:top" coordsize="317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" path="m313,44v,-3,2,-5,4,-5c317,34,317,34,317,34v-2,,-4,-2,-4,-4c313,27,315,25,317,25v,-6,,-6,,-6c307,19,296,11,296,,22,,22,,22,,22,11,11,19,,19v,6,,6,,6c2,25,4,27,4,30v,2,-2,4,-4,4c,39,,39,,39v2,,4,2,4,5c4,46,2,48,,48v,6,,6,,6c2,54,4,56,4,58v,2,-2,4,-4,4c,68,,68,,68v2,,4,2,4,4c4,75,2,77,,77v,5,,5,,5c2,82,4,84,4,87v,2,-2,4,-4,4c,96,,96,,96v2,,4,2,4,5c4,103,2,105,,105v,6,,6,,6c2,111,4,113,4,115v,2,-2,4,-4,4c,125,,125,,125v2,,4,2,4,4c4,132,2,134,,134v,5,,5,,5c2,139,4,141,4,144v,2,-2,4,-4,4c,154,,154,,154v11,,22,8,22,19c296,173,296,173,296,173v,-11,11,-19,21,-19c317,148,317,148,317,148v-2,,-4,-2,-4,-4c313,141,315,139,317,139v,-5,,-5,,-5c315,134,313,132,313,129v,-2,2,-4,4,-4c317,119,317,119,317,119v-2,,-4,-2,-4,-4c313,113,315,111,317,111v,-6,,-6,,-6c315,105,313,103,313,101v,-3,2,-5,4,-5c317,91,317,91,317,91v-2,,-4,-2,-4,-4c313,84,315,82,317,82v,-5,,-5,,-5c315,77,313,75,313,72v,-2,2,-4,4,-4c317,62,317,62,317,62v-2,,-4,-2,-4,-4c313,56,315,54,317,54v,-6,,-6,,-6c315,48,313,46,313,44xe" fillcolor="#563c56 [3204]" stroked="f">
                  <v:path arrowok="t" o:connecttype="custom" o:connectlocs="2976295,418615;3014331,371046;3014331,323476;2976295,285420;3014331,237850;3014331,180766;2814643,0;209196,0;0,180766;0,237850;38036,285420;0,323476;0,371046;38036,418615;0,456671;0,513755;38036,551811;0,589867;0,646951;38036,685007;0,732577;0,780147;38036,827717;0,865773;0,913343;38036,960913;0,998969;0,1056053;38036,1094109;0,1132165;0,1189249;38036,1227305;0,1274874;0,1322444;38036,1370014;0,1408070;0,1465154;209196,1645920;2814643,1645920;3014331,1465154;3014331,1408070;2976295,1370014;3014331,1322444;3014331,1274874;2976295,1227305;3014331,1189249;3014331,1132165;2976295,1094109;3014331,1056053;3014331,998969;2976295,960913;3014331,913343;3014331,865773;2976295,827717;3014331,780147;3014331,732577;2976295,685007;3014331,646951;3014331,589867;2976295,551811;3014331,513755;3014331,456671;2976295,418615" o:connectangles="0,0,0,0,0,0,0,0,0,0,0,0,0,0,0,0,0,0,0,0,0,0,0,0,0,0,0,0,0,0,0,0,0,0,0,0,0,0,0,0,0,0,0,0,0,0,0,0,0,0,0,0,0,0,0,0,0,0,0,0,0,0,0"/>
                  <o:lock v:ext="edit" aspectratio="t"/>
                </v:shape>
                <v:shape id="Freeform 8" o:spid="_x0000_s1033" style="position:absolute;left:32170;top:18298;width:30143;height:16459;visibility:visible;mso-wrap-style:square;v-text-anchor:top" coordsize="317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" path="m313,44v,-3,2,-5,4,-5c317,34,317,34,317,34v-2,,-4,-2,-4,-4c313,27,315,25,317,25v,-6,,-6,,-6c307,19,296,11,296,,22,,22,,22,,22,11,11,19,,19v,6,,6,,6c2,25,4,27,4,30v,2,-2,4,-4,4c,39,,39,,39v2,,4,2,4,5c4,46,2,48,,48v,6,,6,,6c2,54,4,56,4,58v,2,-2,4,-4,4c,68,,68,,68v2,,4,2,4,4c4,75,2,77,,77v,5,,5,,5c2,82,4,84,4,87v,2,-2,4,-4,4c,96,,96,,96v2,,4,2,4,5c4,103,2,105,,105v,6,,6,,6c2,111,4,113,4,115v,2,-2,4,-4,4c,125,,125,,125v2,,4,2,4,4c4,132,2,134,,134v,5,,5,,5c2,139,4,141,4,144v,2,-2,4,-4,4c,154,,154,,154v11,,22,8,22,19c296,173,296,173,296,173v,-11,11,-19,21,-19c317,148,317,148,317,148v-2,,-4,-2,-4,-4c313,141,315,139,317,139v,-5,,-5,,-5c315,134,313,132,313,129v,-2,2,-4,4,-4c317,119,317,119,317,119v-2,,-4,-2,-4,-4c313,113,315,111,317,111v,-6,,-6,,-6c315,105,313,103,313,101v,-3,2,-5,4,-5c317,91,317,91,317,91v-2,,-4,-2,-4,-4c313,84,315,82,317,82v,-5,,-5,,-5c315,77,313,75,313,72v,-2,2,-4,4,-4c317,62,317,62,317,62v-2,,-4,-2,-4,-4c313,56,315,54,317,54v,-6,,-6,,-6c315,48,313,46,313,44xe" fillcolor="#563c56 [3204]" stroked="f">
                  <v:path arrowok="t" o:connecttype="custom" o:connectlocs="2976295,418615;3014331,371046;3014331,323476;2976295,285420;3014331,237850;3014331,180766;2814643,0;209196,0;0,180766;0,237850;38036,285420;0,323476;0,371046;38036,418615;0,456671;0,513755;38036,551811;0,589867;0,646951;38036,685007;0,732577;0,780147;38036,827717;0,865773;0,913343;38036,960913;0,998969;0,1056053;38036,1094109;0,1132165;0,1189249;38036,1227305;0,1274874;0,1322444;38036,1370014;0,1408070;0,1465154;209196,1645920;2814643,1645920;3014331,1465154;3014331,1408070;2976295,1370014;3014331,1322444;3014331,1274874;2976295,1227305;3014331,1189249;3014331,1132165;2976295,1094109;3014331,1056053;3014331,998969;2976295,960913;3014331,913343;3014331,865773;2976295,827717;3014331,780147;3014331,732577;2976295,685007;3014331,646951;3014331,589867;2976295,551811;3014331,513755;3014331,456671;2976295,418615" o:connectangles="0,0,0,0,0,0,0,0,0,0,0,0,0,0,0,0,0,0,0,0,0,0,0,0,0,0,0,0,0,0,0,0,0,0,0,0,0,0,0,0,0,0,0,0,0,0,0,0,0,0,0,0,0,0,0,0,0,0,0,0,0,0,0"/>
                  <o:lock v:ext="edit" aspectratio="t"/>
                </v:shape>
                <v:shape id="Freeform 9" o:spid="_x0000_s1034" style="position:absolute;left:32170;top:36596;width:30143;height:16459;visibility:visible;mso-wrap-style:square;v-text-anchor:top" coordsize="317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" path="m313,44v,-3,2,-5,4,-5c317,34,317,34,317,34v-2,,-4,-2,-4,-4c313,27,315,25,317,25v,-6,,-6,,-6c307,19,296,11,296,,22,,22,,22,,22,11,11,19,,19v,6,,6,,6c2,25,4,27,4,30v,2,-2,4,-4,4c,39,,39,,39v2,,4,2,4,5c4,46,2,48,,48v,6,,6,,6c2,54,4,56,4,58v,2,-2,4,-4,4c,68,,68,,68v2,,4,2,4,4c4,75,2,77,,77v,5,,5,,5c2,82,4,84,4,87v,2,-2,4,-4,4c,96,,96,,96v2,,4,2,4,5c4,103,2,105,,105v,6,,6,,6c2,111,4,113,4,115v,2,-2,4,-4,4c,125,,125,,125v2,,4,2,4,4c4,132,2,134,,134v,5,,5,,5c2,139,4,141,4,144v,2,-2,4,-4,4c,154,,154,,154v11,,22,8,22,19c296,173,296,173,296,173v,-11,11,-19,21,-19c317,148,317,148,317,148v-2,,-4,-2,-4,-4c313,141,315,139,317,139v,-5,,-5,,-5c315,134,313,132,313,129v,-2,2,-4,4,-4c317,119,317,119,317,119v-2,,-4,-2,-4,-4c313,113,315,111,317,111v,-6,,-6,,-6c315,105,313,103,313,101v,-3,2,-5,4,-5c317,91,317,91,317,91v-2,,-4,-2,-4,-4c313,84,315,82,317,82v,-5,,-5,,-5c315,77,313,75,313,72v,-2,2,-4,4,-4c317,62,317,62,317,62v-2,,-4,-2,-4,-4c313,56,315,54,317,54v,-6,,-6,,-6c315,48,313,46,313,44xe" fillcolor="#563c56 [3204]" stroked="f">
                  <v:path arrowok="t" o:connecttype="custom" o:connectlocs="2976295,418615;3014331,371046;3014331,323476;2976295,285420;3014331,237850;3014331,180766;2814643,0;209196,0;0,180766;0,237850;38036,285420;0,323476;0,371046;38036,418615;0,456671;0,513755;38036,551811;0,589867;0,646951;38036,685007;0,732577;0,780147;38036,827717;0,865773;0,913343;38036,960913;0,998969;0,1056053;38036,1094109;0,1132165;0,1189249;38036,1227305;0,1274874;0,1322444;38036,1370014;0,1408070;0,1465154;209196,1645920;2814643,1645920;3014331,1465154;3014331,1408070;2976295,1370014;3014331,1322444;3014331,1274874;2976295,1227305;3014331,1189249;3014331,1132165;2976295,1094109;3014331,1056053;3014331,998969;2976295,960913;3014331,913343;3014331,865773;2976295,827717;3014331,780147;3014331,732577;2976295,685007;3014331,646951;3014331,589867;2976295,551811;3014331,513755;3014331,456671;2976295,418615" o:connectangles="0,0,0,0,0,0,0,0,0,0,0,0,0,0,0,0,0,0,0,0,0,0,0,0,0,0,0,0,0,0,0,0,0,0,0,0,0,0,0,0,0,0,0,0,0,0,0,0,0,0,0,0,0,0,0,0,0,0,0,0,0,0,0"/>
                  <o:lock v:ext="edit" aspectratio="t"/>
                </v:shape>
                <v:shape id="Freeform 10" o:spid="_x0000_s1035" style="position:absolute;left:32170;top:54894;width:30143;height:16460;visibility:visible;mso-wrap-style:square;v-text-anchor:top" coordsize="317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" path="m313,44v,-3,2,-5,4,-5c317,34,317,34,317,34v-2,,-4,-2,-4,-4c313,27,315,25,317,25v,-6,,-6,,-6c307,19,296,11,296,,22,,22,,22,,22,11,11,19,,19v,6,,6,,6c2,25,4,27,4,30v,2,-2,4,-4,4c,39,,39,,39v2,,4,2,4,5c4,46,2,48,,48v,6,,6,,6c2,54,4,56,4,58v,2,-2,4,-4,4c,68,,68,,68v2,,4,2,4,4c4,75,2,77,,77v,5,,5,,5c2,82,4,84,4,87v,2,-2,4,-4,4c,96,,96,,96v2,,4,2,4,5c4,103,2,105,,105v,6,,6,,6c2,111,4,113,4,115v,2,-2,4,-4,4c,125,,125,,125v2,,4,2,4,4c4,132,2,134,,134v,5,,5,,5c2,139,4,141,4,144v,2,-2,4,-4,4c,154,,154,,154v11,,22,8,22,19c296,173,296,173,296,173v,-11,11,-19,21,-19c317,148,317,148,317,148v-2,,-4,-2,-4,-4c313,141,315,139,317,139v,-5,,-5,,-5c315,134,313,132,313,129v,-2,2,-4,4,-4c317,119,317,119,317,119v-2,,-4,-2,-4,-4c313,113,315,111,317,111v,-6,,-6,,-6c315,105,313,103,313,101v,-3,2,-5,4,-5c317,91,317,91,317,91v-2,,-4,-2,-4,-4c313,84,315,82,317,82v,-5,,-5,,-5c315,77,313,75,313,72v,-2,2,-4,4,-4c317,62,317,62,317,62v-2,,-4,-2,-4,-4c313,56,315,54,317,54v,-6,,-6,,-6c315,48,313,46,313,44xe" fillcolor="#563c56 [3204]" stroked="f">
                  <v:path arrowok="t" o:connecttype="custom" o:connectlocs="2976295,418615;3014331,371046;3014331,323476;2976295,285420;3014331,237850;3014331,180766;2814643,0;209196,0;0,180766;0,237850;38036,285420;0,323476;0,371046;38036,418615;0,456671;0,513755;38036,551811;0,589867;0,646951;38036,685007;0,732577;0,780147;38036,827717;0,865773;0,913343;38036,960913;0,998969;0,1056053;38036,1094109;0,1132165;0,1189249;38036,1227305;0,1274874;0,1322444;38036,1370014;0,1408070;0,1465154;209196,1645920;2814643,1645920;3014331,1465154;3014331,1408070;2976295,1370014;3014331,1322444;3014331,1274874;2976295,1227305;3014331,1189249;3014331,1132165;2976295,1094109;3014331,1056053;3014331,998969;2976295,960913;3014331,913343;3014331,865773;2976295,827717;3014331,780147;3014331,732577;2976295,685007;3014331,646951;3014331,589867;2976295,551811;3014331,513755;3014331,456671;2976295,418615" o:connectangles="0,0,0,0,0,0,0,0,0,0,0,0,0,0,0,0,0,0,0,0,0,0,0,0,0,0,0,0,0,0,0,0,0,0,0,0,0,0,0,0,0,0,0,0,0,0,0,0,0,0,0,0,0,0,0,0,0,0,0,0,0,0,0"/>
                  <o:lock v:ext="edit" aspectratio="t"/>
                </v:shape>
                <v:shape id="Freeform 11" o:spid="_x0000_s1036" style="position:absolute;left:32170;top:73193;width:30143;height:16459;visibility:visible;mso-wrap-style:square;v-text-anchor:top" coordsize="317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" path="m313,44v,-3,2,-5,4,-5c317,34,317,34,317,34v-2,,-4,-2,-4,-4c313,27,315,25,317,25v,-6,,-6,,-6c307,19,296,11,296,,22,,22,,22,,22,11,11,19,,19v,6,,6,,6c2,25,4,27,4,30v,2,-2,4,-4,4c,39,,39,,39v2,,4,2,4,5c4,46,2,48,,48v,6,,6,,6c2,54,4,56,4,58v,2,-2,4,-4,4c,68,,68,,68v2,,4,2,4,4c4,75,2,77,,77v,5,,5,,5c2,82,4,84,4,87v,2,-2,4,-4,4c,96,,96,,96v2,,4,2,4,5c4,103,2,105,,105v,6,,6,,6c2,111,4,113,4,115v,2,-2,4,-4,4c,125,,125,,125v2,,4,2,4,4c4,132,2,134,,134v,5,,5,,5c2,139,4,141,4,144v,2,-2,4,-4,4c,154,,154,,154v11,,22,8,22,19c296,173,296,173,296,173v,-11,11,-19,21,-19c317,148,317,148,317,148v-2,,-4,-2,-4,-4c313,141,315,139,317,139v,-5,,-5,,-5c315,134,313,132,313,129v,-2,2,-4,4,-4c317,119,317,119,317,119v-2,,-4,-2,-4,-4c313,113,315,111,317,111v,-6,,-6,,-6c315,105,313,103,313,101v,-3,2,-5,4,-5c317,91,317,91,317,91v-2,,-4,-2,-4,-4c313,84,315,82,317,82v,-5,,-5,,-5c315,77,313,75,313,72v,-2,2,-4,4,-4c317,62,317,62,317,62v-2,,-4,-2,-4,-4c313,56,315,54,317,54v,-6,,-6,,-6c315,48,313,46,313,44xe" fillcolor="#563c56 [3204]" stroked="f">
                  <v:path arrowok="t" o:connecttype="custom" o:connectlocs="2976295,418615;3014331,371046;3014331,323476;2976295,285420;3014331,237850;3014331,180766;2814643,0;209196,0;0,180766;0,237850;38036,285420;0,323476;0,371046;38036,418615;0,456671;0,513755;38036,551811;0,589867;0,646951;38036,685007;0,732577;0,780147;38036,827717;0,865773;0,913343;38036,960913;0,998969;0,1056053;38036,1094109;0,1132165;0,1189249;38036,1227305;0,1274874;0,1322444;38036,1370014;0,1408070;0,1465154;209196,1645920;2814643,1645920;3014331,1465154;3014331,1408070;2976295,1370014;3014331,1322444;3014331,1274874;2976295,1227305;3014331,1189249;3014331,1132165;2976295,1094109;3014331,1056053;3014331,998969;2976295,960913;3014331,913343;3014331,865773;2976295,827717;3014331,780147;3014331,732577;2976295,685007;3014331,646951;3014331,589867;2976295,551811;3014331,513755;3014331,456671;2976295,418615" o:connectangles="0,0,0,0,0,0,0,0,0,0,0,0,0,0,0,0,0,0,0,0,0,0,0,0,0,0,0,0,0,0,0,0,0,0,0,0,0,0,0,0,0,0,0,0,0,0,0,0,0,0,0,0,0,0,0,0,0,0,0,0,0,0,0"/>
                  <o:lock v:ext="edit" aspectratio="t"/>
                </v:shape>
                <v:group id="Group 12" o:spid="_x0000_s1037" style="position:absolute;width:30186;height:89699" coordsize="30186,89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9" o:spid="_x0000_s1038" type="#_x0000_t75" style="position:absolute;width:30186;height:165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">
                    <v:imagedata r:id="rId9" o:title=""/>
                    <v:path arrowok="t"/>
                  </v:shape>
                  <v:shape id="Picture 20" o:spid="_x0000_s1039" type="#_x0000_t75" style="position:absolute;top:18294;width:30186;height:165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">
                    <v:imagedata r:id="rId9" o:title=""/>
                    <v:path arrowok="t"/>
                  </v:shape>
                  <v:shape id="Picture 21" o:spid="_x0000_s1040" type="#_x0000_t75" style="position:absolute;top:36589;width:30186;height:165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">
                    <v:imagedata r:id="rId9" o:title=""/>
                    <v:path arrowok="t"/>
                  </v:shape>
                  <v:shape id="Picture 22" o:spid="_x0000_s1041" type="#_x0000_t75" style="position:absolute;top:54883;width:30186;height:165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">
                    <v:imagedata r:id="rId9" o:title=""/>
                    <v:path arrowok="t"/>
                  </v:shape>
                  <v:shape id="Picture 23" o:spid="_x0000_s1042" type="#_x0000_t75" style="position:absolute;top:73178;width:30186;height:165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">
                    <v:imagedata r:id="rId9" o:title=""/>
                    <v:path arrowok="t"/>
                  </v:shape>
                </v:group>
                <v:group id="Group 13" o:spid="_x0000_s1043" style="position:absolute;left:32127;width:30186;height:89699" coordorigin="32127" coordsize="30186,89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Picture 14" o:spid="_x0000_s1044" type="#_x0000_t75" style="position:absolute;left:32127;width:30186;height:165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">
                    <v:imagedata r:id="rId9" o:title=""/>
                    <v:path arrowok="t"/>
                  </v:shape>
                  <v:shape id="Picture 15" o:spid="_x0000_s1045" type="#_x0000_t75" style="position:absolute;left:32127;top:18294;width:30186;height:165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">
                    <v:imagedata r:id="rId9" o:title=""/>
                    <v:path arrowok="t"/>
                  </v:shape>
                  <v:shape id="Picture 16" o:spid="_x0000_s1046" type="#_x0000_t75" style="position:absolute;left:32127;top:36589;width:30186;height:165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">
                    <v:imagedata r:id="rId9" o:title=""/>
                    <v:path arrowok="t"/>
                  </v:shape>
                  <v:shape id="Picture 17" o:spid="_x0000_s1047" type="#_x0000_t75" style="position:absolute;left:32127;top:54883;width:30186;height:165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">
                    <v:imagedata r:id="rId9" o:title=""/>
                    <v:path arrowok="t"/>
                  </v:shape>
                  <v:shape id="Picture 18" o:spid="_x0000_s1048" type="#_x0000_t75" style="position:absolute;left:32127;top:73178;width:30186;height:165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">
                    <v:imagedata r:id="rId9" o:title=""/>
                    <v:path arrowok="t"/>
                  </v:shape>
                </v:group>
                <w10:wrap anchorx="page" anchory="page"/>
              </v:group>
            </w:pict>
          </mc:Fallback>
        </mc:AlternateContent>
      </w:r>
    </w:p>
    <w:sectPr w:rsidR="0088572E">
      <w:pgSz w:w="12240" w:h="15840"/>
      <w:pgMar w:top="720" w:right="1080" w:bottom="36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17E" w:rsidRDefault="00E0617E">
      <w:r>
        <w:separator/>
      </w:r>
    </w:p>
  </w:endnote>
  <w:endnote w:type="continuationSeparator" w:id="0">
    <w:p w:rsidR="00E0617E" w:rsidRDefault="00E061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17E" w:rsidRDefault="00E0617E">
      <w:r>
        <w:separator/>
      </w:r>
    </w:p>
  </w:footnote>
  <w:footnote w:type="continuationSeparator" w:id="0">
    <w:p w:rsidR="00E0617E" w:rsidRDefault="00E061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oNotDisplayPageBoundaries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C95"/>
    <w:rsid w:val="00503C95"/>
    <w:rsid w:val="0088572E"/>
    <w:rsid w:val="00E06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7E3018-ACD7-43F8-983B-2851FE2F6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next w:val="Normal"/>
    <w:link w:val="TitleChar"/>
    <w:uiPriority w:val="1"/>
    <w:qFormat/>
    <w:pPr>
      <w:spacing w:line="204" w:lineRule="auto"/>
      <w:jc w:val="center"/>
    </w:pPr>
    <w:rPr>
      <w:rFonts w:asciiTheme="majorHAnsi" w:eastAsiaTheme="majorEastAsia" w:hAnsiTheme="majorHAnsi" w:cstheme="majorBidi"/>
      <w:caps/>
      <w:color w:val="EEEADC" w:themeColor="background2"/>
      <w:spacing w:val="-10"/>
      <w:kern w:val="28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aps/>
      <w:color w:val="EEEADC" w:themeColor="background2"/>
      <w:spacing w:val="-10"/>
      <w:kern w:val="28"/>
      <w:sz w:val="96"/>
      <w:szCs w:val="96"/>
    </w:rPr>
  </w:style>
  <w:style w:type="paragraph" w:styleId="Subtitle">
    <w:name w:val="Subtitle"/>
    <w:basedOn w:val="Normal"/>
    <w:link w:val="SubtitleChar"/>
    <w:uiPriority w:val="2"/>
    <w:qFormat/>
    <w:pPr>
      <w:numPr>
        <w:ilvl w:val="1"/>
      </w:numPr>
      <w:spacing w:before="200" w:line="204" w:lineRule="auto"/>
      <w:jc w:val="center"/>
    </w:pPr>
    <w:rPr>
      <w:b/>
      <w:bCs/>
      <w:caps/>
      <w:color w:val="FAC23B" w:themeColor="accent3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2"/>
    <w:rPr>
      <w:b/>
      <w:bCs/>
      <w:caps/>
      <w:color w:val="FAC23B" w:themeColor="accent3"/>
      <w:spacing w:val="20"/>
      <w:sz w:val="28"/>
      <w:szCs w:val="28"/>
    </w:rPr>
  </w:style>
  <w:style w:type="table" w:styleId="TableGridLight">
    <w:name w:val="Grid Table Light"/>
    <w:basedOn w:val="TableNormal"/>
    <w:uiPriority w:val="40"/>
    <w:tblPr>
      <w:tblCellMar>
        <w:left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Subtitle2">
    <w:name w:val="Subtitle 2"/>
    <w:basedOn w:val="Normal"/>
    <w:uiPriority w:val="3"/>
    <w:qFormat/>
    <w:pPr>
      <w:spacing w:before="200" w:line="204" w:lineRule="auto"/>
      <w:jc w:val="center"/>
    </w:pPr>
    <w:rPr>
      <w:b/>
      <w:caps/>
      <w:color w:val="FEF2D7" w:themeColor="accent3" w:themeTint="33"/>
      <w:spacing w:val="2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Basic%20tickets%20(10%20per%20page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99FC4E8A8094AA9B480B8DA31B28D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DA8695-6626-4BA0-B81C-854912875DED}"/>
      </w:docPartPr>
      <w:docPartBody>
        <w:p w:rsidR="00000000" w:rsidRDefault="006C3841">
          <w:pPr>
            <w:pStyle w:val="199FC4E8A8094AA9B480B8DA31B28D3F"/>
          </w:pPr>
          <w:r>
            <w:t>Your Event Name</w:t>
          </w:r>
        </w:p>
      </w:docPartBody>
    </w:docPart>
    <w:docPart>
      <w:docPartPr>
        <w:name w:val="1178F74F927448BCA37B18D3BF6BFF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190A40-6DF1-4A31-94C6-CCE53F793188}"/>
      </w:docPartPr>
      <w:docPartBody>
        <w:p w:rsidR="00000000" w:rsidRDefault="006C3841">
          <w:pPr>
            <w:pStyle w:val="1178F74F927448BCA37B18D3BF6BFFB1"/>
          </w:pPr>
          <w:r>
            <w:t>Ticket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841"/>
    <w:rsid w:val="006C3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9FC4E8A8094AA9B480B8DA31B28D3F">
    <w:name w:val="199FC4E8A8094AA9B480B8DA31B28D3F"/>
  </w:style>
  <w:style w:type="paragraph" w:customStyle="1" w:styleId="1178F74F927448BCA37B18D3BF6BFFB1">
    <w:name w:val="1178F74F927448BCA37B18D3BF6BFF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Tickets">
      <a:dk1>
        <a:sysClr val="windowText" lastClr="000000"/>
      </a:dk1>
      <a:lt1>
        <a:sysClr val="window" lastClr="FFFFFF"/>
      </a:lt1>
      <a:dk2>
        <a:srgbClr val="1C2A28"/>
      </a:dk2>
      <a:lt2>
        <a:srgbClr val="EEEADC"/>
      </a:lt2>
      <a:accent1>
        <a:srgbClr val="563C56"/>
      </a:accent1>
      <a:accent2>
        <a:srgbClr val="98C5CB"/>
      </a:accent2>
      <a:accent3>
        <a:srgbClr val="FAC23B"/>
      </a:accent3>
      <a:accent4>
        <a:srgbClr val="D1524A"/>
      </a:accent4>
      <a:accent5>
        <a:srgbClr val="54A169"/>
      </a:accent5>
      <a:accent6>
        <a:srgbClr val="E97237"/>
      </a:accent6>
      <a:hlink>
        <a:srgbClr val="98C5CB"/>
      </a:hlink>
      <a:folHlink>
        <a:srgbClr val="563C56"/>
      </a:folHlink>
    </a:clrScheme>
    <a:fontScheme name="Custom 64">
      <a:majorFont>
        <a:latin typeface="Times New Roman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D941F-0FE0-42F4-96A1-98B9DF5AF9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AE276B-0FE8-43D6-A9AB-DD18236E6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Basic tickets (10 per page).dotx</Template>
  <TotalTime>2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1</cp:revision>
  <dcterms:created xsi:type="dcterms:W3CDTF">2017-05-22T09:50:00Z</dcterms:created>
  <dcterms:modified xsi:type="dcterms:W3CDTF">2017-05-22T09:59:00Z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TC037039969991</vt:lpwstr>
  </property>
</Properties>
</file>