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4"/>
        <w:tblW w:w="5000" w:type="pct"/>
        <w:tblBorders>
          <w:top w:val="single" w:sz="8" w:space="0" w:color="BFBFBF" w:themeColor="background1" w:themeShade="BF"/>
          <w:bottom w:val="single" w:sz="8" w:space="0" w:color="BFBFBF" w:themeColor="background1" w:themeShade="BF"/>
        </w:tblBorders>
        <w:tblCellMar>
          <w:left w:w="115" w:type="dxa"/>
          <w:right w:w="115" w:type="dxa"/>
        </w:tblCellMar>
        <w:tblLook w:val="0600" w:firstRow="0" w:lastRow="0" w:firstColumn="0" w:lastColumn="0" w:noHBand="1" w:noVBand="1"/>
        <w:tblCaption w:val="Layout table"/>
      </w:tblPr>
      <w:tblGrid>
        <w:gridCol w:w="11900"/>
        <w:gridCol w:w="2500"/>
      </w:tblGrid>
      <w:tr w:rsidR="00F8354F" w:rsidTr="00F8354F">
        <w:trPr>
          <w:trHeight w:hRule="exact" w:val="1368"/>
        </w:trPr>
        <w:tc>
          <w:tcPr>
            <w:tcW w:w="4132" w:type="pct"/>
            <w:tcBorders>
              <w:bottom w:val="single" w:sz="8" w:space="0" w:color="BFBFBF" w:themeColor="background1" w:themeShade="BF"/>
            </w:tcBorders>
          </w:tcPr>
          <w:p w:rsidR="00F8354F" w:rsidRDefault="00CB39D7" w:rsidP="00CB39D7">
            <w:pPr>
              <w:pStyle w:val="Month"/>
              <w:spacing w:after="40"/>
              <w:jc w:val="left"/>
            </w:pPr>
            <w:r>
              <w:t xml:space="preserve">Weekly </w:t>
            </w:r>
            <w:r w:rsidR="00B74E14">
              <w:t>Timetable</w:t>
            </w:r>
          </w:p>
        </w:tc>
        <w:tc>
          <w:tcPr>
            <w:tcW w:w="868" w:type="pct"/>
            <w:tcBorders>
              <w:bottom w:val="single" w:sz="8" w:space="0" w:color="BFBFBF" w:themeColor="background1" w:themeShade="BF"/>
            </w:tcBorders>
            <w:tcMar>
              <w:right w:w="0" w:type="dxa"/>
            </w:tcMar>
          </w:tcPr>
          <w:p w:rsidR="00F8354F" w:rsidRDefault="00804FC2">
            <w:pPr>
              <w:pStyle w:val="Year"/>
              <w:spacing w:after="40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B74E14">
              <w:t>2017</w:t>
            </w:r>
            <w:r>
              <w:fldChar w:fldCharType="end"/>
            </w:r>
          </w:p>
        </w:tc>
      </w:tr>
      <w:tr w:rsidR="00F8354F" w:rsidTr="00F8354F">
        <w:tc>
          <w:tcPr>
            <w:tcW w:w="4132" w:type="pct"/>
            <w:tcBorders>
              <w:top w:val="single" w:sz="8" w:space="0" w:color="BFBFBF" w:themeColor="background1" w:themeShade="BF"/>
              <w:bottom w:val="nil"/>
            </w:tcBorders>
          </w:tcPr>
          <w:p w:rsidR="00F8354F" w:rsidRDefault="00F8354F">
            <w:pPr>
              <w:pStyle w:val="NoSpacing"/>
            </w:pPr>
          </w:p>
        </w:tc>
        <w:tc>
          <w:tcPr>
            <w:tcW w:w="868" w:type="pct"/>
            <w:tcBorders>
              <w:top w:val="single" w:sz="8" w:space="0" w:color="BFBFBF" w:themeColor="background1" w:themeShade="BF"/>
              <w:bottom w:val="nil"/>
            </w:tcBorders>
          </w:tcPr>
          <w:p w:rsidR="00F8354F" w:rsidRDefault="00F8354F">
            <w:pPr>
              <w:pStyle w:val="NoSpacing"/>
            </w:pPr>
          </w:p>
        </w:tc>
      </w:tr>
    </w:tbl>
    <w:tbl>
      <w:tblPr>
        <w:tblStyle w:val="TableCalendar"/>
        <w:tblW w:w="5000" w:type="pct"/>
        <w:tblBorders>
          <w:insideH w:val="single" w:sz="4" w:space="0" w:color="BFBFBF" w:themeColor="background1" w:themeShade="BF"/>
        </w:tblBorders>
        <w:tblLook w:val="0420" w:firstRow="1" w:lastRow="0" w:firstColumn="0" w:lastColumn="0" w:noHBand="0" w:noVBand="1"/>
        <w:tblCaption w:val="Layout table"/>
      </w:tblPr>
      <w:tblGrid>
        <w:gridCol w:w="2056"/>
        <w:gridCol w:w="2056"/>
        <w:gridCol w:w="2056"/>
        <w:gridCol w:w="2056"/>
        <w:gridCol w:w="2056"/>
        <w:gridCol w:w="2055"/>
        <w:gridCol w:w="2055"/>
      </w:tblGrid>
      <w:tr w:rsidR="00F8354F" w:rsidTr="00F835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1778867687"/>
            <w:placeholder>
              <w:docPart w:val="9B5F3F5E670D488AAE32FB453CB15096"/>
            </w:placeholder>
            <w:temporary/>
            <w:showingPlcHdr/>
            <w15:appearance w15:val="hidden"/>
          </w:sdtPr>
          <w:sdtEndPr/>
          <w:sdtContent>
            <w:tc>
              <w:tcPr>
                <w:tcW w:w="714" w:type="pct"/>
                <w:tcBorders>
                  <w:bottom w:val="single" w:sz="4" w:space="0" w:color="BFBFBF" w:themeColor="background1" w:themeShade="BF"/>
                </w:tcBorders>
                <w:shd w:val="clear" w:color="auto" w:fill="595959" w:themeFill="text1" w:themeFillTint="A6"/>
              </w:tcPr>
              <w:p w:rsidR="00F8354F" w:rsidRDefault="00804FC2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:rsidR="00F8354F" w:rsidRDefault="006D7878">
            <w:pPr>
              <w:pStyle w:val="Days"/>
            </w:pPr>
            <w:sdt>
              <w:sdtPr>
                <w:id w:val="-1020851123"/>
                <w:placeholder>
                  <w:docPart w:val="6137C2C86251497694AB743AF9212B6F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Monday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:rsidR="00F8354F" w:rsidRDefault="006D7878">
            <w:pPr>
              <w:pStyle w:val="Days"/>
            </w:pPr>
            <w:sdt>
              <w:sdtPr>
                <w:id w:val="1121034790"/>
                <w:placeholder>
                  <w:docPart w:val="428A1918064040F5A6843E004C752203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Tuesday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:rsidR="00F8354F" w:rsidRDefault="006D7878">
            <w:pPr>
              <w:pStyle w:val="Days"/>
            </w:pPr>
            <w:sdt>
              <w:sdtPr>
                <w:id w:val="-328132386"/>
                <w:placeholder>
                  <w:docPart w:val="BD97FBEE9D0648DE892A2FBD147EBDDC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Wednesday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:rsidR="00F8354F" w:rsidRDefault="006D7878">
            <w:pPr>
              <w:pStyle w:val="Days"/>
            </w:pPr>
            <w:sdt>
              <w:sdtPr>
                <w:id w:val="1241452743"/>
                <w:placeholder>
                  <w:docPart w:val="32900AC6ABF5408B8E5C7E6BA2B57801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Thursday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326BA6" w:themeFill="text2" w:themeFillShade="BF"/>
          </w:tcPr>
          <w:p w:rsidR="00F8354F" w:rsidRDefault="006D7878">
            <w:pPr>
              <w:pStyle w:val="Days"/>
            </w:pPr>
            <w:sdt>
              <w:sdtPr>
                <w:id w:val="-65336403"/>
                <w:placeholder>
                  <w:docPart w:val="B8E6411B4C2342D38F0661745C0392A8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Friday</w:t>
                </w:r>
              </w:sdtContent>
            </w:sdt>
          </w:p>
        </w:tc>
        <w:tc>
          <w:tcPr>
            <w:tcW w:w="714" w:type="pct"/>
            <w:tcBorders>
              <w:bottom w:val="single" w:sz="4" w:space="0" w:color="BFBFBF" w:themeColor="background1" w:themeShade="BF"/>
            </w:tcBorders>
            <w:shd w:val="clear" w:color="auto" w:fill="595959" w:themeFill="text1" w:themeFillTint="A6"/>
          </w:tcPr>
          <w:p w:rsidR="00F8354F" w:rsidRDefault="006D7878">
            <w:pPr>
              <w:pStyle w:val="Days"/>
            </w:pPr>
            <w:sdt>
              <w:sdtPr>
                <w:id w:val="825547652"/>
                <w:placeholder>
                  <w:docPart w:val="CC258338D1D64FDCB92EA0B505311CFB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Saturday</w:t>
                </w:r>
              </w:sdtContent>
            </w:sdt>
          </w:p>
        </w:tc>
      </w:tr>
      <w:tr w:rsidR="00F8354F" w:rsidTr="00F8354F"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CB39D7" w:rsidP="00CB39D7">
            <w:pPr>
              <w:pStyle w:val="Dates"/>
              <w:jc w:val="left"/>
            </w:pPr>
            <w:r>
              <w:t>7:00AM</w:t>
            </w: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</w:tr>
      <w:tr w:rsidR="00F8354F" w:rsidTr="00F8354F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CB39D7" w:rsidP="00CB39D7">
            <w:r>
              <w:t>Drop Sally to school</w:t>
            </w: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</w:tr>
      <w:tr w:rsidR="00F8354F" w:rsidTr="00F8354F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CB39D7" w:rsidP="00CB39D7">
            <w:pPr>
              <w:pStyle w:val="Dates"/>
              <w:jc w:val="left"/>
            </w:pPr>
            <w:r>
              <w:t>11:00AM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  <w:bookmarkStart w:id="0" w:name="_GoBack"/>
            <w:bookmarkEnd w:id="0"/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</w:tr>
      <w:tr w:rsidR="00F8354F" w:rsidTr="00F8354F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CB39D7" w:rsidP="00CB39D7">
            <w:r>
              <w:t>Meeting with Kareem</w:t>
            </w: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</w:tr>
      <w:tr w:rsidR="00F8354F" w:rsidTr="00F8354F"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CB39D7" w:rsidRDefault="00CB39D7" w:rsidP="00CB39D7">
            <w:pPr>
              <w:pStyle w:val="Dates"/>
              <w:jc w:val="left"/>
            </w:pPr>
            <w:r>
              <w:t>11:30AM</w:t>
            </w: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</w:tr>
      <w:tr w:rsidR="00F8354F" w:rsidTr="00F8354F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CB39D7" w:rsidP="00CB39D7">
            <w:r>
              <w:t>Chen One’s reception</w:t>
            </w: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</w:tr>
      <w:tr w:rsidR="00F8354F" w:rsidTr="00F8354F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</w:tr>
      <w:tr w:rsidR="00F8354F" w:rsidTr="00F8354F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  <w:shd w:val="clear" w:color="auto" w:fill="F7F7F7" w:themeFill="background2"/>
          </w:tcPr>
          <w:p w:rsidR="00F8354F" w:rsidRDefault="00F8354F" w:rsidP="00CB39D7"/>
        </w:tc>
      </w:tr>
      <w:tr w:rsidR="00F8354F" w:rsidTr="00F8354F">
        <w:tc>
          <w:tcPr>
            <w:tcW w:w="714" w:type="pct"/>
            <w:tcBorders>
              <w:bottom w:val="nil"/>
            </w:tcBorders>
          </w:tcPr>
          <w:p w:rsidR="00CB39D7" w:rsidRDefault="00CB39D7" w:rsidP="00CB39D7">
            <w:pPr>
              <w:pStyle w:val="Dates"/>
              <w:jc w:val="left"/>
            </w:pPr>
            <w:r>
              <w:t>8:00PM</w:t>
            </w: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CB39D7" w:rsidP="00CB39D7">
            <w:pPr>
              <w:pStyle w:val="Dates"/>
              <w:jc w:val="left"/>
            </w:pPr>
            <w:r>
              <w:t>8:00PM</w:t>
            </w: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</w:tcPr>
          <w:p w:rsidR="00F8354F" w:rsidRDefault="00F8354F" w:rsidP="00CB39D7">
            <w:pPr>
              <w:pStyle w:val="Dates"/>
              <w:jc w:val="left"/>
            </w:pPr>
          </w:p>
        </w:tc>
      </w:tr>
      <w:tr w:rsidR="00F8354F" w:rsidTr="00F8354F">
        <w:trPr>
          <w:trHeight w:hRule="exact" w:val="720"/>
        </w:trPr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CB39D7" w:rsidP="00CB39D7">
            <w:r>
              <w:t>Peter’s Birthday</w:t>
            </w: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CB39D7" w:rsidP="00CB39D7">
            <w:r>
              <w:t>Shopping with Karen</w:t>
            </w:r>
          </w:p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  <w:tc>
          <w:tcPr>
            <w:tcW w:w="714" w:type="pct"/>
            <w:tcBorders>
              <w:top w:val="nil"/>
              <w:bottom w:val="single" w:sz="4" w:space="0" w:color="BFBFBF" w:themeColor="background1" w:themeShade="BF"/>
            </w:tcBorders>
          </w:tcPr>
          <w:p w:rsidR="00F8354F" w:rsidRDefault="00F8354F" w:rsidP="00CB39D7"/>
        </w:tc>
      </w:tr>
      <w:tr w:rsidR="00F8354F" w:rsidTr="00F8354F"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CB39D7" w:rsidP="00CB39D7">
            <w:pPr>
              <w:pStyle w:val="Dates"/>
              <w:jc w:val="left"/>
            </w:pPr>
            <w:r>
              <w:t>10:00PM</w:t>
            </w:r>
          </w:p>
        </w:tc>
        <w:tc>
          <w:tcPr>
            <w:tcW w:w="714" w:type="pct"/>
            <w:tcBorders>
              <w:bottom w:val="nil"/>
            </w:tcBorders>
            <w:shd w:val="clear" w:color="auto" w:fill="F7F7F7" w:themeFill="background2"/>
          </w:tcPr>
          <w:p w:rsidR="00F8354F" w:rsidRDefault="00F8354F" w:rsidP="00CB39D7">
            <w:pPr>
              <w:pStyle w:val="Dates"/>
              <w:jc w:val="left"/>
            </w:pPr>
          </w:p>
        </w:tc>
      </w:tr>
      <w:tr w:rsidR="00F8354F" w:rsidTr="00F8354F">
        <w:trPr>
          <w:trHeight w:hRule="exact" w:val="720"/>
        </w:trPr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:rsidR="00F8354F" w:rsidRDefault="00F8354F" w:rsidP="00CB39D7"/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:rsidR="00F8354F" w:rsidRDefault="00CB39D7" w:rsidP="00CB39D7">
            <w:r>
              <w:t>Anna’ Birthday</w:t>
            </w:r>
          </w:p>
        </w:tc>
        <w:tc>
          <w:tcPr>
            <w:tcW w:w="714" w:type="pct"/>
            <w:tcBorders>
              <w:top w:val="nil"/>
            </w:tcBorders>
            <w:shd w:val="clear" w:color="auto" w:fill="F7F7F7" w:themeFill="background2"/>
          </w:tcPr>
          <w:p w:rsidR="00F8354F" w:rsidRDefault="00F8354F" w:rsidP="00CB39D7"/>
        </w:tc>
      </w:tr>
    </w:tbl>
    <w:tbl>
      <w:tblPr>
        <w:tblStyle w:val="PlainTable4"/>
        <w:tblW w:w="5000" w:type="pct"/>
        <w:tblCellMar>
          <w:top w:w="216" w:type="dxa"/>
          <w:left w:w="115" w:type="dxa"/>
          <w:right w:w="115" w:type="dxa"/>
        </w:tblCellMar>
        <w:tblLook w:val="0600" w:firstRow="0" w:lastRow="0" w:firstColumn="0" w:lastColumn="0" w:noHBand="1" w:noVBand="1"/>
        <w:tblCaption w:val="Layout table"/>
      </w:tblPr>
      <w:tblGrid>
        <w:gridCol w:w="3649"/>
        <w:gridCol w:w="3583"/>
        <w:gridCol w:w="3584"/>
        <w:gridCol w:w="3584"/>
      </w:tblGrid>
      <w:tr w:rsidR="00F8354F" w:rsidTr="00F8354F">
        <w:trPr>
          <w:trHeight w:hRule="exact" w:val="1881"/>
        </w:trPr>
        <w:sdt>
          <w:sdtPr>
            <w:id w:val="885914927"/>
            <w:placeholder>
              <w:docPart w:val="6B95E6202DDA4B09BB05C6ABB12D87D6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49" w:type="dxa"/>
                <w:tcMar>
                  <w:left w:w="0" w:type="dxa"/>
                </w:tcMar>
              </w:tcPr>
              <w:p w:rsidR="00F8354F" w:rsidRDefault="00804FC2">
                <w:pPr>
                  <w:pStyle w:val="Heading1"/>
                  <w:spacing w:after="40"/>
                  <w:outlineLvl w:val="0"/>
                </w:pPr>
                <w:r>
                  <w:t>Events</w:t>
                </w:r>
              </w:p>
            </w:tc>
          </w:sdtContent>
        </w:sdt>
        <w:tc>
          <w:tcPr>
            <w:tcW w:w="3583" w:type="dxa"/>
          </w:tcPr>
          <w:p w:rsidR="00F8354F" w:rsidRDefault="006D7878">
            <w:pPr>
              <w:pStyle w:val="Heading2"/>
              <w:spacing w:after="40"/>
              <w:outlineLvl w:val="1"/>
            </w:pPr>
            <w:sdt>
              <w:sdtPr>
                <w:id w:val="975191141"/>
                <w:placeholder>
                  <w:docPart w:val="E6F07AFD2C334A46BDD29BF83ABE4A01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Heading</w:t>
                </w:r>
              </w:sdtContent>
            </w:sdt>
          </w:p>
          <w:p w:rsidR="00F8354F" w:rsidRDefault="006D7878">
            <w:pPr>
              <w:spacing w:after="40"/>
            </w:pPr>
            <w:sdt>
              <w:sdtPr>
                <w:id w:val="793796526"/>
                <w:placeholder>
                  <w:docPart w:val="074D7483E7C44CAE8E78993D29A1EAAD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To get started right away, just click any placeholder text (such as this) and start typing to replace it with your own.</w:t>
                </w:r>
              </w:sdtContent>
            </w:sdt>
          </w:p>
        </w:tc>
        <w:tc>
          <w:tcPr>
            <w:tcW w:w="3584" w:type="dxa"/>
          </w:tcPr>
          <w:p w:rsidR="00F8354F" w:rsidRDefault="006D7878">
            <w:pPr>
              <w:pStyle w:val="Heading2"/>
              <w:spacing w:after="40"/>
              <w:outlineLvl w:val="1"/>
            </w:pPr>
            <w:sdt>
              <w:sdtPr>
                <w:id w:val="-1548298989"/>
                <w:placeholder>
                  <w:docPart w:val="929ABDFAC6DF43C8ABAC3869C9BEAA6B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Heading</w:t>
                </w:r>
              </w:sdtContent>
            </w:sdt>
          </w:p>
          <w:p w:rsidR="00F8354F" w:rsidRDefault="006D7878">
            <w:pPr>
              <w:spacing w:after="40"/>
            </w:pPr>
            <w:sdt>
              <w:sdtPr>
                <w:id w:val="1940709073"/>
                <w:placeholder>
                  <w:docPart w:val="2BA75ABA57CC460DA6CE6EA6D43A8D3A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Want to insert a picture from your files or add a shape, text box, or table? You got it! On the Insert tab of the ribbon, just tap the option you need.</w:t>
                </w:r>
              </w:sdtContent>
            </w:sdt>
          </w:p>
        </w:tc>
        <w:tc>
          <w:tcPr>
            <w:tcW w:w="3584" w:type="dxa"/>
            <w:tcMar>
              <w:right w:w="0" w:type="dxa"/>
            </w:tcMar>
          </w:tcPr>
          <w:p w:rsidR="00F8354F" w:rsidRDefault="006D7878">
            <w:pPr>
              <w:pStyle w:val="Heading2"/>
              <w:spacing w:after="40"/>
              <w:outlineLvl w:val="1"/>
            </w:pPr>
            <w:sdt>
              <w:sdtPr>
                <w:id w:val="1620335665"/>
                <w:placeholder>
                  <w:docPart w:val="D70A92BE44D749A797248606EEB13B0E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Heading</w:t>
                </w:r>
              </w:sdtContent>
            </w:sdt>
          </w:p>
          <w:p w:rsidR="00F8354F" w:rsidRDefault="006D7878">
            <w:pPr>
              <w:spacing w:after="40"/>
            </w:pPr>
            <w:sdt>
              <w:sdtPr>
                <w:id w:val="224884436"/>
                <w:placeholder>
                  <w:docPart w:val="13EF4C1B69D94610AE705D738502CA62"/>
                </w:placeholder>
                <w:temporary/>
                <w:showingPlcHdr/>
                <w15:appearance w15:val="hidden"/>
              </w:sdtPr>
              <w:sdtEndPr/>
              <w:sdtContent>
                <w:r w:rsidR="00804FC2">
                  <w:t>View and edit this document in Word on your computer, tablet, or phone.</w:t>
                </w:r>
              </w:sdtContent>
            </w:sdt>
          </w:p>
        </w:tc>
      </w:tr>
    </w:tbl>
    <w:p w:rsidR="00F8354F" w:rsidRDefault="00F8354F">
      <w:pPr>
        <w:pStyle w:val="NoSpacing"/>
      </w:pPr>
    </w:p>
    <w:sectPr w:rsidR="00F8354F">
      <w:pgSz w:w="15840" w:h="12240" w:orient="landscape" w:code="1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878" w:rsidRDefault="006D7878">
      <w:pPr>
        <w:spacing w:before="0" w:after="0"/>
      </w:pPr>
      <w:r>
        <w:separator/>
      </w:r>
    </w:p>
  </w:endnote>
  <w:endnote w:type="continuationSeparator" w:id="0">
    <w:p w:rsidR="006D7878" w:rsidRDefault="006D78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panose1 w:val="00000000000000000000"/>
    <w:charset w:val="00"/>
    <w:family w:val="auto"/>
    <w:pitch w:val="variable"/>
    <w:sig w:usb0="A1002AE7" w:usb1="C0000063" w:usb2="00000038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878" w:rsidRDefault="006D7878">
      <w:pPr>
        <w:spacing w:before="0" w:after="0"/>
      </w:pPr>
      <w:r>
        <w:separator/>
      </w:r>
    </w:p>
  </w:footnote>
  <w:footnote w:type="continuationSeparator" w:id="0">
    <w:p w:rsidR="006D7878" w:rsidRDefault="006D787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5/31/2017"/>
    <w:docVar w:name="MonthStart" w:val="5/1/2017"/>
  </w:docVars>
  <w:rsids>
    <w:rsidRoot w:val="00CB39D7"/>
    <w:rsid w:val="000958A4"/>
    <w:rsid w:val="00262469"/>
    <w:rsid w:val="003B46B4"/>
    <w:rsid w:val="00532D2F"/>
    <w:rsid w:val="006D7878"/>
    <w:rsid w:val="007F7A5D"/>
    <w:rsid w:val="00804FC2"/>
    <w:rsid w:val="00A2529E"/>
    <w:rsid w:val="00B74E14"/>
    <w:rsid w:val="00CA55EB"/>
    <w:rsid w:val="00CB39D7"/>
    <w:rsid w:val="00E6043F"/>
    <w:rsid w:val="00EA45F5"/>
    <w:rsid w:val="00F8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EAE560"/>
  <w15:docId w15:val="{36341AA2-3A12-44D7-8EDD-9B0A70EFB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595959" w:themeColor="text1" w:themeTint="A6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7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3" w:unhideWhenUsed="1" w:qFormat="1"/>
    <w:lsdException w:name="Emphasis" w:semiHidden="1" w:uiPriority="13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3" w:unhideWhenUsed="1" w:qFormat="1"/>
    <w:lsdException w:name="Quote" w:semiHidden="1" w:uiPriority="13" w:unhideWhenUsed="1" w:qFormat="1"/>
    <w:lsdException w:name="Intense Quote" w:semiHidden="1" w:uiPriority="13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3" w:unhideWhenUsed="1" w:qFormat="1"/>
    <w:lsdException w:name="Intense Emphasis" w:semiHidden="1" w:uiPriority="13" w:unhideWhenUsed="1" w:qFormat="1"/>
    <w:lsdException w:name="Subtle Reference" w:semiHidden="1" w:uiPriority="13" w:unhideWhenUsed="1" w:qFormat="1"/>
    <w:lsdException w:name="Intense Reference" w:semiHidden="1" w:uiPriority="13" w:unhideWhenUsed="1" w:qFormat="1"/>
    <w:lsdException w:name="Book Title" w:semiHidden="1" w:uiPriority="1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keepNext/>
      <w:keepLines/>
      <w:outlineLvl w:val="0"/>
    </w:pPr>
    <w:rPr>
      <w:rFonts w:asciiTheme="majorHAnsi" w:hAnsiTheme="majorHAnsi"/>
      <w:b/>
      <w:bCs/>
      <w:caps/>
      <w:sz w:val="9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ys">
    <w:name w:val="Days"/>
    <w:basedOn w:val="Normal"/>
    <w:uiPriority w:val="3"/>
    <w:qFormat/>
    <w:pPr>
      <w:jc w:val="center"/>
    </w:pPr>
    <w:rPr>
      <w:b/>
      <w:color w:val="FFFFFF" w:themeColor="background1"/>
      <w:szCs w:val="24"/>
    </w:rPr>
  </w:style>
  <w:style w:type="table" w:customStyle="1" w:styleId="TableCalendar">
    <w:name w:val="Table Calendar"/>
    <w:basedOn w:val="TableNormal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tblPr/>
      <w:tcPr>
        <w:shd w:val="clear" w:color="auto" w:fill="5590CC" w:themeFill="text2"/>
      </w:tcPr>
    </w:tblStylePr>
  </w:style>
  <w:style w:type="paragraph" w:customStyle="1" w:styleId="Dates">
    <w:name w:val="Dates"/>
    <w:basedOn w:val="Normal"/>
    <w:uiPriority w:val="4"/>
    <w:qFormat/>
    <w:pPr>
      <w:spacing w:before="120"/>
      <w:jc w:val="right"/>
    </w:pPr>
  </w:style>
  <w:style w:type="paragraph" w:customStyle="1" w:styleId="Month">
    <w:name w:val="Month"/>
    <w:basedOn w:val="Normal"/>
    <w:uiPriority w:val="1"/>
    <w:qFormat/>
    <w:pPr>
      <w:jc w:val="right"/>
    </w:pPr>
    <w:rPr>
      <w:rFonts w:asciiTheme="majorHAnsi" w:eastAsiaTheme="majorEastAsia" w:hAnsiTheme="majorHAnsi"/>
      <w:b/>
      <w:color w:val="326BA6" w:themeColor="text2" w:themeShade="BF"/>
      <w:sz w:val="96"/>
      <w:szCs w:val="120"/>
    </w:rPr>
  </w:style>
  <w:style w:type="paragraph" w:customStyle="1" w:styleId="Year">
    <w:name w:val="Year"/>
    <w:basedOn w:val="Normal"/>
    <w:uiPriority w:val="2"/>
    <w:qFormat/>
    <w:pPr>
      <w:jc w:val="right"/>
    </w:pPr>
    <w:rPr>
      <w:rFonts w:asciiTheme="majorHAnsi" w:eastAsiaTheme="majorEastAsia" w:hAnsiTheme="majorHAnsi"/>
      <w:b/>
      <w:color w:val="7F7F7F" w:themeColor="text1" w:themeTint="80"/>
      <w:sz w:val="96"/>
      <w:szCs w:val="6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qFormat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Lucida Grande" w:hAnsi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eastAsiaTheme="minorEastAsia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bCs/>
      <w:caps/>
      <w:sz w:val="9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18"/>
      <w:szCs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PlainTable4">
    <w:name w:val="Plain Table 4"/>
    <w:basedOn w:val="TableNormal"/>
    <w:uiPriority w:val="99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orizontal%20calendar%20(Sunday%20start)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5F3F5E670D488AAE32FB453CB15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4C56F3-02AA-478F-9BED-A5706B872E45}"/>
      </w:docPartPr>
      <w:docPartBody>
        <w:p w:rsidR="00A83CB7" w:rsidRDefault="00597BBD">
          <w:pPr>
            <w:pStyle w:val="9B5F3F5E670D488AAE32FB453CB15096"/>
          </w:pPr>
          <w:r>
            <w:t>Sunday</w:t>
          </w:r>
        </w:p>
      </w:docPartBody>
    </w:docPart>
    <w:docPart>
      <w:docPartPr>
        <w:name w:val="6137C2C86251497694AB743AF9212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27B980-C8F7-487F-BF53-94E25B3FE6D7}"/>
      </w:docPartPr>
      <w:docPartBody>
        <w:p w:rsidR="00A83CB7" w:rsidRDefault="00597BBD">
          <w:pPr>
            <w:pStyle w:val="6137C2C86251497694AB743AF9212B6F"/>
          </w:pPr>
          <w:r>
            <w:t>Monday</w:t>
          </w:r>
        </w:p>
      </w:docPartBody>
    </w:docPart>
    <w:docPart>
      <w:docPartPr>
        <w:name w:val="428A1918064040F5A6843E004C7522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239E0-BBC6-433C-BA22-A9550246CC58}"/>
      </w:docPartPr>
      <w:docPartBody>
        <w:p w:rsidR="00A83CB7" w:rsidRDefault="00597BBD">
          <w:pPr>
            <w:pStyle w:val="428A1918064040F5A6843E004C752203"/>
          </w:pPr>
          <w:r>
            <w:t>Tuesday</w:t>
          </w:r>
        </w:p>
      </w:docPartBody>
    </w:docPart>
    <w:docPart>
      <w:docPartPr>
        <w:name w:val="BD97FBEE9D0648DE892A2FBD147EB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52205-CDCF-4E0C-9DFB-C9D2C9738229}"/>
      </w:docPartPr>
      <w:docPartBody>
        <w:p w:rsidR="00A83CB7" w:rsidRDefault="00597BBD">
          <w:pPr>
            <w:pStyle w:val="BD97FBEE9D0648DE892A2FBD147EBDDC"/>
          </w:pPr>
          <w:r>
            <w:t>Wednesday</w:t>
          </w:r>
        </w:p>
      </w:docPartBody>
    </w:docPart>
    <w:docPart>
      <w:docPartPr>
        <w:name w:val="32900AC6ABF5408B8E5C7E6BA2B578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232CE-8D29-4ACB-8534-1725C2A04E16}"/>
      </w:docPartPr>
      <w:docPartBody>
        <w:p w:rsidR="00A83CB7" w:rsidRDefault="00597BBD">
          <w:pPr>
            <w:pStyle w:val="32900AC6ABF5408B8E5C7E6BA2B57801"/>
          </w:pPr>
          <w:r>
            <w:t>Thursday</w:t>
          </w:r>
        </w:p>
      </w:docPartBody>
    </w:docPart>
    <w:docPart>
      <w:docPartPr>
        <w:name w:val="B8E6411B4C2342D38F0661745C039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060A6-AF9E-4ABA-9BF6-411A3C6269E0}"/>
      </w:docPartPr>
      <w:docPartBody>
        <w:p w:rsidR="00A83CB7" w:rsidRDefault="00597BBD">
          <w:pPr>
            <w:pStyle w:val="B8E6411B4C2342D38F0661745C0392A8"/>
          </w:pPr>
          <w:r>
            <w:t>Friday</w:t>
          </w:r>
        </w:p>
      </w:docPartBody>
    </w:docPart>
    <w:docPart>
      <w:docPartPr>
        <w:name w:val="CC258338D1D64FDCB92EA0B505311C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C71D52-D7B7-479E-8AD5-24ABBAABF432}"/>
      </w:docPartPr>
      <w:docPartBody>
        <w:p w:rsidR="00A83CB7" w:rsidRDefault="00597BBD">
          <w:pPr>
            <w:pStyle w:val="CC258338D1D64FDCB92EA0B505311CFB"/>
          </w:pPr>
          <w:r>
            <w:t>Saturday</w:t>
          </w:r>
        </w:p>
      </w:docPartBody>
    </w:docPart>
    <w:docPart>
      <w:docPartPr>
        <w:name w:val="6B95E6202DDA4B09BB05C6ABB12D8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63793-9200-4F9C-9C69-CB42371B7185}"/>
      </w:docPartPr>
      <w:docPartBody>
        <w:p w:rsidR="00A83CB7" w:rsidRDefault="00597BBD">
          <w:pPr>
            <w:pStyle w:val="6B95E6202DDA4B09BB05C6ABB12D87D6"/>
          </w:pPr>
          <w:r>
            <w:t>Events</w:t>
          </w:r>
        </w:p>
      </w:docPartBody>
    </w:docPart>
    <w:docPart>
      <w:docPartPr>
        <w:name w:val="E6F07AFD2C334A46BDD29BF83ABE4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7ABAEA-8AC4-434E-9752-9E2A5DBDB357}"/>
      </w:docPartPr>
      <w:docPartBody>
        <w:p w:rsidR="00A83CB7" w:rsidRDefault="00597BBD">
          <w:pPr>
            <w:pStyle w:val="E6F07AFD2C334A46BDD29BF83ABE4A01"/>
          </w:pPr>
          <w:r>
            <w:t>Heading</w:t>
          </w:r>
        </w:p>
      </w:docPartBody>
    </w:docPart>
    <w:docPart>
      <w:docPartPr>
        <w:name w:val="074D7483E7C44CAE8E78993D29A1E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EEA65-F094-43B8-A46C-01ABF3D21245}"/>
      </w:docPartPr>
      <w:docPartBody>
        <w:p w:rsidR="00A83CB7" w:rsidRDefault="00597BBD">
          <w:pPr>
            <w:pStyle w:val="074D7483E7C44CAE8E78993D29A1EAAD"/>
          </w:pPr>
          <w:r>
            <w:t>To get started right away, just click any placeholder text (such as this) and start typing to replace it with your own.</w:t>
          </w:r>
        </w:p>
      </w:docPartBody>
    </w:docPart>
    <w:docPart>
      <w:docPartPr>
        <w:name w:val="929ABDFAC6DF43C8ABAC3869C9BEAA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CD8EE-AED7-4218-BC24-9809DA49421F}"/>
      </w:docPartPr>
      <w:docPartBody>
        <w:p w:rsidR="00A83CB7" w:rsidRDefault="00597BBD">
          <w:pPr>
            <w:pStyle w:val="929ABDFAC6DF43C8ABAC3869C9BEAA6B"/>
          </w:pPr>
          <w:r>
            <w:t>Heading</w:t>
          </w:r>
        </w:p>
      </w:docPartBody>
    </w:docPart>
    <w:docPart>
      <w:docPartPr>
        <w:name w:val="2BA75ABA57CC460DA6CE6EA6D43A8D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33377-63C1-4880-97C0-060EE523E708}"/>
      </w:docPartPr>
      <w:docPartBody>
        <w:p w:rsidR="00A83CB7" w:rsidRDefault="00597BBD">
          <w:pPr>
            <w:pStyle w:val="2BA75ABA57CC460DA6CE6EA6D43A8D3A"/>
          </w:pPr>
          <w:r>
            <w:t>Want to insert a picture from your files or add a shape, text box, or table? You got it! On the Insert tab of the ribbon, just tap the option you need.</w:t>
          </w:r>
        </w:p>
      </w:docPartBody>
    </w:docPart>
    <w:docPart>
      <w:docPartPr>
        <w:name w:val="D70A92BE44D749A797248606EEB13B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30B181-FE57-412B-A545-9703D2746B0E}"/>
      </w:docPartPr>
      <w:docPartBody>
        <w:p w:rsidR="00A83CB7" w:rsidRDefault="00597BBD">
          <w:pPr>
            <w:pStyle w:val="D70A92BE44D749A797248606EEB13B0E"/>
          </w:pPr>
          <w:r>
            <w:t>Heading</w:t>
          </w:r>
        </w:p>
      </w:docPartBody>
    </w:docPart>
    <w:docPart>
      <w:docPartPr>
        <w:name w:val="13EF4C1B69D94610AE705D738502CA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8442AB-269B-4522-AFB8-EE1ADA18BD07}"/>
      </w:docPartPr>
      <w:docPartBody>
        <w:p w:rsidR="00A83CB7" w:rsidRDefault="00597BBD">
          <w:pPr>
            <w:pStyle w:val="13EF4C1B69D94610AE705D738502CA62"/>
          </w:pPr>
          <w:r>
            <w:t>View and edit this document in Word on your computer, tablet, or phone.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panose1 w:val="00000000000000000000"/>
    <w:charset w:val="00"/>
    <w:family w:val="auto"/>
    <w:pitch w:val="variable"/>
    <w:sig w:usb0="A1002AE7" w:usb1="C0000063" w:usb2="00000038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BBD"/>
    <w:rsid w:val="002262F4"/>
    <w:rsid w:val="00597BBD"/>
    <w:rsid w:val="00A8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B5F3F5E670D488AAE32FB453CB15096">
    <w:name w:val="9B5F3F5E670D488AAE32FB453CB15096"/>
  </w:style>
  <w:style w:type="paragraph" w:customStyle="1" w:styleId="6137C2C86251497694AB743AF9212B6F">
    <w:name w:val="6137C2C86251497694AB743AF9212B6F"/>
  </w:style>
  <w:style w:type="paragraph" w:customStyle="1" w:styleId="428A1918064040F5A6843E004C752203">
    <w:name w:val="428A1918064040F5A6843E004C752203"/>
  </w:style>
  <w:style w:type="paragraph" w:customStyle="1" w:styleId="BD97FBEE9D0648DE892A2FBD147EBDDC">
    <w:name w:val="BD97FBEE9D0648DE892A2FBD147EBDDC"/>
  </w:style>
  <w:style w:type="paragraph" w:customStyle="1" w:styleId="32900AC6ABF5408B8E5C7E6BA2B57801">
    <w:name w:val="32900AC6ABF5408B8E5C7E6BA2B57801"/>
  </w:style>
  <w:style w:type="paragraph" w:customStyle="1" w:styleId="B8E6411B4C2342D38F0661745C0392A8">
    <w:name w:val="B8E6411B4C2342D38F0661745C0392A8"/>
  </w:style>
  <w:style w:type="paragraph" w:customStyle="1" w:styleId="CC258338D1D64FDCB92EA0B505311CFB">
    <w:name w:val="CC258338D1D64FDCB92EA0B505311CFB"/>
  </w:style>
  <w:style w:type="paragraph" w:customStyle="1" w:styleId="6B95E6202DDA4B09BB05C6ABB12D87D6">
    <w:name w:val="6B95E6202DDA4B09BB05C6ABB12D87D6"/>
  </w:style>
  <w:style w:type="paragraph" w:customStyle="1" w:styleId="E6F07AFD2C334A46BDD29BF83ABE4A01">
    <w:name w:val="E6F07AFD2C334A46BDD29BF83ABE4A01"/>
  </w:style>
  <w:style w:type="paragraph" w:customStyle="1" w:styleId="074D7483E7C44CAE8E78993D29A1EAAD">
    <w:name w:val="074D7483E7C44CAE8E78993D29A1EAAD"/>
  </w:style>
  <w:style w:type="paragraph" w:customStyle="1" w:styleId="929ABDFAC6DF43C8ABAC3869C9BEAA6B">
    <w:name w:val="929ABDFAC6DF43C8ABAC3869C9BEAA6B"/>
  </w:style>
  <w:style w:type="paragraph" w:customStyle="1" w:styleId="2BA75ABA57CC460DA6CE6EA6D43A8D3A">
    <w:name w:val="2BA75ABA57CC460DA6CE6EA6D43A8D3A"/>
  </w:style>
  <w:style w:type="paragraph" w:customStyle="1" w:styleId="D70A92BE44D749A797248606EEB13B0E">
    <w:name w:val="D70A92BE44D749A797248606EEB13B0E"/>
  </w:style>
  <w:style w:type="paragraph" w:customStyle="1" w:styleId="13EF4C1B69D94610AE705D738502CA62">
    <w:name w:val="13EF4C1B69D94610AE705D738502CA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Sky">
  <a:themeElements>
    <a:clrScheme name="Calendar">
      <a:dk1>
        <a:sysClr val="windowText" lastClr="000000"/>
      </a:dk1>
      <a:lt1>
        <a:sysClr val="window" lastClr="FFFFFF"/>
      </a:lt1>
      <a:dk2>
        <a:srgbClr val="5590CC"/>
      </a:dk2>
      <a:lt2>
        <a:srgbClr val="F7F7F7"/>
      </a:lt2>
      <a:accent1>
        <a:srgbClr val="073779"/>
      </a:accent1>
      <a:accent2>
        <a:srgbClr val="8FD9FB"/>
      </a:accent2>
      <a:accent3>
        <a:srgbClr val="FFCC00"/>
      </a:accent3>
      <a:accent4>
        <a:srgbClr val="EB6615"/>
      </a:accent4>
      <a:accent5>
        <a:srgbClr val="C76402"/>
      </a:accent5>
      <a:accent6>
        <a:srgbClr val="B523B4"/>
      </a:accent6>
      <a:hlink>
        <a:srgbClr val="FFDE26"/>
      </a:hlink>
      <a:folHlink>
        <a:srgbClr val="DEBE0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Sky">
      <a:fillStyleLst>
        <a:solidFill>
          <a:schemeClr val="phClr"/>
        </a:solidFill>
        <a:solidFill>
          <a:schemeClr val="phClr">
            <a:alpha val="50000"/>
          </a:schemeClr>
        </a:solidFill>
        <a:gradFill rotWithShape="1">
          <a:gsLst>
            <a:gs pos="0">
              <a:schemeClr val="phClr">
                <a:shade val="30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4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63500" dir="3000000" algn="br" rotWithShape="0">
              <a:srgbClr val="000000">
                <a:alpha val="35000"/>
              </a:srgbClr>
            </a:outerShdw>
          </a:effectLst>
        </a:effectStyle>
        <a:effectStyle>
          <a:effectLst>
            <a:innerShdw blurRad="50800" dist="25400" dir="6600000">
              <a:srgbClr val="000000">
                <a:alpha val="50000"/>
              </a:srgbClr>
            </a:innerShdw>
            <a:reflection blurRad="12700" stA="26000" endPos="28000" dist="38100" dir="5400000" sy="-100000" rotWithShape="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40000"/>
                <a:lumMod val="105000"/>
              </a:schemeClr>
            </a:gs>
            <a:gs pos="100000">
              <a:schemeClr val="phClr">
                <a:shade val="20000"/>
                <a:satMod val="250000"/>
                <a:lumMod val="110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82E0E-C402-47BC-A561-262F2D067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Horizontal calendar (Sunday start).dotm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2017-04-10T10:18:00Z</dcterms:created>
  <dcterms:modified xsi:type="dcterms:W3CDTF">2017-04-10T10:18:00Z</dcterms:modified>
  <cp:category/>
</cp:coreProperties>
</file>