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68DB" w:rsidRDefault="000768DB" w:rsidP="001F2472">
      <w:pPr>
        <w:pStyle w:val="Heading1"/>
        <w:jc w:val="left"/>
      </w:pPr>
    </w:p>
    <w:p w:rsidR="00071F53" w:rsidRDefault="001F2472" w:rsidP="001F2472">
      <w:pPr>
        <w:pStyle w:val="Heading1"/>
        <w:jc w:val="left"/>
      </w:pPr>
      <w:r>
        <w:t>Presentation Evaluation &amp; Feedback Form</w:t>
      </w:r>
    </w:p>
    <w:p w:rsidR="00071F53" w:rsidRPr="001F2472" w:rsidRDefault="001F2472" w:rsidP="001F2472">
      <w:pPr>
        <w:pStyle w:val="Heading2"/>
        <w:jc w:val="left"/>
        <w:rPr>
          <w:sz w:val="22"/>
        </w:rPr>
      </w:pPr>
      <w:r w:rsidRPr="001F2472">
        <w:rPr>
          <w:sz w:val="22"/>
        </w:rPr>
        <w:t>[Company Name]</w:t>
      </w:r>
    </w:p>
    <w:p w:rsidR="00071F53" w:rsidRDefault="00811C89" w:rsidP="001F2472">
      <w:pPr>
        <w:pStyle w:val="Contactinfo"/>
        <w:spacing w:before="0"/>
        <w:jc w:val="left"/>
      </w:pPr>
      <w:sdt>
        <w:sdtPr>
          <w:id w:val="-785111143"/>
          <w:placeholder>
            <w:docPart w:val="457261B8CC464BAD90B51DF41C473A5C"/>
          </w:placeholder>
          <w:temporary/>
          <w:showingPlcHdr/>
          <w15:appearance w15:val="hidden"/>
        </w:sdtPr>
        <w:sdtEndPr/>
        <w:sdtContent>
          <w:r w:rsidR="008956C4">
            <w:t>[Street Address]</w:t>
          </w:r>
        </w:sdtContent>
      </w:sdt>
      <w:r w:rsidR="001F2472">
        <w:t xml:space="preserve"> </w:t>
      </w:r>
      <w:sdt>
        <w:sdtPr>
          <w:id w:val="463090678"/>
          <w:placeholder>
            <w:docPart w:val="F34AF07805AF4D97826F5CD46E657385"/>
          </w:placeholder>
          <w:temporary/>
          <w:showingPlcHdr/>
          <w15:appearance w15:val="hidden"/>
        </w:sdtPr>
        <w:sdtEndPr/>
        <w:sdtContent>
          <w:r w:rsidR="008956C4">
            <w:t>[City, ST  ZIP Code]</w:t>
          </w:r>
        </w:sdtContent>
      </w:sdt>
      <w:r w:rsidR="001F2472">
        <w:t xml:space="preserve"> </w:t>
      </w:r>
      <w:sdt>
        <w:sdtPr>
          <w:id w:val="-1434277661"/>
          <w:placeholder>
            <w:docPart w:val="0B58ACD0D3094F9A8E4135A1CB2BCC9D"/>
          </w:placeholder>
          <w:temporary/>
          <w:showingPlcHdr/>
          <w15:appearance w15:val="hidden"/>
        </w:sdtPr>
        <w:sdtEndPr/>
        <w:sdtContent>
          <w:r w:rsidR="008956C4">
            <w:t>[Phone]</w:t>
          </w:r>
        </w:sdtContent>
      </w:sdt>
      <w:r w:rsidR="008956C4">
        <w:t xml:space="preserve"> | f </w:t>
      </w:r>
      <w:sdt>
        <w:sdtPr>
          <w:id w:val="1843578452"/>
          <w:placeholder>
            <w:docPart w:val="5A5EC9CB245D4FA9BB449C8B9AA18B2B"/>
          </w:placeholder>
          <w:temporary/>
          <w:showingPlcHdr/>
          <w15:appearance w15:val="hidden"/>
        </w:sdtPr>
        <w:sdtEndPr/>
        <w:sdtContent>
          <w:r w:rsidR="008956C4">
            <w:t>[Fax]</w:t>
          </w:r>
        </w:sdtContent>
      </w:sdt>
      <w:r w:rsidR="008956C4">
        <w:t xml:space="preserve"> | </w:t>
      </w:r>
      <w:sdt>
        <w:sdtPr>
          <w:id w:val="-338240281"/>
          <w:placeholder>
            <w:docPart w:val="6F05779BF94447D7BB86920DFF418D98"/>
          </w:placeholder>
          <w:temporary/>
          <w:showingPlcHdr/>
          <w15:appearance w15:val="hidden"/>
        </w:sdtPr>
        <w:sdtEndPr/>
        <w:sdtContent>
          <w:r w:rsidR="008956C4">
            <w:t>[Website]</w:t>
          </w:r>
        </w:sdtContent>
      </w:sdt>
      <w:r w:rsidR="008956C4">
        <w:t xml:space="preserve"> | </w:t>
      </w:r>
      <w:sdt>
        <w:sdtPr>
          <w:id w:val="-106439846"/>
          <w:placeholder>
            <w:docPart w:val="C8426F104A9A4041ADC7D61BAF4DF8F0"/>
          </w:placeholder>
          <w:temporary/>
          <w:showingPlcHdr/>
          <w15:appearance w15:val="hidden"/>
        </w:sdtPr>
        <w:sdtEndPr/>
        <w:sdtContent>
          <w:r w:rsidR="008956C4">
            <w:t>[Email]</w:t>
          </w:r>
        </w:sdtContent>
      </w:sdt>
    </w:p>
    <w:p w:rsidR="005A7B74" w:rsidRDefault="005A7B74" w:rsidP="005A7B74">
      <w:r>
        <w:t>Scale: [Strongly agree] [Agree] [Neutral] [Disagree] [Strongly disagree]</w:t>
      </w:r>
    </w:p>
    <w:tbl>
      <w:tblPr>
        <w:tblStyle w:val="GridTable1Light-Accent1"/>
        <w:tblW w:w="5000" w:type="pct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20" w:firstRow="1" w:lastRow="0" w:firstColumn="0" w:lastColumn="0" w:noHBand="0" w:noVBand="1"/>
        <w:tblDescription w:val="Contact information"/>
      </w:tblPr>
      <w:tblGrid>
        <w:gridCol w:w="2181"/>
        <w:gridCol w:w="8619"/>
      </w:tblGrid>
      <w:tr w:rsidR="00071F53" w:rsidTr="001F24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tcW w:w="2181" w:type="dxa"/>
            <w:tcBorders>
              <w:bottom w:val="single" w:sz="4" w:space="0" w:color="4F81BD" w:themeColor="accent1"/>
            </w:tcBorders>
          </w:tcPr>
          <w:p w:rsidR="00071F53" w:rsidRDefault="001F2472">
            <w:pPr>
              <w:pStyle w:val="Heading3"/>
              <w:outlineLvl w:val="2"/>
            </w:pPr>
            <w:bookmarkStart w:id="0" w:name="_GoBack"/>
            <w:bookmarkEnd w:id="0"/>
            <w:r>
              <w:t xml:space="preserve">Presenter </w:t>
            </w:r>
            <w:r w:rsidR="008956C4">
              <w:t>Name</w:t>
            </w:r>
          </w:p>
        </w:tc>
        <w:tc>
          <w:tcPr>
            <w:tcW w:w="8619" w:type="dxa"/>
            <w:tcBorders>
              <w:bottom w:val="single" w:sz="4" w:space="0" w:color="4F81BD" w:themeColor="accent1"/>
            </w:tcBorders>
          </w:tcPr>
          <w:p w:rsidR="00071F53" w:rsidRDefault="001F2472">
            <w:r>
              <w:t>[INSERT NAME HERE]</w:t>
            </w:r>
          </w:p>
        </w:tc>
      </w:tr>
      <w:tr w:rsidR="00071F53" w:rsidTr="001F2472">
        <w:trPr>
          <w:jc w:val="center"/>
        </w:trPr>
        <w:tc>
          <w:tcPr>
            <w:tcW w:w="2181" w:type="dxa"/>
            <w:tcBorders>
              <w:top w:val="single" w:sz="4" w:space="0" w:color="4F81BD" w:themeColor="accent1"/>
            </w:tcBorders>
          </w:tcPr>
          <w:p w:rsidR="00071F53" w:rsidRDefault="001F2472">
            <w:pPr>
              <w:pStyle w:val="Heading3"/>
              <w:outlineLvl w:val="2"/>
            </w:pPr>
            <w:r>
              <w:t>Title of Presentation</w:t>
            </w:r>
          </w:p>
        </w:tc>
        <w:tc>
          <w:tcPr>
            <w:tcW w:w="8619" w:type="dxa"/>
            <w:tcBorders>
              <w:top w:val="single" w:sz="4" w:space="0" w:color="4F81BD" w:themeColor="accent1"/>
            </w:tcBorders>
          </w:tcPr>
          <w:p w:rsidR="00071F53" w:rsidRDefault="001F2472">
            <w:r>
              <w:t>[PRESENTATION TITLE]</w:t>
            </w:r>
          </w:p>
        </w:tc>
      </w:tr>
      <w:tr w:rsidR="00071F53" w:rsidTr="001F2472">
        <w:trPr>
          <w:jc w:val="center"/>
        </w:trPr>
        <w:tc>
          <w:tcPr>
            <w:tcW w:w="2181" w:type="dxa"/>
          </w:tcPr>
          <w:p w:rsidR="00071F53" w:rsidRDefault="001F2472">
            <w:pPr>
              <w:pStyle w:val="Heading3"/>
              <w:outlineLvl w:val="2"/>
            </w:pPr>
            <w:r>
              <w:t>Topic</w:t>
            </w:r>
          </w:p>
        </w:tc>
        <w:tc>
          <w:tcPr>
            <w:tcW w:w="8619" w:type="dxa"/>
          </w:tcPr>
          <w:p w:rsidR="00071F53" w:rsidRDefault="001F2472">
            <w:r>
              <w:t>[TOPIC]</w:t>
            </w:r>
          </w:p>
        </w:tc>
      </w:tr>
      <w:tr w:rsidR="00071F53" w:rsidTr="001F2472">
        <w:trPr>
          <w:jc w:val="center"/>
        </w:trPr>
        <w:tc>
          <w:tcPr>
            <w:tcW w:w="2181" w:type="dxa"/>
          </w:tcPr>
          <w:p w:rsidR="00071F53" w:rsidRDefault="001F2472">
            <w:pPr>
              <w:pStyle w:val="Heading3"/>
              <w:outlineLvl w:val="2"/>
            </w:pPr>
            <w:r>
              <w:t>Date</w:t>
            </w:r>
          </w:p>
        </w:tc>
        <w:tc>
          <w:tcPr>
            <w:tcW w:w="8619" w:type="dxa"/>
          </w:tcPr>
          <w:p w:rsidR="00071F53" w:rsidRDefault="001F2472">
            <w:r>
              <w:t>[MM/DD/YY]</w:t>
            </w:r>
          </w:p>
        </w:tc>
      </w:tr>
      <w:tr w:rsidR="00071F53" w:rsidTr="001F2472">
        <w:trPr>
          <w:jc w:val="center"/>
        </w:trPr>
        <w:tc>
          <w:tcPr>
            <w:tcW w:w="2181" w:type="dxa"/>
            <w:tcBorders>
              <w:bottom w:val="single" w:sz="18" w:space="0" w:color="4F81BD" w:themeColor="accent1"/>
            </w:tcBorders>
          </w:tcPr>
          <w:p w:rsidR="00071F53" w:rsidRDefault="001F2472">
            <w:pPr>
              <w:pStyle w:val="Heading3"/>
              <w:outlineLvl w:val="2"/>
            </w:pPr>
            <w:r>
              <w:t>Evaluator</w:t>
            </w:r>
          </w:p>
        </w:tc>
        <w:tc>
          <w:tcPr>
            <w:tcW w:w="8619" w:type="dxa"/>
            <w:tcBorders>
              <w:bottom w:val="single" w:sz="18" w:space="0" w:color="4F81BD" w:themeColor="accent1"/>
            </w:tcBorders>
          </w:tcPr>
          <w:p w:rsidR="00071F53" w:rsidRDefault="001F2472">
            <w:r>
              <w:t>[Faculty]  [Fellow] [Resident] [Other]</w:t>
            </w:r>
          </w:p>
        </w:tc>
      </w:tr>
    </w:tbl>
    <w:p w:rsidR="000768DB" w:rsidRPr="000768DB" w:rsidRDefault="000768DB">
      <w:pPr>
        <w:rPr>
          <w:b/>
          <w:sz w:val="26"/>
        </w:rPr>
      </w:pPr>
      <w:r w:rsidRPr="000768DB">
        <w:rPr>
          <w:b/>
          <w:sz w:val="26"/>
        </w:rPr>
        <w:t>EVALUATION</w:t>
      </w:r>
    </w:p>
    <w:p w:rsidR="00071F53" w:rsidRPr="008170A5" w:rsidRDefault="008170A5" w:rsidP="000768DB">
      <w:pPr>
        <w:pStyle w:val="Heading3"/>
      </w:pPr>
      <w:r w:rsidRPr="008170A5">
        <w:t>Quality of Presentation</w:t>
      </w:r>
    </w:p>
    <w:tbl>
      <w:tblPr>
        <w:tblStyle w:val="GridTable1Light-Accent1"/>
        <w:tblW w:w="5000" w:type="pct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600" w:firstRow="0" w:lastRow="0" w:firstColumn="0" w:lastColumn="0" w:noHBand="1" w:noVBand="1"/>
        <w:tblDescription w:val="Survey questions"/>
      </w:tblPr>
      <w:tblGrid>
        <w:gridCol w:w="8370"/>
        <w:gridCol w:w="2430"/>
      </w:tblGrid>
      <w:tr w:rsidR="00071F53" w:rsidTr="00071F53">
        <w:tc>
          <w:tcPr>
            <w:tcW w:w="8370" w:type="dxa"/>
          </w:tcPr>
          <w:p w:rsidR="00071F53" w:rsidRDefault="008170A5" w:rsidP="008170A5">
            <w:r>
              <w:t>Well Prepared, convincing, persuading</w:t>
            </w:r>
          </w:p>
        </w:tc>
        <w:tc>
          <w:tcPr>
            <w:tcW w:w="2430" w:type="dxa"/>
          </w:tcPr>
          <w:sdt>
            <w:sdtPr>
              <w:alias w:val="Rate questions on a scale of 1 - 5"/>
              <w:tag w:val="Rate questions on a scale of 1 - 5"/>
              <w:id w:val="115336679"/>
              <w:placeholder>
                <w:docPart w:val="AB33559F9F68428F8ECF9254BBC564BB"/>
              </w:placeholder>
              <w:showingPlcHdr/>
              <w:dropDownList>
                <w:listItem w:value="Choose an item."/>
                <w:listItem w:displayText="1 | Strongly agree" w:value="1 | Strongly agree"/>
                <w:listItem w:displayText="2 | Agree" w:value="2 | Agree"/>
                <w:listItem w:displayText="3 | Neutral" w:value="3 | Neutral"/>
                <w:listItem w:displayText="4 | Disagree" w:value="4 | Disagree"/>
                <w:listItem w:displayText="5 | Strongly disagree" w:value="5 | Strongly disagree"/>
              </w:dropDownList>
            </w:sdtPr>
            <w:sdtEndPr/>
            <w:sdtContent>
              <w:p w:rsidR="00071F53" w:rsidRDefault="008956C4">
                <w:pPr>
                  <w:rPr>
                    <w:kern w:val="0"/>
                    <w14:ligatures w14:val="none"/>
                  </w:rPr>
                </w:pPr>
                <w:r>
                  <w:t>Choose an item.</w:t>
                </w:r>
              </w:p>
            </w:sdtContent>
          </w:sdt>
        </w:tc>
      </w:tr>
      <w:tr w:rsidR="00071F53" w:rsidTr="00071F53">
        <w:tc>
          <w:tcPr>
            <w:tcW w:w="8370" w:type="dxa"/>
          </w:tcPr>
          <w:p w:rsidR="00071F53" w:rsidRDefault="008170A5" w:rsidP="008170A5">
            <w:r>
              <w:t>Organization - logical order and transitions</w:t>
            </w:r>
          </w:p>
        </w:tc>
        <w:tc>
          <w:tcPr>
            <w:tcW w:w="2430" w:type="dxa"/>
          </w:tcPr>
          <w:sdt>
            <w:sdtPr>
              <w:alias w:val="Rate questions on a scale of 1 - 5"/>
              <w:tag w:val="Rate questions on a scale of 1 - 5"/>
              <w:id w:val="703758314"/>
              <w:placeholder>
                <w:docPart w:val="65BB519BDEA5461B8C4AF344EC99A162"/>
              </w:placeholder>
              <w:showingPlcHdr/>
              <w:dropDownList>
                <w:listItem w:value="Choose an item."/>
                <w:listItem w:displayText="1 | Strongly agree" w:value="1 | Strongly agree"/>
                <w:listItem w:displayText="2 | Agree" w:value="2 | Agree"/>
                <w:listItem w:displayText="3 | Neutral" w:value="3 | Neutral"/>
                <w:listItem w:displayText="4 | Disagree" w:value="4 | Disagree"/>
                <w:listItem w:displayText="5 | Strongly disagree" w:value="5 | Strongly disagree"/>
              </w:dropDownList>
            </w:sdtPr>
            <w:sdtEndPr/>
            <w:sdtContent>
              <w:p w:rsidR="00071F53" w:rsidRDefault="008956C4">
                <w:r>
                  <w:rPr>
                    <w:rStyle w:val="PlaceholderText"/>
                    <w:color w:val="auto"/>
                  </w:rPr>
                  <w:t>Choose an item.</w:t>
                </w:r>
              </w:p>
            </w:sdtContent>
          </w:sdt>
        </w:tc>
      </w:tr>
      <w:tr w:rsidR="00071F53" w:rsidTr="00071F53">
        <w:tc>
          <w:tcPr>
            <w:tcW w:w="8370" w:type="dxa"/>
          </w:tcPr>
          <w:p w:rsidR="00071F53" w:rsidRDefault="008170A5" w:rsidP="008170A5">
            <w:r>
              <w:t>Focused on important issues</w:t>
            </w:r>
          </w:p>
        </w:tc>
        <w:tc>
          <w:tcPr>
            <w:tcW w:w="2430" w:type="dxa"/>
          </w:tcPr>
          <w:sdt>
            <w:sdtPr>
              <w:alias w:val="Rate questions on a scale of 1 - 5"/>
              <w:tag w:val="Rate questions on a scale of 1 - 5"/>
              <w:id w:val="813215720"/>
              <w:placeholder>
                <w:docPart w:val="65BB519BDEA5461B8C4AF344EC99A162"/>
              </w:placeholder>
              <w:showingPlcHdr/>
              <w:dropDownList>
                <w:listItem w:value="Choose an item."/>
                <w:listItem w:displayText="1 | Strongly agree" w:value="1 | Strongly agree"/>
                <w:listItem w:displayText="2 | Agree" w:value="2 | Agree"/>
                <w:listItem w:displayText="3 | Neutral" w:value="3 | Neutral"/>
                <w:listItem w:displayText="4 | Disagree" w:value="4 | Disagree"/>
                <w:listItem w:displayText="5 | Strongly disagree" w:value="5 | Strongly disagree"/>
              </w:dropDownList>
            </w:sdtPr>
            <w:sdtEndPr/>
            <w:sdtContent>
              <w:p w:rsidR="00071F53" w:rsidRDefault="008956C4">
                <w:pPr>
                  <w:rPr>
                    <w:kern w:val="0"/>
                    <w14:ligatures w14:val="none"/>
                  </w:rPr>
                </w:pPr>
                <w:r>
                  <w:rPr>
                    <w:rStyle w:val="PlaceholderText"/>
                    <w:color w:val="auto"/>
                  </w:rPr>
                  <w:t>Choose an item.</w:t>
                </w:r>
              </w:p>
            </w:sdtContent>
          </w:sdt>
        </w:tc>
      </w:tr>
      <w:tr w:rsidR="00071F53" w:rsidTr="00071F53">
        <w:tc>
          <w:tcPr>
            <w:tcW w:w="8370" w:type="dxa"/>
          </w:tcPr>
          <w:p w:rsidR="00071F53" w:rsidRDefault="008170A5" w:rsidP="008170A5">
            <w:r>
              <w:t>Demonstrated knowledge</w:t>
            </w:r>
          </w:p>
        </w:tc>
        <w:tc>
          <w:tcPr>
            <w:tcW w:w="2430" w:type="dxa"/>
          </w:tcPr>
          <w:sdt>
            <w:sdtPr>
              <w:alias w:val="Rate questions on a scale of 1 - 5"/>
              <w:tag w:val="Rate questions on a scale of 1 - 5"/>
              <w:id w:val="-1324817391"/>
              <w:placeholder>
                <w:docPart w:val="65BB519BDEA5461B8C4AF344EC99A162"/>
              </w:placeholder>
              <w:showingPlcHdr/>
              <w:dropDownList>
                <w:listItem w:value="Choose an item."/>
                <w:listItem w:displayText="1 | Strongly agree" w:value="1 | Strongly agree"/>
                <w:listItem w:displayText="2 | Agree" w:value="2 | Agree"/>
                <w:listItem w:displayText="3 | Neutral" w:value="3 | Neutral"/>
                <w:listItem w:displayText="4 | Disagree" w:value="4 | Disagree"/>
                <w:listItem w:displayText="5 | Strongly disagree" w:value="5 | Strongly disagree"/>
              </w:dropDownList>
            </w:sdtPr>
            <w:sdtEndPr/>
            <w:sdtContent>
              <w:p w:rsidR="00071F53" w:rsidRDefault="008956C4">
                <w:r>
                  <w:rPr>
                    <w:rStyle w:val="PlaceholderText"/>
                    <w:color w:val="auto"/>
                  </w:rPr>
                  <w:t>Choose an item.</w:t>
                </w:r>
              </w:p>
            </w:sdtContent>
          </w:sdt>
        </w:tc>
      </w:tr>
      <w:tr w:rsidR="00071F53" w:rsidTr="00071F53">
        <w:tc>
          <w:tcPr>
            <w:tcW w:w="8370" w:type="dxa"/>
          </w:tcPr>
          <w:p w:rsidR="00071F53" w:rsidRDefault="008170A5" w:rsidP="008170A5">
            <w:r>
              <w:t>Good use of time – ended on time.</w:t>
            </w:r>
          </w:p>
        </w:tc>
        <w:tc>
          <w:tcPr>
            <w:tcW w:w="2430" w:type="dxa"/>
          </w:tcPr>
          <w:sdt>
            <w:sdtPr>
              <w:alias w:val="Rate questions on a scale of 1 - 5"/>
              <w:tag w:val="Rate questions on a scale of 1 - 5"/>
              <w:id w:val="-1238398142"/>
              <w:placeholder>
                <w:docPart w:val="65BB519BDEA5461B8C4AF344EC99A162"/>
              </w:placeholder>
              <w:showingPlcHdr/>
              <w:dropDownList>
                <w:listItem w:value="Choose an item."/>
                <w:listItem w:displayText="1 | Strongly agree" w:value="1 | Strongly agree"/>
                <w:listItem w:displayText="2 | Agree" w:value="2 | Agree"/>
                <w:listItem w:displayText="3 | Neutral" w:value="3 | Neutral"/>
                <w:listItem w:displayText="4 | Disagree" w:value="4 | Disagree"/>
                <w:listItem w:displayText="5 | Strongly disagree" w:value="5 | Strongly disagree"/>
              </w:dropDownList>
            </w:sdtPr>
            <w:sdtEndPr/>
            <w:sdtContent>
              <w:p w:rsidR="00071F53" w:rsidRDefault="008956C4">
                <w:pPr>
                  <w:rPr>
                    <w:kern w:val="0"/>
                    <w14:ligatures w14:val="none"/>
                  </w:rPr>
                </w:pPr>
                <w:r>
                  <w:rPr>
                    <w:rStyle w:val="PlaceholderText"/>
                    <w:color w:val="auto"/>
                  </w:rPr>
                  <w:t>Choose an item.</w:t>
                </w:r>
              </w:p>
            </w:sdtContent>
          </w:sdt>
        </w:tc>
      </w:tr>
      <w:tr w:rsidR="00071F53" w:rsidTr="00071F53">
        <w:tc>
          <w:tcPr>
            <w:tcW w:w="8370" w:type="dxa"/>
          </w:tcPr>
          <w:p w:rsidR="00071F53" w:rsidRDefault="008170A5" w:rsidP="008170A5">
            <w:r>
              <w:t>Faced the audience, no reading from screen</w:t>
            </w:r>
          </w:p>
        </w:tc>
        <w:tc>
          <w:tcPr>
            <w:tcW w:w="2430" w:type="dxa"/>
          </w:tcPr>
          <w:sdt>
            <w:sdtPr>
              <w:alias w:val="Rate questions on a scale of 1 - 5"/>
              <w:tag w:val="Rate questions on a scale of 1 - 5"/>
              <w:id w:val="-1731071416"/>
              <w:placeholder>
                <w:docPart w:val="65BB519BDEA5461B8C4AF344EC99A162"/>
              </w:placeholder>
              <w:showingPlcHdr/>
              <w:dropDownList>
                <w:listItem w:value="Choose an item."/>
                <w:listItem w:displayText="1 | Strongly agree" w:value="1 | Strongly agree"/>
                <w:listItem w:displayText="2 | Agree" w:value="2 | Agree"/>
                <w:listItem w:displayText="3 | Neutral" w:value="3 | Neutral"/>
                <w:listItem w:displayText="4 | Disagree" w:value="4 | Disagree"/>
                <w:listItem w:displayText="5 | Strongly disagree" w:value="5 | Strongly disagree"/>
              </w:dropDownList>
            </w:sdtPr>
            <w:sdtEndPr/>
            <w:sdtContent>
              <w:p w:rsidR="00071F53" w:rsidRDefault="008956C4">
                <w:pPr>
                  <w:rPr>
                    <w:kern w:val="0"/>
                    <w14:ligatures w14:val="none"/>
                  </w:rPr>
                </w:pPr>
                <w:r>
                  <w:rPr>
                    <w:rStyle w:val="PlaceholderText"/>
                    <w:color w:val="auto"/>
                  </w:rPr>
                  <w:t>Choose an item.</w:t>
                </w:r>
              </w:p>
            </w:sdtContent>
          </w:sdt>
        </w:tc>
      </w:tr>
      <w:tr w:rsidR="00071F53" w:rsidTr="00071F53">
        <w:tc>
          <w:tcPr>
            <w:tcW w:w="8370" w:type="dxa"/>
          </w:tcPr>
          <w:p w:rsidR="00071F53" w:rsidRDefault="008170A5" w:rsidP="008170A5">
            <w:r>
              <w:t>Adequate level of detail</w:t>
            </w:r>
            <w:r w:rsidR="00C94F43">
              <w:t xml:space="preserve"> and answering the questions</w:t>
            </w:r>
          </w:p>
        </w:tc>
        <w:tc>
          <w:tcPr>
            <w:tcW w:w="2430" w:type="dxa"/>
          </w:tcPr>
          <w:sdt>
            <w:sdtPr>
              <w:alias w:val="Rate questions on a scale of 1 - 5"/>
              <w:tag w:val="Rate questions on a scale of 1 - 5"/>
              <w:id w:val="475501849"/>
              <w:placeholder>
                <w:docPart w:val="65BB519BDEA5461B8C4AF344EC99A162"/>
              </w:placeholder>
              <w:showingPlcHdr/>
              <w:dropDownList>
                <w:listItem w:value="Choose an item."/>
                <w:listItem w:displayText="1 | Strongly agree" w:value="1 | Strongly agree"/>
                <w:listItem w:displayText="2 | Agree" w:value="2 | Agree"/>
                <w:listItem w:displayText="3 | Neutral" w:value="3 | Neutral"/>
                <w:listItem w:displayText="4 | Disagree" w:value="4 | Disagree"/>
                <w:listItem w:displayText="5 | Strongly disagree" w:value="5 | Strongly disagree"/>
              </w:dropDownList>
            </w:sdtPr>
            <w:sdtEndPr/>
            <w:sdtContent>
              <w:p w:rsidR="00071F53" w:rsidRDefault="008956C4">
                <w:pPr>
                  <w:rPr>
                    <w:kern w:val="0"/>
                    <w14:ligatures w14:val="none"/>
                  </w:rPr>
                </w:pPr>
                <w:r>
                  <w:rPr>
                    <w:rStyle w:val="PlaceholderText"/>
                    <w:color w:val="auto"/>
                  </w:rPr>
                  <w:t>Choose an item.</w:t>
                </w:r>
              </w:p>
            </w:sdtContent>
          </w:sdt>
        </w:tc>
      </w:tr>
      <w:tr w:rsidR="00071F53" w:rsidTr="00071F53">
        <w:tc>
          <w:tcPr>
            <w:tcW w:w="8370" w:type="dxa"/>
          </w:tcPr>
          <w:p w:rsidR="00071F53" w:rsidRDefault="008170A5" w:rsidP="008170A5">
            <w:r>
              <w:t>Lively &amp; Interesting</w:t>
            </w:r>
          </w:p>
        </w:tc>
        <w:tc>
          <w:tcPr>
            <w:tcW w:w="2430" w:type="dxa"/>
          </w:tcPr>
          <w:sdt>
            <w:sdtPr>
              <w:alias w:val="Rate questions on a scale of 1 - 5"/>
              <w:tag w:val="Rate questions on a scale of 1 - 5"/>
              <w:id w:val="791020744"/>
              <w:placeholder>
                <w:docPart w:val="65BB519BDEA5461B8C4AF344EC99A162"/>
              </w:placeholder>
              <w:showingPlcHdr/>
              <w:dropDownList>
                <w:listItem w:value="Choose an item."/>
                <w:listItem w:displayText="1 | Strongly agree" w:value="1 | Strongly agree"/>
                <w:listItem w:displayText="2 | Agree" w:value="2 | Agree"/>
                <w:listItem w:displayText="3 | Neutral" w:value="3 | Neutral"/>
                <w:listItem w:displayText="4 | Disagree" w:value="4 | Disagree"/>
                <w:listItem w:displayText="5 | Strongly disagree" w:value="5 | Strongly disagree"/>
              </w:dropDownList>
            </w:sdtPr>
            <w:sdtEndPr/>
            <w:sdtContent>
              <w:p w:rsidR="00071F53" w:rsidRDefault="008956C4">
                <w:pPr>
                  <w:rPr>
                    <w:kern w:val="0"/>
                    <w14:ligatures w14:val="none"/>
                  </w:rPr>
                </w:pPr>
                <w:r>
                  <w:rPr>
                    <w:rStyle w:val="PlaceholderText"/>
                    <w:color w:val="auto"/>
                  </w:rPr>
                  <w:t>Choose an item.</w:t>
                </w:r>
              </w:p>
            </w:sdtContent>
          </w:sdt>
        </w:tc>
      </w:tr>
      <w:tr w:rsidR="00071F53" w:rsidTr="00071F53">
        <w:tc>
          <w:tcPr>
            <w:tcW w:w="8370" w:type="dxa"/>
          </w:tcPr>
          <w:p w:rsidR="00071F53" w:rsidRDefault="00C94F43" w:rsidP="00C94F43">
            <w:r>
              <w:t>Use of professional language</w:t>
            </w:r>
          </w:p>
        </w:tc>
        <w:tc>
          <w:tcPr>
            <w:tcW w:w="2430" w:type="dxa"/>
          </w:tcPr>
          <w:sdt>
            <w:sdtPr>
              <w:alias w:val="Rate questions on a scale of 1 - 5"/>
              <w:tag w:val="Rate questions on a scale of 1 - 5"/>
              <w:id w:val="-598013003"/>
              <w:placeholder>
                <w:docPart w:val="65BB519BDEA5461B8C4AF344EC99A162"/>
              </w:placeholder>
              <w:showingPlcHdr/>
              <w:dropDownList>
                <w:listItem w:value="Choose an item."/>
                <w:listItem w:displayText="1 | Strongly agree" w:value="1 | Strongly agree"/>
                <w:listItem w:displayText="2 | Agree" w:value="2 | Agree"/>
                <w:listItem w:displayText="3 | Neutral" w:value="3 | Neutral"/>
                <w:listItem w:displayText="4 | Disagree" w:value="4 | Disagree"/>
                <w:listItem w:displayText="5 | Strongly disagree" w:value="5 | Strongly disagree"/>
              </w:dropDownList>
            </w:sdtPr>
            <w:sdtEndPr/>
            <w:sdtContent>
              <w:p w:rsidR="00071F53" w:rsidRDefault="008956C4">
                <w:pPr>
                  <w:rPr>
                    <w:kern w:val="0"/>
                    <w14:ligatures w14:val="none"/>
                  </w:rPr>
                </w:pPr>
                <w:r>
                  <w:rPr>
                    <w:rStyle w:val="PlaceholderText"/>
                    <w:color w:val="auto"/>
                  </w:rPr>
                  <w:t>Choose an item.</w:t>
                </w:r>
              </w:p>
            </w:sdtContent>
          </w:sdt>
        </w:tc>
      </w:tr>
      <w:tr w:rsidR="00071F53" w:rsidTr="00071F53">
        <w:tc>
          <w:tcPr>
            <w:tcW w:w="8370" w:type="dxa"/>
          </w:tcPr>
          <w:p w:rsidR="00071F53" w:rsidRDefault="00C94F43" w:rsidP="00C94F43">
            <w:r>
              <w:t>Avoiding verbal filters, ah, eh, om, etc.</w:t>
            </w:r>
          </w:p>
        </w:tc>
        <w:tc>
          <w:tcPr>
            <w:tcW w:w="2430" w:type="dxa"/>
          </w:tcPr>
          <w:sdt>
            <w:sdtPr>
              <w:alias w:val="Rate questions on a scale of 1 - 5"/>
              <w:tag w:val="Rate questions on a scale of 1 - 5"/>
              <w:id w:val="580335214"/>
              <w:placeholder>
                <w:docPart w:val="65BB519BDEA5461B8C4AF344EC99A162"/>
              </w:placeholder>
              <w:showingPlcHdr/>
              <w:dropDownList>
                <w:listItem w:value="Choose an item."/>
                <w:listItem w:displayText="1 | Strongly agree" w:value="1 | Strongly agree"/>
                <w:listItem w:displayText="2 | Agree" w:value="2 | Agree"/>
                <w:listItem w:displayText="3 | Neutral" w:value="3 | Neutral"/>
                <w:listItem w:displayText="4 | Disagree" w:value="4 | Disagree"/>
                <w:listItem w:displayText="5 | Strongly disagree" w:value="5 | Strongly disagree"/>
              </w:dropDownList>
            </w:sdtPr>
            <w:sdtEndPr/>
            <w:sdtContent>
              <w:p w:rsidR="00071F53" w:rsidRDefault="008956C4">
                <w:pPr>
                  <w:rPr>
                    <w:kern w:val="0"/>
                    <w14:ligatures w14:val="none"/>
                  </w:rPr>
                </w:pPr>
                <w:r>
                  <w:rPr>
                    <w:rStyle w:val="PlaceholderText"/>
                    <w:color w:val="auto"/>
                  </w:rPr>
                  <w:t>Choose an item.</w:t>
                </w:r>
              </w:p>
            </w:sdtContent>
          </w:sdt>
        </w:tc>
      </w:tr>
      <w:tr w:rsidR="00071F53" w:rsidTr="00071F53">
        <w:tc>
          <w:tcPr>
            <w:tcW w:w="8370" w:type="dxa"/>
            <w:tcBorders>
              <w:bottom w:val="nil"/>
            </w:tcBorders>
          </w:tcPr>
          <w:p w:rsidR="00071F53" w:rsidRDefault="00051292">
            <w:r>
              <w:t>Other</w:t>
            </w:r>
          </w:p>
        </w:tc>
        <w:tc>
          <w:tcPr>
            <w:tcW w:w="2430" w:type="dxa"/>
            <w:tcBorders>
              <w:bottom w:val="nil"/>
            </w:tcBorders>
          </w:tcPr>
          <w:sdt>
            <w:sdtPr>
              <w:alias w:val="Rate questions on a scale of 1 - 5"/>
              <w:tag w:val="Rate questions on a scale of 1 - 5"/>
              <w:id w:val="-34433582"/>
              <w:placeholder>
                <w:docPart w:val="65BB519BDEA5461B8C4AF344EC99A162"/>
              </w:placeholder>
              <w:showingPlcHdr/>
              <w:dropDownList>
                <w:listItem w:value="Choose an item."/>
                <w:listItem w:displayText="1 | Strongly agree" w:value="1 | Strongly agree"/>
                <w:listItem w:displayText="2 | Agree" w:value="2 | Agree"/>
                <w:listItem w:displayText="3 | Neutral" w:value="3 | Neutral"/>
                <w:listItem w:displayText="4 | Disagree" w:value="4 | Disagree"/>
                <w:listItem w:displayText="5 | Strongly disagree" w:value="5 | Strongly disagree"/>
              </w:dropDownList>
            </w:sdtPr>
            <w:sdtEndPr/>
            <w:sdtContent>
              <w:p w:rsidR="00071F53" w:rsidRDefault="008956C4">
                <w:pPr>
                  <w:rPr>
                    <w:kern w:val="0"/>
                    <w14:ligatures w14:val="none"/>
                  </w:rPr>
                </w:pPr>
                <w:r>
                  <w:rPr>
                    <w:rStyle w:val="PlaceholderText"/>
                    <w:color w:val="auto"/>
                  </w:rPr>
                  <w:t>Choose an item.</w:t>
                </w:r>
              </w:p>
            </w:sdtContent>
          </w:sdt>
        </w:tc>
      </w:tr>
      <w:tr w:rsidR="00071F53" w:rsidTr="00071F53">
        <w:tc>
          <w:tcPr>
            <w:tcW w:w="8370" w:type="dxa"/>
            <w:tcBorders>
              <w:top w:val="nil"/>
              <w:bottom w:val="single" w:sz="12" w:space="0" w:color="4F81BD" w:themeColor="accent1"/>
            </w:tcBorders>
          </w:tcPr>
          <w:p w:rsidR="00071F53" w:rsidRDefault="00051292">
            <w:r>
              <w:t>Other</w:t>
            </w:r>
          </w:p>
        </w:tc>
        <w:tc>
          <w:tcPr>
            <w:tcW w:w="2430" w:type="dxa"/>
            <w:tcBorders>
              <w:top w:val="nil"/>
              <w:bottom w:val="single" w:sz="12" w:space="0" w:color="4F81BD" w:themeColor="accent1"/>
            </w:tcBorders>
          </w:tcPr>
          <w:sdt>
            <w:sdtPr>
              <w:alias w:val="Rate questions on a scale of 1 - 5"/>
              <w:tag w:val="Rate questions on a scale of 1 - 5"/>
              <w:id w:val="-248740273"/>
              <w:placeholder>
                <w:docPart w:val="65BB519BDEA5461B8C4AF344EC99A162"/>
              </w:placeholder>
              <w:showingPlcHdr/>
              <w:dropDownList>
                <w:listItem w:value="Choose an item."/>
                <w:listItem w:displayText="1 | Strongly agree" w:value="1 | Strongly agree"/>
                <w:listItem w:displayText="2 | Agree" w:value="2 | Agree"/>
                <w:listItem w:displayText="3 | Neutral" w:value="3 | Neutral"/>
                <w:listItem w:displayText="4 | Disagree" w:value="4 | Disagree"/>
                <w:listItem w:displayText="5 | Strongly disagree" w:value="5 | Strongly disagree"/>
              </w:dropDownList>
            </w:sdtPr>
            <w:sdtEndPr/>
            <w:sdtContent>
              <w:p w:rsidR="00071F53" w:rsidRDefault="008956C4">
                <w:pPr>
                  <w:rPr>
                    <w:kern w:val="0"/>
                    <w14:ligatures w14:val="none"/>
                  </w:rPr>
                </w:pPr>
                <w:r>
                  <w:rPr>
                    <w:rStyle w:val="PlaceholderText"/>
                    <w:color w:val="auto"/>
                  </w:rPr>
                  <w:t>Choose an item.</w:t>
                </w:r>
              </w:p>
            </w:sdtContent>
          </w:sdt>
        </w:tc>
      </w:tr>
    </w:tbl>
    <w:p w:rsidR="00071F53" w:rsidRDefault="008956C4">
      <w:pPr>
        <w:pStyle w:val="Heading3"/>
      </w:pPr>
      <w:r>
        <w:t>Additional comments</w:t>
      </w:r>
    </w:p>
    <w:sdt>
      <w:sdtPr>
        <w:id w:val="-1591920992"/>
        <w:placeholder>
          <w:docPart w:val="ACC8DE4E19D44AB6B3FEB8B892109FBC"/>
        </w:placeholder>
        <w:temporary/>
        <w:showingPlcHdr/>
        <w15:appearance w15:val="hidden"/>
      </w:sdtPr>
      <w:sdtEndPr/>
      <w:sdtContent>
        <w:p w:rsidR="00071F53" w:rsidRDefault="008956C4">
          <w:r>
            <w:t>[Response]</w:t>
          </w:r>
        </w:p>
      </w:sdtContent>
    </w:sdt>
    <w:p w:rsidR="00071F53" w:rsidRPr="000768DB" w:rsidRDefault="000768DB">
      <w:pPr>
        <w:rPr>
          <w:b/>
          <w:sz w:val="26"/>
        </w:rPr>
      </w:pPr>
      <w:r w:rsidRPr="000768DB">
        <w:rPr>
          <w:b/>
          <w:sz w:val="26"/>
        </w:rPr>
        <w:t>FEEDBACK</w:t>
      </w:r>
    </w:p>
    <w:tbl>
      <w:tblPr>
        <w:tblStyle w:val="GridTable1Light-Accent1"/>
        <w:tblW w:w="5000" w:type="pct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600" w:firstRow="0" w:lastRow="0" w:firstColumn="0" w:lastColumn="0" w:noHBand="1" w:noVBand="1"/>
        <w:tblDescription w:val="Survey questions"/>
      </w:tblPr>
      <w:tblGrid>
        <w:gridCol w:w="8370"/>
        <w:gridCol w:w="2430"/>
      </w:tblGrid>
      <w:tr w:rsidR="000768DB" w:rsidTr="002D0903">
        <w:tc>
          <w:tcPr>
            <w:tcW w:w="8370" w:type="dxa"/>
          </w:tcPr>
          <w:p w:rsidR="000768DB" w:rsidRDefault="000768DB" w:rsidP="000768DB">
            <w:r>
              <w:t>Overview of topics/presentation</w:t>
            </w:r>
          </w:p>
        </w:tc>
        <w:tc>
          <w:tcPr>
            <w:tcW w:w="2430" w:type="dxa"/>
          </w:tcPr>
          <w:sdt>
            <w:sdtPr>
              <w:alias w:val="Rate questions on a scale of 1 - 5"/>
              <w:tag w:val="Rate questions on a scale of 1 - 5"/>
              <w:id w:val="-2000876855"/>
              <w:placeholder>
                <w:docPart w:val="4A3062403DBF43778092582AED9A3E70"/>
              </w:placeholder>
              <w:showingPlcHdr/>
              <w:dropDownList>
                <w:listItem w:value="Choose an item."/>
                <w:listItem w:displayText="1 | Strongly agree" w:value="1 | Strongly agree"/>
                <w:listItem w:displayText="2 | Agree" w:value="2 | Agree"/>
                <w:listItem w:displayText="3 | Neutral" w:value="3 | Neutral"/>
                <w:listItem w:displayText="4 | Disagree" w:value="4 | Disagree"/>
                <w:listItem w:displayText="5 | Strongly disagree" w:value="5 | Strongly disagree"/>
              </w:dropDownList>
            </w:sdtPr>
            <w:sdtEndPr/>
            <w:sdtContent>
              <w:p w:rsidR="000768DB" w:rsidRDefault="000768DB" w:rsidP="002D0903">
                <w:pPr>
                  <w:rPr>
                    <w:kern w:val="0"/>
                    <w14:ligatures w14:val="none"/>
                  </w:rPr>
                </w:pPr>
                <w:r>
                  <w:t>Choose an item.</w:t>
                </w:r>
              </w:p>
            </w:sdtContent>
          </w:sdt>
        </w:tc>
      </w:tr>
      <w:tr w:rsidR="000768DB" w:rsidTr="002D0903">
        <w:tc>
          <w:tcPr>
            <w:tcW w:w="8370" w:type="dxa"/>
          </w:tcPr>
          <w:p w:rsidR="000768DB" w:rsidRDefault="000768DB" w:rsidP="000768DB">
            <w:r>
              <w:t>Identified critical concepts</w:t>
            </w:r>
          </w:p>
        </w:tc>
        <w:tc>
          <w:tcPr>
            <w:tcW w:w="2430" w:type="dxa"/>
          </w:tcPr>
          <w:sdt>
            <w:sdtPr>
              <w:alias w:val="Rate questions on a scale of 1 - 5"/>
              <w:tag w:val="Rate questions on a scale of 1 - 5"/>
              <w:id w:val="427082820"/>
              <w:placeholder>
                <w:docPart w:val="42FBBF30B0AD4AA7BB841DB17EF47ED0"/>
              </w:placeholder>
              <w:showingPlcHdr/>
              <w:dropDownList>
                <w:listItem w:value="Choose an item."/>
                <w:listItem w:displayText="1 | Strongly agree" w:value="1 | Strongly agree"/>
                <w:listItem w:displayText="2 | Agree" w:value="2 | Agree"/>
                <w:listItem w:displayText="3 | Neutral" w:value="3 | Neutral"/>
                <w:listItem w:displayText="4 | Disagree" w:value="4 | Disagree"/>
                <w:listItem w:displayText="5 | Strongly disagree" w:value="5 | Strongly disagree"/>
              </w:dropDownList>
            </w:sdtPr>
            <w:sdtEndPr/>
            <w:sdtContent>
              <w:p w:rsidR="000768DB" w:rsidRDefault="000768DB" w:rsidP="002D0903">
                <w:r>
                  <w:rPr>
                    <w:rStyle w:val="PlaceholderText"/>
                    <w:color w:val="auto"/>
                  </w:rPr>
                  <w:t>Choose an item.</w:t>
                </w:r>
              </w:p>
            </w:sdtContent>
          </w:sdt>
        </w:tc>
      </w:tr>
      <w:tr w:rsidR="000768DB" w:rsidTr="002D0903">
        <w:tc>
          <w:tcPr>
            <w:tcW w:w="8370" w:type="dxa"/>
          </w:tcPr>
          <w:p w:rsidR="000768DB" w:rsidRDefault="000768DB" w:rsidP="000768DB">
            <w:r>
              <w:t>Explanation of technical issues</w:t>
            </w:r>
          </w:p>
        </w:tc>
        <w:tc>
          <w:tcPr>
            <w:tcW w:w="2430" w:type="dxa"/>
          </w:tcPr>
          <w:sdt>
            <w:sdtPr>
              <w:alias w:val="Rate questions on a scale of 1 - 5"/>
              <w:tag w:val="Rate questions on a scale of 1 - 5"/>
              <w:id w:val="-946771551"/>
              <w:placeholder>
                <w:docPart w:val="42FBBF30B0AD4AA7BB841DB17EF47ED0"/>
              </w:placeholder>
              <w:showingPlcHdr/>
              <w:dropDownList>
                <w:listItem w:value="Choose an item."/>
                <w:listItem w:displayText="1 | Strongly agree" w:value="1 | Strongly agree"/>
                <w:listItem w:displayText="2 | Agree" w:value="2 | Agree"/>
                <w:listItem w:displayText="3 | Neutral" w:value="3 | Neutral"/>
                <w:listItem w:displayText="4 | Disagree" w:value="4 | Disagree"/>
                <w:listItem w:displayText="5 | Strongly disagree" w:value="5 | Strongly disagree"/>
              </w:dropDownList>
            </w:sdtPr>
            <w:sdtEndPr/>
            <w:sdtContent>
              <w:p w:rsidR="000768DB" w:rsidRDefault="000768DB" w:rsidP="002D0903">
                <w:pPr>
                  <w:rPr>
                    <w:kern w:val="0"/>
                    <w14:ligatures w14:val="none"/>
                  </w:rPr>
                </w:pPr>
                <w:r>
                  <w:rPr>
                    <w:rStyle w:val="PlaceholderText"/>
                    <w:color w:val="auto"/>
                  </w:rPr>
                  <w:t>Choose an item.</w:t>
                </w:r>
              </w:p>
            </w:sdtContent>
          </w:sdt>
        </w:tc>
      </w:tr>
      <w:tr w:rsidR="000768DB" w:rsidTr="002D0903">
        <w:tc>
          <w:tcPr>
            <w:tcW w:w="8370" w:type="dxa"/>
          </w:tcPr>
          <w:p w:rsidR="000768DB" w:rsidRDefault="000768DB" w:rsidP="002D0903">
            <w:r>
              <w:t>Organization and flow</w:t>
            </w:r>
          </w:p>
        </w:tc>
        <w:tc>
          <w:tcPr>
            <w:tcW w:w="2430" w:type="dxa"/>
          </w:tcPr>
          <w:sdt>
            <w:sdtPr>
              <w:alias w:val="Rate questions on a scale of 1 - 5"/>
              <w:tag w:val="Rate questions on a scale of 1 - 5"/>
              <w:id w:val="-1428342887"/>
              <w:placeholder>
                <w:docPart w:val="42FBBF30B0AD4AA7BB841DB17EF47ED0"/>
              </w:placeholder>
              <w:showingPlcHdr/>
              <w:dropDownList>
                <w:listItem w:value="Choose an item."/>
                <w:listItem w:displayText="1 | Strongly agree" w:value="1 | Strongly agree"/>
                <w:listItem w:displayText="2 | Agree" w:value="2 | Agree"/>
                <w:listItem w:displayText="3 | Neutral" w:value="3 | Neutral"/>
                <w:listItem w:displayText="4 | Disagree" w:value="4 | Disagree"/>
                <w:listItem w:displayText="5 | Strongly disagree" w:value="5 | Strongly disagree"/>
              </w:dropDownList>
            </w:sdtPr>
            <w:sdtEndPr/>
            <w:sdtContent>
              <w:p w:rsidR="000768DB" w:rsidRDefault="000768DB" w:rsidP="002D0903">
                <w:r>
                  <w:rPr>
                    <w:rStyle w:val="PlaceholderText"/>
                    <w:color w:val="auto"/>
                  </w:rPr>
                  <w:t>Choose an item.</w:t>
                </w:r>
              </w:p>
            </w:sdtContent>
          </w:sdt>
        </w:tc>
      </w:tr>
      <w:tr w:rsidR="000768DB" w:rsidTr="002D0903">
        <w:tc>
          <w:tcPr>
            <w:tcW w:w="8370" w:type="dxa"/>
          </w:tcPr>
          <w:p w:rsidR="000768DB" w:rsidRDefault="000768DB" w:rsidP="000768DB">
            <w:r>
              <w:lastRenderedPageBreak/>
              <w:t>Presenter exhibited a good understanding of topic.</w:t>
            </w:r>
          </w:p>
        </w:tc>
        <w:tc>
          <w:tcPr>
            <w:tcW w:w="2430" w:type="dxa"/>
          </w:tcPr>
          <w:sdt>
            <w:sdtPr>
              <w:alias w:val="Rate questions on a scale of 1 - 5"/>
              <w:tag w:val="Rate questions on a scale of 1 - 5"/>
              <w:id w:val="827712859"/>
              <w:placeholder>
                <w:docPart w:val="42FBBF30B0AD4AA7BB841DB17EF47ED0"/>
              </w:placeholder>
              <w:showingPlcHdr/>
              <w:dropDownList>
                <w:listItem w:value="Choose an item."/>
                <w:listItem w:displayText="1 | Strongly agree" w:value="1 | Strongly agree"/>
                <w:listItem w:displayText="2 | Agree" w:value="2 | Agree"/>
                <w:listItem w:displayText="3 | Neutral" w:value="3 | Neutral"/>
                <w:listItem w:displayText="4 | Disagree" w:value="4 | Disagree"/>
                <w:listItem w:displayText="5 | Strongly disagree" w:value="5 | Strongly disagree"/>
              </w:dropDownList>
            </w:sdtPr>
            <w:sdtEndPr/>
            <w:sdtContent>
              <w:p w:rsidR="000768DB" w:rsidRDefault="000768DB" w:rsidP="002D0903">
                <w:pPr>
                  <w:rPr>
                    <w:kern w:val="0"/>
                    <w14:ligatures w14:val="none"/>
                  </w:rPr>
                </w:pPr>
                <w:r>
                  <w:rPr>
                    <w:rStyle w:val="PlaceholderText"/>
                    <w:color w:val="auto"/>
                  </w:rPr>
                  <w:t>Choose an item.</w:t>
                </w:r>
              </w:p>
            </w:sdtContent>
          </w:sdt>
        </w:tc>
      </w:tr>
      <w:tr w:rsidR="000768DB" w:rsidTr="002D0903">
        <w:tc>
          <w:tcPr>
            <w:tcW w:w="8370" w:type="dxa"/>
          </w:tcPr>
          <w:p w:rsidR="000768DB" w:rsidRDefault="000768DB" w:rsidP="000768DB">
            <w:r>
              <w:t>Presenter spoke clearly/effectively</w:t>
            </w:r>
          </w:p>
        </w:tc>
        <w:tc>
          <w:tcPr>
            <w:tcW w:w="2430" w:type="dxa"/>
          </w:tcPr>
          <w:sdt>
            <w:sdtPr>
              <w:alias w:val="Rate questions on a scale of 1 - 5"/>
              <w:tag w:val="Rate questions on a scale of 1 - 5"/>
              <w:id w:val="-1290667327"/>
              <w:placeholder>
                <w:docPart w:val="42FBBF30B0AD4AA7BB841DB17EF47ED0"/>
              </w:placeholder>
              <w:showingPlcHdr/>
              <w:dropDownList>
                <w:listItem w:value="Choose an item."/>
                <w:listItem w:displayText="1 | Strongly agree" w:value="1 | Strongly agree"/>
                <w:listItem w:displayText="2 | Agree" w:value="2 | Agree"/>
                <w:listItem w:displayText="3 | Neutral" w:value="3 | Neutral"/>
                <w:listItem w:displayText="4 | Disagree" w:value="4 | Disagree"/>
                <w:listItem w:displayText="5 | Strongly disagree" w:value="5 | Strongly disagree"/>
              </w:dropDownList>
            </w:sdtPr>
            <w:sdtEndPr/>
            <w:sdtContent>
              <w:p w:rsidR="000768DB" w:rsidRDefault="000768DB" w:rsidP="002D0903">
                <w:pPr>
                  <w:rPr>
                    <w:kern w:val="0"/>
                    <w14:ligatures w14:val="none"/>
                  </w:rPr>
                </w:pPr>
                <w:r>
                  <w:rPr>
                    <w:rStyle w:val="PlaceholderText"/>
                    <w:color w:val="auto"/>
                  </w:rPr>
                  <w:t>Choose an item.</w:t>
                </w:r>
              </w:p>
            </w:sdtContent>
          </w:sdt>
        </w:tc>
      </w:tr>
      <w:tr w:rsidR="000768DB" w:rsidTr="002D0903">
        <w:tc>
          <w:tcPr>
            <w:tcW w:w="8370" w:type="dxa"/>
          </w:tcPr>
          <w:p w:rsidR="000768DB" w:rsidRDefault="000768DB" w:rsidP="000768DB">
            <w:r w:rsidRPr="005634A3">
              <w:t>Time for presentation used effectively.</w:t>
            </w:r>
          </w:p>
        </w:tc>
        <w:tc>
          <w:tcPr>
            <w:tcW w:w="2430" w:type="dxa"/>
          </w:tcPr>
          <w:sdt>
            <w:sdtPr>
              <w:alias w:val="Rate questions on a scale of 1 - 5"/>
              <w:tag w:val="Rate questions on a scale of 1 - 5"/>
              <w:id w:val="842046052"/>
              <w:placeholder>
                <w:docPart w:val="42FBBF30B0AD4AA7BB841DB17EF47ED0"/>
              </w:placeholder>
              <w:showingPlcHdr/>
              <w:dropDownList>
                <w:listItem w:value="Choose an item."/>
                <w:listItem w:displayText="1 | Strongly agree" w:value="1 | Strongly agree"/>
                <w:listItem w:displayText="2 | Agree" w:value="2 | Agree"/>
                <w:listItem w:displayText="3 | Neutral" w:value="3 | Neutral"/>
                <w:listItem w:displayText="4 | Disagree" w:value="4 | Disagree"/>
                <w:listItem w:displayText="5 | Strongly disagree" w:value="5 | Strongly disagree"/>
              </w:dropDownList>
            </w:sdtPr>
            <w:sdtEndPr/>
            <w:sdtContent>
              <w:p w:rsidR="000768DB" w:rsidRDefault="000768DB" w:rsidP="002D0903">
                <w:pPr>
                  <w:rPr>
                    <w:kern w:val="0"/>
                    <w14:ligatures w14:val="none"/>
                  </w:rPr>
                </w:pPr>
                <w:r>
                  <w:rPr>
                    <w:rStyle w:val="PlaceholderText"/>
                    <w:color w:val="auto"/>
                  </w:rPr>
                  <w:t>Choose an item.</w:t>
                </w:r>
              </w:p>
            </w:sdtContent>
          </w:sdt>
        </w:tc>
      </w:tr>
      <w:tr w:rsidR="000768DB" w:rsidTr="002D0903">
        <w:tc>
          <w:tcPr>
            <w:tcW w:w="8370" w:type="dxa"/>
          </w:tcPr>
          <w:p w:rsidR="000768DB" w:rsidRDefault="000768DB" w:rsidP="000768DB">
            <w:r>
              <w:t>Slides</w:t>
            </w:r>
            <w:r w:rsidRPr="005634A3">
              <w:t xml:space="preserve"> enhanced presentation.</w:t>
            </w:r>
          </w:p>
        </w:tc>
        <w:tc>
          <w:tcPr>
            <w:tcW w:w="2430" w:type="dxa"/>
          </w:tcPr>
          <w:sdt>
            <w:sdtPr>
              <w:alias w:val="Rate questions on a scale of 1 - 5"/>
              <w:tag w:val="Rate questions on a scale of 1 - 5"/>
              <w:id w:val="1520052589"/>
              <w:placeholder>
                <w:docPart w:val="42FBBF30B0AD4AA7BB841DB17EF47ED0"/>
              </w:placeholder>
              <w:showingPlcHdr/>
              <w:dropDownList>
                <w:listItem w:value="Choose an item."/>
                <w:listItem w:displayText="1 | Strongly agree" w:value="1 | Strongly agree"/>
                <w:listItem w:displayText="2 | Agree" w:value="2 | Agree"/>
                <w:listItem w:displayText="3 | Neutral" w:value="3 | Neutral"/>
                <w:listItem w:displayText="4 | Disagree" w:value="4 | Disagree"/>
                <w:listItem w:displayText="5 | Strongly disagree" w:value="5 | Strongly disagree"/>
              </w:dropDownList>
            </w:sdtPr>
            <w:sdtEndPr/>
            <w:sdtContent>
              <w:p w:rsidR="000768DB" w:rsidRDefault="000768DB" w:rsidP="002D0903">
                <w:pPr>
                  <w:rPr>
                    <w:kern w:val="0"/>
                    <w14:ligatures w14:val="none"/>
                  </w:rPr>
                </w:pPr>
                <w:r>
                  <w:rPr>
                    <w:rStyle w:val="PlaceholderText"/>
                    <w:color w:val="auto"/>
                  </w:rPr>
                  <w:t>Choose an item.</w:t>
                </w:r>
              </w:p>
            </w:sdtContent>
          </w:sdt>
        </w:tc>
      </w:tr>
      <w:tr w:rsidR="000768DB" w:rsidTr="002D0903">
        <w:tc>
          <w:tcPr>
            <w:tcW w:w="8370" w:type="dxa"/>
          </w:tcPr>
          <w:p w:rsidR="000768DB" w:rsidRDefault="000768DB" w:rsidP="000768DB">
            <w:r w:rsidRPr="005634A3">
              <w:t>Presenter responded effectively to audience questions and comments.</w:t>
            </w:r>
          </w:p>
        </w:tc>
        <w:tc>
          <w:tcPr>
            <w:tcW w:w="2430" w:type="dxa"/>
          </w:tcPr>
          <w:sdt>
            <w:sdtPr>
              <w:alias w:val="Rate questions on a scale of 1 - 5"/>
              <w:tag w:val="Rate questions on a scale of 1 - 5"/>
              <w:id w:val="-1869369298"/>
              <w:placeholder>
                <w:docPart w:val="42FBBF30B0AD4AA7BB841DB17EF47ED0"/>
              </w:placeholder>
              <w:showingPlcHdr/>
              <w:dropDownList>
                <w:listItem w:value="Choose an item."/>
                <w:listItem w:displayText="1 | Strongly agree" w:value="1 | Strongly agree"/>
                <w:listItem w:displayText="2 | Agree" w:value="2 | Agree"/>
                <w:listItem w:displayText="3 | Neutral" w:value="3 | Neutral"/>
                <w:listItem w:displayText="4 | Disagree" w:value="4 | Disagree"/>
                <w:listItem w:displayText="5 | Strongly disagree" w:value="5 | Strongly disagree"/>
              </w:dropDownList>
            </w:sdtPr>
            <w:sdtEndPr/>
            <w:sdtContent>
              <w:p w:rsidR="000768DB" w:rsidRDefault="000768DB" w:rsidP="002D0903">
                <w:pPr>
                  <w:rPr>
                    <w:kern w:val="0"/>
                    <w14:ligatures w14:val="none"/>
                  </w:rPr>
                </w:pPr>
                <w:r>
                  <w:rPr>
                    <w:rStyle w:val="PlaceholderText"/>
                    <w:color w:val="auto"/>
                  </w:rPr>
                  <w:t>Choose an item.</w:t>
                </w:r>
              </w:p>
            </w:sdtContent>
          </w:sdt>
        </w:tc>
      </w:tr>
      <w:tr w:rsidR="000768DB" w:rsidTr="002D0903">
        <w:tc>
          <w:tcPr>
            <w:tcW w:w="8370" w:type="dxa"/>
          </w:tcPr>
          <w:p w:rsidR="000768DB" w:rsidRDefault="000768DB" w:rsidP="000768DB">
            <w:r w:rsidRPr="005634A3">
              <w:t>Presentation was done in a way that engaged audience.</w:t>
            </w:r>
          </w:p>
        </w:tc>
        <w:tc>
          <w:tcPr>
            <w:tcW w:w="2430" w:type="dxa"/>
          </w:tcPr>
          <w:sdt>
            <w:sdtPr>
              <w:alias w:val="Rate questions on a scale of 1 - 5"/>
              <w:tag w:val="Rate questions on a scale of 1 - 5"/>
              <w:id w:val="692273181"/>
              <w:placeholder>
                <w:docPart w:val="42FBBF30B0AD4AA7BB841DB17EF47ED0"/>
              </w:placeholder>
              <w:showingPlcHdr/>
              <w:dropDownList>
                <w:listItem w:value="Choose an item."/>
                <w:listItem w:displayText="1 | Strongly agree" w:value="1 | Strongly agree"/>
                <w:listItem w:displayText="2 | Agree" w:value="2 | Agree"/>
                <w:listItem w:displayText="3 | Neutral" w:value="3 | Neutral"/>
                <w:listItem w:displayText="4 | Disagree" w:value="4 | Disagree"/>
                <w:listItem w:displayText="5 | Strongly disagree" w:value="5 | Strongly disagree"/>
              </w:dropDownList>
            </w:sdtPr>
            <w:sdtEndPr/>
            <w:sdtContent>
              <w:p w:rsidR="000768DB" w:rsidRDefault="000768DB" w:rsidP="002D0903">
                <w:pPr>
                  <w:rPr>
                    <w:kern w:val="0"/>
                    <w14:ligatures w14:val="none"/>
                  </w:rPr>
                </w:pPr>
                <w:r>
                  <w:rPr>
                    <w:rStyle w:val="PlaceholderText"/>
                    <w:color w:val="auto"/>
                  </w:rPr>
                  <w:t>Choose an item.</w:t>
                </w:r>
              </w:p>
            </w:sdtContent>
          </w:sdt>
        </w:tc>
      </w:tr>
      <w:tr w:rsidR="000768DB" w:rsidTr="002D0903">
        <w:tc>
          <w:tcPr>
            <w:tcW w:w="8370" w:type="dxa"/>
            <w:tcBorders>
              <w:bottom w:val="nil"/>
            </w:tcBorders>
          </w:tcPr>
          <w:p w:rsidR="000768DB" w:rsidRDefault="000768DB" w:rsidP="002D0903">
            <w:r>
              <w:t>Other</w:t>
            </w:r>
          </w:p>
        </w:tc>
        <w:tc>
          <w:tcPr>
            <w:tcW w:w="2430" w:type="dxa"/>
            <w:tcBorders>
              <w:bottom w:val="nil"/>
            </w:tcBorders>
          </w:tcPr>
          <w:sdt>
            <w:sdtPr>
              <w:alias w:val="Rate questions on a scale of 1 - 5"/>
              <w:tag w:val="Rate questions on a scale of 1 - 5"/>
              <w:id w:val="1710143282"/>
              <w:placeholder>
                <w:docPart w:val="42FBBF30B0AD4AA7BB841DB17EF47ED0"/>
              </w:placeholder>
              <w:showingPlcHdr/>
              <w:dropDownList>
                <w:listItem w:value="Choose an item."/>
                <w:listItem w:displayText="1 | Strongly agree" w:value="1 | Strongly agree"/>
                <w:listItem w:displayText="2 | Agree" w:value="2 | Agree"/>
                <w:listItem w:displayText="3 | Neutral" w:value="3 | Neutral"/>
                <w:listItem w:displayText="4 | Disagree" w:value="4 | Disagree"/>
                <w:listItem w:displayText="5 | Strongly disagree" w:value="5 | Strongly disagree"/>
              </w:dropDownList>
            </w:sdtPr>
            <w:sdtEndPr/>
            <w:sdtContent>
              <w:p w:rsidR="000768DB" w:rsidRDefault="000768DB" w:rsidP="002D0903">
                <w:pPr>
                  <w:rPr>
                    <w:kern w:val="0"/>
                    <w14:ligatures w14:val="none"/>
                  </w:rPr>
                </w:pPr>
                <w:r>
                  <w:rPr>
                    <w:rStyle w:val="PlaceholderText"/>
                    <w:color w:val="auto"/>
                  </w:rPr>
                  <w:t>Choose an item.</w:t>
                </w:r>
              </w:p>
            </w:sdtContent>
          </w:sdt>
        </w:tc>
      </w:tr>
      <w:tr w:rsidR="000768DB" w:rsidTr="002D0903">
        <w:tc>
          <w:tcPr>
            <w:tcW w:w="8370" w:type="dxa"/>
            <w:tcBorders>
              <w:top w:val="nil"/>
              <w:bottom w:val="single" w:sz="12" w:space="0" w:color="4F81BD" w:themeColor="accent1"/>
            </w:tcBorders>
          </w:tcPr>
          <w:p w:rsidR="000768DB" w:rsidRDefault="000768DB" w:rsidP="002D0903">
            <w:r>
              <w:t>My overall satisfaction with the presentation is high</w:t>
            </w:r>
          </w:p>
        </w:tc>
        <w:tc>
          <w:tcPr>
            <w:tcW w:w="2430" w:type="dxa"/>
            <w:tcBorders>
              <w:top w:val="nil"/>
              <w:bottom w:val="single" w:sz="12" w:space="0" w:color="4F81BD" w:themeColor="accent1"/>
            </w:tcBorders>
          </w:tcPr>
          <w:sdt>
            <w:sdtPr>
              <w:alias w:val="Rate questions on a scale of 1 - 5"/>
              <w:tag w:val="Rate questions on a scale of 1 - 5"/>
              <w:id w:val="-1841299342"/>
              <w:placeholder>
                <w:docPart w:val="42FBBF30B0AD4AA7BB841DB17EF47ED0"/>
              </w:placeholder>
              <w:showingPlcHdr/>
              <w:dropDownList>
                <w:listItem w:value="Choose an item."/>
                <w:listItem w:displayText="1 | Strongly agree" w:value="1 | Strongly agree"/>
                <w:listItem w:displayText="2 | Agree" w:value="2 | Agree"/>
                <w:listItem w:displayText="3 | Neutral" w:value="3 | Neutral"/>
                <w:listItem w:displayText="4 | Disagree" w:value="4 | Disagree"/>
                <w:listItem w:displayText="5 | Strongly disagree" w:value="5 | Strongly disagree"/>
              </w:dropDownList>
            </w:sdtPr>
            <w:sdtEndPr/>
            <w:sdtContent>
              <w:p w:rsidR="000768DB" w:rsidRDefault="000768DB" w:rsidP="002D0903">
                <w:pPr>
                  <w:rPr>
                    <w:kern w:val="0"/>
                    <w14:ligatures w14:val="none"/>
                  </w:rPr>
                </w:pPr>
                <w:r>
                  <w:rPr>
                    <w:rStyle w:val="PlaceholderText"/>
                    <w:color w:val="auto"/>
                  </w:rPr>
                  <w:t>Choose an item.</w:t>
                </w:r>
              </w:p>
            </w:sdtContent>
          </w:sdt>
        </w:tc>
      </w:tr>
    </w:tbl>
    <w:p w:rsidR="000768DB" w:rsidRDefault="000768DB"/>
    <w:p w:rsidR="000768DB" w:rsidRDefault="000768DB" w:rsidP="000768DB">
      <w:pPr>
        <w:rPr>
          <w:lang w:eastAsia="en-US"/>
        </w:rPr>
      </w:pPr>
      <w:r w:rsidRPr="003F4E86">
        <w:rPr>
          <w:lang w:eastAsia="en-US"/>
        </w:rPr>
        <w:t>What did you like most about the presentation?</w:t>
      </w:r>
    </w:p>
    <w:p w:rsidR="000768DB" w:rsidRDefault="000768DB" w:rsidP="000768DB">
      <w:pPr>
        <w:rPr>
          <w:lang w:eastAsia="en-US"/>
        </w:rPr>
      </w:pPr>
    </w:p>
    <w:p w:rsidR="000768DB" w:rsidRDefault="000768DB" w:rsidP="000768DB">
      <w:pPr>
        <w:rPr>
          <w:lang w:eastAsia="en-US"/>
        </w:rPr>
      </w:pPr>
    </w:p>
    <w:p w:rsidR="000768DB" w:rsidRDefault="000768DB" w:rsidP="000768DB">
      <w:pPr>
        <w:rPr>
          <w:lang w:eastAsia="en-US"/>
        </w:rPr>
      </w:pPr>
    </w:p>
    <w:p w:rsidR="000768DB" w:rsidRPr="003F4E86" w:rsidRDefault="000768DB" w:rsidP="000768DB">
      <w:pPr>
        <w:rPr>
          <w:lang w:eastAsia="en-US"/>
        </w:rPr>
      </w:pPr>
      <w:r w:rsidRPr="003F4E86">
        <w:rPr>
          <w:lang w:eastAsia="en-US"/>
        </w:rPr>
        <w:t>What areas might you suggest for improvement not listed above?</w:t>
      </w:r>
    </w:p>
    <w:p w:rsidR="000768DB" w:rsidRPr="003F4E86" w:rsidRDefault="000768DB" w:rsidP="000768DB">
      <w:pPr>
        <w:rPr>
          <w:lang w:eastAsia="en-US"/>
        </w:rPr>
      </w:pPr>
    </w:p>
    <w:p w:rsidR="000768DB" w:rsidRDefault="000768DB"/>
    <w:sectPr w:rsidR="000768DB" w:rsidSect="001F2472">
      <w:footerReference w:type="default" r:id="rId8"/>
      <w:pgSz w:w="12240" w:h="15840"/>
      <w:pgMar w:top="450" w:right="720" w:bottom="1440" w:left="72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1C89" w:rsidRDefault="00811C89">
      <w:pPr>
        <w:spacing w:after="0"/>
      </w:pPr>
      <w:r>
        <w:separator/>
      </w:r>
    </w:p>
    <w:p w:rsidR="00811C89" w:rsidRDefault="00811C89"/>
  </w:endnote>
  <w:endnote w:type="continuationSeparator" w:id="0">
    <w:p w:rsidR="00811C89" w:rsidRDefault="00811C89">
      <w:pPr>
        <w:spacing w:after="0"/>
      </w:pPr>
      <w:r>
        <w:continuationSeparator/>
      </w:r>
    </w:p>
    <w:p w:rsidR="00811C89" w:rsidRDefault="00811C8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1F53" w:rsidRDefault="008956C4">
    <w:pPr>
      <w:pStyle w:val="Footer"/>
    </w:pPr>
    <w:r>
      <w:t xml:space="preserve">Page | </w:t>
    </w:r>
    <w:r>
      <w:fldChar w:fldCharType="begin"/>
    </w:r>
    <w:r>
      <w:instrText xml:space="preserve"> PAGE   \* MERGEFORMAT </w:instrText>
    </w:r>
    <w:r>
      <w:fldChar w:fldCharType="separate"/>
    </w:r>
    <w:r w:rsidR="005A7B74">
      <w:rPr>
        <w:noProof/>
      </w:rPr>
      <w:t>2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1C89" w:rsidRDefault="00811C89">
      <w:pPr>
        <w:spacing w:after="0"/>
      </w:pPr>
      <w:r>
        <w:separator/>
      </w:r>
    </w:p>
    <w:p w:rsidR="00811C89" w:rsidRDefault="00811C89"/>
  </w:footnote>
  <w:footnote w:type="continuationSeparator" w:id="0">
    <w:p w:rsidR="00811C89" w:rsidRDefault="00811C89">
      <w:pPr>
        <w:spacing w:after="0"/>
      </w:pPr>
      <w:r>
        <w:continuationSeparator/>
      </w:r>
    </w:p>
    <w:p w:rsidR="00811C89" w:rsidRDefault="00811C89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4C62DF8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C026178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97D41F8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F39064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0402403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27AA1F7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29E8A5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4C4C9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EACD57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7FAFF7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439F7DA0"/>
    <w:multiLevelType w:val="hybridMultilevel"/>
    <w:tmpl w:val="25522508"/>
    <w:lvl w:ilvl="0" w:tplc="4C667C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attachedTemplate r:id="rId1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2472"/>
    <w:rsid w:val="00051292"/>
    <w:rsid w:val="00071F53"/>
    <w:rsid w:val="000768DB"/>
    <w:rsid w:val="001F2472"/>
    <w:rsid w:val="005A7B74"/>
    <w:rsid w:val="00811C89"/>
    <w:rsid w:val="008170A5"/>
    <w:rsid w:val="008956C4"/>
    <w:rsid w:val="00C94F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pPr>
      <w:spacing w:before="100" w:after="100"/>
      <w:ind w:left="72" w:right="72"/>
    </w:pPr>
    <w:rPr>
      <w:sz w:val="20"/>
      <w:szCs w:val="20"/>
    </w:rPr>
  </w:style>
  <w:style w:type="paragraph" w:styleId="Heading1">
    <w:name w:val="heading 1"/>
    <w:basedOn w:val="Normal"/>
    <w:next w:val="Normal"/>
    <w:qFormat/>
    <w:pPr>
      <w:spacing w:before="0" w:after="60"/>
      <w:jc w:val="center"/>
      <w:outlineLvl w:val="0"/>
    </w:pPr>
    <w:rPr>
      <w:rFonts w:asciiTheme="majorHAnsi" w:eastAsiaTheme="majorEastAsia" w:hAnsiTheme="majorHAnsi" w:cstheme="majorBidi"/>
      <w:b/>
      <w:bCs/>
      <w:color w:val="C0504D" w:themeColor="accent2"/>
      <w:kern w:val="28"/>
      <w:sz w:val="32"/>
      <w:szCs w:val="32"/>
    </w:rPr>
  </w:style>
  <w:style w:type="paragraph" w:styleId="Heading2">
    <w:name w:val="heading 2"/>
    <w:basedOn w:val="Normal"/>
    <w:next w:val="Normal"/>
    <w:unhideWhenUsed/>
    <w:qFormat/>
    <w:pPr>
      <w:spacing w:before="0" w:after="0"/>
      <w:jc w:val="center"/>
      <w:outlineLvl w:val="1"/>
    </w:pPr>
    <w:rPr>
      <w:b/>
      <w:bCs/>
      <w:color w:val="365F91" w:themeColor="accent1" w:themeShade="BF"/>
    </w:rPr>
  </w:style>
  <w:style w:type="paragraph" w:styleId="Heading3">
    <w:name w:val="heading 3"/>
    <w:basedOn w:val="Normal"/>
    <w:next w:val="Normal"/>
    <w:unhideWhenUsed/>
    <w:qFormat/>
    <w:pPr>
      <w:outlineLvl w:val="2"/>
    </w:pPr>
    <w:rPr>
      <w:color w:val="C0504D" w:themeColor="accent2"/>
      <w:kern w:val="22"/>
      <w14:ligatures w14:val="standard"/>
    </w:rPr>
  </w:style>
  <w:style w:type="paragraph" w:styleId="Heading4">
    <w:name w:val="heading 4"/>
    <w:basedOn w:val="Heading3"/>
    <w:next w:val="Normal"/>
    <w:link w:val="Heading4Char"/>
    <w:uiPriority w:val="9"/>
    <w:unhideWhenUsed/>
    <w:pPr>
      <w:spacing w:before="240"/>
      <w:outlineLvl w:val="3"/>
    </w:pPr>
  </w:style>
  <w:style w:type="paragraph" w:styleId="Heading5">
    <w:name w:val="heading 5"/>
    <w:basedOn w:val="Normal"/>
    <w:next w:val="Normal"/>
    <w:link w:val="Heading5Char"/>
    <w:uiPriority w:val="9"/>
    <w:semiHidden/>
    <w:unhideWhenUsed/>
    <w:pPr>
      <w:spacing w:before="240" w:after="60"/>
      <w:outlineLvl w:val="4"/>
    </w:pPr>
    <w:rPr>
      <w:rFonts w:asciiTheme="majorHAnsi" w:eastAsiaTheme="majorEastAsia" w:hAnsiTheme="majorHAnsi" w:cstheme="maj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pPr>
      <w:spacing w:before="240" w:after="60"/>
      <w:outlineLvl w:val="5"/>
    </w:pPr>
    <w:rPr>
      <w:rFonts w:asciiTheme="majorHAnsi" w:eastAsiaTheme="majorEastAsia" w:hAnsiTheme="majorHAnsi" w:cstheme="majorBidi"/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pPr>
      <w:spacing w:before="240" w:after="60"/>
      <w:outlineLvl w:val="6"/>
    </w:pPr>
    <w:rPr>
      <w:rFonts w:asciiTheme="majorHAnsi" w:eastAsiaTheme="majorEastAsia" w:hAnsiTheme="majorHAnsi" w:cstheme="majorBidi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pPr>
      <w:spacing w:before="240" w:after="60"/>
      <w:outlineLvl w:val="7"/>
    </w:pPr>
    <w:rPr>
      <w:rFonts w:asciiTheme="majorHAnsi" w:eastAsiaTheme="majorEastAsia" w:hAnsiTheme="majorHAnsi" w:cstheme="majorBidi"/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p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table" w:styleId="GridTable1Light-Accent1">
    <w:name w:val="Grid Table 1 Light Accent 1"/>
    <w:aliases w:val="Sample questionnaires table"/>
    <w:basedOn w:val="TableNormal"/>
    <w:uiPriority w:val="46"/>
    <w:rPr>
      <w:kern w:val="22"/>
      <w14:ligatures w14:val="standard"/>
    </w:rPr>
    <w:tblPr>
      <w:tblStyleRowBandSize w:val="1"/>
      <w:tblStyleColBandSize w:val="1"/>
      <w:tblBorders>
        <w:insideH w:val="single" w:sz="4" w:space="0" w:color="4F81BD" w:themeColor="accent1"/>
      </w:tblBorders>
      <w:tblCellMar>
        <w:top w:w="29" w:type="dxa"/>
        <w:bottom w:w="29" w:type="dxa"/>
      </w:tblCellMar>
    </w:tblPr>
    <w:tblStylePr w:type="firstRow">
      <w:rPr>
        <w:b w:val="0"/>
        <w:bCs/>
      </w:rPr>
      <w:tblPr/>
      <w:tcPr>
        <w:tcBorders>
          <w:top w:val="nil"/>
          <w:left w:val="nil"/>
          <w:bottom w:val="single" w:sz="12" w:space="0" w:color="4F81BD" w:themeColor="accent1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 w:val="0"/>
        <w:bCs/>
      </w:rPr>
    </w:tblStylePr>
    <w:tblStylePr w:type="lastCol">
      <w:rPr>
        <w:b w:val="0"/>
        <w:bCs/>
      </w:rPr>
    </w:tblStylePr>
  </w:style>
  <w:style w:type="paragraph" w:styleId="Footer">
    <w:name w:val="footer"/>
    <w:basedOn w:val="Normal"/>
    <w:link w:val="FooterChar"/>
    <w:uiPriority w:val="1"/>
    <w:unhideWhenUsed/>
    <w:pPr>
      <w:tabs>
        <w:tab w:val="left" w:pos="9977"/>
      </w:tabs>
      <w:spacing w:before="0" w:after="0"/>
    </w:pPr>
    <w:rPr>
      <w:color w:val="000000" w:themeColor="text1"/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1"/>
    <w:rPr>
      <w:color w:val="000000" w:themeColor="text1"/>
      <w:sz w:val="18"/>
      <w:szCs w:val="18"/>
    </w:rPr>
  </w:style>
  <w:style w:type="character" w:customStyle="1" w:styleId="Heading4Char">
    <w:name w:val="Heading 4 Char"/>
    <w:basedOn w:val="DefaultParagraphFont"/>
    <w:link w:val="Heading4"/>
    <w:uiPriority w:val="9"/>
    <w:rPr>
      <w:color w:val="C0504D" w:themeColor="accent2"/>
      <w:kern w:val="22"/>
      <w:sz w:val="20"/>
      <w:szCs w:val="20"/>
      <w14:ligatures w14:val="standard"/>
    </w:rPr>
  </w:style>
  <w:style w:type="character" w:customStyle="1" w:styleId="Heading5Char">
    <w:name w:val="Heading 5 Char"/>
    <w:basedOn w:val="DefaultParagraphFont"/>
    <w:link w:val="Heading5"/>
    <w:uiPriority w:val="9"/>
    <w:semiHidden/>
    <w:rPr>
      <w:rFonts w:asciiTheme="majorHAnsi" w:eastAsiaTheme="majorEastAsia" w:hAnsiTheme="majorHAnsi" w:cstheme="maj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Pr>
      <w:rFonts w:asciiTheme="majorHAnsi" w:eastAsiaTheme="majorEastAsia" w:hAnsiTheme="majorHAnsi" w:cstheme="majorBidi"/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Pr>
      <w:rFonts w:asciiTheme="majorHAnsi" w:eastAsiaTheme="majorEastAsia" w:hAnsiTheme="majorHAnsi" w:cstheme="maj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Pr>
      <w:rFonts w:asciiTheme="majorHAnsi" w:eastAsiaTheme="majorEastAsia" w:hAnsiTheme="majorHAnsi" w:cstheme="majorBidi"/>
    </w:rPr>
  </w:style>
  <w:style w:type="paragraph" w:styleId="Caption">
    <w:name w:val="caption"/>
    <w:basedOn w:val="Normal"/>
    <w:next w:val="Normal"/>
    <w:uiPriority w:val="35"/>
    <w:semiHidden/>
    <w:unhideWhenUsed/>
    <w:rPr>
      <w:b/>
      <w:bCs/>
      <w:color w:val="404040" w:themeColor="text1" w:themeTint="BF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pPr>
      <w:outlineLvl w:val="9"/>
    </w:pPr>
  </w:style>
  <w:style w:type="table" w:styleId="TableGrid">
    <w:name w:val="Table Grid"/>
    <w:basedOn w:val="TableNormal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tactinfo">
    <w:name w:val="Contact info"/>
    <w:basedOn w:val="Normal"/>
    <w:qFormat/>
    <w:pPr>
      <w:spacing w:after="240"/>
      <w:contextualSpacing/>
      <w:jc w:val="center"/>
    </w:pPr>
    <w:rPr>
      <w:color w:val="365F91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aveed%20Ahmed\AppData\Roaming\Microsoft\Templates\Travel%20services%20survey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457261B8CC464BAD90B51DF41C473A5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C2B27A6-4F54-451A-8AE3-80AC6EAD5E24}"/>
      </w:docPartPr>
      <w:docPartBody>
        <w:p w:rsidR="00795BF6" w:rsidRDefault="00F05A6B">
          <w:pPr>
            <w:pStyle w:val="457261B8CC464BAD90B51DF41C473A5C"/>
          </w:pPr>
          <w:r>
            <w:t>[Street Address]</w:t>
          </w:r>
        </w:p>
      </w:docPartBody>
    </w:docPart>
    <w:docPart>
      <w:docPartPr>
        <w:name w:val="F34AF07805AF4D97826F5CD46E65738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83FDFAD-5B86-44FB-9653-F740C1A0AC8C}"/>
      </w:docPartPr>
      <w:docPartBody>
        <w:p w:rsidR="00795BF6" w:rsidRDefault="00F05A6B">
          <w:pPr>
            <w:pStyle w:val="F34AF07805AF4D97826F5CD46E657385"/>
          </w:pPr>
          <w:r>
            <w:t>[City, ST  ZIP Code]</w:t>
          </w:r>
        </w:p>
      </w:docPartBody>
    </w:docPart>
    <w:docPart>
      <w:docPartPr>
        <w:name w:val="0B58ACD0D3094F9A8E4135A1CB2BCC9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995D42A-7943-43E7-8568-C40A3DE81F57}"/>
      </w:docPartPr>
      <w:docPartBody>
        <w:p w:rsidR="00795BF6" w:rsidRDefault="00F05A6B">
          <w:pPr>
            <w:pStyle w:val="0B58ACD0D3094F9A8E4135A1CB2BCC9D"/>
          </w:pPr>
          <w:r>
            <w:t>[Phone]</w:t>
          </w:r>
        </w:p>
      </w:docPartBody>
    </w:docPart>
    <w:docPart>
      <w:docPartPr>
        <w:name w:val="5A5EC9CB245D4FA9BB449C8B9AA18B2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CCAE1A9-1B61-42FB-8926-B190BB91D83F}"/>
      </w:docPartPr>
      <w:docPartBody>
        <w:p w:rsidR="00795BF6" w:rsidRDefault="00F05A6B">
          <w:pPr>
            <w:pStyle w:val="5A5EC9CB245D4FA9BB449C8B9AA18B2B"/>
          </w:pPr>
          <w:r>
            <w:t>[Fax]</w:t>
          </w:r>
        </w:p>
      </w:docPartBody>
    </w:docPart>
    <w:docPart>
      <w:docPartPr>
        <w:name w:val="6F05779BF94447D7BB86920DFF418D9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2A166F6-F4C3-41B5-9873-1767EB0A4386}"/>
      </w:docPartPr>
      <w:docPartBody>
        <w:p w:rsidR="00795BF6" w:rsidRDefault="00F05A6B">
          <w:pPr>
            <w:pStyle w:val="6F05779BF94447D7BB86920DFF418D98"/>
          </w:pPr>
          <w:r>
            <w:t>[Website]</w:t>
          </w:r>
        </w:p>
      </w:docPartBody>
    </w:docPart>
    <w:docPart>
      <w:docPartPr>
        <w:name w:val="C8426F104A9A4041ADC7D61BAF4DF8F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646BD9-1425-4FAF-B5D3-23969083189A}"/>
      </w:docPartPr>
      <w:docPartBody>
        <w:p w:rsidR="00795BF6" w:rsidRDefault="00F05A6B">
          <w:pPr>
            <w:pStyle w:val="C8426F104A9A4041ADC7D61BAF4DF8F0"/>
          </w:pPr>
          <w:r>
            <w:t>[Email]</w:t>
          </w:r>
        </w:p>
      </w:docPartBody>
    </w:docPart>
    <w:docPart>
      <w:docPartPr>
        <w:name w:val="AB33559F9F68428F8ECF9254BBC564B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FD136ED-71A4-411F-82BA-5650A1B98AB0}"/>
      </w:docPartPr>
      <w:docPartBody>
        <w:p w:rsidR="00795BF6" w:rsidRDefault="00F05A6B">
          <w:pPr>
            <w:pStyle w:val="AB33559F9F68428F8ECF9254BBC564BB"/>
          </w:pPr>
          <w:r>
            <w:t>Choose an item.</w:t>
          </w:r>
        </w:p>
      </w:docPartBody>
    </w:docPart>
    <w:docPart>
      <w:docPartPr>
        <w:name w:val="65BB519BDEA5461B8C4AF344EC99A16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DAE4AE3-757B-4EFD-9577-72F16EA4333B}"/>
      </w:docPartPr>
      <w:docPartBody>
        <w:p w:rsidR="00795BF6" w:rsidRDefault="00F05A6B">
          <w:pPr>
            <w:pStyle w:val="65BB519BDEA5461B8C4AF344EC99A162"/>
          </w:pPr>
          <w:r>
            <w:rPr>
              <w:rStyle w:val="PlaceholderText"/>
            </w:rPr>
            <w:t>Choose an item.</w:t>
          </w:r>
        </w:p>
      </w:docPartBody>
    </w:docPart>
    <w:docPart>
      <w:docPartPr>
        <w:name w:val="ACC8DE4E19D44AB6B3FEB8B892109FB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7063405-BB88-408D-8CEA-163CE5AEA02C}"/>
      </w:docPartPr>
      <w:docPartBody>
        <w:p w:rsidR="00795BF6" w:rsidRDefault="00F05A6B">
          <w:pPr>
            <w:pStyle w:val="ACC8DE4E19D44AB6B3FEB8B892109FBC"/>
          </w:pPr>
          <w:r>
            <w:t>[Response]</w:t>
          </w:r>
        </w:p>
      </w:docPartBody>
    </w:docPart>
    <w:docPart>
      <w:docPartPr>
        <w:name w:val="4A3062403DBF43778092582AED9A3E7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CF359D4-0CAE-4E13-9856-D1BBB1F0CEC3}"/>
      </w:docPartPr>
      <w:docPartBody>
        <w:p w:rsidR="00795BF6" w:rsidRDefault="00AA62E3" w:rsidP="00AA62E3">
          <w:pPr>
            <w:pStyle w:val="4A3062403DBF43778092582AED9A3E70"/>
          </w:pPr>
          <w:r>
            <w:t>Choose an item.</w:t>
          </w:r>
        </w:p>
      </w:docPartBody>
    </w:docPart>
    <w:docPart>
      <w:docPartPr>
        <w:name w:val="42FBBF30B0AD4AA7BB841DB17EF47ED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B210F7D-6448-41A6-AE2A-44CA22984F8E}"/>
      </w:docPartPr>
      <w:docPartBody>
        <w:p w:rsidR="00795BF6" w:rsidRDefault="00AA62E3" w:rsidP="00AA62E3">
          <w:pPr>
            <w:pStyle w:val="42FBBF30B0AD4AA7BB841DB17EF47ED0"/>
          </w:pPr>
          <w:r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62E3"/>
    <w:rsid w:val="00795BF6"/>
    <w:rsid w:val="00AA62E3"/>
    <w:rsid w:val="00F05A6B"/>
    <w:rsid w:val="00F26D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6F1F0BD01BFD46D9A970BB43D5F34AF0">
    <w:name w:val="6F1F0BD01BFD46D9A970BB43D5F34AF0"/>
  </w:style>
  <w:style w:type="paragraph" w:customStyle="1" w:styleId="1AA31CF7325C4CCC9DA761F5EE72A010">
    <w:name w:val="1AA31CF7325C4CCC9DA761F5EE72A010"/>
  </w:style>
  <w:style w:type="paragraph" w:customStyle="1" w:styleId="457261B8CC464BAD90B51DF41C473A5C">
    <w:name w:val="457261B8CC464BAD90B51DF41C473A5C"/>
  </w:style>
  <w:style w:type="paragraph" w:customStyle="1" w:styleId="F34AF07805AF4D97826F5CD46E657385">
    <w:name w:val="F34AF07805AF4D97826F5CD46E657385"/>
  </w:style>
  <w:style w:type="paragraph" w:customStyle="1" w:styleId="0B58ACD0D3094F9A8E4135A1CB2BCC9D">
    <w:name w:val="0B58ACD0D3094F9A8E4135A1CB2BCC9D"/>
  </w:style>
  <w:style w:type="paragraph" w:customStyle="1" w:styleId="5A5EC9CB245D4FA9BB449C8B9AA18B2B">
    <w:name w:val="5A5EC9CB245D4FA9BB449C8B9AA18B2B"/>
  </w:style>
  <w:style w:type="paragraph" w:customStyle="1" w:styleId="6F05779BF94447D7BB86920DFF418D98">
    <w:name w:val="6F05779BF94447D7BB86920DFF418D98"/>
  </w:style>
  <w:style w:type="paragraph" w:customStyle="1" w:styleId="C8426F104A9A4041ADC7D61BAF4DF8F0">
    <w:name w:val="C8426F104A9A4041ADC7D61BAF4DF8F0"/>
  </w:style>
  <w:style w:type="paragraph" w:customStyle="1" w:styleId="518E9144AD0442D9B0552D583296CBED">
    <w:name w:val="518E9144AD0442D9B0552D583296CBED"/>
  </w:style>
  <w:style w:type="paragraph" w:customStyle="1" w:styleId="AB33559F9F68428F8ECF9254BBC564BB">
    <w:name w:val="AB33559F9F68428F8ECF9254BBC564BB"/>
  </w:style>
  <w:style w:type="paragraph" w:customStyle="1" w:styleId="0389CC8F1972443DAEA162A9654A863E">
    <w:name w:val="0389CC8F1972443DAEA162A9654A863E"/>
  </w:style>
  <w:style w:type="character" w:styleId="PlaceholderText">
    <w:name w:val="Placeholder Text"/>
    <w:basedOn w:val="DefaultParagraphFont"/>
    <w:uiPriority w:val="99"/>
    <w:semiHidden/>
    <w:rsid w:val="00AA62E3"/>
    <w:rPr>
      <w:color w:val="808080"/>
    </w:rPr>
  </w:style>
  <w:style w:type="paragraph" w:customStyle="1" w:styleId="65BB519BDEA5461B8C4AF344EC99A162">
    <w:name w:val="65BB519BDEA5461B8C4AF344EC99A162"/>
  </w:style>
  <w:style w:type="paragraph" w:customStyle="1" w:styleId="50990162DD2346989F00DE53C91ECC96">
    <w:name w:val="50990162DD2346989F00DE53C91ECC96"/>
  </w:style>
  <w:style w:type="paragraph" w:customStyle="1" w:styleId="CED8FB1A476743549EBA3E9CC2E7BF30">
    <w:name w:val="CED8FB1A476743549EBA3E9CC2E7BF30"/>
  </w:style>
  <w:style w:type="paragraph" w:customStyle="1" w:styleId="3C270F5CCDC54F09ADFED57065E13F0C">
    <w:name w:val="3C270F5CCDC54F09ADFED57065E13F0C"/>
  </w:style>
  <w:style w:type="paragraph" w:customStyle="1" w:styleId="81C345EE332C4E4B8A2395CDF8C41ACB">
    <w:name w:val="81C345EE332C4E4B8A2395CDF8C41ACB"/>
  </w:style>
  <w:style w:type="paragraph" w:customStyle="1" w:styleId="DBA00D8E970742549EAA9C3C79E310CC">
    <w:name w:val="DBA00D8E970742549EAA9C3C79E310CC"/>
  </w:style>
  <w:style w:type="paragraph" w:customStyle="1" w:styleId="557407E35A1A41EF8E775FCE905FBA45">
    <w:name w:val="557407E35A1A41EF8E775FCE905FBA45"/>
  </w:style>
  <w:style w:type="paragraph" w:customStyle="1" w:styleId="4566165D2B734E6892450D6AFC9168FF">
    <w:name w:val="4566165D2B734E6892450D6AFC9168FF"/>
  </w:style>
  <w:style w:type="paragraph" w:customStyle="1" w:styleId="14021517642A47B9A0E3A02D6FF0C25C">
    <w:name w:val="14021517642A47B9A0E3A02D6FF0C25C"/>
  </w:style>
  <w:style w:type="paragraph" w:customStyle="1" w:styleId="3B01647FE02A468FB43156308E0E6E24">
    <w:name w:val="3B01647FE02A468FB43156308E0E6E24"/>
  </w:style>
  <w:style w:type="paragraph" w:customStyle="1" w:styleId="E3EB5C92DCE2497B8E4A14E7BE852E04">
    <w:name w:val="E3EB5C92DCE2497B8E4A14E7BE852E04"/>
  </w:style>
  <w:style w:type="paragraph" w:customStyle="1" w:styleId="ACC8DE4E19D44AB6B3FEB8B892109FBC">
    <w:name w:val="ACC8DE4E19D44AB6B3FEB8B892109FBC"/>
  </w:style>
  <w:style w:type="paragraph" w:customStyle="1" w:styleId="4A3062403DBF43778092582AED9A3E70">
    <w:name w:val="4A3062403DBF43778092582AED9A3E70"/>
    <w:rsid w:val="00AA62E3"/>
  </w:style>
  <w:style w:type="paragraph" w:customStyle="1" w:styleId="42FBBF30B0AD4AA7BB841DB17EF47ED0">
    <w:name w:val="42FBBF30B0AD4AA7BB841DB17EF47ED0"/>
    <w:rsid w:val="00AA62E3"/>
  </w:style>
  <w:style w:type="paragraph" w:customStyle="1" w:styleId="25AC19EA12274B2AB0957CAFDC02F3AC">
    <w:name w:val="25AC19EA12274B2AB0957CAFDC02F3AC"/>
    <w:rsid w:val="00AA62E3"/>
  </w:style>
  <w:style w:type="paragraph" w:customStyle="1" w:styleId="DA38D12B6C914034A4375E68A338040E">
    <w:name w:val="DA38D12B6C914034A4375E68A338040E"/>
    <w:rsid w:val="00AA62E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Ion Boardroom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Century Gothic">
      <a:majorFont>
        <a:latin typeface="Century Gothic" panose="020B0502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entury Gothic" panose="020B0502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ion-Auditorium-Staging22">
      <a:fillStyleLst>
        <a:solidFill>
          <a:schemeClr val="phClr"/>
        </a:solidFill>
        <a:gradFill rotWithShape="1">
          <a:gsLst>
            <a:gs pos="0">
              <a:schemeClr val="phClr">
                <a:tint val="64000"/>
                <a:lumMod val="118000"/>
              </a:schemeClr>
            </a:gs>
            <a:gs pos="100000">
              <a:schemeClr val="phClr">
                <a:tint val="92000"/>
                <a:alpha val="100000"/>
                <a:lumMod val="11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8000"/>
                <a:lumMod val="114000"/>
              </a:schemeClr>
            </a:gs>
            <a:gs pos="100000">
              <a:schemeClr val="phClr">
                <a:shade val="90000"/>
                <a:lumMod val="84000"/>
              </a:schemeClr>
            </a:gs>
          </a:gsLst>
          <a:lin ang="5400000" scaled="0"/>
        </a:gradFill>
      </a:fillStyleLst>
      <a:lnStyleLst>
        <a:ln w="9525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8575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45000"/>
              </a:srgbClr>
            </a:outerShdw>
          </a:effectLst>
        </a:effectStyle>
        <a:effectStyle>
          <a:effectLst>
            <a:outerShdw blurRad="63500" dist="38100" dir="5400000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8000"/>
                <a:hueMod val="124000"/>
                <a:satMod val="148000"/>
                <a:lumMod val="124000"/>
              </a:schemeClr>
            </a:gs>
            <a:gs pos="100000">
              <a:schemeClr val="phClr">
                <a:shade val="76000"/>
                <a:hueMod val="89000"/>
                <a:satMod val="164000"/>
                <a:lumMod val="56000"/>
              </a:schemeClr>
            </a:gs>
          </a:gsLst>
          <a:path path="circle">
            <a:fillToRect l="45000" t="65000" r="125000" b="100000"/>
          </a:path>
        </a:gradFill>
        <a:blipFill rotWithShape="1">
          <a:blip xmlns:r="http://schemas.openxmlformats.org/officeDocument/2006/relationships" r:embed="rId1">
            <a:duotone>
              <a:schemeClr val="phClr">
                <a:shade val="69000"/>
                <a:hueMod val="91000"/>
                <a:satMod val="164000"/>
                <a:lumMod val="74000"/>
              </a:schemeClr>
              <a:schemeClr val="phClr">
                <a:hueMod val="124000"/>
                <a:satMod val="140000"/>
                <a:lumMod val="142000"/>
              </a:schemeClr>
            </a:duotone>
          </a:blip>
          <a:stretch/>
        </a:blip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Ion Boardroom" id="{FC33163D-4339-46B1-8EED-24C834239D99}" vid="{B8502691-933B-45FE-8764-BA278511EF27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E00FBE8E-9136-4EF2-A18B-18868B61810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Travel services survey.dotx</Template>
  <TotalTime>0</TotalTime>
  <Pages>2</Pages>
  <Words>276</Words>
  <Characters>1575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5</vt:i4>
      </vt:variant>
    </vt:vector>
  </HeadingPairs>
  <TitlesOfParts>
    <vt:vector size="6" baseType="lpstr">
      <vt:lpstr/>
      <vt:lpstr/>
      <vt:lpstr>Presentation Evaluation &amp; Feedback Form</vt:lpstr>
      <vt:lpstr>    [Company Name]</vt:lpstr>
      <vt:lpstr>        Quality of Presentation</vt:lpstr>
      <vt:lpstr>        Additional comments</vt:lpstr>
    </vt:vector>
  </TitlesOfParts>
  <LinksUpToDate>false</LinksUpToDate>
  <CharactersWithSpaces>1848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keywords/>
  <cp:lastModifiedBy/>
  <cp:revision>1</cp:revision>
  <dcterms:created xsi:type="dcterms:W3CDTF">2017-04-04T09:19:00Z</dcterms:created>
  <dcterms:modified xsi:type="dcterms:W3CDTF">2017-04-04T09:39:00Z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TC034631069991</vt:lpwstr>
  </property>
</Properties>
</file>