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1C2" w:rsidRPr="00016DF8" w:rsidRDefault="00016DF8" w:rsidP="00016DF8">
      <w:pPr>
        <w:jc w:val="center"/>
        <w:rPr>
          <w:rFonts w:ascii="Century Gothic" w:hAnsi="Century Gothic"/>
          <w:sz w:val="32"/>
        </w:rPr>
      </w:pPr>
      <w:r w:rsidRPr="00016DF8">
        <w:rPr>
          <w:rFonts w:ascii="Century Gothic" w:hAnsi="Century Gothic"/>
          <w:sz w:val="32"/>
        </w:rPr>
        <w:t>Photographer Release Form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8480"/>
        <w:gridCol w:w="1060"/>
      </w:tblGrid>
      <w:tr w:rsidR="00016DF8" w:rsidTr="00016DF8">
        <w:trPr>
          <w:trHeight w:val="738"/>
        </w:trPr>
        <w:tc>
          <w:tcPr>
            <w:tcW w:w="832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/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>
            <w:pPr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top w:val="single" w:sz="4" w:space="0" w:color="auto"/>
            </w:tcBorders>
          </w:tcPr>
          <w:p w:rsidR="00016DF8" w:rsidRDefault="00016DF8" w:rsidP="00B5619C">
            <w:pPr>
              <w:pStyle w:val="Contactinfo"/>
            </w:pPr>
            <w:r>
              <w:t>Name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vAlign w:val="bottom"/>
          </w:tcPr>
          <w:p w:rsidR="00016DF8" w:rsidRDefault="00016DF8" w:rsidP="00B5619C">
            <w:pPr>
              <w:pStyle w:val="Contactinfo"/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/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>
            <w:pPr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top w:val="single" w:sz="4" w:space="0" w:color="auto"/>
            </w:tcBorders>
          </w:tcPr>
          <w:p w:rsidR="00016DF8" w:rsidRDefault="00016DF8" w:rsidP="00B5619C">
            <w:pPr>
              <w:pStyle w:val="Contactinfo"/>
            </w:pPr>
            <w:r>
              <w:t>Address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vAlign w:val="bottom"/>
          </w:tcPr>
          <w:p w:rsidR="00016DF8" w:rsidRDefault="00016DF8" w:rsidP="00B5619C">
            <w:pPr>
              <w:pStyle w:val="Contactinfo"/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/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>
            <w:pPr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top w:val="single" w:sz="4" w:space="0" w:color="auto"/>
            </w:tcBorders>
          </w:tcPr>
          <w:p w:rsidR="00016DF8" w:rsidRDefault="00016DF8" w:rsidP="00B5619C">
            <w:pPr>
              <w:pStyle w:val="Contactinfo"/>
            </w:pPr>
            <w:r>
              <w:t>Phone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vAlign w:val="bottom"/>
          </w:tcPr>
          <w:p w:rsidR="00016DF8" w:rsidRDefault="00016DF8" w:rsidP="00B5619C">
            <w:pPr>
              <w:pStyle w:val="Contactinfo"/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/>
        </w:tc>
        <w:tc>
          <w:tcPr>
            <w:tcW w:w="1040" w:type="dxa"/>
            <w:tcBorders>
              <w:bottom w:val="single" w:sz="4" w:space="0" w:color="auto"/>
            </w:tcBorders>
            <w:vAlign w:val="bottom"/>
          </w:tcPr>
          <w:p w:rsidR="00016DF8" w:rsidRDefault="00016DF8" w:rsidP="00B5619C">
            <w:pPr>
              <w:jc w:val="right"/>
            </w:pPr>
          </w:p>
        </w:tc>
      </w:tr>
      <w:tr w:rsidR="00016DF8" w:rsidTr="00016DF8">
        <w:tc>
          <w:tcPr>
            <w:tcW w:w="8320" w:type="dxa"/>
            <w:tcBorders>
              <w:top w:val="single" w:sz="4" w:space="0" w:color="auto"/>
            </w:tcBorders>
          </w:tcPr>
          <w:p w:rsidR="00016DF8" w:rsidRDefault="00016DF8" w:rsidP="00B5619C">
            <w:pPr>
              <w:pStyle w:val="Contactinfo"/>
            </w:pPr>
            <w:r>
              <w:t>Witness for the undersigned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vAlign w:val="bottom"/>
          </w:tcPr>
          <w:p w:rsidR="00016DF8" w:rsidRDefault="00016DF8" w:rsidP="00B5619C">
            <w:pPr>
              <w:pStyle w:val="Contactinfo"/>
              <w:jc w:val="right"/>
            </w:pPr>
          </w:p>
        </w:tc>
      </w:tr>
    </w:tbl>
    <w:p w:rsidR="00016DF8" w:rsidRPr="00016DF8" w:rsidRDefault="00016DF8" w:rsidP="00016DF8">
      <w:pPr>
        <w:rPr>
          <w:b/>
        </w:rPr>
      </w:pPr>
    </w:p>
    <w:p w:rsidR="008631C2" w:rsidRPr="00016DF8" w:rsidRDefault="009C078B">
      <w:pPr>
        <w:rPr>
          <w:rFonts w:ascii="AG Foreigner Light-Italic" w:hAnsi="AG Foreigner Light-Italic" w:cs="Calibri"/>
        </w:rPr>
      </w:pPr>
      <w:r w:rsidRPr="00016DF8">
        <w:rPr>
          <w:rFonts w:ascii="AG Foreigner Light-Italic" w:hAnsi="AG Foreigner Light-Italic" w:cs="Calibri"/>
        </w:rPr>
        <w:t>I, the undersigned, do hereby consent and ag</w:t>
      </w:r>
      <w:bookmarkStart w:id="0" w:name="_GoBack"/>
      <w:bookmarkEnd w:id="0"/>
      <w:r w:rsidRPr="00016DF8">
        <w:rPr>
          <w:rFonts w:ascii="AG Foreigner Light-Italic" w:hAnsi="AG Foreigner Light-Italic" w:cs="Calibri"/>
        </w:rPr>
        <w:t xml:space="preserve">ree that </w:t>
      </w:r>
      <w:sdt>
        <w:sdtPr>
          <w:rPr>
            <w:rFonts w:ascii="AG Foreigner Light-Italic" w:hAnsi="AG Foreigner Light-Italic" w:cs="Calibri"/>
          </w:rPr>
          <w:alias w:val="Name"/>
          <w:tag w:val=""/>
          <w:id w:val="-1375765857"/>
          <w:placeholder>
            <w:docPart w:val="D6C562A8EF094114990E347AC0381C53"/>
          </w:placeholder>
          <w:showingPlcHdr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Pr="00016DF8">
            <w:rPr>
              <w:rStyle w:val="PlaceholderText"/>
              <w:rFonts w:ascii="AG Foreigner Light-Italic" w:hAnsi="AG Foreigner Light-Italic" w:cs="Calibri"/>
            </w:rPr>
            <w:t>[Photographer’s Name]</w:t>
          </w:r>
        </w:sdtContent>
      </w:sdt>
      <w:r w:rsidRPr="00016DF8">
        <w:rPr>
          <w:rFonts w:ascii="AG Foreigner Light-Italic" w:hAnsi="AG Foreigner Light-Italic" w:cs="Calibri"/>
        </w:rPr>
        <w:t xml:space="preserve">, its employees, or agents have the right to take photographs, videotape, or digital recordings of me beginning on </w:t>
      </w:r>
      <w:sdt>
        <w:sdtPr>
          <w:rPr>
            <w:rFonts w:ascii="AG Foreigner Light-Italic" w:hAnsi="AG Foreigner Light-Italic" w:cs="Calibri"/>
          </w:rPr>
          <w:alias w:val="Start date"/>
          <w:tag w:val="Start date"/>
          <w:id w:val="-1810616549"/>
          <w:placeholder>
            <w:docPart w:val="92B0895CDF524C6FB25B49112D8431FF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016DF8">
            <w:rPr>
              <w:rStyle w:val="PlaceholderText"/>
              <w:rFonts w:ascii="AG Foreigner Light-Italic" w:hAnsi="AG Foreigner Light-Italic" w:cs="Calibri"/>
            </w:rPr>
            <w:t>[start date]</w:t>
          </w:r>
        </w:sdtContent>
      </w:sdt>
      <w:r w:rsidRPr="00016DF8">
        <w:rPr>
          <w:rFonts w:ascii="AG Foreigner Light-Italic" w:hAnsi="AG Foreigner Light-Italic" w:cs="Calibri"/>
        </w:rPr>
        <w:t xml:space="preserve">, and ending on </w:t>
      </w:r>
      <w:sdt>
        <w:sdtPr>
          <w:rPr>
            <w:rFonts w:ascii="AG Foreigner Light-Italic" w:hAnsi="AG Foreigner Light-Italic" w:cs="Calibri"/>
          </w:rPr>
          <w:alias w:val="End date"/>
          <w:tag w:val="Start date"/>
          <w:id w:val="-1425950349"/>
          <w:placeholder>
            <w:docPart w:val="BB57D3C67BED49E4B928925376A42AD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016DF8">
            <w:rPr>
              <w:rStyle w:val="PlaceholderText"/>
              <w:rFonts w:ascii="AG Foreigner Light-Italic" w:hAnsi="AG Foreigner Light-Italic" w:cs="Calibri"/>
            </w:rPr>
            <w:t>[end date]</w:t>
          </w:r>
        </w:sdtContent>
      </w:sdt>
      <w:r w:rsidRPr="00016DF8">
        <w:rPr>
          <w:rFonts w:ascii="AG Foreigner Light-Italic" w:hAnsi="AG Foreigner Light-Italic" w:cs="Calibri"/>
        </w:rPr>
        <w:t xml:space="preserve"> and to use these in any and all media, now or hereafter known, and exclusively for the purpose of </w:t>
      </w:r>
      <w:sdt>
        <w:sdtPr>
          <w:rPr>
            <w:rFonts w:ascii="AG Foreigner Light-Italic" w:hAnsi="AG Foreigner Light-Italic" w:cs="Calibri"/>
          </w:rPr>
          <w:id w:val="-30261009"/>
          <w:placeholder>
            <w:docPart w:val="1E50EADF08FE4641AF47A84EBBE26BB1"/>
          </w:placeholder>
          <w:temporary/>
          <w:showingPlcHdr/>
          <w15:appearance w15:val="hidden"/>
        </w:sdtPr>
        <w:sdtEndPr/>
        <w:sdtContent>
          <w:r w:rsidRPr="00016DF8">
            <w:rPr>
              <w:rStyle w:val="PlaceholderText"/>
              <w:rFonts w:ascii="AG Foreigner Light-Italic" w:hAnsi="AG Foreigner Light-Italic" w:cs="Calibri"/>
            </w:rPr>
            <w:t>[purpose]</w:t>
          </w:r>
        </w:sdtContent>
      </w:sdt>
      <w:r w:rsidRPr="00016DF8">
        <w:rPr>
          <w:rFonts w:ascii="AG Foreigner Light-Italic" w:hAnsi="AG Foreigner Light-Italic" w:cs="Calibri"/>
        </w:rPr>
        <w:t>. I further consent that my name and identity may be revealed therein or by descriptive text or commentary.</w:t>
      </w:r>
    </w:p>
    <w:p w:rsidR="008631C2" w:rsidRPr="00016DF8" w:rsidRDefault="009C078B">
      <w:pPr>
        <w:rPr>
          <w:rFonts w:ascii="AG Foreigner Light-Italic" w:hAnsi="AG Foreigner Light-Italic" w:cs="Calibri"/>
        </w:rPr>
      </w:pPr>
      <w:r w:rsidRPr="00016DF8">
        <w:rPr>
          <w:rFonts w:ascii="AG Foreigner Light-Italic" w:hAnsi="AG Foreigner Light-Italic" w:cs="Calibri"/>
        </w:rPr>
        <w:t xml:space="preserve">I do hereby release to </w:t>
      </w:r>
      <w:sdt>
        <w:sdtPr>
          <w:rPr>
            <w:rFonts w:ascii="AG Foreigner Light-Italic" w:hAnsi="AG Foreigner Light-Italic" w:cs="Calibri"/>
          </w:rPr>
          <w:alias w:val="Name"/>
          <w:tag w:val=""/>
          <w:id w:val="-862355817"/>
          <w:placeholder>
            <w:docPart w:val="D6C562A8EF094114990E347AC0381C53"/>
          </w:placeholder>
          <w:showingPlcHdr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Pr="00016DF8">
            <w:rPr>
              <w:rStyle w:val="PlaceholderText"/>
              <w:rFonts w:ascii="AG Foreigner Light-Italic" w:hAnsi="AG Foreigner Light-Italic" w:cs="Calibri"/>
            </w:rPr>
            <w:t>[Photographer’s Name]</w:t>
          </w:r>
        </w:sdtContent>
      </w:sdt>
      <w:r w:rsidRPr="00016DF8">
        <w:rPr>
          <w:rFonts w:ascii="AG Foreigner Light-Italic" w:hAnsi="AG Foreigner Light-Italic" w:cs="Calibri"/>
        </w:rPr>
        <w:t>, its agents, and employees all rights to exhibit this work in print and electronic form pu</w:t>
      </w:r>
      <w:r w:rsidRPr="00016DF8">
        <w:rPr>
          <w:rFonts w:ascii="AG Foreigner Light-Italic" w:hAnsi="AG Foreigner Light-Italic" w:cs="Calibri"/>
        </w:rPr>
        <w:t>blicly or privately and to market and sell copies. I waive any rights, claims, or interest I may have to control the use of my identity or likeness in whatever media used.</w:t>
      </w:r>
    </w:p>
    <w:p w:rsidR="008631C2" w:rsidRPr="00016DF8" w:rsidRDefault="009C078B">
      <w:pPr>
        <w:rPr>
          <w:rFonts w:ascii="AG Foreigner Light-Italic" w:hAnsi="AG Foreigner Light-Italic" w:cs="Calibri"/>
        </w:rPr>
      </w:pPr>
      <w:r w:rsidRPr="00016DF8">
        <w:rPr>
          <w:rFonts w:ascii="AG Foreigner Light-Italic" w:hAnsi="AG Foreigner Light-Italic" w:cs="Calibri"/>
        </w:rPr>
        <w:t>I understand that there will be no financial or other remuneration for recording me,</w:t>
      </w:r>
      <w:r w:rsidRPr="00016DF8">
        <w:rPr>
          <w:rFonts w:ascii="AG Foreigner Light-Italic" w:hAnsi="AG Foreigner Light-Italic" w:cs="Calibri"/>
        </w:rPr>
        <w:t xml:space="preserve"> either for initial or subsequent transmission or playback.</w:t>
      </w:r>
    </w:p>
    <w:p w:rsidR="008631C2" w:rsidRPr="00016DF8" w:rsidRDefault="009C078B">
      <w:pPr>
        <w:rPr>
          <w:rFonts w:ascii="AG Foreigner Light-Italic" w:hAnsi="AG Foreigner Light-Italic" w:cs="Calibri"/>
        </w:rPr>
      </w:pPr>
      <w:r w:rsidRPr="00016DF8">
        <w:rPr>
          <w:rFonts w:ascii="AG Foreigner Light-Italic" w:hAnsi="AG Foreigner Light-Italic" w:cs="Calibri"/>
        </w:rPr>
        <w:t xml:space="preserve">I also understand that </w:t>
      </w:r>
      <w:sdt>
        <w:sdtPr>
          <w:rPr>
            <w:rFonts w:ascii="AG Foreigner Light-Italic" w:hAnsi="AG Foreigner Light-Italic" w:cs="Calibri"/>
          </w:rPr>
          <w:alias w:val="Name"/>
          <w:tag w:val=""/>
          <w:id w:val="-819418051"/>
          <w:placeholder>
            <w:docPart w:val="D6C562A8EF094114990E347AC0381C53"/>
          </w:placeholder>
          <w:showingPlcHdr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Pr="00016DF8">
            <w:rPr>
              <w:rStyle w:val="PlaceholderText"/>
              <w:rFonts w:ascii="AG Foreigner Light-Italic" w:hAnsi="AG Foreigner Light-Italic" w:cs="Calibri"/>
            </w:rPr>
            <w:t>[Photographer’s Name]</w:t>
          </w:r>
        </w:sdtContent>
      </w:sdt>
      <w:r w:rsidRPr="00016DF8">
        <w:rPr>
          <w:rFonts w:ascii="AG Foreigner Light-Italic" w:hAnsi="AG Foreigner Light-Italic" w:cs="Calibri"/>
        </w:rPr>
        <w:t xml:space="preserve"> is not responsible for any expense or liability incurred as a result of my participation in this recording, including medical expenses due to any sic</w:t>
      </w:r>
      <w:r w:rsidRPr="00016DF8">
        <w:rPr>
          <w:rFonts w:ascii="AG Foreigner Light-Italic" w:hAnsi="AG Foreigner Light-Italic" w:cs="Calibri"/>
        </w:rPr>
        <w:t>kness or injury incurred as a result.</w:t>
      </w:r>
    </w:p>
    <w:p w:rsidR="008631C2" w:rsidRPr="00016DF8" w:rsidRDefault="009C078B">
      <w:pPr>
        <w:rPr>
          <w:rFonts w:ascii="AG Foreigner Light-Italic" w:hAnsi="AG Foreigner Light-Italic" w:cs="Calibri"/>
        </w:rPr>
      </w:pPr>
      <w:r w:rsidRPr="00016DF8">
        <w:rPr>
          <w:rFonts w:ascii="AG Foreigner Light-Italic" w:hAnsi="AG Foreigner Light-Italic" w:cs="Calibri"/>
        </w:rPr>
        <w:t>I represent that I am at least 18 years of age, have read and understand the foregoing statement, and am competent to execute this agreement.</w:t>
      </w:r>
    </w:p>
    <w:p w:rsidR="00016DF8" w:rsidRPr="00016DF8" w:rsidRDefault="00016DF8">
      <w:pPr>
        <w:rPr>
          <w:rFonts w:ascii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5"/>
        <w:gridCol w:w="1525"/>
      </w:tblGrid>
      <w:tr w:rsidR="00016DF8" w:rsidTr="00016DF8">
        <w:tc>
          <w:tcPr>
            <w:tcW w:w="7825" w:type="dxa"/>
          </w:tcPr>
          <w:p w:rsidR="00016DF8" w:rsidRPr="00016DF8" w:rsidRDefault="00016DF8">
            <w:pPr>
              <w:rPr>
                <w:i/>
                <w:sz w:val="18"/>
              </w:rPr>
            </w:pPr>
            <w:r w:rsidRPr="00016DF8">
              <w:rPr>
                <w:i/>
                <w:sz w:val="18"/>
              </w:rPr>
              <w:t>Signature</w:t>
            </w:r>
          </w:p>
        </w:tc>
        <w:tc>
          <w:tcPr>
            <w:tcW w:w="1525" w:type="dxa"/>
          </w:tcPr>
          <w:p w:rsidR="00016DF8" w:rsidRPr="00016DF8" w:rsidRDefault="00016DF8">
            <w:pPr>
              <w:rPr>
                <w:i/>
                <w:sz w:val="18"/>
              </w:rPr>
            </w:pPr>
            <w:r w:rsidRPr="00016DF8">
              <w:rPr>
                <w:i/>
                <w:sz w:val="18"/>
              </w:rPr>
              <w:t>Date</w:t>
            </w:r>
          </w:p>
        </w:tc>
      </w:tr>
      <w:tr w:rsidR="00016DF8" w:rsidTr="00016DF8">
        <w:tc>
          <w:tcPr>
            <w:tcW w:w="7825" w:type="dxa"/>
          </w:tcPr>
          <w:p w:rsidR="00016DF8" w:rsidRDefault="00016DF8"/>
        </w:tc>
        <w:tc>
          <w:tcPr>
            <w:tcW w:w="1525" w:type="dxa"/>
          </w:tcPr>
          <w:p w:rsidR="00016DF8" w:rsidRDefault="00016DF8"/>
        </w:tc>
      </w:tr>
    </w:tbl>
    <w:p w:rsidR="008631C2" w:rsidRDefault="008631C2"/>
    <w:sectPr w:rsidR="008631C2" w:rsidSect="00016DF8">
      <w:footerReference w:type="default" r:id="rId7"/>
      <w:pgSz w:w="12240" w:h="15840"/>
      <w:pgMar w:top="144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78B" w:rsidRDefault="009C078B">
      <w:pPr>
        <w:spacing w:line="240" w:lineRule="auto"/>
      </w:pPr>
      <w:r>
        <w:separator/>
      </w:r>
    </w:p>
  </w:endnote>
  <w:endnote w:type="continuationSeparator" w:id="0">
    <w:p w:rsidR="009C078B" w:rsidRDefault="009C07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 Foreigner Light-Italic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C2" w:rsidRDefault="009C078B">
    <w:pPr>
      <w:pStyle w:val="Footer"/>
      <w:jc w:val="cen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78B" w:rsidRDefault="009C078B">
      <w:pPr>
        <w:spacing w:line="240" w:lineRule="auto"/>
      </w:pPr>
      <w:r>
        <w:separator/>
      </w:r>
    </w:p>
  </w:footnote>
  <w:footnote w:type="continuationSeparator" w:id="0">
    <w:p w:rsidR="009C078B" w:rsidRDefault="009C07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F8"/>
    <w:rsid w:val="00016DF8"/>
    <w:rsid w:val="008631C2"/>
    <w:rsid w:val="009C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B601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Bdr>
        <w:top w:val="single" w:sz="8" w:space="1" w:color="1F4E79" w:themeColor="accent1" w:themeShade="80"/>
        <w:bottom w:val="single" w:sz="8" w:space="1" w:color="1F4E79" w:themeColor="accent1" w:themeShade="80"/>
      </w:pBdr>
      <w:shd w:val="clear" w:color="auto" w:fill="DEEAF6" w:themeFill="accent1" w:themeFillTint="33"/>
      <w:spacing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1"/>
    <w:qFormat/>
    <w:pPr>
      <w:spacing w:before="0" w:after="240" w:line="240" w:lineRule="auto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hotographer's%20image%20use%20release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C562A8EF094114990E347AC0381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8834A-99A4-497F-BB68-6B639ADA2539}"/>
      </w:docPartPr>
      <w:docPartBody>
        <w:p w:rsidR="00000000" w:rsidRDefault="00007B0B">
          <w:pPr>
            <w:pStyle w:val="D6C562A8EF094114990E347AC0381C53"/>
          </w:pPr>
          <w:r>
            <w:rPr>
              <w:rStyle w:val="PlaceholderText"/>
            </w:rPr>
            <w:t>[Photographer’s Name]</w:t>
          </w:r>
        </w:p>
      </w:docPartBody>
    </w:docPart>
    <w:docPart>
      <w:docPartPr>
        <w:name w:val="92B0895CDF524C6FB25B49112D843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4A99-3AC8-43E5-BF30-A12B1488E028}"/>
      </w:docPartPr>
      <w:docPartBody>
        <w:p w:rsidR="00000000" w:rsidRDefault="00007B0B">
          <w:pPr>
            <w:pStyle w:val="92B0895CDF524C6FB25B49112D8431FF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BB57D3C67BED49E4B928925376A42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D7EDC-4962-4C7B-B40D-1607E44E5247}"/>
      </w:docPartPr>
      <w:docPartBody>
        <w:p w:rsidR="00000000" w:rsidRDefault="00007B0B">
          <w:pPr>
            <w:pStyle w:val="BB57D3C67BED49E4B928925376A42AD7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1E50EADF08FE4641AF47A84EBBE26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E99C3-B41E-4C66-9D27-BA9F0B028BBF}"/>
      </w:docPartPr>
      <w:docPartBody>
        <w:p w:rsidR="00000000" w:rsidRDefault="00007B0B">
          <w:pPr>
            <w:pStyle w:val="1E50EADF08FE4641AF47A84EBBE26BB1"/>
          </w:pPr>
          <w:r>
            <w:rPr>
              <w:rStyle w:val="PlaceholderText"/>
            </w:rPr>
            <w:t>[purpose]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 Foreigner Light-Italic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B0B"/>
    <w:rsid w:val="0000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6C562A8EF094114990E347AC0381C53">
    <w:name w:val="D6C562A8EF094114990E347AC0381C53"/>
  </w:style>
  <w:style w:type="paragraph" w:customStyle="1" w:styleId="92B0895CDF524C6FB25B49112D8431FF">
    <w:name w:val="92B0895CDF524C6FB25B49112D8431FF"/>
  </w:style>
  <w:style w:type="paragraph" w:customStyle="1" w:styleId="BB57D3C67BED49E4B928925376A42AD7">
    <w:name w:val="BB57D3C67BED49E4B928925376A42AD7"/>
  </w:style>
  <w:style w:type="paragraph" w:customStyle="1" w:styleId="1E50EADF08FE4641AF47A84EBBE26BB1">
    <w:name w:val="1E50EADF08FE4641AF47A84EBBE26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lease form for use of one's imag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4954217-3528-4940-8345-6B73C6AF36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Photographer's image use release form.dotx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2017-04-05T09:06:00Z</dcterms:created>
  <dcterms:modified xsi:type="dcterms:W3CDTF">2017-04-05T09:13:00Z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TC039882799991</vt:lpwstr>
  </property>
</Properties>
</file>