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767" w:rsidRDefault="003D7855">
      <w:pPr>
        <w:pStyle w:val="Heading1"/>
      </w:pPr>
      <w:r>
        <w:t>EMPLOYEE FEEDBACK FORM</w:t>
      </w:r>
    </w:p>
    <w:p w:rsidR="00A14767" w:rsidRDefault="003D7855">
      <w:pPr>
        <w:pStyle w:val="Heading2"/>
      </w:pPr>
      <w:r>
        <w:t>COMPANY NAME</w:t>
      </w:r>
    </w:p>
    <w:sdt>
      <w:sdtPr>
        <w:id w:val="-785111143"/>
        <w:placeholder>
          <w:docPart w:val="359F7EE678DD461B9CC1E0254F95A2ED"/>
        </w:placeholder>
        <w:temporary/>
        <w:showingPlcHdr/>
        <w15:appearance w15:val="hidden"/>
      </w:sdtPr>
      <w:sdtEndPr/>
      <w:sdtContent>
        <w:p w:rsidR="00A14767" w:rsidRDefault="001D15FB" w:rsidP="003D7855">
          <w:pPr>
            <w:pStyle w:val="Contactinfo"/>
            <w:spacing w:before="0"/>
            <w:jc w:val="left"/>
          </w:pPr>
          <w:r>
            <w:t>[Street Address]</w:t>
          </w:r>
        </w:p>
      </w:sdtContent>
    </w:sdt>
    <w:sdt>
      <w:sdtPr>
        <w:id w:val="463090678"/>
        <w:placeholder>
          <w:docPart w:val="0684D9274662468AA5073C124664D724"/>
        </w:placeholder>
        <w:temporary/>
        <w:showingPlcHdr/>
        <w15:appearance w15:val="hidden"/>
      </w:sdtPr>
      <w:sdtEndPr/>
      <w:sdtContent>
        <w:p w:rsidR="00A14767" w:rsidRDefault="001D15FB" w:rsidP="003D7855">
          <w:pPr>
            <w:pStyle w:val="Contactinfo"/>
            <w:jc w:val="left"/>
          </w:pPr>
          <w:r>
            <w:t>[City, ST  ZIP Code]</w:t>
          </w:r>
        </w:p>
      </w:sdtContent>
    </w:sdt>
    <w:p w:rsidR="00A14767" w:rsidRDefault="001D15FB" w:rsidP="003D7855">
      <w:pPr>
        <w:pStyle w:val="Contactinfo"/>
        <w:jc w:val="left"/>
      </w:pPr>
      <w:sdt>
        <w:sdtPr>
          <w:id w:val="-1434277661"/>
          <w:placeholder>
            <w:docPart w:val="18DADE1CB483469DB6333235FB505576"/>
          </w:placeholder>
          <w:temporary/>
          <w:showingPlcHdr/>
          <w15:appearance w15:val="hidden"/>
        </w:sdtPr>
        <w:sdtEndPr/>
        <w:sdtContent>
          <w:r>
            <w:t>[Phone]</w:t>
          </w:r>
        </w:sdtContent>
      </w:sdt>
      <w:r>
        <w:t xml:space="preserve"> | f </w:t>
      </w:r>
      <w:sdt>
        <w:sdtPr>
          <w:id w:val="1843578452"/>
          <w:placeholder>
            <w:docPart w:val="1E91DE82ACBC4184BA655814E93E7F84"/>
          </w:placeholder>
          <w:temporary/>
          <w:showingPlcHdr/>
          <w15:appearance w15:val="hidden"/>
        </w:sdtPr>
        <w:sdtEndPr/>
        <w:sdtContent>
          <w:r>
            <w:t>[Fax]</w:t>
          </w:r>
        </w:sdtContent>
      </w:sdt>
      <w:r>
        <w:t xml:space="preserve"> | </w:t>
      </w:r>
      <w:sdt>
        <w:sdtPr>
          <w:id w:val="-338240281"/>
          <w:placeholder>
            <w:docPart w:val="D1EFE683F8D74AA785B1FA5CC829AD90"/>
          </w:placeholder>
          <w:temporary/>
          <w:showingPlcHdr/>
          <w15:appearance w15:val="hidden"/>
        </w:sdtPr>
        <w:sdtEndPr/>
        <w:sdtContent>
          <w:r>
            <w:t>[Website]</w:t>
          </w:r>
        </w:sdtContent>
      </w:sdt>
      <w:r>
        <w:t xml:space="preserve"> | </w:t>
      </w:r>
      <w:sdt>
        <w:sdtPr>
          <w:id w:val="-106439846"/>
          <w:placeholder>
            <w:docPart w:val="472ADA0C1D774056B64EB6F50A1E1224"/>
          </w:placeholder>
          <w:temporary/>
          <w:showingPlcHdr/>
          <w15:appearance w15:val="hidden"/>
        </w:sdtPr>
        <w:sdtEndPr/>
        <w:sdtContent>
          <w:r>
            <w:t>[Email]</w:t>
          </w:r>
        </w:sdtContent>
      </w:sdt>
    </w:p>
    <w:tbl>
      <w:tblPr>
        <w:tblStyle w:val="GridTable1Light-Accent1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181"/>
        <w:gridCol w:w="8619"/>
      </w:tblGrid>
      <w:tr w:rsidR="00A14767" w:rsidTr="003D78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181" w:type="dxa"/>
            <w:tcBorders>
              <w:bottom w:val="single" w:sz="4" w:space="0" w:color="94B6D2" w:themeColor="accent1"/>
            </w:tcBorders>
          </w:tcPr>
          <w:p w:rsidR="00A14767" w:rsidRDefault="001D15FB" w:rsidP="003D7855">
            <w:pPr>
              <w:pStyle w:val="Heading2"/>
            </w:pPr>
            <w:r>
              <w:t>Name</w:t>
            </w:r>
          </w:p>
        </w:tc>
        <w:tc>
          <w:tcPr>
            <w:tcW w:w="8619" w:type="dxa"/>
            <w:tcBorders>
              <w:bottom w:val="single" w:sz="4" w:space="0" w:color="94B6D2" w:themeColor="accent1"/>
            </w:tcBorders>
          </w:tcPr>
          <w:p w:rsidR="00A14767" w:rsidRDefault="003D7855" w:rsidP="003D7855">
            <w:pPr>
              <w:pStyle w:val="Heading2"/>
            </w:pPr>
            <w:r>
              <w:t>[write name here]</w:t>
            </w:r>
          </w:p>
        </w:tc>
      </w:tr>
      <w:tr w:rsidR="00A14767" w:rsidTr="003D7855">
        <w:trPr>
          <w:jc w:val="center"/>
        </w:trPr>
        <w:tc>
          <w:tcPr>
            <w:tcW w:w="2181" w:type="dxa"/>
            <w:tcBorders>
              <w:top w:val="single" w:sz="4" w:space="0" w:color="94B6D2" w:themeColor="accent1"/>
            </w:tcBorders>
          </w:tcPr>
          <w:p w:rsidR="00A14767" w:rsidRDefault="003D7855" w:rsidP="003D7855">
            <w:pPr>
              <w:pStyle w:val="Heading2"/>
            </w:pPr>
            <w:r>
              <w:t>employee id</w:t>
            </w:r>
          </w:p>
        </w:tc>
        <w:tc>
          <w:tcPr>
            <w:tcW w:w="8619" w:type="dxa"/>
            <w:tcBorders>
              <w:top w:val="single" w:sz="4" w:space="0" w:color="94B6D2" w:themeColor="accent1"/>
            </w:tcBorders>
          </w:tcPr>
          <w:p w:rsidR="00A14767" w:rsidRDefault="003D7855" w:rsidP="003D7855">
            <w:pPr>
              <w:pStyle w:val="Heading2"/>
            </w:pPr>
            <w:r>
              <w:t>[employee id here]</w:t>
            </w:r>
          </w:p>
        </w:tc>
      </w:tr>
      <w:tr w:rsidR="00A14767" w:rsidTr="003D7855">
        <w:trPr>
          <w:jc w:val="center"/>
        </w:trPr>
        <w:tc>
          <w:tcPr>
            <w:tcW w:w="2181" w:type="dxa"/>
          </w:tcPr>
          <w:p w:rsidR="00A14767" w:rsidRDefault="003D7855" w:rsidP="003D7855">
            <w:pPr>
              <w:pStyle w:val="Heading2"/>
            </w:pPr>
            <w:r>
              <w:t>job titile</w:t>
            </w:r>
          </w:p>
        </w:tc>
        <w:tc>
          <w:tcPr>
            <w:tcW w:w="8619" w:type="dxa"/>
          </w:tcPr>
          <w:p w:rsidR="00A14767" w:rsidRDefault="003D7855" w:rsidP="003D7855">
            <w:pPr>
              <w:pStyle w:val="Heading2"/>
            </w:pPr>
            <w:r>
              <w:t>[job title here]</w:t>
            </w:r>
            <w:bookmarkStart w:id="0" w:name="_GoBack"/>
            <w:bookmarkEnd w:id="0"/>
          </w:p>
        </w:tc>
      </w:tr>
      <w:tr w:rsidR="00A14767" w:rsidTr="003D7855">
        <w:trPr>
          <w:jc w:val="center"/>
        </w:trPr>
        <w:tc>
          <w:tcPr>
            <w:tcW w:w="2181" w:type="dxa"/>
          </w:tcPr>
          <w:p w:rsidR="00A14767" w:rsidRDefault="003D7855" w:rsidP="003D7855">
            <w:pPr>
              <w:pStyle w:val="Heading2"/>
            </w:pPr>
            <w:r>
              <w:t>department</w:t>
            </w:r>
          </w:p>
        </w:tc>
        <w:tc>
          <w:tcPr>
            <w:tcW w:w="8619" w:type="dxa"/>
          </w:tcPr>
          <w:p w:rsidR="00A14767" w:rsidRDefault="003D7855" w:rsidP="003D7855">
            <w:pPr>
              <w:pStyle w:val="Heading2"/>
            </w:pPr>
            <w:r>
              <w:t>[department name here]</w:t>
            </w:r>
          </w:p>
        </w:tc>
      </w:tr>
      <w:tr w:rsidR="00A14767" w:rsidTr="003D7855">
        <w:trPr>
          <w:jc w:val="center"/>
        </w:trPr>
        <w:tc>
          <w:tcPr>
            <w:tcW w:w="2181" w:type="dxa"/>
          </w:tcPr>
          <w:p w:rsidR="00A14767" w:rsidRDefault="003D7855" w:rsidP="003D7855">
            <w:pPr>
              <w:pStyle w:val="Heading2"/>
            </w:pPr>
            <w:r>
              <w:t>manager</w:t>
            </w:r>
          </w:p>
        </w:tc>
        <w:tc>
          <w:tcPr>
            <w:tcW w:w="8619" w:type="dxa"/>
          </w:tcPr>
          <w:p w:rsidR="00A14767" w:rsidRDefault="003D7855" w:rsidP="003D7855">
            <w:pPr>
              <w:pStyle w:val="Heading2"/>
            </w:pPr>
            <w:r>
              <w:t>[manager name here]</w:t>
            </w:r>
          </w:p>
        </w:tc>
      </w:tr>
      <w:tr w:rsidR="00A14767" w:rsidTr="003D7855">
        <w:trPr>
          <w:jc w:val="center"/>
        </w:trPr>
        <w:tc>
          <w:tcPr>
            <w:tcW w:w="2181" w:type="dxa"/>
            <w:tcBorders>
              <w:bottom w:val="single" w:sz="18" w:space="0" w:color="94B6D2" w:themeColor="accent1"/>
            </w:tcBorders>
          </w:tcPr>
          <w:p w:rsidR="00A14767" w:rsidRDefault="003D7855" w:rsidP="003D7855">
            <w:pPr>
              <w:pStyle w:val="Heading2"/>
            </w:pPr>
            <w:r>
              <w:t>review period</w:t>
            </w:r>
          </w:p>
        </w:tc>
        <w:tc>
          <w:tcPr>
            <w:tcW w:w="8619" w:type="dxa"/>
            <w:tcBorders>
              <w:bottom w:val="single" w:sz="18" w:space="0" w:color="94B6D2" w:themeColor="accent1"/>
            </w:tcBorders>
          </w:tcPr>
          <w:p w:rsidR="00A14767" w:rsidRDefault="003D7855" w:rsidP="003D7855">
            <w:pPr>
              <w:pStyle w:val="Heading2"/>
            </w:pPr>
            <w:r>
              <w:t>[evaluation period]</w:t>
            </w:r>
          </w:p>
        </w:tc>
      </w:tr>
    </w:tbl>
    <w:p w:rsidR="00A14767" w:rsidRDefault="00A14767"/>
    <w:tbl>
      <w:tblPr>
        <w:tblStyle w:val="GridTable1Light-Accent1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Survey questions"/>
      </w:tblPr>
      <w:tblGrid>
        <w:gridCol w:w="8370"/>
        <w:gridCol w:w="2430"/>
      </w:tblGrid>
      <w:tr w:rsidR="00A14767" w:rsidTr="00A14767">
        <w:tc>
          <w:tcPr>
            <w:tcW w:w="8370" w:type="dxa"/>
          </w:tcPr>
          <w:p w:rsidR="00A14767" w:rsidRDefault="00176D7D">
            <w:r>
              <w:t>Has a good knowledge about his/her job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115336679"/>
              <w:placeholder>
                <w:docPart w:val="13B02CAFA3B746C9A95DA912C6133CB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pPr>
                  <w:rPr>
                    <w:kern w:val="0"/>
                    <w14:ligatures w14:val="none"/>
                  </w:rPr>
                </w:pPr>
                <w:r>
                  <w:t>Choose an item.</w:t>
                </w:r>
              </w:p>
            </w:sdtContent>
          </w:sdt>
        </w:tc>
      </w:tr>
      <w:tr w:rsidR="00A14767" w:rsidTr="00A14767">
        <w:tc>
          <w:tcPr>
            <w:tcW w:w="8370" w:type="dxa"/>
          </w:tcPr>
          <w:p w:rsidR="00A14767" w:rsidRDefault="00176D7D">
            <w:r>
              <w:t>Work quality is outstanding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703758314"/>
              <w:placeholder>
                <w:docPart w:val="56AD61B972924F958CEDFF4CBB4482D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A14767" w:rsidTr="00A14767">
        <w:tc>
          <w:tcPr>
            <w:tcW w:w="8370" w:type="dxa"/>
          </w:tcPr>
          <w:p w:rsidR="00A14767" w:rsidRDefault="00176D7D">
            <w:r>
              <w:t>Attendance is remarkable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813215720"/>
              <w:placeholder>
                <w:docPart w:val="56AD61B972924F958CEDFF4CBB4482D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A14767" w:rsidTr="00A14767">
        <w:tc>
          <w:tcPr>
            <w:tcW w:w="8370" w:type="dxa"/>
          </w:tcPr>
          <w:p w:rsidR="00A14767" w:rsidRDefault="00176D7D">
            <w:r>
              <w:t>[EMPLOYEE NAME] is a punctual person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324817391"/>
              <w:placeholder>
                <w:docPart w:val="56AD61B972924F958CEDFF4CBB4482D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A14767" w:rsidTr="00A14767">
        <w:tc>
          <w:tcPr>
            <w:tcW w:w="8370" w:type="dxa"/>
          </w:tcPr>
          <w:p w:rsidR="00A14767" w:rsidRDefault="00176D7D">
            <w:r>
              <w:t>He /She has a good communication skills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238398142"/>
              <w:placeholder>
                <w:docPart w:val="56AD61B972924F958CEDFF4CBB4482D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A14767" w:rsidTr="00A14767">
        <w:tc>
          <w:tcPr>
            <w:tcW w:w="8370" w:type="dxa"/>
          </w:tcPr>
          <w:p w:rsidR="00A14767" w:rsidRDefault="00176D7D">
            <w:r>
              <w:t>He /She has a good listening skills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731071416"/>
              <w:placeholder>
                <w:docPart w:val="56AD61B972924F958CEDFF4CBB4482D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A14767" w:rsidTr="00A14767">
        <w:tc>
          <w:tcPr>
            <w:tcW w:w="8370" w:type="dxa"/>
          </w:tcPr>
          <w:p w:rsidR="00A14767" w:rsidRDefault="00176D7D">
            <w:r>
              <w:t>He /She has good workman relationship with other colleagues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475501849"/>
              <w:placeholder>
                <w:docPart w:val="56AD61B972924F958CEDFF4CBB4482D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A14767" w:rsidTr="00A14767">
        <w:tc>
          <w:tcPr>
            <w:tcW w:w="8370" w:type="dxa"/>
          </w:tcPr>
          <w:p w:rsidR="00A14767" w:rsidRDefault="00176D7D">
            <w:r>
              <w:t>Trustworthy person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791020744"/>
              <w:placeholder>
                <w:docPart w:val="56AD61B972924F958CEDFF4CBB4482D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A14767" w:rsidTr="00A14767">
        <w:tc>
          <w:tcPr>
            <w:tcW w:w="8370" w:type="dxa"/>
          </w:tcPr>
          <w:p w:rsidR="00A14767" w:rsidRDefault="00176D7D">
            <w:r>
              <w:t>[Insert other of your choice]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598013003"/>
              <w:placeholder>
                <w:docPart w:val="56AD61B972924F958CEDFF4CBB4482D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 xml:space="preserve">Choose </w:t>
                </w:r>
                <w:r>
                  <w:rPr>
                    <w:rStyle w:val="PlaceholderText"/>
                    <w:color w:val="auto"/>
                  </w:rPr>
                  <w:t>an item.</w:t>
                </w:r>
              </w:p>
            </w:sdtContent>
          </w:sdt>
        </w:tc>
      </w:tr>
      <w:tr w:rsidR="00A14767" w:rsidTr="00A14767">
        <w:tc>
          <w:tcPr>
            <w:tcW w:w="8370" w:type="dxa"/>
          </w:tcPr>
          <w:p w:rsidR="00A14767" w:rsidRDefault="00176D7D">
            <w:r>
              <w:t>[Insert other of your choice]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580335214"/>
              <w:placeholder>
                <w:docPart w:val="56AD61B972924F958CEDFF4CBB4482D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A14767" w:rsidTr="00A14767">
        <w:tc>
          <w:tcPr>
            <w:tcW w:w="8370" w:type="dxa"/>
            <w:tcBorders>
              <w:bottom w:val="nil"/>
            </w:tcBorders>
          </w:tcPr>
          <w:p w:rsidR="00A14767" w:rsidRDefault="00176D7D">
            <w:r>
              <w:t>[Insert other of your choice]</w:t>
            </w:r>
          </w:p>
        </w:tc>
        <w:tc>
          <w:tcPr>
            <w:tcW w:w="2430" w:type="dxa"/>
            <w:tcBorders>
              <w:bottom w:val="nil"/>
            </w:tcBorders>
          </w:tcPr>
          <w:sdt>
            <w:sdtPr>
              <w:alias w:val="Rate questions on a scale of 1 - 5"/>
              <w:tag w:val="Rate questions on a scale of 1 - 5"/>
              <w:id w:val="-34433582"/>
              <w:placeholder>
                <w:docPart w:val="56AD61B972924F958CEDFF4CBB4482D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A14767" w:rsidRDefault="001D15FB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A14767" w:rsidTr="00A14767">
        <w:tc>
          <w:tcPr>
            <w:tcW w:w="8370" w:type="dxa"/>
            <w:tcBorders>
              <w:top w:val="nil"/>
              <w:bottom w:val="single" w:sz="12" w:space="0" w:color="94B6D2" w:themeColor="accent1"/>
            </w:tcBorders>
          </w:tcPr>
          <w:p w:rsidR="00A14767" w:rsidRDefault="00176D7D">
            <w:r>
              <w:t>EVALUATION</w:t>
            </w:r>
          </w:p>
        </w:tc>
        <w:tc>
          <w:tcPr>
            <w:tcW w:w="2430" w:type="dxa"/>
            <w:tcBorders>
              <w:top w:val="nil"/>
              <w:bottom w:val="single" w:sz="12" w:space="0" w:color="94B6D2" w:themeColor="accent1"/>
            </w:tcBorders>
          </w:tcPr>
          <w:p w:rsidR="00A14767" w:rsidRDefault="00A14767">
            <w:pPr>
              <w:rPr>
                <w:kern w:val="0"/>
                <w14:ligatures w14:val="none"/>
              </w:rPr>
            </w:pPr>
          </w:p>
        </w:tc>
      </w:tr>
    </w:tbl>
    <w:p w:rsidR="00A14767" w:rsidRDefault="001D15FB">
      <w:pPr>
        <w:pStyle w:val="Heading3"/>
      </w:pPr>
      <w:r>
        <w:t>Additional comments</w:t>
      </w:r>
    </w:p>
    <w:sdt>
      <w:sdtPr>
        <w:id w:val="-1591920992"/>
        <w:placeholder>
          <w:docPart w:val="A7072809EF594B96B6F1843AE7578F29"/>
        </w:placeholder>
        <w:temporary/>
        <w:showingPlcHdr/>
        <w15:appearance w15:val="hidden"/>
      </w:sdtPr>
      <w:sdtEndPr/>
      <w:sdtContent>
        <w:p w:rsidR="00A14767" w:rsidRDefault="001D15FB">
          <w:r>
            <w:t>[Response]</w:t>
          </w:r>
        </w:p>
      </w:sdtContent>
    </w:sdt>
    <w:p w:rsidR="00A14767" w:rsidRDefault="00A14767"/>
    <w:sectPr w:rsidR="00A14767" w:rsidSect="00176D7D">
      <w:footerReference w:type="default" r:id="rId8"/>
      <w:pgSz w:w="12240" w:h="15840"/>
      <w:pgMar w:top="720" w:right="720" w:bottom="5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5FB" w:rsidRDefault="001D15FB">
      <w:pPr>
        <w:spacing w:after="0"/>
      </w:pPr>
      <w:r>
        <w:separator/>
      </w:r>
    </w:p>
    <w:p w:rsidR="001D15FB" w:rsidRDefault="001D15FB"/>
  </w:endnote>
  <w:endnote w:type="continuationSeparator" w:id="0">
    <w:p w:rsidR="001D15FB" w:rsidRDefault="001D15FB">
      <w:pPr>
        <w:spacing w:after="0"/>
      </w:pPr>
      <w:r>
        <w:continuationSeparator/>
      </w:r>
    </w:p>
    <w:p w:rsidR="001D15FB" w:rsidRDefault="001D1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767" w:rsidRDefault="001D15FB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3D785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5FB" w:rsidRDefault="001D15FB">
      <w:pPr>
        <w:spacing w:after="0"/>
      </w:pPr>
      <w:r>
        <w:separator/>
      </w:r>
    </w:p>
    <w:p w:rsidR="001D15FB" w:rsidRDefault="001D15FB"/>
  </w:footnote>
  <w:footnote w:type="continuationSeparator" w:id="0">
    <w:p w:rsidR="001D15FB" w:rsidRDefault="001D15FB">
      <w:pPr>
        <w:spacing w:after="0"/>
      </w:pPr>
      <w:r>
        <w:continuationSeparator/>
      </w:r>
    </w:p>
    <w:p w:rsidR="001D15FB" w:rsidRDefault="001D15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C62DF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D41F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40240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A1F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9E8A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C4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C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FAF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855"/>
    <w:rsid w:val="00176D7D"/>
    <w:rsid w:val="001D15FB"/>
    <w:rsid w:val="003D7855"/>
    <w:rsid w:val="00A1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DB9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D7855"/>
  </w:style>
  <w:style w:type="paragraph" w:styleId="Heading1">
    <w:name w:val="heading 1"/>
    <w:basedOn w:val="Normal"/>
    <w:next w:val="Normal"/>
    <w:link w:val="Heading1Char"/>
    <w:uiPriority w:val="9"/>
    <w:qFormat/>
    <w:rsid w:val="003D7855"/>
    <w:pPr>
      <w:pBdr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pBdr>
      <w:shd w:val="clear" w:color="auto" w:fill="94B6D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7855"/>
    <w:pPr>
      <w:pBdr>
        <w:top w:val="single" w:sz="24" w:space="0" w:color="E9F0F6" w:themeColor="accent1" w:themeTint="33"/>
        <w:left w:val="single" w:sz="24" w:space="0" w:color="E9F0F6" w:themeColor="accent1" w:themeTint="33"/>
        <w:bottom w:val="single" w:sz="24" w:space="0" w:color="E9F0F6" w:themeColor="accent1" w:themeTint="33"/>
        <w:right w:val="single" w:sz="24" w:space="0" w:color="E9F0F6" w:themeColor="accent1" w:themeTint="33"/>
      </w:pBdr>
      <w:shd w:val="clear" w:color="auto" w:fill="E9F0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7855"/>
    <w:pPr>
      <w:pBdr>
        <w:top w:val="single" w:sz="6" w:space="2" w:color="94B6D2" w:themeColor="accent1"/>
      </w:pBdr>
      <w:spacing w:before="300" w:after="0"/>
      <w:outlineLvl w:val="2"/>
    </w:pPr>
    <w:rPr>
      <w:caps/>
      <w:color w:val="345C7D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D7855"/>
    <w:pPr>
      <w:pBdr>
        <w:top w:val="dotted" w:sz="6" w:space="2" w:color="94B6D2" w:themeColor="accent1"/>
      </w:pBdr>
      <w:spacing w:before="200" w:after="0"/>
      <w:outlineLvl w:val="3"/>
    </w:pPr>
    <w:rPr>
      <w:caps/>
      <w:color w:val="548AB7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855"/>
    <w:pPr>
      <w:pBdr>
        <w:bottom w:val="single" w:sz="6" w:space="1" w:color="94B6D2" w:themeColor="accent1"/>
      </w:pBdr>
      <w:spacing w:before="200" w:after="0"/>
      <w:outlineLvl w:val="4"/>
    </w:pPr>
    <w:rPr>
      <w:caps/>
      <w:color w:val="548AB7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855"/>
    <w:pPr>
      <w:pBdr>
        <w:bottom w:val="dotted" w:sz="6" w:space="1" w:color="94B6D2" w:themeColor="accent1"/>
      </w:pBdr>
      <w:spacing w:before="200" w:after="0"/>
      <w:outlineLvl w:val="5"/>
    </w:pPr>
    <w:rPr>
      <w:caps/>
      <w:color w:val="548AB7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855"/>
    <w:pPr>
      <w:spacing w:before="200" w:after="0"/>
      <w:outlineLvl w:val="6"/>
    </w:pPr>
    <w:rPr>
      <w:caps/>
      <w:color w:val="548AB7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85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85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tabs>
        <w:tab w:val="left" w:pos="9977"/>
      </w:tabs>
      <w:spacing w:before="0" w:after="0"/>
    </w:pPr>
    <w:rPr>
      <w:color w:val="000000" w:themeColor="text1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1"/>
    <w:rPr>
      <w:color w:val="000000" w:themeColor="text1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3D7855"/>
    <w:rPr>
      <w:caps/>
      <w:color w:val="548AB7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855"/>
    <w:rPr>
      <w:caps/>
      <w:color w:val="548AB7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855"/>
    <w:rPr>
      <w:caps/>
      <w:color w:val="548AB7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855"/>
    <w:rPr>
      <w:caps/>
      <w:color w:val="548AB7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855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855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D7855"/>
    <w:rPr>
      <w:b/>
      <w:bCs/>
      <w:color w:val="548AB7" w:themeColor="accent1" w:themeShade="BF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7855"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pPr>
      <w:spacing w:after="240"/>
      <w:contextualSpacing/>
      <w:jc w:val="center"/>
    </w:pPr>
    <w:rPr>
      <w:color w:val="548AB7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3D7855"/>
    <w:rPr>
      <w:caps/>
      <w:color w:val="FFFFFF" w:themeColor="background1"/>
      <w:spacing w:val="15"/>
      <w:sz w:val="22"/>
      <w:szCs w:val="22"/>
      <w:shd w:val="clear" w:color="auto" w:fill="94B6D2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3D7855"/>
    <w:rPr>
      <w:caps/>
      <w:spacing w:val="15"/>
      <w:shd w:val="clear" w:color="auto" w:fill="E9F0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3D7855"/>
    <w:rPr>
      <w:caps/>
      <w:color w:val="345C7D" w:themeColor="accent1" w:themeShade="7F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rsid w:val="003D7855"/>
    <w:pPr>
      <w:spacing w:before="0" w:after="0"/>
    </w:pPr>
    <w:rPr>
      <w:rFonts w:asciiTheme="majorHAnsi" w:eastAsiaTheme="majorEastAsia" w:hAnsiTheme="majorHAnsi" w:cstheme="majorBidi"/>
      <w:caps/>
      <w:color w:val="94B6D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7855"/>
    <w:rPr>
      <w:rFonts w:asciiTheme="majorHAnsi" w:eastAsiaTheme="majorEastAsia" w:hAnsiTheme="majorHAnsi" w:cstheme="majorBidi"/>
      <w:caps/>
      <w:color w:val="94B6D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85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D7855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3D7855"/>
    <w:rPr>
      <w:b/>
      <w:bCs/>
    </w:rPr>
  </w:style>
  <w:style w:type="character" w:styleId="Emphasis">
    <w:name w:val="Emphasis"/>
    <w:uiPriority w:val="20"/>
    <w:qFormat/>
    <w:rsid w:val="003D7855"/>
    <w:rPr>
      <w:caps/>
      <w:color w:val="345C7D" w:themeColor="accent1" w:themeShade="7F"/>
      <w:spacing w:val="5"/>
    </w:rPr>
  </w:style>
  <w:style w:type="paragraph" w:styleId="NoSpacing">
    <w:name w:val="No Spacing"/>
    <w:uiPriority w:val="1"/>
    <w:qFormat/>
    <w:rsid w:val="003D785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D7855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D7855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855"/>
    <w:pPr>
      <w:spacing w:before="240" w:after="240" w:line="240" w:lineRule="auto"/>
      <w:ind w:left="1080" w:right="1080"/>
      <w:jc w:val="center"/>
    </w:pPr>
    <w:rPr>
      <w:color w:val="94B6D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855"/>
    <w:rPr>
      <w:color w:val="94B6D2" w:themeColor="accent1"/>
      <w:sz w:val="24"/>
      <w:szCs w:val="24"/>
    </w:rPr>
  </w:style>
  <w:style w:type="character" w:styleId="SubtleEmphasis">
    <w:name w:val="Subtle Emphasis"/>
    <w:uiPriority w:val="19"/>
    <w:qFormat/>
    <w:rsid w:val="003D7855"/>
    <w:rPr>
      <w:i/>
      <w:iCs/>
      <w:color w:val="345C7D" w:themeColor="accent1" w:themeShade="7F"/>
    </w:rPr>
  </w:style>
  <w:style w:type="character" w:styleId="IntenseEmphasis">
    <w:name w:val="Intense Emphasis"/>
    <w:uiPriority w:val="21"/>
    <w:qFormat/>
    <w:rsid w:val="003D7855"/>
    <w:rPr>
      <w:b/>
      <w:bCs/>
      <w:caps/>
      <w:color w:val="345C7D" w:themeColor="accent1" w:themeShade="7F"/>
      <w:spacing w:val="10"/>
    </w:rPr>
  </w:style>
  <w:style w:type="character" w:styleId="SubtleReference">
    <w:name w:val="Subtle Reference"/>
    <w:uiPriority w:val="31"/>
    <w:qFormat/>
    <w:rsid w:val="003D7855"/>
    <w:rPr>
      <w:b/>
      <w:bCs/>
      <w:color w:val="94B6D2" w:themeColor="accent1"/>
    </w:rPr>
  </w:style>
  <w:style w:type="character" w:styleId="IntenseReference">
    <w:name w:val="Intense Reference"/>
    <w:uiPriority w:val="32"/>
    <w:qFormat/>
    <w:rsid w:val="003D7855"/>
    <w:rPr>
      <w:b/>
      <w:bCs/>
      <w:i/>
      <w:iCs/>
      <w:caps/>
      <w:color w:val="94B6D2" w:themeColor="accent1"/>
    </w:rPr>
  </w:style>
  <w:style w:type="character" w:styleId="BookTitle">
    <w:name w:val="Book Title"/>
    <w:uiPriority w:val="33"/>
    <w:qFormat/>
    <w:rsid w:val="003D7855"/>
    <w:rPr>
      <w:b/>
      <w:bCs/>
      <w:i/>
      <w:i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ravel%20services%20surve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9F7EE678DD461B9CC1E0254F95A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E0671-1AD9-4715-A27E-2CD8CC919600}"/>
      </w:docPartPr>
      <w:docPartBody>
        <w:p w:rsidR="00000000" w:rsidRDefault="00C238FF">
          <w:pPr>
            <w:pStyle w:val="359F7EE678DD461B9CC1E0254F95A2ED"/>
          </w:pPr>
          <w:r>
            <w:t>[Street Address]</w:t>
          </w:r>
        </w:p>
      </w:docPartBody>
    </w:docPart>
    <w:docPart>
      <w:docPartPr>
        <w:name w:val="0684D9274662468AA5073C124664D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1F4A8-AF0E-4E09-9DA1-299C57690C1E}"/>
      </w:docPartPr>
      <w:docPartBody>
        <w:p w:rsidR="00000000" w:rsidRDefault="00C238FF">
          <w:pPr>
            <w:pStyle w:val="0684D9274662468AA5073C124664D724"/>
          </w:pPr>
          <w:r>
            <w:t>[City, ST  ZIP Code]</w:t>
          </w:r>
        </w:p>
      </w:docPartBody>
    </w:docPart>
    <w:docPart>
      <w:docPartPr>
        <w:name w:val="18DADE1CB483469DB6333235FB505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0300A-D4B4-4838-8C8C-F1EC0A83AB92}"/>
      </w:docPartPr>
      <w:docPartBody>
        <w:p w:rsidR="00000000" w:rsidRDefault="00C238FF">
          <w:pPr>
            <w:pStyle w:val="18DADE1CB483469DB6333235FB505576"/>
          </w:pPr>
          <w:r>
            <w:t>[Phone]</w:t>
          </w:r>
        </w:p>
      </w:docPartBody>
    </w:docPart>
    <w:docPart>
      <w:docPartPr>
        <w:name w:val="1E91DE82ACBC4184BA655814E93E7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3F156-DDF1-48C8-9F7C-636A8E4B6E2D}"/>
      </w:docPartPr>
      <w:docPartBody>
        <w:p w:rsidR="00000000" w:rsidRDefault="00C238FF">
          <w:pPr>
            <w:pStyle w:val="1E91DE82ACBC4184BA655814E93E7F84"/>
          </w:pPr>
          <w:r>
            <w:t>[Fax]</w:t>
          </w:r>
        </w:p>
      </w:docPartBody>
    </w:docPart>
    <w:docPart>
      <w:docPartPr>
        <w:name w:val="D1EFE683F8D74AA785B1FA5CC829A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716D28-1E44-4D79-8F9A-F48903E45957}"/>
      </w:docPartPr>
      <w:docPartBody>
        <w:p w:rsidR="00000000" w:rsidRDefault="00C238FF">
          <w:pPr>
            <w:pStyle w:val="D1EFE683F8D74AA785B1FA5CC829AD90"/>
          </w:pPr>
          <w:r>
            <w:t>[Website]</w:t>
          </w:r>
        </w:p>
      </w:docPartBody>
    </w:docPart>
    <w:docPart>
      <w:docPartPr>
        <w:name w:val="472ADA0C1D774056B64EB6F50A1E1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D236E-9B58-4725-BE66-3D8B325BBF30}"/>
      </w:docPartPr>
      <w:docPartBody>
        <w:p w:rsidR="00000000" w:rsidRDefault="00C238FF">
          <w:pPr>
            <w:pStyle w:val="472ADA0C1D774056B64EB6F50A1E1224"/>
          </w:pPr>
          <w:r>
            <w:t>[Email]</w:t>
          </w:r>
        </w:p>
      </w:docPartBody>
    </w:docPart>
    <w:docPart>
      <w:docPartPr>
        <w:name w:val="13B02CAFA3B746C9A95DA912C6133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67F49-440C-4634-91E2-237EB6F8EBD6}"/>
      </w:docPartPr>
      <w:docPartBody>
        <w:p w:rsidR="00000000" w:rsidRDefault="00C238FF">
          <w:pPr>
            <w:pStyle w:val="13B02CAFA3B746C9A95DA912C6133CBC"/>
          </w:pPr>
          <w:r>
            <w:t>Choose an item.</w:t>
          </w:r>
        </w:p>
      </w:docPartBody>
    </w:docPart>
    <w:docPart>
      <w:docPartPr>
        <w:name w:val="56AD61B972924F958CEDFF4CBB448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F8441-413B-4F0B-A819-C2DD984EA4F0}"/>
      </w:docPartPr>
      <w:docPartBody>
        <w:p w:rsidR="00000000" w:rsidRDefault="00C238FF">
          <w:pPr>
            <w:pStyle w:val="56AD61B972924F958CEDFF4CBB4482D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7072809EF594B96B6F1843AE7578F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703F9-AAB1-488A-A637-1EF45CF2D8EE}"/>
      </w:docPartPr>
      <w:docPartBody>
        <w:p w:rsidR="00000000" w:rsidRDefault="00C238FF">
          <w:pPr>
            <w:pStyle w:val="A7072809EF594B96B6F1843AE7578F29"/>
          </w:pPr>
          <w:r>
            <w:t>[Response]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FF"/>
    <w:rsid w:val="00C2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0BF5108FDC4F46AD217C93F7E92B27">
    <w:name w:val="490BF5108FDC4F46AD217C93F7E92B27"/>
  </w:style>
  <w:style w:type="paragraph" w:customStyle="1" w:styleId="3669339A04D648D7AFA4B76D742BEABF">
    <w:name w:val="3669339A04D648D7AFA4B76D742BEABF"/>
  </w:style>
  <w:style w:type="paragraph" w:customStyle="1" w:styleId="359F7EE678DD461B9CC1E0254F95A2ED">
    <w:name w:val="359F7EE678DD461B9CC1E0254F95A2ED"/>
  </w:style>
  <w:style w:type="paragraph" w:customStyle="1" w:styleId="0684D9274662468AA5073C124664D724">
    <w:name w:val="0684D9274662468AA5073C124664D724"/>
  </w:style>
  <w:style w:type="paragraph" w:customStyle="1" w:styleId="18DADE1CB483469DB6333235FB505576">
    <w:name w:val="18DADE1CB483469DB6333235FB505576"/>
  </w:style>
  <w:style w:type="paragraph" w:customStyle="1" w:styleId="1E91DE82ACBC4184BA655814E93E7F84">
    <w:name w:val="1E91DE82ACBC4184BA655814E93E7F84"/>
  </w:style>
  <w:style w:type="paragraph" w:customStyle="1" w:styleId="D1EFE683F8D74AA785B1FA5CC829AD90">
    <w:name w:val="D1EFE683F8D74AA785B1FA5CC829AD90"/>
  </w:style>
  <w:style w:type="paragraph" w:customStyle="1" w:styleId="472ADA0C1D774056B64EB6F50A1E1224">
    <w:name w:val="472ADA0C1D774056B64EB6F50A1E1224"/>
  </w:style>
  <w:style w:type="paragraph" w:customStyle="1" w:styleId="60AA0374C94744E392F0AA9C350C3AC0">
    <w:name w:val="60AA0374C94744E392F0AA9C350C3AC0"/>
  </w:style>
  <w:style w:type="paragraph" w:customStyle="1" w:styleId="13B02CAFA3B746C9A95DA912C6133CBC">
    <w:name w:val="13B02CAFA3B746C9A95DA912C6133CBC"/>
  </w:style>
  <w:style w:type="paragraph" w:customStyle="1" w:styleId="0CD0167D1ACA454F801B7E5034AC4BC3">
    <w:name w:val="0CD0167D1ACA454F801B7E5034AC4BC3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6AD61B972924F958CEDFF4CBB4482DD">
    <w:name w:val="56AD61B972924F958CEDFF4CBB4482DD"/>
  </w:style>
  <w:style w:type="paragraph" w:customStyle="1" w:styleId="D569AC52D1014FB0A322D7AB40BFF9B4">
    <w:name w:val="D569AC52D1014FB0A322D7AB40BFF9B4"/>
  </w:style>
  <w:style w:type="paragraph" w:customStyle="1" w:styleId="0C2846AF68384CDC8970C029FDDA5D19">
    <w:name w:val="0C2846AF68384CDC8970C029FDDA5D19"/>
  </w:style>
  <w:style w:type="paragraph" w:customStyle="1" w:styleId="CA8A2E048ADA4AD086BA7189ADD9C0D9">
    <w:name w:val="CA8A2E048ADA4AD086BA7189ADD9C0D9"/>
  </w:style>
  <w:style w:type="paragraph" w:customStyle="1" w:styleId="7D2CF2715D2E446DB25E13F42B7C1FA5">
    <w:name w:val="7D2CF2715D2E446DB25E13F42B7C1FA5"/>
  </w:style>
  <w:style w:type="paragraph" w:customStyle="1" w:styleId="398B88D8B3DF4ED89F7AD3F9CA576688">
    <w:name w:val="398B88D8B3DF4ED89F7AD3F9CA576688"/>
  </w:style>
  <w:style w:type="paragraph" w:customStyle="1" w:styleId="32E1E026E22A4C68A0E0748E6156BD48">
    <w:name w:val="32E1E026E22A4C68A0E0748E6156BD48"/>
  </w:style>
  <w:style w:type="paragraph" w:customStyle="1" w:styleId="1C70CD4F07914340B24A3AD61BECCC6B">
    <w:name w:val="1C70CD4F07914340B24A3AD61BECCC6B"/>
  </w:style>
  <w:style w:type="paragraph" w:customStyle="1" w:styleId="A97201A6518747479003D64455C5D8D1">
    <w:name w:val="A97201A6518747479003D64455C5D8D1"/>
  </w:style>
  <w:style w:type="paragraph" w:customStyle="1" w:styleId="AE4C89FD95C249938C69EE314629D97C">
    <w:name w:val="AE4C89FD95C249938C69EE314629D97C"/>
  </w:style>
  <w:style w:type="paragraph" w:customStyle="1" w:styleId="4CE53CED48FC4D3E85ACB1AE025ACA47">
    <w:name w:val="4CE53CED48FC4D3E85ACB1AE025ACA47"/>
  </w:style>
  <w:style w:type="paragraph" w:customStyle="1" w:styleId="A7072809EF594B96B6F1843AE7578F29">
    <w:name w:val="A7072809EF594B96B6F1843AE7578F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00FBE8E-9136-4EF2-A18B-18868B618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Travel services survey.dotx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EMPLOYEE FEEDBACK FORM</vt:lpstr>
      <vt:lpstr>    COMPANY NAME</vt:lpstr>
      <vt:lpstr>        Additional comments</vt:lpstr>
    </vt:vector>
  </TitlesOfParts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2017-04-03T13:40:00Z</dcterms:created>
  <dcterms:modified xsi:type="dcterms:W3CDTF">2017-04-03T13:50:00Z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TC034631069991</vt:lpwstr>
  </property>
</Properties>
</file>