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Ind w:w="18" w:type="dxa"/>
        <w:tblLayout w:type="fixed"/>
        <w:tblLook w:val="01E0" w:firstRow="1" w:lastRow="1" w:firstColumn="1" w:lastColumn="1" w:noHBand="0" w:noVBand="0"/>
      </w:tblPr>
      <w:tblGrid>
        <w:gridCol w:w="4846"/>
        <w:gridCol w:w="5234"/>
      </w:tblGrid>
      <w:tr w:rsidR="00D828BD" w:rsidRPr="00D828BD" w:rsidTr="005324C4">
        <w:trPr>
          <w:trHeight w:val="1170"/>
        </w:trPr>
        <w:tc>
          <w:tcPr>
            <w:tcW w:w="4950" w:type="dxa"/>
          </w:tcPr>
          <w:sdt>
            <w:sdtPr>
              <w:rPr>
                <w:color w:val="auto"/>
              </w:rPr>
              <w:alias w:val="Company"/>
              <w:tag w:val="Company"/>
              <w:id w:val="103548726"/>
              <w:placeholder>
                <w:docPart w:val="589385017B484CEC84ABCBA36C7F1670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Content>
              <w:p w:rsidR="002E37DC" w:rsidRPr="00D828BD" w:rsidRDefault="002E37DC" w:rsidP="00FB0AE3">
                <w:pPr>
                  <w:pStyle w:val="CompanyName"/>
                  <w:tabs>
                    <w:tab w:val="left" w:pos="1080"/>
                  </w:tabs>
                  <w:rPr>
                    <w:color w:val="auto"/>
                  </w:rPr>
                </w:pPr>
                <w:r w:rsidRPr="00D828BD">
                  <w:rPr>
                    <w:color w:val="auto"/>
                  </w:rPr>
                  <w:t>[Company Name]</w:t>
                </w:r>
              </w:p>
            </w:sdtContent>
          </w:sdt>
          <w:sdt>
            <w:sdtPr>
              <w:rPr>
                <w:rFonts w:ascii="Century Gothic" w:hAnsi="Century Gothic"/>
              </w:rPr>
              <w:alias w:val="Address"/>
              <w:tag w:val="Address"/>
              <w:id w:val="103548671"/>
              <w:placeholder>
                <w:docPart w:val="DB5D4EF0395C43BDA8DAC97B43BEA8C4"/>
              </w:placeholder>
              <w:temporary/>
              <w:showingPlcHdr/>
            </w:sdtPr>
            <w:sdtContent>
              <w:p w:rsidR="002E37DC" w:rsidRPr="00D828BD" w:rsidRDefault="002E37DC" w:rsidP="00CC34D1">
                <w:pPr>
                  <w:rPr>
                    <w:rFonts w:ascii="Century Gothic" w:hAnsi="Century Gothic"/>
                  </w:rPr>
                </w:pPr>
                <w:r w:rsidRPr="00D828BD">
                  <w:rPr>
                    <w:rFonts w:ascii="Century Gothic" w:hAnsi="Century Gothic"/>
                  </w:rPr>
                  <w:t>[Street Address]</w:t>
                </w:r>
              </w:p>
            </w:sdtContent>
          </w:sdt>
          <w:sdt>
            <w:sdtPr>
              <w:rPr>
                <w:rFonts w:ascii="Century Gothic" w:hAnsi="Century Gothic"/>
              </w:rPr>
              <w:alias w:val="City, ST  ZIP Code"/>
              <w:tag w:val="City, ST  ZIP Code"/>
              <w:id w:val="103548698"/>
              <w:placeholder>
                <w:docPart w:val="0F821393C0B24B27B09026D0A98D5352"/>
              </w:placeholder>
              <w:temporary/>
              <w:showingPlcHdr/>
            </w:sdtPr>
            <w:sdtContent>
              <w:p w:rsidR="002E37DC" w:rsidRPr="00D828BD" w:rsidRDefault="002E37DC" w:rsidP="00592165">
                <w:r w:rsidRPr="00D828BD">
                  <w:rPr>
                    <w:rFonts w:ascii="Century Gothic" w:hAnsi="Century Gothic"/>
                  </w:rPr>
                  <w:t>[City, ST  ZIP Code]</w:t>
                </w:r>
              </w:p>
            </w:sdtContent>
          </w:sdt>
        </w:tc>
        <w:tc>
          <w:tcPr>
            <w:tcW w:w="5346" w:type="dxa"/>
          </w:tcPr>
          <w:p w:rsidR="002E37DC" w:rsidRPr="00D828BD" w:rsidRDefault="002E37DC" w:rsidP="006B2DD1">
            <w:pPr>
              <w:pStyle w:val="Heading1"/>
            </w:pPr>
          </w:p>
        </w:tc>
      </w:tr>
    </w:tbl>
    <w:p w:rsidR="00B752D2" w:rsidRPr="00D828BD" w:rsidRDefault="002E37DC" w:rsidP="00CC34D1">
      <w:pPr>
        <w:rPr>
          <w:rFonts w:ascii="Century Gothic" w:hAnsi="Century Gothic"/>
          <w:b/>
          <w:sz w:val="32"/>
        </w:rPr>
      </w:pPr>
      <w:r w:rsidRPr="00D828BD">
        <w:rPr>
          <w:rFonts w:ascii="Century Gothic" w:hAnsi="Century Gothic"/>
          <w:b/>
          <w:sz w:val="32"/>
        </w:rPr>
        <w:t>VENDOR EVALUATION FORM</w:t>
      </w:r>
    </w:p>
    <w:p w:rsidR="000430A4" w:rsidRPr="00D828BD" w:rsidRDefault="00BC0646" w:rsidP="000F7CC0">
      <w:pPr>
        <w:pStyle w:val="Heading2"/>
      </w:pPr>
      <w:r>
        <w:t xml:space="preserve">Vendor Name: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853"/>
        <w:gridCol w:w="5227"/>
      </w:tblGrid>
      <w:tr w:rsidR="00D828BD" w:rsidRPr="00D828BD" w:rsidTr="002E37DC">
        <w:trPr>
          <w:trHeight w:val="1413"/>
        </w:trPr>
        <w:tc>
          <w:tcPr>
            <w:tcW w:w="496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:rsidR="00B7753D" w:rsidRPr="00D828BD" w:rsidRDefault="002E37DC" w:rsidP="002E37DC">
            <w:pPr>
              <w:pStyle w:val="Answers"/>
              <w:numPr>
                <w:ilvl w:val="0"/>
                <w:numId w:val="0"/>
              </w:numPr>
            </w:pPr>
            <w:r w:rsidRPr="00D828BD">
              <w:t xml:space="preserve">Does the supplier/ vendor has adequate machinery and equipment to supply materials/ services? </w:t>
            </w:r>
            <w:r w:rsidR="00B7753D" w:rsidRPr="00D828BD">
              <w:t>Every day</w:t>
            </w:r>
          </w:p>
          <w:p w:rsidR="00B7753D" w:rsidRPr="00D828BD" w:rsidRDefault="002E37DC" w:rsidP="002E37DC">
            <w:pPr>
              <w:pStyle w:val="Answers"/>
              <w:tabs>
                <w:tab w:val="clear" w:pos="900"/>
                <w:tab w:val="num" w:pos="360"/>
              </w:tabs>
              <w:ind w:hanging="907"/>
            </w:pPr>
            <w:r w:rsidRPr="00D828BD">
              <w:t>YES</w:t>
            </w:r>
          </w:p>
          <w:p w:rsidR="00B7753D" w:rsidRPr="00D828BD" w:rsidRDefault="002E37DC" w:rsidP="002E37DC">
            <w:pPr>
              <w:pStyle w:val="Answers"/>
              <w:tabs>
                <w:tab w:val="clear" w:pos="900"/>
                <w:tab w:val="num" w:pos="360"/>
              </w:tabs>
              <w:ind w:hanging="907"/>
            </w:pPr>
            <w:r w:rsidRPr="00D828BD">
              <w:t>NO</w:t>
            </w:r>
          </w:p>
        </w:tc>
        <w:tc>
          <w:tcPr>
            <w:tcW w:w="5332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</w:tcBorders>
            <w:shd w:val="clear" w:color="auto" w:fill="auto"/>
          </w:tcPr>
          <w:p w:rsidR="002E37DC" w:rsidRPr="00D828BD" w:rsidRDefault="002E37DC" w:rsidP="002E37DC">
            <w:pPr>
              <w:pStyle w:val="Answers"/>
              <w:numPr>
                <w:ilvl w:val="0"/>
                <w:numId w:val="0"/>
              </w:numPr>
              <w:ind w:left="547"/>
            </w:pPr>
            <w:r w:rsidRPr="00D828BD">
              <w:t>Does the supplier/ vendor maintain a maintenance schedule?</w:t>
            </w:r>
          </w:p>
          <w:p w:rsidR="00D43B6D" w:rsidRPr="00D828BD" w:rsidRDefault="002E37DC" w:rsidP="002E37DC">
            <w:pPr>
              <w:pStyle w:val="Answers"/>
            </w:pPr>
            <w:r w:rsidRPr="00D828BD">
              <w:t>YES</w:t>
            </w:r>
          </w:p>
          <w:p w:rsidR="00D43B6D" w:rsidRPr="00D828BD" w:rsidRDefault="002E37DC" w:rsidP="002E37DC">
            <w:pPr>
              <w:pStyle w:val="Answers"/>
            </w:pPr>
            <w:r w:rsidRPr="00D828BD">
              <w:t>NO</w:t>
            </w:r>
          </w:p>
        </w:tc>
        <w:bookmarkStart w:id="0" w:name="_GoBack"/>
        <w:bookmarkEnd w:id="0"/>
      </w:tr>
      <w:tr w:rsidR="00D828BD" w:rsidRPr="00D828BD" w:rsidTr="002E37DC">
        <w:trPr>
          <w:trHeight w:val="1800"/>
        </w:trPr>
        <w:tc>
          <w:tcPr>
            <w:tcW w:w="496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:rsidR="002E37DC" w:rsidRPr="00D828BD" w:rsidRDefault="002E37DC" w:rsidP="002E37DC">
            <w:pPr>
              <w:pStyle w:val="ListBullet"/>
              <w:numPr>
                <w:ilvl w:val="0"/>
                <w:numId w:val="0"/>
              </w:numPr>
            </w:pPr>
            <w:r w:rsidRPr="00D828BD">
              <w:t>Does the supplier/ vendor has adequate knowledge of the manufacturing processes carried out by him?</w:t>
            </w:r>
          </w:p>
          <w:p w:rsidR="002E37DC" w:rsidRPr="00D828BD" w:rsidRDefault="002E37DC" w:rsidP="002E37DC">
            <w:pPr>
              <w:pStyle w:val="Answers"/>
              <w:tabs>
                <w:tab w:val="clear" w:pos="900"/>
                <w:tab w:val="num" w:pos="360"/>
              </w:tabs>
              <w:ind w:hanging="907"/>
            </w:pPr>
            <w:r w:rsidRPr="00D828BD">
              <w:t>YES</w:t>
            </w:r>
          </w:p>
          <w:p w:rsidR="002E37DC" w:rsidRPr="00D828BD" w:rsidRDefault="002E37DC" w:rsidP="002E37DC">
            <w:pPr>
              <w:pStyle w:val="Answers"/>
              <w:tabs>
                <w:tab w:val="clear" w:pos="900"/>
                <w:tab w:val="num" w:pos="360"/>
              </w:tabs>
              <w:ind w:hanging="907"/>
            </w:pPr>
            <w:r w:rsidRPr="00D828BD">
              <w:t>NO</w:t>
            </w:r>
          </w:p>
        </w:tc>
        <w:tc>
          <w:tcPr>
            <w:tcW w:w="5332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</w:tcBorders>
            <w:shd w:val="clear" w:color="auto" w:fill="auto"/>
          </w:tcPr>
          <w:p w:rsidR="002E37DC" w:rsidRPr="00D828BD" w:rsidRDefault="002E37DC" w:rsidP="002E37DC">
            <w:pPr>
              <w:pStyle w:val="Answers"/>
              <w:numPr>
                <w:ilvl w:val="0"/>
                <w:numId w:val="0"/>
              </w:numPr>
              <w:ind w:left="525" w:hanging="525"/>
            </w:pPr>
            <w:r w:rsidRPr="00D828BD">
              <w:t xml:space="preserve">           </w:t>
            </w:r>
            <w:r w:rsidRPr="00D828BD">
              <w:t>Does the supplier/ vendor maintain technical files on the manufacturing processes carried out by them?</w:t>
            </w:r>
          </w:p>
          <w:p w:rsidR="002E37DC" w:rsidRPr="00D828BD" w:rsidRDefault="002E37DC" w:rsidP="002E37DC">
            <w:pPr>
              <w:pStyle w:val="Answers"/>
            </w:pPr>
            <w:r w:rsidRPr="00D828BD">
              <w:t>YES</w:t>
            </w:r>
          </w:p>
          <w:p w:rsidR="002E37DC" w:rsidRPr="00D828BD" w:rsidRDefault="002E37DC" w:rsidP="002E37DC">
            <w:pPr>
              <w:pStyle w:val="Answers"/>
            </w:pPr>
            <w:r w:rsidRPr="00D828BD">
              <w:t>NO</w:t>
            </w:r>
          </w:p>
        </w:tc>
      </w:tr>
      <w:tr w:rsidR="00D828BD" w:rsidRPr="00D828BD" w:rsidTr="002E37DC">
        <w:trPr>
          <w:trHeight w:val="1800"/>
        </w:trPr>
        <w:tc>
          <w:tcPr>
            <w:tcW w:w="4964" w:type="dxa"/>
            <w:tcBorders>
              <w:top w:val="single" w:sz="4" w:space="0" w:color="BFBFBF" w:themeColor="background1" w:themeShade="BF"/>
            </w:tcBorders>
          </w:tcPr>
          <w:p w:rsidR="00F73E1A" w:rsidRPr="00D828BD" w:rsidRDefault="00F73E1A" w:rsidP="00F73E1A">
            <w:pPr>
              <w:pStyle w:val="ListBullet"/>
              <w:numPr>
                <w:ilvl w:val="0"/>
                <w:numId w:val="0"/>
              </w:numPr>
            </w:pPr>
            <w:r w:rsidRPr="00D828BD">
              <w:t>Are tools, dies, jigs reconfirmed for compliance with</w:t>
            </w:r>
            <w:r w:rsidRPr="00D828BD">
              <w:t xml:space="preserve"> </w:t>
            </w:r>
            <w:r w:rsidRPr="00D828BD">
              <w:t>manufacturing specifications after prescribed intervals?</w:t>
            </w:r>
          </w:p>
          <w:p w:rsidR="002E37DC" w:rsidRPr="00D828BD" w:rsidRDefault="002E37DC" w:rsidP="002E37DC">
            <w:pPr>
              <w:pStyle w:val="Answers"/>
              <w:tabs>
                <w:tab w:val="clear" w:pos="900"/>
                <w:tab w:val="num" w:pos="360"/>
              </w:tabs>
              <w:ind w:hanging="907"/>
            </w:pPr>
            <w:r w:rsidRPr="00D828BD">
              <w:t>YES</w:t>
            </w:r>
          </w:p>
          <w:p w:rsidR="002E37DC" w:rsidRPr="00D828BD" w:rsidRDefault="002E37DC" w:rsidP="002E37DC">
            <w:pPr>
              <w:pStyle w:val="Answers"/>
              <w:tabs>
                <w:tab w:val="clear" w:pos="900"/>
                <w:tab w:val="num" w:pos="360"/>
              </w:tabs>
              <w:ind w:hanging="907"/>
            </w:pPr>
            <w:r w:rsidRPr="00D828BD">
              <w:t>NO</w:t>
            </w:r>
          </w:p>
        </w:tc>
        <w:tc>
          <w:tcPr>
            <w:tcW w:w="5332" w:type="dxa"/>
            <w:tcBorders>
              <w:top w:val="single" w:sz="4" w:space="0" w:color="BFBFBF" w:themeColor="background1" w:themeShade="BF"/>
              <w:left w:val="nil"/>
            </w:tcBorders>
            <w:shd w:val="clear" w:color="auto" w:fill="auto"/>
          </w:tcPr>
          <w:p w:rsidR="00F73E1A" w:rsidRPr="00D828BD" w:rsidRDefault="00F73E1A" w:rsidP="00F73E1A">
            <w:pPr>
              <w:pStyle w:val="Answers"/>
              <w:numPr>
                <w:ilvl w:val="0"/>
                <w:numId w:val="0"/>
              </w:numPr>
              <w:ind w:left="525"/>
            </w:pPr>
            <w:r w:rsidRPr="00D828BD">
              <w:t>Are raw materials and process consumables being tested/ certified at the time of procurement as per required specifications?</w:t>
            </w:r>
          </w:p>
          <w:p w:rsidR="002E37DC" w:rsidRPr="00D828BD" w:rsidRDefault="002E37DC" w:rsidP="00F73E1A">
            <w:pPr>
              <w:pStyle w:val="Answers"/>
            </w:pPr>
            <w:r w:rsidRPr="00D828BD">
              <w:t>YES</w:t>
            </w:r>
          </w:p>
          <w:p w:rsidR="002E37DC" w:rsidRPr="00D828BD" w:rsidRDefault="002E37DC" w:rsidP="00F73E1A">
            <w:pPr>
              <w:pStyle w:val="Answers"/>
            </w:pPr>
            <w:r w:rsidRPr="00D828BD">
              <w:t>NO</w:t>
            </w:r>
          </w:p>
        </w:tc>
      </w:tr>
    </w:tbl>
    <w:p w:rsidR="00607655" w:rsidRPr="00D828BD" w:rsidRDefault="00C41B55" w:rsidP="00702E38">
      <w:pPr>
        <w:pStyle w:val="Heading2"/>
        <w:tabs>
          <w:tab w:val="left" w:pos="540"/>
        </w:tabs>
      </w:pPr>
      <w:r w:rsidRPr="00D828BD">
        <w:t>Service</w:t>
      </w:r>
      <w:r w:rsidR="00BA06F8" w:rsidRPr="00D828BD">
        <w:t xml:space="preserve"> </w:t>
      </w:r>
      <w:r w:rsidR="0090723D" w:rsidRPr="00D828BD">
        <w:t>and</w:t>
      </w:r>
      <w:r w:rsidR="00BA06F8" w:rsidRPr="00D828BD">
        <w:t xml:space="preserve"> Environment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860"/>
        <w:gridCol w:w="5220"/>
      </w:tblGrid>
      <w:tr w:rsidR="00D828BD" w:rsidRPr="00D828BD" w:rsidTr="00A83952">
        <w:trPr>
          <w:trHeight w:val="1440"/>
        </w:trPr>
        <w:tc>
          <w:tcPr>
            <w:tcW w:w="486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:rsidR="00BA06F8" w:rsidRPr="00D828BD" w:rsidRDefault="00BA06F8" w:rsidP="00BA06F8">
            <w:pPr>
              <w:rPr>
                <w:szCs w:val="20"/>
              </w:rPr>
            </w:pPr>
            <w:r w:rsidRPr="00D828BD">
              <w:rPr>
                <w:szCs w:val="20"/>
              </w:rPr>
              <w:t>How long did you wait for your order to be taken?</w:t>
            </w:r>
          </w:p>
          <w:p w:rsidR="00BA06F8" w:rsidRPr="00D828BD" w:rsidRDefault="00BA06F8" w:rsidP="00BA06F8">
            <w:pPr>
              <w:pStyle w:val="Answers"/>
            </w:pPr>
            <w:r w:rsidRPr="00D828BD">
              <w:t>Immediate service</w:t>
            </w:r>
          </w:p>
          <w:p w:rsidR="00BA06F8" w:rsidRPr="00D828BD" w:rsidRDefault="00BA06F8" w:rsidP="00BA06F8">
            <w:pPr>
              <w:pStyle w:val="Answers"/>
            </w:pPr>
            <w:r w:rsidRPr="00D828BD">
              <w:t>Less than 1 minute</w:t>
            </w:r>
          </w:p>
          <w:p w:rsidR="00BA06F8" w:rsidRPr="00D828BD" w:rsidRDefault="00BA06F8" w:rsidP="00BA06F8">
            <w:pPr>
              <w:pStyle w:val="Answers"/>
            </w:pPr>
            <w:r w:rsidRPr="00D828BD">
              <w:t>1 to 3 minutes</w:t>
            </w:r>
          </w:p>
          <w:p w:rsidR="00C629CA" w:rsidRPr="00D828BD" w:rsidRDefault="0090723D" w:rsidP="00BA06F8">
            <w:pPr>
              <w:pStyle w:val="Answers"/>
            </w:pPr>
            <w:r w:rsidRPr="00D828BD">
              <w:t>M</w:t>
            </w:r>
            <w:r w:rsidR="00BA06F8" w:rsidRPr="00D828BD">
              <w:t>ore than 3 minutes</w:t>
            </w:r>
          </w:p>
        </w:tc>
        <w:tc>
          <w:tcPr>
            <w:tcW w:w="522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</w:tcBorders>
          </w:tcPr>
          <w:p w:rsidR="00BA06F8" w:rsidRPr="00D828BD" w:rsidRDefault="00BA06F8" w:rsidP="00CC34D1">
            <w:r w:rsidRPr="00D828BD">
              <w:t>How long did you wait for your product after ordering?</w:t>
            </w:r>
          </w:p>
          <w:p w:rsidR="00BA06F8" w:rsidRPr="00D828BD" w:rsidRDefault="00BA06F8" w:rsidP="00BA06F8">
            <w:pPr>
              <w:pStyle w:val="Answers"/>
            </w:pPr>
            <w:r w:rsidRPr="00D828BD">
              <w:t>Less than 1 minute</w:t>
            </w:r>
          </w:p>
          <w:p w:rsidR="00BA06F8" w:rsidRPr="00D828BD" w:rsidRDefault="00BA06F8" w:rsidP="00BA06F8">
            <w:pPr>
              <w:pStyle w:val="Answers"/>
            </w:pPr>
            <w:r w:rsidRPr="00D828BD">
              <w:t>1 to 3 minutes</w:t>
            </w:r>
          </w:p>
          <w:p w:rsidR="00BA06F8" w:rsidRPr="00D828BD" w:rsidRDefault="00BA06F8" w:rsidP="00BA06F8">
            <w:pPr>
              <w:pStyle w:val="Answers"/>
            </w:pPr>
            <w:r w:rsidRPr="00D828BD">
              <w:t>3 to 5 minutes</w:t>
            </w:r>
          </w:p>
          <w:p w:rsidR="00073253" w:rsidRPr="00D828BD" w:rsidRDefault="0090723D" w:rsidP="00BA06F8">
            <w:pPr>
              <w:pStyle w:val="Answers"/>
            </w:pPr>
            <w:r w:rsidRPr="00D828BD">
              <w:t>M</w:t>
            </w:r>
            <w:r w:rsidR="00BA06F8" w:rsidRPr="00D828BD">
              <w:t>ore than 5 minutes</w:t>
            </w:r>
          </w:p>
        </w:tc>
      </w:tr>
      <w:tr w:rsidR="00D828BD" w:rsidRPr="00D828BD" w:rsidTr="00A83952">
        <w:trPr>
          <w:trHeight w:val="1440"/>
        </w:trPr>
        <w:tc>
          <w:tcPr>
            <w:tcW w:w="4860" w:type="dxa"/>
            <w:tcBorders>
              <w:top w:val="single" w:sz="4" w:space="0" w:color="BFBFBF" w:themeColor="background1" w:themeShade="BF"/>
            </w:tcBorders>
          </w:tcPr>
          <w:p w:rsidR="00BA06F8" w:rsidRPr="00D828BD" w:rsidRDefault="00BA06F8" w:rsidP="00CC34D1">
            <w:r w:rsidRPr="00D828BD">
              <w:t>How would you rate the staff?</w:t>
            </w:r>
          </w:p>
          <w:p w:rsidR="00BA06F8" w:rsidRPr="00D828BD" w:rsidRDefault="00BA06F8" w:rsidP="00BA06F8">
            <w:pPr>
              <w:pStyle w:val="Answers"/>
            </w:pPr>
            <w:r w:rsidRPr="00D828BD">
              <w:t>Friendly and helpful</w:t>
            </w:r>
          </w:p>
          <w:p w:rsidR="00BA06F8" w:rsidRPr="00D828BD" w:rsidRDefault="00BA06F8" w:rsidP="00BA06F8">
            <w:pPr>
              <w:pStyle w:val="Answers"/>
            </w:pPr>
            <w:r w:rsidRPr="00D828BD">
              <w:t>Average</w:t>
            </w:r>
          </w:p>
          <w:p w:rsidR="00BA06F8" w:rsidRPr="00D828BD" w:rsidRDefault="00BA06F8" w:rsidP="00BA06F8">
            <w:pPr>
              <w:pStyle w:val="Answers"/>
            </w:pPr>
            <w:r w:rsidRPr="00D828BD">
              <w:t xml:space="preserve">Varies </w:t>
            </w:r>
            <w:r w:rsidR="00943D45" w:rsidRPr="00D828BD">
              <w:t xml:space="preserve">on </w:t>
            </w:r>
            <w:r w:rsidRPr="00D828BD">
              <w:t>each visit</w:t>
            </w:r>
          </w:p>
          <w:p w:rsidR="006B046E" w:rsidRPr="00D828BD" w:rsidRDefault="00BA06F8" w:rsidP="00BA06F8">
            <w:pPr>
              <w:pStyle w:val="Answers"/>
            </w:pPr>
            <w:r w:rsidRPr="00D828BD">
              <w:t>Poor service</w:t>
            </w:r>
          </w:p>
        </w:tc>
        <w:tc>
          <w:tcPr>
            <w:tcW w:w="5220" w:type="dxa"/>
            <w:tcBorders>
              <w:top w:val="single" w:sz="4" w:space="0" w:color="BFBFBF" w:themeColor="background1" w:themeShade="BF"/>
              <w:left w:val="nil"/>
            </w:tcBorders>
          </w:tcPr>
          <w:p w:rsidR="00BA06F8" w:rsidRPr="00D828BD" w:rsidRDefault="00097BBB" w:rsidP="00CC34D1">
            <w:r w:rsidRPr="00D828BD">
              <w:t>Was the store clean and invit</w:t>
            </w:r>
            <w:r w:rsidR="00BA06F8" w:rsidRPr="00D828BD">
              <w:t>ing?</w:t>
            </w:r>
          </w:p>
          <w:p w:rsidR="00BA06F8" w:rsidRPr="00D828BD" w:rsidRDefault="00BA06F8" w:rsidP="00BA06F8">
            <w:pPr>
              <w:pStyle w:val="Answers"/>
            </w:pPr>
            <w:r w:rsidRPr="00D828BD">
              <w:t>Yes</w:t>
            </w:r>
          </w:p>
          <w:p w:rsidR="00073253" w:rsidRPr="00D828BD" w:rsidRDefault="00BA06F8" w:rsidP="00BA06F8">
            <w:pPr>
              <w:pStyle w:val="Answers"/>
            </w:pPr>
            <w:r w:rsidRPr="00D828BD">
              <w:t>No</w:t>
            </w:r>
          </w:p>
        </w:tc>
      </w:tr>
    </w:tbl>
    <w:p w:rsidR="00DD15A8" w:rsidRPr="00D828BD" w:rsidRDefault="00DD15A8" w:rsidP="00702E38">
      <w:pPr>
        <w:pStyle w:val="Heading2"/>
        <w:tabs>
          <w:tab w:val="left" w:pos="540"/>
        </w:tabs>
      </w:pPr>
      <w:r w:rsidRPr="00D828BD">
        <w:t>Additional Comments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80"/>
      </w:tblGrid>
      <w:tr w:rsidR="00D828BD" w:rsidRPr="00D828BD" w:rsidTr="00A83952">
        <w:trPr>
          <w:cantSplit/>
          <w:trHeight w:hRule="exact" w:val="288"/>
        </w:trPr>
        <w:tc>
          <w:tcPr>
            <w:tcW w:w="10296" w:type="dxa"/>
          </w:tcPr>
          <w:p w:rsidR="00592165" w:rsidRPr="00D828BD" w:rsidRDefault="00592165" w:rsidP="00592165"/>
        </w:tc>
      </w:tr>
      <w:tr w:rsidR="00D828BD" w:rsidRPr="00D828BD" w:rsidTr="00A83952">
        <w:trPr>
          <w:cantSplit/>
          <w:trHeight w:hRule="exact" w:val="288"/>
        </w:trPr>
        <w:tc>
          <w:tcPr>
            <w:tcW w:w="10296" w:type="dxa"/>
          </w:tcPr>
          <w:p w:rsidR="00592165" w:rsidRPr="00D828BD" w:rsidRDefault="00592165" w:rsidP="00592165"/>
        </w:tc>
      </w:tr>
      <w:tr w:rsidR="00D828BD" w:rsidRPr="00D828BD" w:rsidTr="00A83952">
        <w:trPr>
          <w:cantSplit/>
          <w:trHeight w:hRule="exact" w:val="288"/>
        </w:trPr>
        <w:tc>
          <w:tcPr>
            <w:tcW w:w="10296" w:type="dxa"/>
          </w:tcPr>
          <w:p w:rsidR="00592165" w:rsidRPr="00D828BD" w:rsidRDefault="00592165" w:rsidP="00592165"/>
        </w:tc>
      </w:tr>
      <w:tr w:rsidR="00D828BD" w:rsidRPr="00D828BD" w:rsidTr="00A83952">
        <w:trPr>
          <w:cantSplit/>
          <w:trHeight w:hRule="exact" w:val="288"/>
        </w:trPr>
        <w:tc>
          <w:tcPr>
            <w:tcW w:w="10296" w:type="dxa"/>
          </w:tcPr>
          <w:p w:rsidR="00592165" w:rsidRPr="00D828BD" w:rsidRDefault="00592165" w:rsidP="00592165"/>
        </w:tc>
      </w:tr>
    </w:tbl>
    <w:p w:rsidR="000430A4" w:rsidRPr="00D828BD" w:rsidRDefault="00C41B55" w:rsidP="00702E38">
      <w:pPr>
        <w:pStyle w:val="Heading2"/>
        <w:tabs>
          <w:tab w:val="left" w:pos="540"/>
        </w:tabs>
      </w:pPr>
      <w:r w:rsidRPr="00D828BD">
        <w:t>About You (optiona</w:t>
      </w:r>
      <w:r w:rsidR="00F20299" w:rsidRPr="00D828BD">
        <w:t>l)</w:t>
      </w:r>
    </w:p>
    <w:tbl>
      <w:tblPr>
        <w:tblW w:w="5000" w:type="pct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094"/>
        <w:gridCol w:w="8986"/>
      </w:tblGrid>
      <w:tr w:rsidR="00D828BD" w:rsidRPr="00D828BD" w:rsidTr="00A83952">
        <w:trPr>
          <w:cantSplit/>
          <w:trHeight w:hRule="exact" w:val="288"/>
        </w:trPr>
        <w:tc>
          <w:tcPr>
            <w:tcW w:w="1098" w:type="dxa"/>
            <w:vAlign w:val="bottom"/>
          </w:tcPr>
          <w:p w:rsidR="00CC34D1" w:rsidRPr="00D828BD" w:rsidRDefault="00CC34D1" w:rsidP="00CC34D1">
            <w:r w:rsidRPr="00D828BD">
              <w:t>Name</w:t>
            </w:r>
          </w:p>
        </w:tc>
        <w:tc>
          <w:tcPr>
            <w:tcW w:w="9198" w:type="dxa"/>
            <w:tcBorders>
              <w:bottom w:val="single" w:sz="4" w:space="0" w:color="BFBFBF" w:themeColor="background1" w:themeShade="BF"/>
            </w:tcBorders>
            <w:vAlign w:val="center"/>
          </w:tcPr>
          <w:p w:rsidR="00CC34D1" w:rsidRPr="00D828BD" w:rsidRDefault="00CC34D1" w:rsidP="00953FF4">
            <w:pPr>
              <w:tabs>
                <w:tab w:val="left" w:pos="540"/>
                <w:tab w:val="left" w:pos="9720"/>
                <w:tab w:val="left" w:pos="11700"/>
              </w:tabs>
              <w:rPr>
                <w:rFonts w:cs="Tahoma"/>
                <w:sz w:val="18"/>
                <w:szCs w:val="18"/>
              </w:rPr>
            </w:pPr>
          </w:p>
        </w:tc>
      </w:tr>
      <w:tr w:rsidR="00D828BD" w:rsidRPr="00D828BD" w:rsidTr="00A83952">
        <w:trPr>
          <w:cantSplit/>
          <w:trHeight w:hRule="exact" w:val="288"/>
        </w:trPr>
        <w:tc>
          <w:tcPr>
            <w:tcW w:w="1098" w:type="dxa"/>
            <w:tcBorders>
              <w:bottom w:val="nil"/>
            </w:tcBorders>
            <w:vAlign w:val="bottom"/>
          </w:tcPr>
          <w:p w:rsidR="00CC34D1" w:rsidRPr="00D828BD" w:rsidRDefault="00CC34D1" w:rsidP="00CC34D1">
            <w:pPr>
              <w:rPr>
                <w:u w:val="single"/>
              </w:rPr>
            </w:pPr>
            <w:r w:rsidRPr="00D828BD">
              <w:t>Address</w:t>
            </w:r>
          </w:p>
        </w:tc>
        <w:tc>
          <w:tcPr>
            <w:tcW w:w="919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:rsidR="00CC34D1" w:rsidRPr="00D828BD" w:rsidRDefault="00CC34D1" w:rsidP="00953FF4">
            <w:pPr>
              <w:tabs>
                <w:tab w:val="left" w:pos="540"/>
                <w:tab w:val="left" w:pos="9720"/>
                <w:tab w:val="left" w:pos="11700"/>
              </w:tabs>
              <w:rPr>
                <w:rFonts w:cs="Tahoma"/>
                <w:sz w:val="18"/>
                <w:szCs w:val="18"/>
              </w:rPr>
            </w:pPr>
          </w:p>
        </w:tc>
      </w:tr>
      <w:tr w:rsidR="00D828BD" w:rsidRPr="00D828BD" w:rsidTr="00A83952">
        <w:trPr>
          <w:cantSplit/>
          <w:trHeight w:hRule="exact" w:val="288"/>
        </w:trPr>
        <w:tc>
          <w:tcPr>
            <w:tcW w:w="1098" w:type="dxa"/>
            <w:tcBorders>
              <w:top w:val="nil"/>
              <w:bottom w:val="nil"/>
            </w:tcBorders>
            <w:vAlign w:val="bottom"/>
          </w:tcPr>
          <w:p w:rsidR="00CC34D1" w:rsidRPr="00D828BD" w:rsidRDefault="00592165" w:rsidP="00CC34D1">
            <w:r w:rsidRPr="00D828BD">
              <w:t>Phone</w:t>
            </w:r>
          </w:p>
        </w:tc>
        <w:tc>
          <w:tcPr>
            <w:tcW w:w="919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:rsidR="00CC34D1" w:rsidRPr="00D828BD" w:rsidRDefault="00CC34D1" w:rsidP="005A15E2"/>
        </w:tc>
      </w:tr>
      <w:tr w:rsidR="00D828BD" w:rsidRPr="00D828BD" w:rsidTr="00A83952">
        <w:trPr>
          <w:cantSplit/>
          <w:trHeight w:hRule="exact" w:val="288"/>
        </w:trPr>
        <w:tc>
          <w:tcPr>
            <w:tcW w:w="1098" w:type="dxa"/>
            <w:tcBorders>
              <w:top w:val="nil"/>
              <w:bottom w:val="nil"/>
            </w:tcBorders>
            <w:vAlign w:val="bottom"/>
          </w:tcPr>
          <w:p w:rsidR="00111D68" w:rsidRPr="00D828BD" w:rsidRDefault="00592165" w:rsidP="00CC34D1">
            <w:r w:rsidRPr="00D828BD">
              <w:t>Email</w:t>
            </w:r>
          </w:p>
        </w:tc>
        <w:tc>
          <w:tcPr>
            <w:tcW w:w="919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:rsidR="00111D68" w:rsidRPr="00D828BD" w:rsidRDefault="00111D68" w:rsidP="005A15E2"/>
        </w:tc>
      </w:tr>
    </w:tbl>
    <w:p w:rsidR="00592165" w:rsidRPr="00D828BD" w:rsidRDefault="00592165" w:rsidP="00D828BD">
      <w:pPr>
        <w:spacing w:before="120"/>
      </w:pPr>
    </w:p>
    <w:sectPr w:rsidR="00592165" w:rsidRPr="00D828BD" w:rsidSect="00D828BD">
      <w:pgSz w:w="12240" w:h="15840"/>
      <w:pgMar w:top="720" w:right="1080" w:bottom="36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2911" w:rsidRDefault="00DB2911">
      <w:r>
        <w:separator/>
      </w:r>
    </w:p>
  </w:endnote>
  <w:endnote w:type="continuationSeparator" w:id="0">
    <w:p w:rsidR="00DB2911" w:rsidRDefault="00DB2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2911" w:rsidRDefault="00DB2911">
      <w:r>
        <w:separator/>
      </w:r>
    </w:p>
  </w:footnote>
  <w:footnote w:type="continuationSeparator" w:id="0">
    <w:p w:rsidR="00DB2911" w:rsidRDefault="00DB29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F40817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3C2930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BFE7F4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6B885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38A0BF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C4A5FB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6B0D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E16C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E7AE8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ECEE6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762F63"/>
    <w:multiLevelType w:val="multilevel"/>
    <w:tmpl w:val="D12C371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6E7F31"/>
    <w:multiLevelType w:val="hybridMultilevel"/>
    <w:tmpl w:val="8176220C"/>
    <w:lvl w:ilvl="0" w:tplc="7FC07C66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77833F6"/>
    <w:multiLevelType w:val="hybridMultilevel"/>
    <w:tmpl w:val="5CE42774"/>
    <w:lvl w:ilvl="0" w:tplc="7FC07C66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77D6FA2"/>
    <w:multiLevelType w:val="hybridMultilevel"/>
    <w:tmpl w:val="EA38EDFE"/>
    <w:lvl w:ilvl="0" w:tplc="7FC07C66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8C3532B"/>
    <w:multiLevelType w:val="multilevel"/>
    <w:tmpl w:val="3D66F7B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56"/>
        <w:szCs w:val="5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CBF3A0D"/>
    <w:multiLevelType w:val="multilevel"/>
    <w:tmpl w:val="A06A8D6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40"/>
        <w:szCs w:val="4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13302C1"/>
    <w:multiLevelType w:val="hybridMultilevel"/>
    <w:tmpl w:val="E8F47B9A"/>
    <w:lvl w:ilvl="0" w:tplc="F52430D2">
      <w:start w:val="1"/>
      <w:numFmt w:val="bullet"/>
      <w:pStyle w:val="Answers"/>
      <w:lvlText w:val="□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7" w15:restartNumberingAfterBreak="0">
    <w:nsid w:val="188E4369"/>
    <w:multiLevelType w:val="hybridMultilevel"/>
    <w:tmpl w:val="C86E9CAC"/>
    <w:lvl w:ilvl="0" w:tplc="7FC07C66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0F3BC7"/>
    <w:multiLevelType w:val="hybridMultilevel"/>
    <w:tmpl w:val="EF3A2888"/>
    <w:lvl w:ilvl="0" w:tplc="040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9" w15:restartNumberingAfterBreak="0">
    <w:nsid w:val="23732848"/>
    <w:multiLevelType w:val="hybridMultilevel"/>
    <w:tmpl w:val="FBEAC630"/>
    <w:lvl w:ilvl="0" w:tplc="187E1C2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144"/>
        <w:szCs w:val="14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60764A"/>
    <w:multiLevelType w:val="hybridMultilevel"/>
    <w:tmpl w:val="89E0C3A8"/>
    <w:lvl w:ilvl="0" w:tplc="7FC07C66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99363E"/>
    <w:multiLevelType w:val="hybridMultilevel"/>
    <w:tmpl w:val="3D66F7BA"/>
    <w:lvl w:ilvl="0" w:tplc="A280A9C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56"/>
        <w:szCs w:val="5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412426"/>
    <w:multiLevelType w:val="hybridMultilevel"/>
    <w:tmpl w:val="DEA049F0"/>
    <w:lvl w:ilvl="0" w:tplc="7FC07C66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3" w15:restartNumberingAfterBreak="0">
    <w:nsid w:val="39F23246"/>
    <w:multiLevelType w:val="hybridMultilevel"/>
    <w:tmpl w:val="D5B88D8E"/>
    <w:lvl w:ilvl="0" w:tplc="7FC07C66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6D3427"/>
    <w:multiLevelType w:val="hybridMultilevel"/>
    <w:tmpl w:val="DDD6E9E2"/>
    <w:lvl w:ilvl="0" w:tplc="7FC07C66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D54ED6"/>
    <w:multiLevelType w:val="hybridMultilevel"/>
    <w:tmpl w:val="579C93CE"/>
    <w:lvl w:ilvl="0" w:tplc="7FC07C66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AF39CB"/>
    <w:multiLevelType w:val="hybridMultilevel"/>
    <w:tmpl w:val="E2D8343C"/>
    <w:lvl w:ilvl="0" w:tplc="124094F6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195DC3"/>
    <w:multiLevelType w:val="hybridMultilevel"/>
    <w:tmpl w:val="A06A8D6C"/>
    <w:lvl w:ilvl="0" w:tplc="6350918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BE0E07"/>
    <w:multiLevelType w:val="hybridMultilevel"/>
    <w:tmpl w:val="B14C3A4E"/>
    <w:lvl w:ilvl="0" w:tplc="7FC07C66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D877DA"/>
    <w:multiLevelType w:val="multilevel"/>
    <w:tmpl w:val="5CE42774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9D563E"/>
    <w:multiLevelType w:val="hybridMultilevel"/>
    <w:tmpl w:val="996E7F38"/>
    <w:lvl w:ilvl="0" w:tplc="7FC07C66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BA65DA"/>
    <w:multiLevelType w:val="multilevel"/>
    <w:tmpl w:val="FBEAC63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144"/>
        <w:szCs w:val="14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9D7DF7"/>
    <w:multiLevelType w:val="multilevel"/>
    <w:tmpl w:val="E2D8343C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40"/>
        <w:szCs w:val="4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817905"/>
    <w:multiLevelType w:val="hybridMultilevel"/>
    <w:tmpl w:val="106666EE"/>
    <w:lvl w:ilvl="0" w:tplc="7FC07C66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88172F"/>
    <w:multiLevelType w:val="hybridMultilevel"/>
    <w:tmpl w:val="2BE8DCF6"/>
    <w:lvl w:ilvl="0" w:tplc="7FC07C66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1"/>
  </w:num>
  <w:num w:numId="3">
    <w:abstractNumId w:val="21"/>
  </w:num>
  <w:num w:numId="4">
    <w:abstractNumId w:val="14"/>
  </w:num>
  <w:num w:numId="5">
    <w:abstractNumId w:val="27"/>
  </w:num>
  <w:num w:numId="6">
    <w:abstractNumId w:val="15"/>
  </w:num>
  <w:num w:numId="7">
    <w:abstractNumId w:val="26"/>
  </w:num>
  <w:num w:numId="8">
    <w:abstractNumId w:val="32"/>
  </w:num>
  <w:num w:numId="9">
    <w:abstractNumId w:val="24"/>
  </w:num>
  <w:num w:numId="10">
    <w:abstractNumId w:val="16"/>
  </w:num>
  <w:num w:numId="11">
    <w:abstractNumId w:val="12"/>
  </w:num>
  <w:num w:numId="12">
    <w:abstractNumId w:val="29"/>
  </w:num>
  <w:num w:numId="13">
    <w:abstractNumId w:val="23"/>
  </w:num>
  <w:num w:numId="14">
    <w:abstractNumId w:val="11"/>
  </w:num>
  <w:num w:numId="15">
    <w:abstractNumId w:val="13"/>
  </w:num>
  <w:num w:numId="16">
    <w:abstractNumId w:val="18"/>
  </w:num>
  <w:num w:numId="17">
    <w:abstractNumId w:val="22"/>
  </w:num>
  <w:num w:numId="18">
    <w:abstractNumId w:val="25"/>
  </w:num>
  <w:num w:numId="19">
    <w:abstractNumId w:val="28"/>
  </w:num>
  <w:num w:numId="20">
    <w:abstractNumId w:val="17"/>
  </w:num>
  <w:num w:numId="21">
    <w:abstractNumId w:val="34"/>
  </w:num>
  <w:num w:numId="22">
    <w:abstractNumId w:val="20"/>
  </w:num>
  <w:num w:numId="23">
    <w:abstractNumId w:val="30"/>
  </w:num>
  <w:num w:numId="24">
    <w:abstractNumId w:val="33"/>
  </w:num>
  <w:num w:numId="25">
    <w:abstractNumId w:val="9"/>
  </w:num>
  <w:num w:numId="26">
    <w:abstractNumId w:val="7"/>
  </w:num>
  <w:num w:numId="27">
    <w:abstractNumId w:val="6"/>
  </w:num>
  <w:num w:numId="28">
    <w:abstractNumId w:val="5"/>
  </w:num>
  <w:num w:numId="29">
    <w:abstractNumId w:val="4"/>
  </w:num>
  <w:num w:numId="30">
    <w:abstractNumId w:val="8"/>
  </w:num>
  <w:num w:numId="31">
    <w:abstractNumId w:val="3"/>
  </w:num>
  <w:num w:numId="32">
    <w:abstractNumId w:val="2"/>
  </w:num>
  <w:num w:numId="33">
    <w:abstractNumId w:val="1"/>
  </w:num>
  <w:num w:numId="34">
    <w:abstractNumId w:val="0"/>
  </w:num>
  <w:num w:numId="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drawingGridHorizontalSpacing w:val="360"/>
  <w:drawingGridVerticalSpacing w:val="360"/>
  <w:noPunctuationKerning/>
  <w:characterSpacingControl w:val="doNotCompress"/>
  <w:savePreviewPicture/>
  <w:hdrShapeDefaults>
    <o:shapedefaults v:ext="edit" spidmax="2049"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7DC"/>
    <w:rsid w:val="00002DF7"/>
    <w:rsid w:val="000132B8"/>
    <w:rsid w:val="000176EE"/>
    <w:rsid w:val="00025B82"/>
    <w:rsid w:val="00036522"/>
    <w:rsid w:val="000430A4"/>
    <w:rsid w:val="00050725"/>
    <w:rsid w:val="00055D14"/>
    <w:rsid w:val="00073253"/>
    <w:rsid w:val="00090A5A"/>
    <w:rsid w:val="00093846"/>
    <w:rsid w:val="00097BBB"/>
    <w:rsid w:val="000C19FE"/>
    <w:rsid w:val="000C73AA"/>
    <w:rsid w:val="000D6FEE"/>
    <w:rsid w:val="000E3395"/>
    <w:rsid w:val="000F7CC0"/>
    <w:rsid w:val="00102105"/>
    <w:rsid w:val="00111D68"/>
    <w:rsid w:val="00120CBC"/>
    <w:rsid w:val="00125A3F"/>
    <w:rsid w:val="00143EC5"/>
    <w:rsid w:val="00146C08"/>
    <w:rsid w:val="0015131C"/>
    <w:rsid w:val="00167B67"/>
    <w:rsid w:val="001837FF"/>
    <w:rsid w:val="00187E20"/>
    <w:rsid w:val="00191420"/>
    <w:rsid w:val="0019601E"/>
    <w:rsid w:val="00197D00"/>
    <w:rsid w:val="001A3F6E"/>
    <w:rsid w:val="001C7F38"/>
    <w:rsid w:val="001D5550"/>
    <w:rsid w:val="00210813"/>
    <w:rsid w:val="00235495"/>
    <w:rsid w:val="0024039F"/>
    <w:rsid w:val="00240F96"/>
    <w:rsid w:val="00271B78"/>
    <w:rsid w:val="00283976"/>
    <w:rsid w:val="002842C5"/>
    <w:rsid w:val="002978C2"/>
    <w:rsid w:val="002A5DC4"/>
    <w:rsid w:val="002A5E16"/>
    <w:rsid w:val="002E37DC"/>
    <w:rsid w:val="002F15ED"/>
    <w:rsid w:val="00302D82"/>
    <w:rsid w:val="00305316"/>
    <w:rsid w:val="003109A1"/>
    <w:rsid w:val="00314DBD"/>
    <w:rsid w:val="003231E4"/>
    <w:rsid w:val="00334B24"/>
    <w:rsid w:val="00337041"/>
    <w:rsid w:val="00343BB2"/>
    <w:rsid w:val="00347ACA"/>
    <w:rsid w:val="00355387"/>
    <w:rsid w:val="00365789"/>
    <w:rsid w:val="00383E52"/>
    <w:rsid w:val="003925ED"/>
    <w:rsid w:val="00396404"/>
    <w:rsid w:val="003967F9"/>
    <w:rsid w:val="00397DF6"/>
    <w:rsid w:val="003A1F4E"/>
    <w:rsid w:val="003B7769"/>
    <w:rsid w:val="003C16FB"/>
    <w:rsid w:val="003D130C"/>
    <w:rsid w:val="003D4C01"/>
    <w:rsid w:val="003D6215"/>
    <w:rsid w:val="003E21CC"/>
    <w:rsid w:val="003E4543"/>
    <w:rsid w:val="003F25E9"/>
    <w:rsid w:val="003F2FE4"/>
    <w:rsid w:val="003F7243"/>
    <w:rsid w:val="00414F5C"/>
    <w:rsid w:val="00423552"/>
    <w:rsid w:val="0043504C"/>
    <w:rsid w:val="00451B18"/>
    <w:rsid w:val="004B2694"/>
    <w:rsid w:val="004B2DD0"/>
    <w:rsid w:val="004C2751"/>
    <w:rsid w:val="004C3E51"/>
    <w:rsid w:val="004D3807"/>
    <w:rsid w:val="004E0AEC"/>
    <w:rsid w:val="004E3106"/>
    <w:rsid w:val="004E6FE4"/>
    <w:rsid w:val="004F4640"/>
    <w:rsid w:val="005144FF"/>
    <w:rsid w:val="0053373D"/>
    <w:rsid w:val="00540C23"/>
    <w:rsid w:val="005463A7"/>
    <w:rsid w:val="005474B2"/>
    <w:rsid w:val="00556644"/>
    <w:rsid w:val="005600E8"/>
    <w:rsid w:val="005705A3"/>
    <w:rsid w:val="00587012"/>
    <w:rsid w:val="00591964"/>
    <w:rsid w:val="00592165"/>
    <w:rsid w:val="005A15E2"/>
    <w:rsid w:val="005A68DA"/>
    <w:rsid w:val="005B16D9"/>
    <w:rsid w:val="005B6180"/>
    <w:rsid w:val="005C22AC"/>
    <w:rsid w:val="005C7DD7"/>
    <w:rsid w:val="005D1DB6"/>
    <w:rsid w:val="005E4834"/>
    <w:rsid w:val="00603E6A"/>
    <w:rsid w:val="00607655"/>
    <w:rsid w:val="00612DC7"/>
    <w:rsid w:val="0061654E"/>
    <w:rsid w:val="00624BF8"/>
    <w:rsid w:val="00636971"/>
    <w:rsid w:val="00655577"/>
    <w:rsid w:val="00667279"/>
    <w:rsid w:val="006B046E"/>
    <w:rsid w:val="006B2DD1"/>
    <w:rsid w:val="006B3FC0"/>
    <w:rsid w:val="006E150D"/>
    <w:rsid w:val="006E4C5D"/>
    <w:rsid w:val="006E595F"/>
    <w:rsid w:val="007028A5"/>
    <w:rsid w:val="00702E38"/>
    <w:rsid w:val="00706C9A"/>
    <w:rsid w:val="00722FBE"/>
    <w:rsid w:val="00734D6B"/>
    <w:rsid w:val="00747F40"/>
    <w:rsid w:val="0075188F"/>
    <w:rsid w:val="007726EA"/>
    <w:rsid w:val="007A3627"/>
    <w:rsid w:val="007A41D0"/>
    <w:rsid w:val="007B0D4F"/>
    <w:rsid w:val="007C1E96"/>
    <w:rsid w:val="00802CEB"/>
    <w:rsid w:val="00806336"/>
    <w:rsid w:val="008141D4"/>
    <w:rsid w:val="008301EB"/>
    <w:rsid w:val="0083569B"/>
    <w:rsid w:val="0087254D"/>
    <w:rsid w:val="008751E0"/>
    <w:rsid w:val="00887292"/>
    <w:rsid w:val="008C6AB2"/>
    <w:rsid w:val="008F0BE6"/>
    <w:rsid w:val="008F7B8B"/>
    <w:rsid w:val="00900B3E"/>
    <w:rsid w:val="00902E93"/>
    <w:rsid w:val="0090723D"/>
    <w:rsid w:val="00943D45"/>
    <w:rsid w:val="0094566A"/>
    <w:rsid w:val="00953FF4"/>
    <w:rsid w:val="00957B40"/>
    <w:rsid w:val="00974CBD"/>
    <w:rsid w:val="009772E0"/>
    <w:rsid w:val="009963EE"/>
    <w:rsid w:val="009B5AC0"/>
    <w:rsid w:val="009C1AC1"/>
    <w:rsid w:val="009C4BDA"/>
    <w:rsid w:val="009C6750"/>
    <w:rsid w:val="009F1654"/>
    <w:rsid w:val="00A1049C"/>
    <w:rsid w:val="00A131E7"/>
    <w:rsid w:val="00A2219F"/>
    <w:rsid w:val="00A51CC3"/>
    <w:rsid w:val="00A83952"/>
    <w:rsid w:val="00A92F37"/>
    <w:rsid w:val="00A941B1"/>
    <w:rsid w:val="00AB2E3F"/>
    <w:rsid w:val="00AD6EFB"/>
    <w:rsid w:val="00AE13A8"/>
    <w:rsid w:val="00B007EB"/>
    <w:rsid w:val="00B4236C"/>
    <w:rsid w:val="00B468A2"/>
    <w:rsid w:val="00B559E7"/>
    <w:rsid w:val="00B5634B"/>
    <w:rsid w:val="00B63F36"/>
    <w:rsid w:val="00B645CF"/>
    <w:rsid w:val="00B752D2"/>
    <w:rsid w:val="00B75A3F"/>
    <w:rsid w:val="00B7753D"/>
    <w:rsid w:val="00B77893"/>
    <w:rsid w:val="00B8640F"/>
    <w:rsid w:val="00BA017E"/>
    <w:rsid w:val="00BA06F8"/>
    <w:rsid w:val="00BC0646"/>
    <w:rsid w:val="00BC200A"/>
    <w:rsid w:val="00BC201D"/>
    <w:rsid w:val="00BD4F59"/>
    <w:rsid w:val="00BF1ADE"/>
    <w:rsid w:val="00C03B5C"/>
    <w:rsid w:val="00C41B55"/>
    <w:rsid w:val="00C5755F"/>
    <w:rsid w:val="00C629CA"/>
    <w:rsid w:val="00C6602D"/>
    <w:rsid w:val="00C663AA"/>
    <w:rsid w:val="00C7095F"/>
    <w:rsid w:val="00C8137B"/>
    <w:rsid w:val="00C8543E"/>
    <w:rsid w:val="00CA420B"/>
    <w:rsid w:val="00CB7D35"/>
    <w:rsid w:val="00CC34D1"/>
    <w:rsid w:val="00CC609C"/>
    <w:rsid w:val="00CE4C1E"/>
    <w:rsid w:val="00CF6A24"/>
    <w:rsid w:val="00D04A5C"/>
    <w:rsid w:val="00D07AE2"/>
    <w:rsid w:val="00D132BD"/>
    <w:rsid w:val="00D25481"/>
    <w:rsid w:val="00D34D95"/>
    <w:rsid w:val="00D41310"/>
    <w:rsid w:val="00D43944"/>
    <w:rsid w:val="00D43B6D"/>
    <w:rsid w:val="00D60BD9"/>
    <w:rsid w:val="00D641E2"/>
    <w:rsid w:val="00D65352"/>
    <w:rsid w:val="00D818DF"/>
    <w:rsid w:val="00D828BD"/>
    <w:rsid w:val="00D87966"/>
    <w:rsid w:val="00D92780"/>
    <w:rsid w:val="00D95FA4"/>
    <w:rsid w:val="00D97C91"/>
    <w:rsid w:val="00DA48AB"/>
    <w:rsid w:val="00DB2911"/>
    <w:rsid w:val="00DC4F04"/>
    <w:rsid w:val="00DD15A8"/>
    <w:rsid w:val="00DE556B"/>
    <w:rsid w:val="00E02B61"/>
    <w:rsid w:val="00E2486A"/>
    <w:rsid w:val="00E53D07"/>
    <w:rsid w:val="00E649BA"/>
    <w:rsid w:val="00E67EB6"/>
    <w:rsid w:val="00E75A3F"/>
    <w:rsid w:val="00E9479D"/>
    <w:rsid w:val="00EA3769"/>
    <w:rsid w:val="00ED5FFC"/>
    <w:rsid w:val="00ED7EC7"/>
    <w:rsid w:val="00F1050F"/>
    <w:rsid w:val="00F13F97"/>
    <w:rsid w:val="00F16C96"/>
    <w:rsid w:val="00F20299"/>
    <w:rsid w:val="00F275CB"/>
    <w:rsid w:val="00F35DC8"/>
    <w:rsid w:val="00F37CE8"/>
    <w:rsid w:val="00F66FAC"/>
    <w:rsid w:val="00F73E1A"/>
    <w:rsid w:val="00F8580E"/>
    <w:rsid w:val="00F87A95"/>
    <w:rsid w:val="00F97D34"/>
    <w:rsid w:val="00FB0AE3"/>
    <w:rsid w:val="00FC3C3B"/>
    <w:rsid w:val="00FF6FEE"/>
    <w:rsid w:val="00FF7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ddd"/>
    </o:shapedefaults>
    <o:shapelayout v:ext="edit">
      <o:idmap v:ext="edit" data="1"/>
    </o:shapelayout>
  </w:shapeDefaults>
  <w:decimalSymbol w:val="."/>
  <w:listSeparator w:val=","/>
  <w14:docId w14:val="6422FED4"/>
  <w15:docId w15:val="{83B51992-F567-444B-9BD4-D0C1D522B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6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A83952"/>
    <w:pPr>
      <w:spacing w:before="40" w:after="40"/>
    </w:pPr>
    <w:rPr>
      <w:rFonts w:asciiTheme="minorHAnsi" w:hAnsiTheme="minorHAnsi"/>
      <w:szCs w:val="24"/>
    </w:rPr>
  </w:style>
  <w:style w:type="paragraph" w:styleId="Heading1">
    <w:name w:val="heading 1"/>
    <w:basedOn w:val="Normal"/>
    <w:next w:val="Normal"/>
    <w:link w:val="Heading1Char"/>
    <w:qFormat/>
    <w:rsid w:val="00CC34D1"/>
    <w:pPr>
      <w:jc w:val="right"/>
      <w:outlineLvl w:val="0"/>
    </w:pPr>
    <w:rPr>
      <w:rFonts w:asciiTheme="majorHAnsi" w:hAnsiTheme="majorHAnsi"/>
      <w:sz w:val="44"/>
      <w:szCs w:val="40"/>
    </w:rPr>
  </w:style>
  <w:style w:type="paragraph" w:styleId="Heading2">
    <w:name w:val="heading 2"/>
    <w:basedOn w:val="Normal"/>
    <w:next w:val="Normal"/>
    <w:qFormat/>
    <w:rsid w:val="00A83952"/>
    <w:pPr>
      <w:keepNext/>
      <w:spacing w:before="160"/>
      <w:outlineLvl w:val="1"/>
    </w:pPr>
    <w:rPr>
      <w:rFonts w:asciiTheme="majorHAnsi" w:hAnsiTheme="majorHAnsi"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0E3395"/>
    <w:pPr>
      <w:keepNext/>
      <w:spacing w:before="120" w:after="60"/>
      <w:outlineLvl w:val="2"/>
    </w:pPr>
    <w:rPr>
      <w:rFonts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C34D1"/>
    <w:rPr>
      <w:rFonts w:asciiTheme="majorHAnsi" w:hAnsiTheme="majorHAnsi"/>
      <w:sz w:val="44"/>
      <w:szCs w:val="40"/>
    </w:rPr>
  </w:style>
  <w:style w:type="character" w:customStyle="1" w:styleId="Heading3Char">
    <w:name w:val="Heading 3 Char"/>
    <w:basedOn w:val="DefaultParagraphFont"/>
    <w:link w:val="Heading3"/>
    <w:semiHidden/>
    <w:rsid w:val="00592165"/>
    <w:rPr>
      <w:rFonts w:asciiTheme="minorHAnsi" w:hAnsiTheme="minorHAnsi" w:cs="Arial"/>
      <w:b/>
      <w:bCs/>
      <w:szCs w:val="26"/>
    </w:rPr>
  </w:style>
  <w:style w:type="table" w:styleId="TableGrid">
    <w:name w:val="Table Grid"/>
    <w:basedOn w:val="TableNormal"/>
    <w:rsid w:val="00900B3E"/>
    <w:rPr>
      <w:rFonts w:ascii="Tahoma" w:hAnsi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hankYou">
    <w:name w:val="Thank You"/>
    <w:basedOn w:val="Normal"/>
    <w:qFormat/>
    <w:rsid w:val="00A83952"/>
    <w:pPr>
      <w:spacing w:before="200" w:after="0"/>
      <w:jc w:val="center"/>
    </w:pPr>
    <w:rPr>
      <w:b/>
      <w:i/>
      <w:color w:val="1F497D" w:themeColor="text2"/>
    </w:rPr>
  </w:style>
  <w:style w:type="paragraph" w:styleId="BalloonText">
    <w:name w:val="Balloon Text"/>
    <w:basedOn w:val="Normal"/>
    <w:link w:val="BalloonTextChar"/>
    <w:semiHidden/>
    <w:unhideWhenUsed/>
    <w:rsid w:val="00CC34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592165"/>
    <w:rPr>
      <w:rFonts w:ascii="Tahoma" w:hAnsi="Tahoma" w:cs="Tahoma"/>
      <w:sz w:val="16"/>
      <w:szCs w:val="16"/>
    </w:rPr>
  </w:style>
  <w:style w:type="paragraph" w:customStyle="1" w:styleId="CompanyName">
    <w:name w:val="Company Name"/>
    <w:basedOn w:val="Normal"/>
    <w:qFormat/>
    <w:rsid w:val="00CC34D1"/>
    <w:rPr>
      <w:rFonts w:ascii="Century Gothic" w:hAnsi="Century Gothic"/>
      <w:b/>
      <w:color w:val="1F497D" w:themeColor="text2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592165"/>
    <w:rPr>
      <w:color w:val="808080"/>
    </w:rPr>
  </w:style>
  <w:style w:type="paragraph" w:customStyle="1" w:styleId="Answers">
    <w:name w:val="Answers"/>
    <w:basedOn w:val="Normal"/>
    <w:link w:val="AnswersChar"/>
    <w:qFormat/>
    <w:rsid w:val="00A83952"/>
    <w:pPr>
      <w:numPr>
        <w:numId w:val="10"/>
      </w:numPr>
      <w:spacing w:after="80"/>
      <w:ind w:left="907"/>
    </w:pPr>
    <w:rPr>
      <w:sz w:val="18"/>
      <w:szCs w:val="18"/>
    </w:rPr>
  </w:style>
  <w:style w:type="character" w:customStyle="1" w:styleId="AnswersChar">
    <w:name w:val="Answers Char"/>
    <w:basedOn w:val="DefaultParagraphFont"/>
    <w:link w:val="Answers"/>
    <w:rsid w:val="00A83952"/>
    <w:rPr>
      <w:rFonts w:asciiTheme="minorHAnsi" w:hAnsiTheme="minorHAnsi"/>
      <w:sz w:val="18"/>
      <w:szCs w:val="18"/>
    </w:rPr>
  </w:style>
  <w:style w:type="character" w:customStyle="1" w:styleId="Checkbox">
    <w:name w:val="Checkbox"/>
    <w:basedOn w:val="DefaultParagraphFont"/>
    <w:qFormat/>
    <w:rsid w:val="006B2DD1"/>
    <w:rPr>
      <w:rFonts w:ascii="Courier New" w:hAnsi="Courier New" w:cs="Courier New"/>
      <w:sz w:val="28"/>
      <w:szCs w:val="28"/>
    </w:rPr>
  </w:style>
  <w:style w:type="paragraph" w:styleId="ListBullet">
    <w:name w:val="List Bullet"/>
    <w:basedOn w:val="Normal"/>
    <w:uiPriority w:val="6"/>
    <w:rsid w:val="002E37DC"/>
    <w:pPr>
      <w:numPr>
        <w:numId w:val="35"/>
      </w:numPr>
      <w:spacing w:before="100" w:after="200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Survey%20of%20customer%20servic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89385017B484CEC84ABCBA36C7F16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628A59-FA33-4705-BFC0-A4A5DB10137F}"/>
      </w:docPartPr>
      <w:docPartBody>
        <w:p w:rsidR="00000000" w:rsidRDefault="0018195E" w:rsidP="0018195E">
          <w:pPr>
            <w:pStyle w:val="589385017B484CEC84ABCBA36C7F1670"/>
          </w:pPr>
          <w:r>
            <w:t>[Company Name]</w:t>
          </w:r>
        </w:p>
      </w:docPartBody>
    </w:docPart>
    <w:docPart>
      <w:docPartPr>
        <w:name w:val="DB5D4EF0395C43BDA8DAC97B43BEA8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86ED3D-8053-454B-86D4-CC7F624F6668}"/>
      </w:docPartPr>
      <w:docPartBody>
        <w:p w:rsidR="00000000" w:rsidRDefault="0018195E" w:rsidP="0018195E">
          <w:pPr>
            <w:pStyle w:val="DB5D4EF0395C43BDA8DAC97B43BEA8C4"/>
          </w:pPr>
          <w:r>
            <w:t>[Street Address]</w:t>
          </w:r>
        </w:p>
      </w:docPartBody>
    </w:docPart>
    <w:docPart>
      <w:docPartPr>
        <w:name w:val="0F821393C0B24B27B09026D0A98D53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FA202C-4356-4746-BDF7-79D18D87C3CB}"/>
      </w:docPartPr>
      <w:docPartBody>
        <w:p w:rsidR="00000000" w:rsidRDefault="0018195E" w:rsidP="0018195E">
          <w:pPr>
            <w:pStyle w:val="0F821393C0B24B27B09026D0A98D5352"/>
          </w:pPr>
          <w:r>
            <w:t>[City, ST  ZIP Code]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95E"/>
    <w:rsid w:val="0018195E"/>
    <w:rsid w:val="00ED4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B4D7E0E30A44AAF97B76C2A3487B17B">
    <w:name w:val="FB4D7E0E30A44AAF97B76C2A3487B17B"/>
  </w:style>
  <w:style w:type="paragraph" w:customStyle="1" w:styleId="47FC4077E0724C63A2A5A8A585BDFEFC">
    <w:name w:val="47FC4077E0724C63A2A5A8A585BDFEFC"/>
  </w:style>
  <w:style w:type="paragraph" w:customStyle="1" w:styleId="D9264FF07FCD434484AA76B4FFD2DFF5">
    <w:name w:val="D9264FF07FCD434484AA76B4FFD2DFF5"/>
  </w:style>
  <w:style w:type="paragraph" w:customStyle="1" w:styleId="4AE7C2A1F079437B86856A3431787EF0">
    <w:name w:val="4AE7C2A1F079437B86856A3431787EF0"/>
  </w:style>
  <w:style w:type="paragraph" w:customStyle="1" w:styleId="95141FF1AFA347E897A8A494BB3555B4">
    <w:name w:val="95141FF1AFA347E897A8A494BB3555B4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DC0F45F782F8437BBC20E682F27D6F02">
    <w:name w:val="DC0F45F782F8437BBC20E682F27D6F02"/>
  </w:style>
  <w:style w:type="paragraph" w:customStyle="1" w:styleId="587DADCD31674FF6B0BD93268CB27203">
    <w:name w:val="587DADCD31674FF6B0BD93268CB27203"/>
  </w:style>
  <w:style w:type="paragraph" w:customStyle="1" w:styleId="CE2333475ECB4DE580BD083DCACF2AC1">
    <w:name w:val="CE2333475ECB4DE580BD083DCACF2AC1"/>
  </w:style>
  <w:style w:type="paragraph" w:customStyle="1" w:styleId="0DE68DF094AD4EBA894C66C6FA2BCB6A">
    <w:name w:val="0DE68DF094AD4EBA894C66C6FA2BCB6A"/>
  </w:style>
  <w:style w:type="paragraph" w:customStyle="1" w:styleId="EF71CD676BCE4F8CBB97E0E101F43E62">
    <w:name w:val="EF71CD676BCE4F8CBB97E0E101F43E62"/>
  </w:style>
  <w:style w:type="paragraph" w:customStyle="1" w:styleId="B40ECB9E292143699D0666E877BEED57">
    <w:name w:val="B40ECB9E292143699D0666E877BEED57"/>
  </w:style>
  <w:style w:type="paragraph" w:customStyle="1" w:styleId="91F363DD8C5A4843BCCC835D00F8BC07">
    <w:name w:val="91F363DD8C5A4843BCCC835D00F8BC07"/>
  </w:style>
  <w:style w:type="paragraph" w:customStyle="1" w:styleId="589385017B484CEC84ABCBA36C7F1670">
    <w:name w:val="589385017B484CEC84ABCBA36C7F1670"/>
    <w:rsid w:val="0018195E"/>
  </w:style>
  <w:style w:type="paragraph" w:customStyle="1" w:styleId="DB5D4EF0395C43BDA8DAC97B43BEA8C4">
    <w:name w:val="DB5D4EF0395C43BDA8DAC97B43BEA8C4"/>
    <w:rsid w:val="0018195E"/>
  </w:style>
  <w:style w:type="paragraph" w:customStyle="1" w:styleId="0F821393C0B24B27B09026D0A98D5352">
    <w:name w:val="0F821393C0B24B27B09026D0A98D5352"/>
    <w:rsid w:val="0018195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A38D7FC4-CAD0-4F98-801F-5BF2C41FF8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Survey of customer service.dotx</Template>
  <TotalTime>11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>Survey of customer service</vt:lpstr>
      <vt:lpstr>    Product Quality</vt:lpstr>
      <vt:lpstr>    Service and Environment</vt:lpstr>
      <vt:lpstr>    Additional Comments</vt:lpstr>
      <vt:lpstr>    About You (optional)</vt:lpstr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Survey of customer service</dc:title>
  <dc:creator>Alex</dc:creator>
  <cp:keywords/>
  <cp:lastModifiedBy>Alex</cp:lastModifiedBy>
  <cp:revision>3</cp:revision>
  <cp:lastPrinted>2003-09-23T22:31:00Z</cp:lastPrinted>
  <dcterms:created xsi:type="dcterms:W3CDTF">2017-03-04T11:10:00Z</dcterms:created>
  <dcterms:modified xsi:type="dcterms:W3CDTF">2017-03-04T11:21:00Z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TC010427681033</vt:lpwstr>
  </property>
</Properties>
</file>