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ogo and company name"/>
      </w:tblPr>
      <w:tblGrid>
        <w:gridCol w:w="4153"/>
        <w:gridCol w:w="6647"/>
      </w:tblGrid>
      <w:tr w:rsidR="00424767">
        <w:tc>
          <w:tcPr>
            <w:tcW w:w="3599" w:type="dxa"/>
          </w:tcPr>
          <w:p w:rsidR="00424767" w:rsidRDefault="00F623CF" w:rsidP="00F623CF">
            <w:pPr>
              <w:pStyle w:val="Title"/>
              <w:jc w:val="left"/>
            </w:pPr>
            <w:r w:rsidRPr="00F623CF">
              <w:rPr>
                <w:sz w:val="44"/>
              </w:rPr>
              <w:t>Meeting Feedback Form</w:t>
            </w:r>
          </w:p>
        </w:tc>
        <w:tc>
          <w:tcPr>
            <w:tcW w:w="5761" w:type="dxa"/>
          </w:tcPr>
          <w:p w:rsidR="00424767" w:rsidRPr="00F623CF" w:rsidRDefault="00F623CF" w:rsidP="00F623CF">
            <w:pPr>
              <w:pStyle w:val="Title"/>
              <w:rPr>
                <w:b/>
              </w:rPr>
            </w:pPr>
            <w:r w:rsidRPr="00F623CF">
              <w:rPr>
                <w:b/>
              </w:rPr>
              <w:t>[COMPANY NAME]</w:t>
            </w:r>
          </w:p>
        </w:tc>
      </w:tr>
    </w:tbl>
    <w:p w:rsidR="00424767" w:rsidRDefault="00F1090A">
      <w:pPr>
        <w:pStyle w:val="Heading1"/>
      </w:pPr>
      <w:r>
        <w:t xml:space="preserve">BASIC </w:t>
      </w:r>
      <w:r w:rsidR="003B7528">
        <w:t xml:space="preserve">Information </w:t>
      </w:r>
      <w:bookmarkStart w:id="0" w:name="_GoBack"/>
    </w:p>
    <w:bookmarkEnd w:id="0"/>
    <w:p w:rsidR="00424767" w:rsidRPr="008E503E" w:rsidRDefault="003B7528" w:rsidP="008E503E">
      <w:pPr>
        <w:pStyle w:val="Heading2"/>
        <w:tabs>
          <w:tab w:val="left" w:pos="2325"/>
          <w:tab w:val="left" w:pos="2430"/>
        </w:tabs>
        <w:rPr>
          <w:b/>
          <w:color w:val="002060"/>
        </w:rPr>
      </w:pPr>
      <w:r w:rsidRPr="008E503E">
        <w:rPr>
          <w:b/>
          <w:color w:val="002060"/>
        </w:rPr>
        <w:t>DEPARTMENT</w:t>
      </w:r>
      <w:r w:rsidR="008E503E" w:rsidRPr="008E503E">
        <w:rPr>
          <w:b/>
          <w:color w:val="002060"/>
        </w:rPr>
        <w:tab/>
      </w:r>
      <w:r w:rsidR="008E503E" w:rsidRPr="008E503E">
        <w:rPr>
          <w:b/>
          <w:color w:val="002060"/>
        </w:rPr>
        <w:tab/>
      </w:r>
    </w:p>
    <w:sdt>
      <w:sdtPr>
        <w:alias w:val="Department"/>
        <w:tag w:val="Department"/>
        <w:id w:val="-727146393"/>
        <w:placeholder>
          <w:docPart w:val="7B4C2D1FADB44A31858B48708A93C299"/>
        </w:placeholder>
        <w:showingPlcHdr/>
        <w:dropDownList>
          <w:listItem w:value="Choose an item."/>
          <w:listItem w:displayText="Accounting" w:value="Accounting"/>
          <w:listItem w:displayText="Customer Service" w:value="Customer Service"/>
          <w:listItem w:displayText="Finance" w:value="Finance"/>
          <w:listItem w:displayText="Human Resources" w:value="Human Resources"/>
          <w:listItem w:displayText="Legal and Copyright" w:value="Legal and Copyright"/>
          <w:listItem w:displayText="Payroll" w:value="Payroll"/>
          <w:listItem w:displayText="Physical Plant" w:value="Physical Plant"/>
          <w:listItem w:displayText="Research and Development" w:value="Research and Development"/>
          <w:listItem w:displayText="Other" w:value="Other"/>
        </w:dropDownList>
      </w:sdtPr>
      <w:sdtEndPr/>
      <w:sdtContent>
        <w:p w:rsidR="00424767" w:rsidRDefault="003B7528">
          <w:r>
            <w:t>[Choose an item.]</w:t>
          </w:r>
        </w:p>
      </w:sdtContent>
    </w:sdt>
    <w:p w:rsidR="00424767" w:rsidRPr="008E503E" w:rsidRDefault="00D75605">
      <w:pPr>
        <w:pStyle w:val="Heading2"/>
        <w:rPr>
          <w:b/>
          <w:color w:val="002060"/>
        </w:rPr>
      </w:pPr>
      <w:r w:rsidRPr="008E503E">
        <w:rPr>
          <w:b/>
          <w:color w:val="002060"/>
        </w:rPr>
        <w:t>Meeting agenda</w:t>
      </w:r>
    </w:p>
    <w:p w:rsidR="00424767" w:rsidRDefault="00424767"/>
    <w:p w:rsidR="00424767" w:rsidRPr="008E503E" w:rsidRDefault="00D75605">
      <w:pPr>
        <w:pStyle w:val="Heading2"/>
        <w:rPr>
          <w:b/>
          <w:color w:val="002060"/>
        </w:rPr>
      </w:pPr>
      <w:r w:rsidRPr="008E503E">
        <w:rPr>
          <w:b/>
          <w:color w:val="002060"/>
        </w:rPr>
        <w:t>meeting details</w:t>
      </w:r>
    </w:p>
    <w:p w:rsidR="00424767" w:rsidRDefault="00D75605">
      <w:pPr>
        <w:pStyle w:val="Heading1"/>
      </w:pPr>
      <w:r>
        <w:t>FEEDBACK ABOUT meeting</w:t>
      </w:r>
    </w:p>
    <w:p w:rsidR="00D75605" w:rsidRDefault="00D75605" w:rsidP="00D75605">
      <w:pPr>
        <w:rPr>
          <w:rFonts w:ascii="Arial" w:hAnsi="Arial"/>
          <w:sz w:val="16"/>
        </w:rPr>
      </w:pPr>
      <w:r w:rsidRPr="00D75605">
        <w:rPr>
          <w:rFonts w:ascii="Arial" w:hAnsi="Arial"/>
          <w:sz w:val="16"/>
        </w:rPr>
        <w:t>Please indicate how much you agree with the following statements by circling your res</w:t>
      </w:r>
      <w:r>
        <w:rPr>
          <w:rFonts w:ascii="Arial" w:hAnsi="Arial"/>
          <w:sz w:val="16"/>
        </w:rPr>
        <w:t>ponse using the scale provided,</w:t>
      </w:r>
    </w:p>
    <w:p w:rsidR="00D75605" w:rsidRPr="008E503E" w:rsidRDefault="00D75605" w:rsidP="00D75605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where 1 = strongly </w:t>
      </w:r>
      <w:r w:rsidRPr="00D75605">
        <w:rPr>
          <w:rFonts w:ascii="Arial" w:hAnsi="Arial"/>
          <w:sz w:val="16"/>
        </w:rPr>
        <w:t xml:space="preserve">agree and 5 = strongly </w:t>
      </w:r>
      <w:r>
        <w:rPr>
          <w:rFonts w:ascii="Arial" w:hAnsi="Arial"/>
          <w:sz w:val="16"/>
        </w:rPr>
        <w:t>dis</w:t>
      </w:r>
      <w:r w:rsidR="008E503E">
        <w:rPr>
          <w:rFonts w:ascii="Arial" w:hAnsi="Arial"/>
          <w:sz w:val="16"/>
        </w:rPr>
        <w:t>agree.</w:t>
      </w:r>
    </w:p>
    <w:tbl>
      <w:tblPr>
        <w:tblStyle w:val="ListTable2-Accent1"/>
        <w:tblW w:w="5000" w:type="pct"/>
        <w:tblBorders>
          <w:top w:val="none" w:sz="0" w:space="0" w:color="auto"/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  <w:tblDescription w:val="Supervisor feedback"/>
      </w:tblPr>
      <w:tblGrid>
        <w:gridCol w:w="7062"/>
        <w:gridCol w:w="3738"/>
      </w:tblGrid>
      <w:tr w:rsidR="00424767" w:rsidTr="00F109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062" w:type="dxa"/>
            <w:tcBorders>
              <w:bottom w:val="single" w:sz="4" w:space="0" w:color="D9D9D9" w:themeColor="background1" w:themeShade="D9"/>
            </w:tcBorders>
          </w:tcPr>
          <w:p w:rsidR="00424767" w:rsidRPr="008E503E" w:rsidRDefault="008E503E">
            <w:pPr>
              <w:rPr>
                <w:color w:val="002060"/>
              </w:rPr>
            </w:pPr>
            <w:r w:rsidRPr="008E503E">
              <w:rPr>
                <w:color w:val="002060"/>
              </w:rPr>
              <w:t>PICK</w:t>
            </w:r>
          </w:p>
        </w:tc>
        <w:tc>
          <w:tcPr>
            <w:tcW w:w="3738" w:type="dxa"/>
            <w:tcBorders>
              <w:bottom w:val="single" w:sz="4" w:space="0" w:color="D9D9D9" w:themeColor="background1" w:themeShade="D9"/>
            </w:tcBorders>
          </w:tcPr>
          <w:p w:rsidR="00424767" w:rsidRPr="008E503E" w:rsidRDefault="003B7528">
            <w:pPr>
              <w:rPr>
                <w:color w:val="002060"/>
              </w:rPr>
            </w:pPr>
            <w:r w:rsidRPr="008E503E">
              <w:rPr>
                <w:color w:val="002060"/>
              </w:rPr>
              <w:t>Feedback</w:t>
            </w:r>
          </w:p>
        </w:tc>
      </w:tr>
      <w:tr w:rsidR="00424767" w:rsidTr="00F109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06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24767" w:rsidRDefault="00D75605">
            <w:pPr>
              <w:pStyle w:val="ListParagraph"/>
            </w:pPr>
            <w:r>
              <w:rPr>
                <w:rFonts w:ascii="Arial" w:hAnsi="Arial"/>
              </w:rPr>
              <w:t>The meeting purpose and objectives were clearly stated.</w:t>
            </w:r>
          </w:p>
        </w:tc>
        <w:sdt>
          <w:sdtPr>
            <w:alias w:val="Feedback"/>
            <w:tag w:val="Feedback"/>
            <w:id w:val="-92247524"/>
            <w:lock w:val="sdtLocked"/>
            <w:placeholder>
              <w:docPart w:val="7B4C2D1FADB44A31858B48708A93C299"/>
            </w:placeholder>
            <w:showingPlcHdr/>
            <w:comboBox>
              <w:listItem w:value="Choose an item."/>
              <w:listItem w:displayText="Strongly Agree" w:value="Strongly Agree"/>
              <w:listItem w:displayText="Agree" w:value="Agree"/>
              <w:listItem w:displayText="Not Agree" w:value="Not Agree"/>
              <w:listItem w:displayText="Disagree" w:value="Disagree"/>
              <w:listItem w:displayText="Strongly Disagree" w:value="Strongly Disagree"/>
            </w:comboBox>
          </w:sdtPr>
          <w:sdtEndPr/>
          <w:sdtContent>
            <w:tc>
              <w:tcPr>
                <w:tcW w:w="3738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</w:tcPr>
              <w:p w:rsidR="00424767" w:rsidRDefault="00D75605">
                <w:r>
                  <w:t>[Choose an item.]</w:t>
                </w:r>
              </w:p>
            </w:tc>
          </w:sdtContent>
        </w:sdt>
      </w:tr>
      <w:tr w:rsidR="00424767" w:rsidTr="005A0976">
        <w:tc>
          <w:tcPr>
            <w:tcW w:w="706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24767" w:rsidRDefault="00D75605">
            <w:pPr>
              <w:pStyle w:val="ListParagraph"/>
            </w:pPr>
            <w:r>
              <w:rPr>
                <w:rFonts w:ascii="Arial" w:hAnsi="Arial"/>
              </w:rPr>
              <w:t>Our meeting time was convenient for me.</w:t>
            </w:r>
          </w:p>
        </w:tc>
        <w:sdt>
          <w:sdtPr>
            <w:alias w:val="Feedback options"/>
            <w:tag w:val="Feedback options"/>
            <w:id w:val="-1557623620"/>
            <w:placeholder>
              <w:docPart w:val="7B4C2D1FADB44A31858B48708A93C299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38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</w:tcBorders>
              </w:tcPr>
              <w:p w:rsidR="00424767" w:rsidRDefault="00D75605">
                <w:r>
                  <w:t>[Choose an item.]</w:t>
                </w:r>
              </w:p>
            </w:tc>
          </w:sdtContent>
        </w:sdt>
      </w:tr>
      <w:tr w:rsidR="00424767" w:rsidTr="005A0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06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24767" w:rsidRDefault="00D75605">
            <w:pPr>
              <w:pStyle w:val="ListParagraph"/>
            </w:pPr>
            <w:r>
              <w:rPr>
                <w:rFonts w:ascii="Arial" w:hAnsi="Arial"/>
              </w:rPr>
              <w:t>Our meeting place was convenient for me.</w:t>
            </w:r>
          </w:p>
        </w:tc>
        <w:sdt>
          <w:sdtPr>
            <w:alias w:val="Feedback options"/>
            <w:tag w:val="Feedback options"/>
            <w:id w:val="1243598641"/>
            <w:placeholder>
              <w:docPart w:val="7B4C2D1FADB44A31858B48708A93C299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38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</w:tcPr>
              <w:p w:rsidR="00424767" w:rsidRDefault="00D75605">
                <w:r>
                  <w:t>[Choose an item.]</w:t>
                </w:r>
              </w:p>
            </w:tc>
          </w:sdtContent>
        </w:sdt>
      </w:tr>
      <w:tr w:rsidR="00424767" w:rsidTr="005A0976">
        <w:tc>
          <w:tcPr>
            <w:tcW w:w="706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24767" w:rsidRDefault="00D75605">
            <w:pPr>
              <w:pStyle w:val="ListParagraph"/>
            </w:pPr>
            <w:r>
              <w:rPr>
                <w:rFonts w:ascii="Arial" w:hAnsi="Arial"/>
              </w:rPr>
              <w:t>We shared decision-making at this meeting.</w:t>
            </w:r>
          </w:p>
        </w:tc>
        <w:sdt>
          <w:sdtPr>
            <w:alias w:val="Feedback options"/>
            <w:tag w:val="Feedback options"/>
            <w:id w:val="33544021"/>
            <w:placeholder>
              <w:docPart w:val="7B4C2D1FADB44A31858B48708A93C299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38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</w:tcBorders>
              </w:tcPr>
              <w:p w:rsidR="00424767" w:rsidRDefault="00D75605">
                <w:r>
                  <w:t>[Choose an item.]</w:t>
                </w:r>
              </w:p>
            </w:tc>
          </w:sdtContent>
        </w:sdt>
      </w:tr>
      <w:tr w:rsidR="00424767" w:rsidTr="005A0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06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24767" w:rsidRDefault="00D75605">
            <w:pPr>
              <w:pStyle w:val="ListParagraph"/>
            </w:pPr>
            <w:r>
              <w:rPr>
                <w:rFonts w:ascii="Arial" w:hAnsi="Arial"/>
              </w:rPr>
              <w:t>All meeting participants were actively involved.</w:t>
            </w:r>
          </w:p>
        </w:tc>
        <w:sdt>
          <w:sdtPr>
            <w:alias w:val="Feedback options"/>
            <w:tag w:val="Feedback options"/>
            <w:id w:val="1121492297"/>
            <w:placeholder>
              <w:docPart w:val="7B4C2D1FADB44A31858B48708A93C299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38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</w:tcPr>
              <w:p w:rsidR="00424767" w:rsidRDefault="00D75605">
                <w:r>
                  <w:t>[Choose an item.]</w:t>
                </w:r>
              </w:p>
            </w:tc>
          </w:sdtContent>
        </w:sdt>
      </w:tr>
      <w:tr w:rsidR="00424767" w:rsidTr="005A0976">
        <w:tc>
          <w:tcPr>
            <w:tcW w:w="706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24767" w:rsidRDefault="00D75605">
            <w:pPr>
              <w:pStyle w:val="ListParagraph"/>
            </w:pPr>
            <w:r>
              <w:rPr>
                <w:rFonts w:ascii="Arial" w:hAnsi="Arial"/>
              </w:rPr>
              <w:t>We used our meeting time effectively.</w:t>
            </w:r>
          </w:p>
        </w:tc>
        <w:sdt>
          <w:sdtPr>
            <w:alias w:val="Feedback options"/>
            <w:tag w:val="Feedback options"/>
            <w:id w:val="1448430153"/>
            <w:placeholder>
              <w:docPart w:val="7B4C2D1FADB44A31858B48708A93C299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38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</w:tcBorders>
              </w:tcPr>
              <w:p w:rsidR="00424767" w:rsidRDefault="00D75605">
                <w:r>
                  <w:t>[Choose an item.]</w:t>
                </w:r>
              </w:p>
            </w:tc>
          </w:sdtContent>
        </w:sdt>
      </w:tr>
      <w:tr w:rsidR="00424767" w:rsidTr="005A09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062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24767" w:rsidRDefault="00D75605">
            <w:pPr>
              <w:pStyle w:val="ListParagraph"/>
            </w:pPr>
            <w:r>
              <w:rPr>
                <w:rFonts w:ascii="Arial" w:hAnsi="Arial"/>
              </w:rPr>
              <w:t>I am satisfied with this meeting.</w:t>
            </w:r>
          </w:p>
        </w:tc>
        <w:sdt>
          <w:sdtPr>
            <w:alias w:val="Feedback options"/>
            <w:tag w:val="Feedback options"/>
            <w:id w:val="610395576"/>
            <w:placeholder>
              <w:docPart w:val="7B4C2D1FADB44A31858B48708A93C299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38" w:type="dxa"/>
                <w:tcBorders>
                  <w:top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</w:tcPr>
              <w:p w:rsidR="00424767" w:rsidRDefault="00D75605">
                <w:r>
                  <w:t>[Choose an item.]</w:t>
                </w:r>
              </w:p>
            </w:tc>
          </w:sdtContent>
        </w:sdt>
      </w:tr>
      <w:tr w:rsidR="00424767" w:rsidTr="00F1090A">
        <w:tc>
          <w:tcPr>
            <w:tcW w:w="7062" w:type="dxa"/>
            <w:tcBorders>
              <w:top w:val="single" w:sz="4" w:space="0" w:color="D9D9D9" w:themeColor="background1" w:themeShade="D9"/>
            </w:tcBorders>
          </w:tcPr>
          <w:p w:rsidR="00424767" w:rsidRPr="00D75605" w:rsidRDefault="00D75605">
            <w:pPr>
              <w:pStyle w:val="ListParagraph"/>
            </w:pPr>
            <w:r>
              <w:rPr>
                <w:rFonts w:ascii="Arial" w:hAnsi="Arial"/>
              </w:rPr>
              <w:t>I enjoyed this meeting.</w:t>
            </w:r>
          </w:p>
          <w:p w:rsidR="00D75605" w:rsidRDefault="00D75605" w:rsidP="00D75605">
            <w:pPr>
              <w:pStyle w:val="ListParagraph"/>
              <w:numPr>
                <w:ilvl w:val="0"/>
                <w:numId w:val="0"/>
              </w:numPr>
              <w:ind w:left="360"/>
            </w:pPr>
          </w:p>
          <w:p w:rsidR="00D75605" w:rsidRDefault="00D75605" w:rsidP="00D75605">
            <w:pPr>
              <w:pStyle w:val="ListParagraph"/>
              <w:numPr>
                <w:ilvl w:val="0"/>
                <w:numId w:val="0"/>
              </w:numPr>
              <w:ind w:left="360"/>
            </w:pPr>
          </w:p>
          <w:p w:rsidR="00D75605" w:rsidRDefault="00D75605" w:rsidP="00D7560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What aspects of this meeting were particularly good?</w:t>
            </w:r>
          </w:p>
          <w:p w:rsidR="00D75605" w:rsidRDefault="008E503E" w:rsidP="008E503E">
            <w:pPr>
              <w:tabs>
                <w:tab w:val="left" w:pos="6135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</w:p>
          <w:p w:rsidR="008E503E" w:rsidRDefault="008E503E" w:rsidP="008E503E">
            <w:pPr>
              <w:ind w:firstLine="720"/>
              <w:rPr>
                <w:rFonts w:ascii="Arial" w:hAnsi="Arial"/>
              </w:rPr>
            </w:pPr>
          </w:p>
          <w:p w:rsidR="00D75605" w:rsidRDefault="00D75605" w:rsidP="00D7560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What aspects of this meeting were particularly bad?</w:t>
            </w:r>
          </w:p>
          <w:p w:rsidR="008E503E" w:rsidRDefault="008E503E" w:rsidP="00D75605">
            <w:pPr>
              <w:rPr>
                <w:rFonts w:ascii="Arial" w:hAnsi="Arial"/>
              </w:rPr>
            </w:pPr>
          </w:p>
          <w:p w:rsidR="00D75605" w:rsidRDefault="00D75605" w:rsidP="00D75605">
            <w:pPr>
              <w:rPr>
                <w:rFonts w:ascii="Arial" w:hAnsi="Arial"/>
              </w:rPr>
            </w:pPr>
          </w:p>
          <w:p w:rsidR="00D75605" w:rsidRDefault="00D75605" w:rsidP="00D7560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Do you have any suggestions or additional comments about this meeting?</w:t>
            </w:r>
          </w:p>
          <w:p w:rsidR="008E503E" w:rsidRPr="00D75605" w:rsidRDefault="008E503E" w:rsidP="00D75605">
            <w:pPr>
              <w:rPr>
                <w:rFonts w:ascii="Arial" w:hAnsi="Arial"/>
              </w:rPr>
            </w:pPr>
          </w:p>
        </w:tc>
        <w:sdt>
          <w:sdtPr>
            <w:alias w:val="Feedback options"/>
            <w:tag w:val="Feedback options"/>
            <w:id w:val="687489151"/>
            <w:placeholder>
              <w:docPart w:val="7B4C2D1FADB44A31858B48708A93C299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38" w:type="dxa"/>
                <w:tcBorders>
                  <w:top w:val="single" w:sz="4" w:space="0" w:color="D9D9D9" w:themeColor="background1" w:themeShade="D9"/>
                </w:tcBorders>
              </w:tcPr>
              <w:p w:rsidR="00424767" w:rsidRDefault="00D75605">
                <w:r>
                  <w:t>[Choose an item.]</w:t>
                </w:r>
              </w:p>
            </w:tc>
          </w:sdtContent>
        </w:sdt>
      </w:tr>
    </w:tbl>
    <w:p w:rsidR="00424767" w:rsidRDefault="00EB02CE" w:rsidP="00EB02CE">
      <w:pPr>
        <w:pStyle w:val="Heading1"/>
      </w:pPr>
      <w:r>
        <w:t>Your comment</w:t>
      </w:r>
    </w:p>
    <w:sectPr w:rsidR="00424767" w:rsidSect="00D75605">
      <w:footerReference w:type="default" r:id="rId8"/>
      <w:pgSz w:w="12240" w:h="15840"/>
      <w:pgMar w:top="720" w:right="720" w:bottom="9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528" w:rsidRDefault="003B7528">
      <w:pPr>
        <w:spacing w:before="0" w:after="0"/>
      </w:pPr>
      <w:r>
        <w:separator/>
      </w:r>
    </w:p>
  </w:endnote>
  <w:endnote w:type="continuationSeparator" w:id="0">
    <w:p w:rsidR="003B7528" w:rsidRDefault="003B752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767" w:rsidRDefault="003B7528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NUMPAGES  \* Arabic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528" w:rsidRDefault="003B7528">
      <w:pPr>
        <w:spacing w:before="0" w:after="0"/>
      </w:pPr>
      <w:r>
        <w:separator/>
      </w:r>
    </w:p>
  </w:footnote>
  <w:footnote w:type="continuationSeparator" w:id="0">
    <w:p w:rsidR="003B7528" w:rsidRDefault="003B752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605"/>
    <w:rsid w:val="003B7528"/>
    <w:rsid w:val="00424767"/>
    <w:rsid w:val="005A0976"/>
    <w:rsid w:val="008E503E"/>
    <w:rsid w:val="00D75605"/>
    <w:rsid w:val="00EB02CE"/>
    <w:rsid w:val="00F1090A"/>
    <w:rsid w:val="00F6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A220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9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6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rsid w:val="005A0976"/>
    <w:pPr>
      <w:shd w:val="clear" w:color="auto" w:fill="F2F2F2" w:themeFill="background1" w:themeFillShade="F2"/>
      <w:spacing w:before="480" w:after="240"/>
      <w:outlineLvl w:val="0"/>
    </w:pPr>
    <w:rPr>
      <w:rFonts w:asciiTheme="majorHAnsi" w:eastAsiaTheme="majorEastAsia" w:hAnsiTheme="majorHAnsi" w:cstheme="majorBidi"/>
      <w:caps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pBdr>
        <w:top w:val="single" w:sz="4" w:space="1" w:color="7F7F7F" w:themeColor="text1" w:themeTint="80"/>
      </w:pBdr>
      <w:spacing w:before="360" w:after="120"/>
      <w:outlineLvl w:val="1"/>
    </w:pPr>
    <w:rPr>
      <w:rFonts w:asciiTheme="majorHAnsi" w:eastAsiaTheme="majorEastAsia" w:hAnsiTheme="majorHAnsi" w:cstheme="majorBidi"/>
      <w:caps/>
      <w:color w:val="C45911" w:themeColor="accent2" w:themeShade="BF"/>
      <w:spacing w:val="2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120" w:after="120"/>
      <w:outlineLvl w:val="2"/>
    </w:pPr>
    <w:rPr>
      <w:rFonts w:asciiTheme="majorHAnsi" w:eastAsiaTheme="majorEastAsia" w:hAnsiTheme="majorHAnsi" w:cstheme="majorBidi"/>
      <w:caps/>
      <w:color w:val="C45911" w:themeColor="accent2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5A0976"/>
    <w:rPr>
      <w:rFonts w:asciiTheme="majorHAnsi" w:eastAsiaTheme="majorEastAsia" w:hAnsiTheme="majorHAnsi" w:cstheme="majorBidi"/>
      <w:caps/>
      <w:color w:val="1F4E79" w:themeColor="accent1" w:themeShade="80"/>
      <w:sz w:val="32"/>
      <w:szCs w:val="32"/>
      <w:shd w:val="clear" w:color="auto" w:fill="F2F2F2" w:themeFill="background1" w:themeFillShade="F2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/>
      <w:jc w:val="righ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aps/>
      <w:color w:val="C45911" w:themeColor="accent2" w:themeShade="BF"/>
      <w:spacing w:val="2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caps/>
      <w:color w:val="C45911" w:themeColor="accent2" w:themeShade="BF"/>
      <w:sz w:val="24"/>
      <w:szCs w:val="24"/>
    </w:rPr>
  </w:style>
  <w:style w:type="paragraph" w:styleId="ListParagraph">
    <w:name w:val="List Paragraph"/>
    <w:basedOn w:val="Normal"/>
    <w:uiPriority w:val="1"/>
    <w:qFormat/>
    <w:pPr>
      <w:numPr>
        <w:numId w:val="1"/>
      </w:numPr>
      <w:spacing w:before="40" w:after="40"/>
      <w:contextualSpacing/>
    </w:pPr>
    <w:rPr>
      <w:sz w:val="21"/>
      <w:szCs w:val="21"/>
    </w:rPr>
  </w:style>
  <w:style w:type="table" w:customStyle="1" w:styleId="TableGrid1">
    <w:name w:val="Table Grid1"/>
    <w:basedOn w:val="TableNormal"/>
    <w:next w:val="TableGrid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styleId="ListTable6Colorful-Accent1">
    <w:name w:val="List Table 6 Colorful Accent 1"/>
    <w:basedOn w:val="TableNormal"/>
    <w:uiPriority w:val="5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3">
    <w:name w:val="List Table 6 Colorful Accent 3"/>
    <w:basedOn w:val="TableNormal"/>
    <w:uiPriority w:val="51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1">
    <w:name w:val="List Table 1 Light Accent 1"/>
    <w:basedOn w:val="TableNormal"/>
    <w:uiPriority w:val="46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</w:tblPr>
    <w:tblStylePr w:type="firstRow">
      <w:rPr>
        <w:b/>
        <w:bCs/>
        <w:caps/>
        <w:smallCaps w:val="0"/>
        <w:color w:val="C45911" w:themeColor="accent2" w:themeShade="BF"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  <w:rPr>
      <w:color w:val="5B9BD5" w:themeColor="accent1"/>
    </w:rPr>
  </w:style>
  <w:style w:type="character" w:customStyle="1" w:styleId="FooterChar">
    <w:name w:val="Footer Char"/>
    <w:basedOn w:val="DefaultParagraphFont"/>
    <w:link w:val="Footer"/>
    <w:uiPriority w:val="2"/>
    <w:rPr>
      <w:color w:val="5B9BD5" w:themeColor="accent1"/>
    </w:rPr>
  </w:style>
  <w:style w:type="table" w:styleId="ListTable1Light-Accent5">
    <w:name w:val="List Table 1 Light Accent 5"/>
    <w:basedOn w:val="TableNormal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1">
    <w:name w:val="List Table 2 Accent 1"/>
    <w:basedOn w:val="TableNormal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rFonts w:asciiTheme="majorHAnsi" w:hAnsiTheme="majorHAnsi"/>
        <w:b/>
        <w:bCs/>
        <w:caps/>
        <w:smallCaps w:val="0"/>
        <w:color w:val="C45911" w:themeColor="accent2" w:themeShade="BF"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Responsetext">
    <w:name w:val="Response text"/>
    <w:basedOn w:val="Normal"/>
    <w:qFormat/>
    <w:pPr>
      <w:spacing w:before="120" w:after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Manager%20feedback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4C2D1FADB44A31858B48708A93C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787662-B6EC-447C-98C6-F529FF41F8BB}"/>
      </w:docPartPr>
      <w:docPartBody>
        <w:p w:rsidR="00000000" w:rsidRDefault="002D5AF8">
          <w:pPr>
            <w:pStyle w:val="7B4C2D1FADB44A31858B48708A93C299"/>
          </w:pPr>
          <w:r>
            <w:t>[Choose an item.]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F8"/>
    <w:rsid w:val="002D5AF8"/>
    <w:rsid w:val="006F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3148FE62934C63AB95A0CA95A34785">
    <w:name w:val="113148FE62934C63AB95A0CA95A34785"/>
  </w:style>
  <w:style w:type="paragraph" w:customStyle="1" w:styleId="7B4C2D1FADB44A31858B48708A93C299">
    <w:name w:val="7B4C2D1FADB44A31858B48708A93C299"/>
  </w:style>
  <w:style w:type="paragraph" w:customStyle="1" w:styleId="03252BD235274285AF7FFB5091208154">
    <w:name w:val="03252BD235274285AF7FFB5091208154"/>
  </w:style>
  <w:style w:type="paragraph" w:customStyle="1" w:styleId="56BA6270A35A4FE6BDB02CF4CB2F94FE">
    <w:name w:val="56BA6270A35A4FE6BDB02CF4CB2F94FE"/>
    <w:rsid w:val="002D5AF8"/>
  </w:style>
  <w:style w:type="character" w:styleId="PlaceholderText">
    <w:name w:val="Placeholder Text"/>
    <w:basedOn w:val="DefaultParagraphFont"/>
    <w:uiPriority w:val="99"/>
    <w:semiHidden/>
    <w:rsid w:val="002D5AF8"/>
    <w:rPr>
      <w:color w:val="808080"/>
    </w:rPr>
  </w:style>
  <w:style w:type="paragraph" w:customStyle="1" w:styleId="D8F99D75321D421BBDCBAD84EB325D05">
    <w:name w:val="D8F99D75321D421BBDCBAD84EB325D05"/>
    <w:rsid w:val="002D5A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anager feedback form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-Cambria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4D4DC87-D2F5-42F6-874C-0D022ABD39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Manager feedback form.dotx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BASIC Information </vt:lpstr>
      <vt:lpstr>    DEPARTMENT		</vt:lpstr>
      <vt:lpstr>    Meeting agenda</vt:lpstr>
      <vt:lpstr>    meeting details</vt:lpstr>
      <vt:lpstr>FEEDBACK ABOUT meeting</vt:lpstr>
      <vt:lpstr>Your comment</vt:lpstr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2017-03-15T11:27:00Z</dcterms:created>
  <dcterms:modified xsi:type="dcterms:W3CDTF">2017-03-15T11:49:00Z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TC039919519991</vt:lpwstr>
  </property>
</Properties>
</file>