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B6B" w:rsidRPr="00AD06CC" w:rsidRDefault="00AD06CC" w:rsidP="00AD06CC">
      <w:pPr>
        <w:rPr>
          <w:b/>
          <w:sz w:val="32"/>
        </w:rPr>
      </w:pPr>
      <w:r w:rsidRPr="00AD06CC">
        <w:rPr>
          <w:b/>
          <w:sz w:val="32"/>
        </w:rPr>
        <w:t>Customer Feedback Form</w:t>
      </w:r>
    </w:p>
    <w:p w:rsidR="005E5B6B" w:rsidRPr="009D0753" w:rsidRDefault="00AD06CC" w:rsidP="00AD06CC">
      <w:pPr>
        <w:rPr>
          <w:b/>
        </w:rPr>
      </w:pPr>
      <w:r w:rsidRPr="009D0753">
        <w:rPr>
          <w:b/>
        </w:rPr>
        <w:t>[COMPANY/BUSINESS NAME]</w:t>
      </w:r>
    </w:p>
    <w:sdt>
      <w:sdtPr>
        <w:id w:val="-785111143"/>
        <w:placeholder>
          <w:docPart w:val="7C9727A58C5B4CDB9D617D4CAA2315C5"/>
        </w:placeholder>
        <w:temporary/>
        <w:showingPlcHdr/>
        <w15:appearance w15:val="hidden"/>
      </w:sdtPr>
      <w:sdtEndPr/>
      <w:sdtContent>
        <w:p w:rsidR="005E5B6B" w:rsidRDefault="007840DF" w:rsidP="00AD06CC">
          <w:r>
            <w:t>[Street Address]</w:t>
          </w:r>
        </w:p>
      </w:sdtContent>
    </w:sdt>
    <w:sdt>
      <w:sdtPr>
        <w:id w:val="463090678"/>
        <w:placeholder>
          <w:docPart w:val="AC07DA4FE155482FA5EF76BF02316853"/>
        </w:placeholder>
        <w:temporary/>
        <w:showingPlcHdr/>
        <w15:appearance w15:val="hidden"/>
      </w:sdtPr>
      <w:sdtEndPr/>
      <w:sdtContent>
        <w:p w:rsidR="005E5B6B" w:rsidRDefault="007840DF" w:rsidP="00AD06CC">
          <w:r>
            <w:t>[City, ST  ZIP Code]</w:t>
          </w:r>
        </w:p>
      </w:sdtContent>
    </w:sdt>
    <w:p w:rsidR="005E5B6B" w:rsidRDefault="007840DF" w:rsidP="009D0753">
      <w:sdt>
        <w:sdtPr>
          <w:id w:val="-1434277661"/>
          <w:placeholder>
            <w:docPart w:val="FA3270657E2F433A903316DAC5C17E7E"/>
          </w:placeholder>
          <w:temporary/>
          <w:showingPlcHdr/>
          <w15:appearance w15:val="hidden"/>
        </w:sdtPr>
        <w:sdtEndPr/>
        <w:sdtContent>
          <w:r>
            <w:t>[Phone]</w:t>
          </w:r>
        </w:sdtContent>
      </w:sdt>
      <w:r>
        <w:t xml:space="preserve"> | f </w:t>
      </w:r>
      <w:sdt>
        <w:sdtPr>
          <w:id w:val="1843578452"/>
          <w:placeholder>
            <w:docPart w:val="D33D0EE821614CC08FB1F718BFF8CDFD"/>
          </w:placeholder>
          <w:temporary/>
          <w:showingPlcHdr/>
          <w15:appearance w15:val="hidden"/>
        </w:sdtPr>
        <w:sdtEndPr/>
        <w:sdtContent>
          <w:r>
            <w:t>[Fax]</w:t>
          </w:r>
        </w:sdtContent>
      </w:sdt>
      <w:r>
        <w:t xml:space="preserve"> | </w:t>
      </w:r>
      <w:sdt>
        <w:sdtPr>
          <w:id w:val="-338240281"/>
          <w:placeholder>
            <w:docPart w:val="242ACB57B3274B4AABC881507BA09CDF"/>
          </w:placeholder>
          <w:temporary/>
          <w:showingPlcHdr/>
          <w15:appearance w15:val="hidden"/>
        </w:sdtPr>
        <w:sdtEndPr/>
        <w:sdtContent>
          <w:r>
            <w:t>[Website]</w:t>
          </w:r>
        </w:sdtContent>
      </w:sdt>
      <w:r>
        <w:t xml:space="preserve"> | </w:t>
      </w:r>
      <w:sdt>
        <w:sdtPr>
          <w:id w:val="-106439846"/>
          <w:placeholder>
            <w:docPart w:val="30BFF1164E97408080E0825305F10799"/>
          </w:placeholder>
          <w:temporary/>
          <w:showingPlcHdr/>
          <w15:appearance w15:val="hidden"/>
        </w:sdtPr>
        <w:sdtEndPr/>
        <w:sdtContent>
          <w:r>
            <w:t>[Email]</w:t>
          </w:r>
        </w:sdtContent>
      </w:sdt>
    </w:p>
    <w:p w:rsidR="00AD06CC" w:rsidRDefault="00AD06CC" w:rsidP="00AD06CC">
      <w:pPr>
        <w:pStyle w:val="NormalWeb"/>
        <w:spacing w:before="0" w:beforeAutospacing="0" w:after="0" w:afterAutospacing="0"/>
        <w:rPr>
          <w:rFonts w:asciiTheme="majorHAnsi" w:hAnsiTheme="majorHAnsi"/>
          <w:sz w:val="20"/>
          <w:szCs w:val="20"/>
          <w:lang w:val="en-CA"/>
        </w:rPr>
      </w:pPr>
      <w:r w:rsidRPr="00AD06CC">
        <w:rPr>
          <w:rFonts w:asciiTheme="majorHAnsi" w:hAnsiTheme="majorHAnsi"/>
          <w:sz w:val="20"/>
          <w:szCs w:val="20"/>
          <w:lang w:val="en-CA"/>
        </w:rPr>
        <w:t xml:space="preserve">Thank you for visiting </w:t>
      </w:r>
      <w:r>
        <w:rPr>
          <w:rFonts w:asciiTheme="majorHAnsi" w:hAnsiTheme="majorHAnsi"/>
          <w:sz w:val="20"/>
          <w:szCs w:val="20"/>
          <w:lang w:val="en-CA"/>
        </w:rPr>
        <w:t>[COMPANY NAME]</w:t>
      </w:r>
      <w:r w:rsidRPr="00AD06CC">
        <w:rPr>
          <w:rFonts w:asciiTheme="majorHAnsi" w:hAnsiTheme="majorHAnsi"/>
          <w:sz w:val="20"/>
          <w:szCs w:val="20"/>
          <w:lang w:val="en-CA"/>
        </w:rPr>
        <w:t xml:space="preserve"> We value all our customers and strive to meet everyone’s needs.  Please tell us the date and time of your visit: </w:t>
      </w:r>
    </w:p>
    <w:p w:rsidR="009D0753" w:rsidRPr="00AD06CC" w:rsidRDefault="009D0753" w:rsidP="00AD06CC">
      <w:pPr>
        <w:pStyle w:val="NormalWeb"/>
        <w:spacing w:before="0" w:beforeAutospacing="0" w:after="0" w:afterAutospacing="0"/>
        <w:rPr>
          <w:rFonts w:asciiTheme="majorHAnsi" w:hAnsiTheme="majorHAnsi"/>
          <w:sz w:val="20"/>
          <w:szCs w:val="20"/>
          <w:lang w:val="en-CA"/>
        </w:rPr>
      </w:pPr>
    </w:p>
    <w:tbl>
      <w:tblPr>
        <w:tblStyle w:val="GridTable1Light-Accent1"/>
        <w:tblW w:w="5000" w:type="pct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20" w:firstRow="1" w:lastRow="0" w:firstColumn="0" w:lastColumn="0" w:noHBand="0" w:noVBand="1"/>
        <w:tblDescription w:val="Contact information"/>
      </w:tblPr>
      <w:tblGrid>
        <w:gridCol w:w="2180"/>
        <w:gridCol w:w="3217"/>
        <w:gridCol w:w="5397"/>
      </w:tblGrid>
      <w:tr w:rsidR="005E5B6B" w:rsidTr="009D07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218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5E5B6B" w:rsidRPr="00AD06CC" w:rsidRDefault="007840DF">
            <w:pPr>
              <w:pStyle w:val="Heading3"/>
              <w:outlineLvl w:val="2"/>
              <w:rPr>
                <w:color w:val="auto"/>
              </w:rPr>
            </w:pPr>
            <w:r w:rsidRPr="00AD06CC">
              <w:rPr>
                <w:color w:val="auto"/>
              </w:rPr>
              <w:t>Name</w:t>
            </w:r>
            <w:r w:rsidR="009D0753">
              <w:rPr>
                <w:color w:val="auto"/>
              </w:rPr>
              <w:t>:</w:t>
            </w:r>
          </w:p>
        </w:tc>
        <w:tc>
          <w:tcPr>
            <w:tcW w:w="8619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5E5B6B" w:rsidRDefault="005E5B6B"/>
        </w:tc>
      </w:tr>
      <w:tr w:rsidR="005E5B6B" w:rsidTr="009D0753">
        <w:trPr>
          <w:jc w:val="center"/>
        </w:trPr>
        <w:tc>
          <w:tcPr>
            <w:tcW w:w="2181" w:type="dxa"/>
          </w:tcPr>
          <w:p w:rsidR="005E5B6B" w:rsidRPr="00AD06CC" w:rsidRDefault="007840DF">
            <w:pPr>
              <w:pStyle w:val="Heading3"/>
              <w:outlineLvl w:val="2"/>
              <w:rPr>
                <w:color w:val="auto"/>
              </w:rPr>
            </w:pPr>
            <w:r w:rsidRPr="00AD06CC">
              <w:rPr>
                <w:color w:val="auto"/>
              </w:rPr>
              <w:t>Address</w:t>
            </w:r>
            <w:r w:rsidR="00AD06CC">
              <w:rPr>
                <w:color w:val="auto"/>
              </w:rPr>
              <w:t xml:space="preserve"> [OPTIONAL]</w:t>
            </w:r>
          </w:p>
        </w:tc>
        <w:tc>
          <w:tcPr>
            <w:tcW w:w="8619" w:type="dxa"/>
            <w:gridSpan w:val="2"/>
          </w:tcPr>
          <w:p w:rsidR="005E5B6B" w:rsidRDefault="005E5B6B"/>
        </w:tc>
      </w:tr>
      <w:tr w:rsidR="005E5B6B" w:rsidTr="009D0753">
        <w:trPr>
          <w:jc w:val="center"/>
        </w:trPr>
        <w:tc>
          <w:tcPr>
            <w:tcW w:w="2181" w:type="dxa"/>
          </w:tcPr>
          <w:p w:rsidR="005E5B6B" w:rsidRPr="00AD06CC" w:rsidRDefault="007840DF">
            <w:pPr>
              <w:pStyle w:val="Heading3"/>
              <w:outlineLvl w:val="2"/>
              <w:rPr>
                <w:color w:val="auto"/>
              </w:rPr>
            </w:pPr>
            <w:r w:rsidRPr="00AD06CC">
              <w:rPr>
                <w:color w:val="auto"/>
              </w:rPr>
              <w:t>Email</w:t>
            </w:r>
          </w:p>
        </w:tc>
        <w:tc>
          <w:tcPr>
            <w:tcW w:w="8619" w:type="dxa"/>
            <w:gridSpan w:val="2"/>
          </w:tcPr>
          <w:p w:rsidR="005E5B6B" w:rsidRDefault="005E5B6B"/>
        </w:tc>
      </w:tr>
      <w:tr w:rsidR="005E5B6B" w:rsidTr="009D0753">
        <w:trPr>
          <w:jc w:val="center"/>
        </w:trPr>
        <w:tc>
          <w:tcPr>
            <w:tcW w:w="2181" w:type="dxa"/>
          </w:tcPr>
          <w:p w:rsidR="005E5B6B" w:rsidRPr="00AD06CC" w:rsidRDefault="007840DF">
            <w:pPr>
              <w:pStyle w:val="Heading3"/>
              <w:outlineLvl w:val="2"/>
              <w:rPr>
                <w:color w:val="auto"/>
              </w:rPr>
            </w:pPr>
            <w:r w:rsidRPr="00AD06CC">
              <w:rPr>
                <w:color w:val="auto"/>
              </w:rPr>
              <w:t>Phone</w:t>
            </w:r>
            <w:r w:rsidR="00AD06CC">
              <w:rPr>
                <w:color w:val="auto"/>
              </w:rPr>
              <w:t xml:space="preserve"> [OPTIONAL]</w:t>
            </w:r>
          </w:p>
        </w:tc>
        <w:tc>
          <w:tcPr>
            <w:tcW w:w="8619" w:type="dxa"/>
            <w:gridSpan w:val="2"/>
          </w:tcPr>
          <w:p w:rsidR="005E5B6B" w:rsidRDefault="005E5B6B"/>
        </w:tc>
      </w:tr>
      <w:tr w:rsidR="00AD06CC" w:rsidTr="009D0753">
        <w:trPr>
          <w:jc w:val="center"/>
        </w:trPr>
        <w:tc>
          <w:tcPr>
            <w:tcW w:w="10800" w:type="dxa"/>
            <w:gridSpan w:val="3"/>
          </w:tcPr>
          <w:p w:rsidR="00AD06CC" w:rsidRDefault="00AD06CC">
            <w:r>
              <w:t>Please tell us the date and location of your visit.</w:t>
            </w:r>
          </w:p>
        </w:tc>
        <w:bookmarkStart w:id="0" w:name="_GoBack"/>
        <w:bookmarkEnd w:id="0"/>
      </w:tr>
      <w:tr w:rsidR="00AD06CC" w:rsidTr="009D0753">
        <w:trPr>
          <w:jc w:val="center"/>
        </w:trPr>
        <w:tc>
          <w:tcPr>
            <w:tcW w:w="5400" w:type="dxa"/>
            <w:gridSpan w:val="2"/>
          </w:tcPr>
          <w:p w:rsidR="00AD06CC" w:rsidRDefault="00AD06CC" w:rsidP="00AD06CC">
            <w:r>
              <w:t xml:space="preserve">DATE:                                     </w:t>
            </w:r>
          </w:p>
        </w:tc>
        <w:tc>
          <w:tcPr>
            <w:tcW w:w="5400" w:type="dxa"/>
          </w:tcPr>
          <w:p w:rsidR="00AD06CC" w:rsidRDefault="00AD06CC">
            <w:r>
              <w:t>LOCATION:</w:t>
            </w:r>
          </w:p>
        </w:tc>
      </w:tr>
    </w:tbl>
    <w:p w:rsidR="005E5B6B" w:rsidRDefault="005E5B6B"/>
    <w:tbl>
      <w:tblPr>
        <w:tblStyle w:val="GridTable1Light-Accent1"/>
        <w:tblW w:w="5000" w:type="pct"/>
        <w:tblBorders>
          <w:bottom w:val="single" w:sz="12" w:space="0" w:color="808080" w:themeColor="background1" w:themeShade="80"/>
          <w:insideH w:val="single" w:sz="2" w:space="0" w:color="808080" w:themeColor="background1" w:themeShade="8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  <w:tblDescription w:val="Survey questions"/>
      </w:tblPr>
      <w:tblGrid>
        <w:gridCol w:w="8370"/>
        <w:gridCol w:w="2430"/>
      </w:tblGrid>
      <w:tr w:rsidR="005E5B6B" w:rsidTr="00AD06CC">
        <w:tc>
          <w:tcPr>
            <w:tcW w:w="8370" w:type="dxa"/>
          </w:tcPr>
          <w:p w:rsidR="005E5B6B" w:rsidRPr="00AD06CC" w:rsidRDefault="00AD06CC" w:rsidP="00AD06CC">
            <w:pPr>
              <w:pStyle w:val="NormalWeb"/>
              <w:spacing w:before="0" w:beforeAutospacing="0" w:after="0" w:afterAutospacing="0" w:line="360" w:lineRule="auto"/>
              <w:rPr>
                <w:rFonts w:asciiTheme="majorHAnsi" w:hAnsiTheme="majorHAnsi"/>
                <w:color w:val="262626" w:themeColor="text1" w:themeTint="D9"/>
                <w:sz w:val="20"/>
                <w:szCs w:val="20"/>
                <w:lang w:val="en-CA"/>
              </w:rPr>
            </w:pPr>
            <w:r w:rsidRPr="00AD06CC">
              <w:rPr>
                <w:rFonts w:asciiTheme="majorHAnsi" w:hAnsiTheme="majorHAnsi"/>
                <w:color w:val="262626" w:themeColor="text1" w:themeTint="D9"/>
                <w:sz w:val="20"/>
                <w:szCs w:val="20"/>
                <w:lang w:val="en-CA"/>
              </w:rPr>
              <w:t>Did we respond to your customer service needs today?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115336679"/>
              <w:placeholder>
                <w:docPart w:val="059B0E26629643DBA74638B03EC6AF88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5E5B6B" w:rsidRDefault="007840DF">
                <w:pPr>
                  <w:rPr>
                    <w:kern w:val="0"/>
                    <w14:ligatures w14:val="none"/>
                  </w:rPr>
                </w:pPr>
                <w:r>
                  <w:t>Choose an item.</w:t>
                </w:r>
              </w:p>
            </w:sdtContent>
          </w:sdt>
        </w:tc>
      </w:tr>
      <w:tr w:rsidR="005E5B6B" w:rsidTr="00AD06CC">
        <w:tc>
          <w:tcPr>
            <w:tcW w:w="8370" w:type="dxa"/>
          </w:tcPr>
          <w:p w:rsidR="005E5B6B" w:rsidRPr="00AD06CC" w:rsidRDefault="00AD06CC" w:rsidP="00AD06CC">
            <w:pPr>
              <w:pStyle w:val="NormalWeb"/>
              <w:spacing w:before="0" w:beforeAutospacing="0" w:after="0" w:afterAutospacing="0" w:line="360" w:lineRule="auto"/>
              <w:rPr>
                <w:rFonts w:asciiTheme="majorHAnsi" w:hAnsiTheme="majorHAnsi"/>
                <w:color w:val="262626" w:themeColor="text1" w:themeTint="D9"/>
                <w:sz w:val="20"/>
                <w:szCs w:val="20"/>
                <w:lang w:val="en-CA"/>
              </w:rPr>
            </w:pPr>
            <w:r w:rsidRPr="00AD06CC">
              <w:rPr>
                <w:rFonts w:asciiTheme="majorHAnsi" w:hAnsiTheme="majorHAnsi"/>
                <w:color w:val="262626" w:themeColor="text1" w:themeTint="D9"/>
                <w:sz w:val="20"/>
                <w:szCs w:val="20"/>
                <w:lang w:val="en-CA"/>
              </w:rPr>
              <w:t>Was our customer service provided to you in an accessible manner?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703758314"/>
              <w:placeholder>
                <w:docPart w:val="B2F426E7FEAD458794BDD82227A1F1A7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5E5B6B" w:rsidRDefault="007840DF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5E5B6B" w:rsidTr="00AD06CC">
        <w:tc>
          <w:tcPr>
            <w:tcW w:w="8370" w:type="dxa"/>
          </w:tcPr>
          <w:p w:rsidR="005E5B6B" w:rsidRPr="00AD06CC" w:rsidRDefault="00AD06CC" w:rsidP="00AD06CC">
            <w:pPr>
              <w:pStyle w:val="NormalWeb"/>
              <w:spacing w:before="0" w:beforeAutospacing="0" w:after="0" w:afterAutospacing="0" w:line="360" w:lineRule="auto"/>
              <w:rPr>
                <w:rFonts w:asciiTheme="majorHAnsi" w:hAnsiTheme="majorHAnsi"/>
                <w:color w:val="262626" w:themeColor="text1" w:themeTint="D9"/>
                <w:sz w:val="20"/>
                <w:szCs w:val="20"/>
                <w:lang w:val="en-CA"/>
              </w:rPr>
            </w:pPr>
            <w:r w:rsidRPr="00AD06CC">
              <w:rPr>
                <w:rFonts w:asciiTheme="majorHAnsi" w:hAnsiTheme="majorHAnsi"/>
                <w:color w:val="262626" w:themeColor="text1" w:themeTint="D9"/>
                <w:sz w:val="20"/>
                <w:szCs w:val="20"/>
                <w:lang w:val="en-CA"/>
              </w:rPr>
              <w:t>Did you have any problems accessing our goods and services?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813215720"/>
              <w:placeholder>
                <w:docPart w:val="B2F426E7FEAD458794BDD82227A1F1A7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5E5B6B" w:rsidRDefault="007840DF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5E5B6B" w:rsidTr="00AD06CC">
        <w:tc>
          <w:tcPr>
            <w:tcW w:w="8370" w:type="dxa"/>
          </w:tcPr>
          <w:p w:rsidR="005E5B6B" w:rsidRPr="00AD06CC" w:rsidRDefault="00AD06CC" w:rsidP="00AD06CC">
            <w:pPr>
              <w:spacing w:before="0" w:after="0"/>
              <w:ind w:left="0" w:right="0"/>
              <w:rPr>
                <w:rFonts w:asciiTheme="majorHAnsi" w:hAnsiTheme="majorHAnsi" w:cs="Arial"/>
                <w:color w:val="262626" w:themeColor="text1" w:themeTint="D9"/>
              </w:rPr>
            </w:pPr>
            <w:r w:rsidRPr="00AD06CC">
              <w:rPr>
                <w:rFonts w:asciiTheme="majorHAnsi" w:hAnsiTheme="majorHAnsi" w:cs="Arial"/>
                <w:color w:val="262626" w:themeColor="text1" w:themeTint="D9"/>
              </w:rPr>
              <w:t xml:space="preserve">Were you satisfied with the customer service we provided you?  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-1324817391"/>
              <w:placeholder>
                <w:docPart w:val="B2F426E7FEAD458794BDD82227A1F1A7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5E5B6B" w:rsidRDefault="007840DF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5E5B6B" w:rsidTr="00AD06CC">
        <w:tc>
          <w:tcPr>
            <w:tcW w:w="8370" w:type="dxa"/>
          </w:tcPr>
          <w:p w:rsidR="005E5B6B" w:rsidRPr="00AD06CC" w:rsidRDefault="00AD06CC" w:rsidP="00AD06CC">
            <w:pPr>
              <w:spacing w:before="0" w:after="0"/>
              <w:ind w:left="0" w:right="0"/>
              <w:rPr>
                <w:rFonts w:asciiTheme="majorHAnsi" w:hAnsiTheme="majorHAnsi" w:cs="Arial"/>
                <w:color w:val="262626" w:themeColor="text1" w:themeTint="D9"/>
              </w:rPr>
            </w:pPr>
            <w:r w:rsidRPr="00AD06CC">
              <w:rPr>
                <w:rFonts w:asciiTheme="majorHAnsi" w:hAnsiTheme="majorHAnsi" w:cs="Arial"/>
                <w:color w:val="262626" w:themeColor="text1" w:themeTint="D9"/>
              </w:rPr>
              <w:t>Was our customer service provided to you in an accessible manner?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-1238398142"/>
              <w:placeholder>
                <w:docPart w:val="B2F426E7FEAD458794BDD82227A1F1A7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5E5B6B" w:rsidRDefault="007840DF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5E5B6B" w:rsidTr="00AD06CC">
        <w:tc>
          <w:tcPr>
            <w:tcW w:w="8370" w:type="dxa"/>
          </w:tcPr>
          <w:p w:rsidR="005E5B6B" w:rsidRPr="00AD06CC" w:rsidRDefault="00AD06CC" w:rsidP="00AD06CC">
            <w:pPr>
              <w:spacing w:before="0" w:after="0"/>
              <w:ind w:left="0" w:right="0"/>
              <w:rPr>
                <w:rFonts w:asciiTheme="majorHAnsi" w:hAnsiTheme="majorHAnsi" w:cs="Arial"/>
                <w:color w:val="262626" w:themeColor="text1" w:themeTint="D9"/>
              </w:rPr>
            </w:pPr>
            <w:r w:rsidRPr="00AD06CC">
              <w:rPr>
                <w:rFonts w:asciiTheme="majorHAnsi" w:hAnsiTheme="majorHAnsi" w:cs="Arial"/>
                <w:color w:val="262626" w:themeColor="text1" w:themeTint="D9"/>
              </w:rPr>
              <w:t>Did you experience any problems accessing our goods and services?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-1731071416"/>
              <w:placeholder>
                <w:docPart w:val="B2F426E7FEAD458794BDD82227A1F1A7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5E5B6B" w:rsidRDefault="007840DF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5E5B6B" w:rsidTr="00AD06CC">
        <w:tc>
          <w:tcPr>
            <w:tcW w:w="8370" w:type="dxa"/>
          </w:tcPr>
          <w:p w:rsidR="005E5B6B" w:rsidRDefault="00AD06CC">
            <w:r>
              <w:t>Feedback</w:t>
            </w:r>
          </w:p>
        </w:tc>
        <w:tc>
          <w:tcPr>
            <w:tcW w:w="2430" w:type="dxa"/>
          </w:tcPr>
          <w:p w:rsidR="005E5B6B" w:rsidRDefault="005E5B6B">
            <w:pPr>
              <w:rPr>
                <w:kern w:val="0"/>
                <w14:ligatures w14:val="none"/>
              </w:rPr>
            </w:pPr>
          </w:p>
        </w:tc>
      </w:tr>
      <w:tr w:rsidR="009D0753" w:rsidTr="00AD06CC">
        <w:trPr>
          <w:trHeight w:val="890"/>
        </w:trPr>
        <w:tc>
          <w:tcPr>
            <w:tcW w:w="10800" w:type="dxa"/>
            <w:gridSpan w:val="2"/>
          </w:tcPr>
          <w:p w:rsidR="009D0753" w:rsidRDefault="009D0753">
            <w:pPr>
              <w:rPr>
                <w:kern w:val="0"/>
                <w14:ligatures w14:val="none"/>
              </w:rPr>
            </w:pPr>
          </w:p>
          <w:p w:rsidR="009D0753" w:rsidRDefault="009D0753">
            <w:pPr>
              <w:rPr>
                <w:kern w:val="0"/>
                <w14:ligatures w14:val="none"/>
              </w:rPr>
            </w:pPr>
          </w:p>
          <w:p w:rsidR="009D0753" w:rsidRDefault="009D0753">
            <w:pPr>
              <w:rPr>
                <w:kern w:val="0"/>
                <w14:ligatures w14:val="none"/>
              </w:rPr>
            </w:pPr>
          </w:p>
        </w:tc>
      </w:tr>
      <w:tr w:rsidR="005E5B6B" w:rsidTr="00AD06CC">
        <w:tc>
          <w:tcPr>
            <w:tcW w:w="8370" w:type="dxa"/>
          </w:tcPr>
          <w:p w:rsidR="005E5B6B" w:rsidRDefault="00AD06CC">
            <w:r>
              <w:t>Suggestion for Improvement:</w:t>
            </w:r>
          </w:p>
        </w:tc>
        <w:tc>
          <w:tcPr>
            <w:tcW w:w="2430" w:type="dxa"/>
          </w:tcPr>
          <w:p w:rsidR="005E5B6B" w:rsidRDefault="005E5B6B">
            <w:pPr>
              <w:rPr>
                <w:kern w:val="0"/>
                <w14:ligatures w14:val="none"/>
              </w:rPr>
            </w:pPr>
          </w:p>
        </w:tc>
      </w:tr>
      <w:tr w:rsidR="009D0753" w:rsidTr="00903EAC">
        <w:tc>
          <w:tcPr>
            <w:tcW w:w="10800" w:type="dxa"/>
            <w:gridSpan w:val="2"/>
          </w:tcPr>
          <w:p w:rsidR="009D0753" w:rsidRDefault="009D0753" w:rsidP="009D0753">
            <w:pPr>
              <w:tabs>
                <w:tab w:val="left" w:pos="1635"/>
              </w:tabs>
              <w:jc w:val="both"/>
            </w:pPr>
            <w:r>
              <w:tab/>
            </w:r>
          </w:p>
          <w:p w:rsidR="009D0753" w:rsidRDefault="009D0753">
            <w:pPr>
              <w:rPr>
                <w:kern w:val="0"/>
                <w14:ligatures w14:val="none"/>
              </w:rPr>
            </w:pPr>
          </w:p>
        </w:tc>
      </w:tr>
      <w:tr w:rsidR="005E5B6B" w:rsidTr="00AD06CC">
        <w:tc>
          <w:tcPr>
            <w:tcW w:w="8370" w:type="dxa"/>
          </w:tcPr>
          <w:p w:rsidR="005E5B6B" w:rsidRDefault="005E5B6B"/>
        </w:tc>
        <w:tc>
          <w:tcPr>
            <w:tcW w:w="2430" w:type="dxa"/>
          </w:tcPr>
          <w:p w:rsidR="005E5B6B" w:rsidRDefault="005E5B6B">
            <w:pPr>
              <w:rPr>
                <w:kern w:val="0"/>
                <w14:ligatures w14:val="none"/>
              </w:rPr>
            </w:pPr>
          </w:p>
        </w:tc>
      </w:tr>
    </w:tbl>
    <w:p w:rsidR="005E5B6B" w:rsidRPr="00AD06CC" w:rsidRDefault="007840DF">
      <w:pPr>
        <w:pStyle w:val="Heading3"/>
        <w:rPr>
          <w:color w:val="262626" w:themeColor="text1" w:themeTint="D9"/>
        </w:rPr>
      </w:pPr>
      <w:r w:rsidRPr="00AD06CC">
        <w:rPr>
          <w:color w:val="262626" w:themeColor="text1" w:themeTint="D9"/>
        </w:rPr>
        <w:t>Additional comments</w:t>
      </w:r>
    </w:p>
    <w:sdt>
      <w:sdtPr>
        <w:id w:val="-1591920992"/>
        <w:placeholder>
          <w:docPart w:val="C300640319484D57AE25BA7B4E332663"/>
        </w:placeholder>
        <w:temporary/>
        <w:showingPlcHdr/>
        <w15:appearance w15:val="hidden"/>
      </w:sdtPr>
      <w:sdtEndPr/>
      <w:sdtContent>
        <w:p w:rsidR="005E5B6B" w:rsidRDefault="007840DF">
          <w:r>
            <w:t>[Response]</w:t>
          </w:r>
        </w:p>
      </w:sdtContent>
    </w:sdt>
    <w:p w:rsidR="005E5B6B" w:rsidRDefault="005E5B6B"/>
    <w:p w:rsidR="00AD06CC" w:rsidRDefault="00AD06CC"/>
    <w:p w:rsidR="00AD06CC" w:rsidRDefault="00AD06CC">
      <w:r>
        <w:t>Review of suggestions for improvement by Quality Manager:</w:t>
      </w:r>
    </w:p>
    <w:tbl>
      <w:tblPr>
        <w:tblStyle w:val="TableGrid"/>
        <w:tblW w:w="0" w:type="auto"/>
        <w:tblInd w:w="72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728"/>
      </w:tblGrid>
      <w:tr w:rsidR="00AD06CC" w:rsidTr="00AD06CC">
        <w:tc>
          <w:tcPr>
            <w:tcW w:w="10790" w:type="dxa"/>
          </w:tcPr>
          <w:p w:rsidR="00AD06CC" w:rsidRDefault="00AD06CC">
            <w:pPr>
              <w:ind w:left="0"/>
            </w:pPr>
          </w:p>
        </w:tc>
      </w:tr>
    </w:tbl>
    <w:p w:rsidR="00AD06CC" w:rsidRDefault="00AD06CC"/>
    <w:sectPr w:rsidR="00AD06CC" w:rsidSect="00AD06CC">
      <w:footerReference w:type="default" r:id="rId8"/>
      <w:pgSz w:w="12240" w:h="15840"/>
      <w:pgMar w:top="630" w:right="720" w:bottom="5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0DF" w:rsidRDefault="007840DF">
      <w:pPr>
        <w:spacing w:after="0"/>
      </w:pPr>
      <w:r>
        <w:separator/>
      </w:r>
    </w:p>
    <w:p w:rsidR="007840DF" w:rsidRDefault="007840DF"/>
  </w:endnote>
  <w:endnote w:type="continuationSeparator" w:id="0">
    <w:p w:rsidR="007840DF" w:rsidRDefault="007840DF">
      <w:pPr>
        <w:spacing w:after="0"/>
      </w:pPr>
      <w:r>
        <w:continuationSeparator/>
      </w:r>
    </w:p>
    <w:p w:rsidR="007840DF" w:rsidRDefault="007840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B6B" w:rsidRDefault="007840DF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AD06CC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0DF" w:rsidRDefault="007840DF">
      <w:pPr>
        <w:spacing w:after="0"/>
      </w:pPr>
      <w:r>
        <w:separator/>
      </w:r>
    </w:p>
    <w:p w:rsidR="007840DF" w:rsidRDefault="007840DF"/>
  </w:footnote>
  <w:footnote w:type="continuationSeparator" w:id="0">
    <w:p w:rsidR="007840DF" w:rsidRDefault="007840DF">
      <w:pPr>
        <w:spacing w:after="0"/>
      </w:pPr>
      <w:r>
        <w:continuationSeparator/>
      </w:r>
    </w:p>
    <w:p w:rsidR="007840DF" w:rsidRDefault="007840D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C62DF8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02617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7D41F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3906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40240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AA1F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9E8A5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C4C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EACD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7FAFF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5565BC"/>
    <w:multiLevelType w:val="hybridMultilevel"/>
    <w:tmpl w:val="5A04A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1E75CD"/>
    <w:multiLevelType w:val="hybridMultilevel"/>
    <w:tmpl w:val="107A7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D01F1"/>
    <w:multiLevelType w:val="hybridMultilevel"/>
    <w:tmpl w:val="BE02F5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6CC"/>
    <w:rsid w:val="003F5F01"/>
    <w:rsid w:val="005E5B6B"/>
    <w:rsid w:val="007840DF"/>
    <w:rsid w:val="009D0753"/>
    <w:rsid w:val="00AD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325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100" w:after="100"/>
      <w:ind w:left="72" w:right="72"/>
    </w:pPr>
    <w:rPr>
      <w:sz w:val="20"/>
      <w:szCs w:val="20"/>
    </w:rPr>
  </w:style>
  <w:style w:type="paragraph" w:styleId="Heading1">
    <w:name w:val="heading 1"/>
    <w:basedOn w:val="Normal"/>
    <w:next w:val="Normal"/>
    <w:qFormat/>
    <w:pPr>
      <w:spacing w:before="0" w:after="60"/>
      <w:jc w:val="center"/>
      <w:outlineLvl w:val="0"/>
    </w:pPr>
    <w:rPr>
      <w:rFonts w:asciiTheme="majorHAnsi" w:eastAsiaTheme="majorEastAsia" w:hAnsiTheme="majorHAnsi" w:cstheme="majorBidi"/>
      <w:b/>
      <w:bCs/>
      <w:color w:val="DD8047" w:themeColor="accent2"/>
      <w:kern w:val="28"/>
      <w:sz w:val="32"/>
      <w:szCs w:val="32"/>
    </w:rPr>
  </w:style>
  <w:style w:type="paragraph" w:styleId="Heading2">
    <w:name w:val="heading 2"/>
    <w:basedOn w:val="Normal"/>
    <w:next w:val="Normal"/>
    <w:unhideWhenUsed/>
    <w:qFormat/>
    <w:pPr>
      <w:spacing w:before="0" w:after="0"/>
      <w:jc w:val="center"/>
      <w:outlineLvl w:val="1"/>
    </w:pPr>
    <w:rPr>
      <w:b/>
      <w:bCs/>
      <w:color w:val="548AB7" w:themeColor="accent1" w:themeShade="BF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color w:val="DD8047" w:themeColor="accent2"/>
      <w:kern w:val="22"/>
      <w14:ligatures w14:val="standard"/>
    </w:rPr>
  </w:style>
  <w:style w:type="paragraph" w:styleId="Heading4">
    <w:name w:val="heading 4"/>
    <w:basedOn w:val="Heading3"/>
    <w:next w:val="Normal"/>
    <w:link w:val="Heading4Char"/>
    <w:uiPriority w:val="9"/>
    <w:unhideWhenUsed/>
    <w:pPr>
      <w:spacing w:before="240"/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spacing w:before="240" w:after="60"/>
      <w:outlineLvl w:val="4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40" w:after="60"/>
      <w:outlineLvl w:val="6"/>
    </w:pPr>
    <w:rPr>
      <w:rFonts w:asciiTheme="majorHAnsi" w:eastAsiaTheme="majorEastAsia" w:hAnsiTheme="majorHAnsi"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40" w:after="60"/>
      <w:outlineLvl w:val="7"/>
    </w:pPr>
    <w:rPr>
      <w:rFonts w:asciiTheme="majorHAnsi" w:eastAsiaTheme="majorEastAsia" w:hAnsiTheme="majorHAnsi"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GridTable1Light-Accent1">
    <w:name w:val="Grid Table 1 Light Accent 1"/>
    <w:aliases w:val="Sample questionnaires table"/>
    <w:basedOn w:val="TableNormal"/>
    <w:uiPriority w:val="46"/>
    <w:rPr>
      <w:kern w:val="22"/>
      <w14:ligatures w14:val="standard"/>
    </w:rPr>
    <w:tblPr>
      <w:tblStyleRowBandSize w:val="1"/>
      <w:tblStyleColBandSize w:val="1"/>
      <w:tblBorders>
        <w:insideH w:val="single" w:sz="4" w:space="0" w:color="94B6D2" w:themeColor="accent1"/>
      </w:tblBorders>
      <w:tblCellMar>
        <w:top w:w="29" w:type="dxa"/>
        <w:bottom w:w="29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sz="12" w:space="0" w:color="94B6D2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paragraph" w:styleId="Footer">
    <w:name w:val="footer"/>
    <w:basedOn w:val="Normal"/>
    <w:link w:val="FooterChar"/>
    <w:uiPriority w:val="1"/>
    <w:unhideWhenUsed/>
    <w:pPr>
      <w:tabs>
        <w:tab w:val="left" w:pos="9977"/>
      </w:tabs>
      <w:spacing w:before="0" w:after="0"/>
    </w:pPr>
    <w:rPr>
      <w:color w:val="000000" w:themeColor="text1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1"/>
    <w:rPr>
      <w:color w:val="000000" w:themeColor="text1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Pr>
      <w:color w:val="DD8047" w:themeColor="accent2"/>
      <w:kern w:val="22"/>
      <w:sz w:val="20"/>
      <w:szCs w:val="20"/>
      <w14:ligatures w14:val="standard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actinfo">
    <w:name w:val="Contact info"/>
    <w:basedOn w:val="Normal"/>
    <w:qFormat/>
    <w:pPr>
      <w:spacing w:after="240"/>
      <w:contextualSpacing/>
      <w:jc w:val="center"/>
    </w:pPr>
    <w:rPr>
      <w:color w:val="548AB7" w:themeColor="accent1" w:themeShade="BF"/>
    </w:rPr>
  </w:style>
  <w:style w:type="paragraph" w:styleId="NormalWeb">
    <w:name w:val="Normal (Web)"/>
    <w:basedOn w:val="Normal"/>
    <w:uiPriority w:val="99"/>
    <w:unhideWhenUsed/>
    <w:rsid w:val="00AD06CC"/>
    <w:pPr>
      <w:spacing w:beforeAutospacing="1" w:afterAutospacing="1"/>
      <w:ind w:left="0" w:right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unhideWhenUsed/>
    <w:qFormat/>
    <w:rsid w:val="00AD0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Travel%20services%20surve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C9727A58C5B4CDB9D617D4CAA2315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BC89C-D7FC-4915-A527-934DFC734D31}"/>
      </w:docPartPr>
      <w:docPartBody>
        <w:p w:rsidR="00000000" w:rsidRDefault="004815C5">
          <w:pPr>
            <w:pStyle w:val="7C9727A58C5B4CDB9D617D4CAA2315C5"/>
          </w:pPr>
          <w:r>
            <w:t>[Street Address]</w:t>
          </w:r>
        </w:p>
      </w:docPartBody>
    </w:docPart>
    <w:docPart>
      <w:docPartPr>
        <w:name w:val="AC07DA4FE155482FA5EF76BF023168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6115A5-5316-4485-902D-FA0FE3CC289A}"/>
      </w:docPartPr>
      <w:docPartBody>
        <w:p w:rsidR="00000000" w:rsidRDefault="004815C5">
          <w:pPr>
            <w:pStyle w:val="AC07DA4FE155482FA5EF76BF02316853"/>
          </w:pPr>
          <w:r>
            <w:t>[City, ST  ZIP Code]</w:t>
          </w:r>
        </w:p>
      </w:docPartBody>
    </w:docPart>
    <w:docPart>
      <w:docPartPr>
        <w:name w:val="FA3270657E2F433A903316DAC5C17E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2A6DD9-7E10-4062-A6F0-DBDDB744A970}"/>
      </w:docPartPr>
      <w:docPartBody>
        <w:p w:rsidR="00000000" w:rsidRDefault="004815C5">
          <w:pPr>
            <w:pStyle w:val="FA3270657E2F433A903316DAC5C17E7E"/>
          </w:pPr>
          <w:r>
            <w:t>[Phone]</w:t>
          </w:r>
        </w:p>
      </w:docPartBody>
    </w:docPart>
    <w:docPart>
      <w:docPartPr>
        <w:name w:val="D33D0EE821614CC08FB1F718BFF8CD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905F2-F122-4894-874F-D89457731ED5}"/>
      </w:docPartPr>
      <w:docPartBody>
        <w:p w:rsidR="00000000" w:rsidRDefault="004815C5">
          <w:pPr>
            <w:pStyle w:val="D33D0EE821614CC08FB1F718BFF8CDFD"/>
          </w:pPr>
          <w:r>
            <w:t>[Fax]</w:t>
          </w:r>
        </w:p>
      </w:docPartBody>
    </w:docPart>
    <w:docPart>
      <w:docPartPr>
        <w:name w:val="242ACB57B3274B4AABC881507BA09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4DC9AC-DB2B-49AC-BCE2-605E630876D5}"/>
      </w:docPartPr>
      <w:docPartBody>
        <w:p w:rsidR="00000000" w:rsidRDefault="004815C5">
          <w:pPr>
            <w:pStyle w:val="242ACB57B3274B4AABC881507BA09CDF"/>
          </w:pPr>
          <w:r>
            <w:t>[Website]</w:t>
          </w:r>
        </w:p>
      </w:docPartBody>
    </w:docPart>
    <w:docPart>
      <w:docPartPr>
        <w:name w:val="30BFF1164E97408080E0825305F107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91B64D-B406-4219-9EC2-9E2E67B71137}"/>
      </w:docPartPr>
      <w:docPartBody>
        <w:p w:rsidR="00000000" w:rsidRDefault="004815C5">
          <w:pPr>
            <w:pStyle w:val="30BFF1164E97408080E0825305F10799"/>
          </w:pPr>
          <w:r>
            <w:t>[Email]</w:t>
          </w:r>
        </w:p>
      </w:docPartBody>
    </w:docPart>
    <w:docPart>
      <w:docPartPr>
        <w:name w:val="059B0E26629643DBA74638B03EC6A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B481E1-5796-40B2-8DAE-EAA5EE2307B8}"/>
      </w:docPartPr>
      <w:docPartBody>
        <w:p w:rsidR="00000000" w:rsidRDefault="004815C5">
          <w:pPr>
            <w:pStyle w:val="059B0E26629643DBA74638B03EC6AF88"/>
          </w:pPr>
          <w:r>
            <w:t>Choose an item.</w:t>
          </w:r>
        </w:p>
      </w:docPartBody>
    </w:docPart>
    <w:docPart>
      <w:docPartPr>
        <w:name w:val="B2F426E7FEAD458794BDD82227A1F1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47596-1651-432A-B9E7-8FE6844C4C94}"/>
      </w:docPartPr>
      <w:docPartBody>
        <w:p w:rsidR="00000000" w:rsidRDefault="004815C5">
          <w:pPr>
            <w:pStyle w:val="B2F426E7FEAD458794BDD82227A1F1A7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C300640319484D57AE25BA7B4E3326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3BE17-F556-4110-AA32-A039BF94FCB2}"/>
      </w:docPartPr>
      <w:docPartBody>
        <w:p w:rsidR="00000000" w:rsidRDefault="004815C5">
          <w:pPr>
            <w:pStyle w:val="C300640319484D57AE25BA7B4E332663"/>
          </w:pPr>
          <w:r>
            <w:t>[Response]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C5"/>
    <w:rsid w:val="0048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721695BF50C415F8BB31AAED47AC124">
    <w:name w:val="B721695BF50C415F8BB31AAED47AC124"/>
  </w:style>
  <w:style w:type="paragraph" w:customStyle="1" w:styleId="15BF18C3B2E2476C8B219645EA314B08">
    <w:name w:val="15BF18C3B2E2476C8B219645EA314B08"/>
  </w:style>
  <w:style w:type="paragraph" w:customStyle="1" w:styleId="7C9727A58C5B4CDB9D617D4CAA2315C5">
    <w:name w:val="7C9727A58C5B4CDB9D617D4CAA2315C5"/>
  </w:style>
  <w:style w:type="paragraph" w:customStyle="1" w:styleId="AC07DA4FE155482FA5EF76BF02316853">
    <w:name w:val="AC07DA4FE155482FA5EF76BF02316853"/>
  </w:style>
  <w:style w:type="paragraph" w:customStyle="1" w:styleId="FA3270657E2F433A903316DAC5C17E7E">
    <w:name w:val="FA3270657E2F433A903316DAC5C17E7E"/>
  </w:style>
  <w:style w:type="paragraph" w:customStyle="1" w:styleId="D33D0EE821614CC08FB1F718BFF8CDFD">
    <w:name w:val="D33D0EE821614CC08FB1F718BFF8CDFD"/>
  </w:style>
  <w:style w:type="paragraph" w:customStyle="1" w:styleId="242ACB57B3274B4AABC881507BA09CDF">
    <w:name w:val="242ACB57B3274B4AABC881507BA09CDF"/>
  </w:style>
  <w:style w:type="paragraph" w:customStyle="1" w:styleId="30BFF1164E97408080E0825305F10799">
    <w:name w:val="30BFF1164E97408080E0825305F10799"/>
  </w:style>
  <w:style w:type="paragraph" w:customStyle="1" w:styleId="14F3EF64CA6C4485A034B077456EF5C7">
    <w:name w:val="14F3EF64CA6C4485A034B077456EF5C7"/>
  </w:style>
  <w:style w:type="paragraph" w:customStyle="1" w:styleId="059B0E26629643DBA74638B03EC6AF88">
    <w:name w:val="059B0E26629643DBA74638B03EC6AF88"/>
  </w:style>
  <w:style w:type="paragraph" w:customStyle="1" w:styleId="C6D8ABAFA39E4736B4385F2FF532F1B7">
    <w:name w:val="C6D8ABAFA39E4736B4385F2FF532F1B7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2F426E7FEAD458794BDD82227A1F1A7">
    <w:name w:val="B2F426E7FEAD458794BDD82227A1F1A7"/>
  </w:style>
  <w:style w:type="paragraph" w:customStyle="1" w:styleId="5CDA948B72534188AAD0909F8922B43C">
    <w:name w:val="5CDA948B72534188AAD0909F8922B43C"/>
  </w:style>
  <w:style w:type="paragraph" w:customStyle="1" w:styleId="B9915D7BDE284D81A099C3A367D06D97">
    <w:name w:val="B9915D7BDE284D81A099C3A367D06D97"/>
  </w:style>
  <w:style w:type="paragraph" w:customStyle="1" w:styleId="2059EDB3A8AD4ADDB4405DA1CFABC8BB">
    <w:name w:val="2059EDB3A8AD4ADDB4405DA1CFABC8BB"/>
  </w:style>
  <w:style w:type="paragraph" w:customStyle="1" w:styleId="10BD768AEA134A99BC40F650DEB64BE8">
    <w:name w:val="10BD768AEA134A99BC40F650DEB64BE8"/>
  </w:style>
  <w:style w:type="paragraph" w:customStyle="1" w:styleId="0E885C0CB9284D9DA781118BB372B4E5">
    <w:name w:val="0E885C0CB9284D9DA781118BB372B4E5"/>
  </w:style>
  <w:style w:type="paragraph" w:customStyle="1" w:styleId="67E0BACD80E84D79B51DC8AEF75155A0">
    <w:name w:val="67E0BACD80E84D79B51DC8AEF75155A0"/>
  </w:style>
  <w:style w:type="paragraph" w:customStyle="1" w:styleId="8C68877EE0CD43CBBC6BB9D463D2190C">
    <w:name w:val="8C68877EE0CD43CBBC6BB9D463D2190C"/>
  </w:style>
  <w:style w:type="paragraph" w:customStyle="1" w:styleId="BE91BEFE5F604EB8B6C97DFD4E532074">
    <w:name w:val="BE91BEFE5F604EB8B6C97DFD4E532074"/>
  </w:style>
  <w:style w:type="paragraph" w:customStyle="1" w:styleId="141DD708A483491C94CBA5B375C8859B">
    <w:name w:val="141DD708A483491C94CBA5B375C8859B"/>
  </w:style>
  <w:style w:type="paragraph" w:customStyle="1" w:styleId="EE46655908AA46678DDD184DC8BA43D7">
    <w:name w:val="EE46655908AA46678DDD184DC8BA43D7"/>
  </w:style>
  <w:style w:type="paragraph" w:customStyle="1" w:styleId="C300640319484D57AE25BA7B4E332663">
    <w:name w:val="C300640319484D57AE25BA7B4E3326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on-Auditorium-Staging22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00FBE8E-9136-4EF2-A18B-18868B6181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Travel services survey.dotx</Template>
  <TotalTime>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Additional comments</vt:lpstr>
    </vt:vector>
  </TitlesOfParts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2017-03-21T10:24:00Z</dcterms:created>
  <dcterms:modified xsi:type="dcterms:W3CDTF">2017-03-21T10:38:00Z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TC034631069991</vt:lpwstr>
  </property>
</Properties>
</file>