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3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ogo and company name"/>
      </w:tblPr>
      <w:tblGrid>
        <w:gridCol w:w="4230"/>
        <w:gridCol w:w="6648"/>
      </w:tblGrid>
      <w:tr w:rsidR="00914207" w:rsidRPr="00914207" w:rsidTr="00D85AB8">
        <w:tc>
          <w:tcPr>
            <w:tcW w:w="4230" w:type="dxa"/>
          </w:tcPr>
          <w:p w:rsidR="005F60D7" w:rsidRPr="00D85AB8" w:rsidRDefault="00D85AB8">
            <w:pPr>
              <w:rPr>
                <w:rFonts w:asciiTheme="majorHAnsi" w:hAnsiTheme="majorHAnsi" w:cstheme="majorHAnsi"/>
                <w:b/>
                <w:noProof/>
                <w:sz w:val="46"/>
                <w:lang w:eastAsia="en-US"/>
              </w:rPr>
            </w:pPr>
            <w:r>
              <w:rPr>
                <w:rFonts w:asciiTheme="majorHAnsi" w:hAnsiTheme="majorHAnsi" w:cstheme="majorHAnsi"/>
                <w:b/>
                <w:noProof/>
                <w:sz w:val="46"/>
                <w:lang w:eastAsia="en-US"/>
              </w:rPr>
              <w:t xml:space="preserve">Coach </w:t>
            </w:r>
            <w:r w:rsidR="00914207" w:rsidRPr="00914207">
              <w:rPr>
                <w:rFonts w:asciiTheme="majorHAnsi" w:hAnsiTheme="majorHAnsi" w:cstheme="majorHAnsi"/>
                <w:b/>
                <w:noProof/>
                <w:sz w:val="46"/>
                <w:lang w:eastAsia="en-US"/>
              </w:rPr>
              <w:t>Feedback Form</w:t>
            </w:r>
          </w:p>
        </w:tc>
        <w:tc>
          <w:tcPr>
            <w:tcW w:w="6647" w:type="dxa"/>
          </w:tcPr>
          <w:p w:rsidR="005F60D7" w:rsidRPr="00914207" w:rsidRDefault="003F0F40">
            <w:pPr>
              <w:pStyle w:val="Title"/>
            </w:pPr>
            <w:r w:rsidRPr="003F0F40">
              <w:rPr>
                <w:sz w:val="22"/>
              </w:rPr>
              <w:t>[Organization Name]</w:t>
            </w:r>
          </w:p>
        </w:tc>
      </w:tr>
    </w:tbl>
    <w:p w:rsidR="005F60D7" w:rsidRDefault="00D85AB8" w:rsidP="00D85AB8">
      <w:pPr>
        <w:pStyle w:val="Heading2"/>
        <w:rPr>
          <w:color w:val="auto"/>
        </w:rPr>
      </w:pPr>
      <w:r>
        <w:rPr>
          <w:color w:val="auto"/>
        </w:rPr>
        <w:t>CLIENT NAME</w:t>
      </w:r>
    </w:p>
    <w:p w:rsidR="00D85AB8" w:rsidRPr="00D85AB8" w:rsidRDefault="00D85AB8" w:rsidP="00D85AB8">
      <w:pPr>
        <w:pStyle w:val="Heading2"/>
        <w:rPr>
          <w:color w:val="auto"/>
        </w:rPr>
      </w:pPr>
      <w:r>
        <w:rPr>
          <w:color w:val="auto"/>
        </w:rPr>
        <w:t xml:space="preserve">NUMBER OF SESSIONS: </w:t>
      </w:r>
    </w:p>
    <w:p w:rsidR="005F60D7" w:rsidRPr="00914207" w:rsidRDefault="00D85AB8">
      <w:pPr>
        <w:pStyle w:val="Heading2"/>
        <w:rPr>
          <w:color w:val="auto"/>
        </w:rPr>
      </w:pPr>
      <w:r>
        <w:rPr>
          <w:color w:val="auto"/>
        </w:rPr>
        <w:t xml:space="preserve">DATE OF FEEDBACK: </w:t>
      </w:r>
    </w:p>
    <w:p w:rsidR="005F60D7" w:rsidRPr="00D85AB8" w:rsidRDefault="00D85AB8" w:rsidP="00D85AB8">
      <w:pPr>
        <w:pStyle w:val="Heading4"/>
        <w:rPr>
          <w:color w:val="595959" w:themeColor="text1" w:themeTint="A6"/>
        </w:rPr>
      </w:pPr>
      <w:r w:rsidRPr="00D85AB8">
        <w:rPr>
          <w:color w:val="595959" w:themeColor="text1" w:themeTint="A6"/>
        </w:rPr>
        <w:t xml:space="preserve">Thank you for taking the time to fill out this form. It is intended to evaluate your satisfaction and results with my coaching style and performance. I need effective feedback from you so I can improve and grow as a coach. </w:t>
      </w:r>
      <w:r w:rsidR="00D74945" w:rsidRPr="00D85AB8">
        <w:rPr>
          <w:color w:val="595959" w:themeColor="text1" w:themeTint="A6"/>
        </w:rPr>
        <w:t>FEEDBACK ABOUT workshop</w:t>
      </w:r>
    </w:p>
    <w:tbl>
      <w:tblPr>
        <w:tblStyle w:val="ListTable6Colorful-Accent3"/>
        <w:tblW w:w="5027" w:type="pct"/>
        <w:tblLayout w:type="fixed"/>
        <w:tblLook w:val="0420" w:firstRow="1" w:lastRow="0" w:firstColumn="0" w:lastColumn="0" w:noHBand="0" w:noVBand="1"/>
        <w:tblDescription w:val="Supervisor feedback"/>
      </w:tblPr>
      <w:tblGrid>
        <w:gridCol w:w="7100"/>
        <w:gridCol w:w="3758"/>
      </w:tblGrid>
      <w:tr w:rsidR="00914207" w:rsidRPr="00914207" w:rsidTr="003860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</w:trPr>
        <w:tc>
          <w:tcPr>
            <w:tcW w:w="7101" w:type="dxa"/>
          </w:tcPr>
          <w:p w:rsidR="005F60D7" w:rsidRPr="00914207" w:rsidRDefault="00D74945">
            <w:pPr>
              <w:rPr>
                <w:color w:val="auto"/>
              </w:rPr>
            </w:pPr>
            <w:r>
              <w:rPr>
                <w:color w:val="auto"/>
              </w:rPr>
              <w:t>about speaker</w:t>
            </w:r>
          </w:p>
        </w:tc>
        <w:tc>
          <w:tcPr>
            <w:tcW w:w="3758" w:type="dxa"/>
          </w:tcPr>
          <w:p w:rsidR="005F60D7" w:rsidRPr="00914207" w:rsidRDefault="009A5409">
            <w:pPr>
              <w:rPr>
                <w:color w:val="auto"/>
              </w:rPr>
            </w:pPr>
            <w:r w:rsidRPr="00914207">
              <w:rPr>
                <w:color w:val="auto"/>
              </w:rPr>
              <w:t>Feedback</w:t>
            </w:r>
          </w:p>
        </w:tc>
      </w:tr>
      <w:tr w:rsidR="00914207" w:rsidRPr="00914207" w:rsidTr="00386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tcW w:w="7101" w:type="dxa"/>
          </w:tcPr>
          <w:p w:rsidR="005F60D7" w:rsidRPr="00914207" w:rsidRDefault="00D85AB8" w:rsidP="00D85AB8">
            <w:pPr>
              <w:pStyle w:val="ListParagraph"/>
              <w:rPr>
                <w:color w:val="auto"/>
              </w:rPr>
            </w:pPr>
            <w:r>
              <w:t xml:space="preserve">Having a </w:t>
            </w:r>
            <w:r w:rsidRPr="00D85AB8">
              <w:t>Coach benefit your work/life?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-1972668136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trHeight w:val="534"/>
        </w:trPr>
        <w:tc>
          <w:tcPr>
            <w:tcW w:w="7101" w:type="dxa"/>
          </w:tcPr>
          <w:p w:rsidR="005F60D7" w:rsidRPr="00914207" w:rsidRDefault="00D85AB8">
            <w:pPr>
              <w:pStyle w:val="ListParagraph"/>
              <w:rPr>
                <w:color w:val="auto"/>
              </w:rPr>
            </w:pPr>
            <w:r>
              <w:t>Coaching session has strengthened your will?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-1723211721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tcW w:w="7101" w:type="dxa"/>
          </w:tcPr>
          <w:p w:rsidR="005F60D7" w:rsidRPr="00914207" w:rsidRDefault="00D85AB8">
            <w:pPr>
              <w:pStyle w:val="ListParagraph"/>
              <w:rPr>
                <w:color w:val="auto"/>
              </w:rPr>
            </w:pPr>
            <w:r>
              <w:t>Coaching session has strengthened your skills?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352303022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trHeight w:val="812"/>
        </w:trPr>
        <w:tc>
          <w:tcPr>
            <w:tcW w:w="7101" w:type="dxa"/>
          </w:tcPr>
          <w:p w:rsidR="005F60D7" w:rsidRPr="00914207" w:rsidRDefault="00D85AB8" w:rsidP="00D85AB8">
            <w:pPr>
              <w:pStyle w:val="ListParagraph"/>
              <w:rPr>
                <w:color w:val="auto"/>
              </w:rPr>
            </w:pPr>
            <w:r w:rsidRPr="00D85AB8">
              <w:t>Did you achieve the goals/results you were looking for from the coaching engagement?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1701503227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tcW w:w="7101" w:type="dxa"/>
          </w:tcPr>
          <w:p w:rsidR="005F60D7" w:rsidRPr="00914207" w:rsidRDefault="00D85AB8" w:rsidP="00D85AB8">
            <w:pPr>
              <w:pStyle w:val="ListParagraph"/>
              <w:rPr>
                <w:color w:val="auto"/>
              </w:rPr>
            </w:pPr>
            <w:r>
              <w:t xml:space="preserve">Should we </w:t>
            </w:r>
            <w:r w:rsidRPr="00D85AB8">
              <w:t>make our coaching engagement even more effective for you?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1705049041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trHeight w:val="555"/>
        </w:trPr>
        <w:tc>
          <w:tcPr>
            <w:tcW w:w="7101" w:type="dxa"/>
          </w:tcPr>
          <w:p w:rsidR="005F60D7" w:rsidRPr="00914207" w:rsidRDefault="003F0F40" w:rsidP="003F0F40">
            <w:pPr>
              <w:pStyle w:val="ListParagraph"/>
              <w:rPr>
                <w:color w:val="auto"/>
              </w:rPr>
            </w:pPr>
            <w:r w:rsidRPr="003F0F40">
              <w:t>Team activities were well organized and prepared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-176360187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2"/>
        </w:trPr>
        <w:tc>
          <w:tcPr>
            <w:tcW w:w="7101" w:type="dxa"/>
          </w:tcPr>
          <w:p w:rsidR="005F60D7" w:rsidRPr="00914207" w:rsidRDefault="003F0F40" w:rsidP="003F0F40">
            <w:pPr>
              <w:pStyle w:val="ListParagraph"/>
              <w:rPr>
                <w:color w:val="auto"/>
              </w:rPr>
            </w:pPr>
            <w:r w:rsidRPr="003F0F40">
              <w:t>Communications concerning team schedules, activities, etc. w</w:t>
            </w:r>
            <w:r w:rsidR="00386017">
              <w:t>ere provided in a timely manner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618425108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trHeight w:val="534"/>
        </w:trPr>
        <w:tc>
          <w:tcPr>
            <w:tcW w:w="7101" w:type="dxa"/>
          </w:tcPr>
          <w:p w:rsidR="005F60D7" w:rsidRPr="00914207" w:rsidRDefault="003F0F40" w:rsidP="003F0F40">
            <w:pPr>
              <w:pStyle w:val="ListParagraph"/>
              <w:rPr>
                <w:color w:val="auto"/>
              </w:rPr>
            </w:pPr>
            <w:r>
              <w:t xml:space="preserve">The conduct of the coach and players reﬂected </w:t>
            </w:r>
            <w:r w:rsidRPr="003F0F40">
              <w:t>positively on our school: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951981476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tcW w:w="7101" w:type="dxa"/>
          </w:tcPr>
          <w:p w:rsidR="005F60D7" w:rsidRPr="00914207" w:rsidRDefault="003F0F40" w:rsidP="003F0F40">
            <w:pPr>
              <w:pStyle w:val="ListParagraph"/>
              <w:rPr>
                <w:color w:val="auto"/>
              </w:rPr>
            </w:pPr>
            <w:r w:rsidRPr="003F0F40">
              <w:t>The coach was a good Christian role model</w:t>
            </w:r>
            <w:r>
              <w:t>.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2017734983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914207" w:rsidRPr="00914207" w:rsidTr="00386017">
        <w:trPr>
          <w:trHeight w:val="534"/>
        </w:trPr>
        <w:tc>
          <w:tcPr>
            <w:tcW w:w="7101" w:type="dxa"/>
          </w:tcPr>
          <w:p w:rsidR="005F60D7" w:rsidRPr="00914207" w:rsidRDefault="00D85AB8" w:rsidP="00D85AB8">
            <w:pPr>
              <w:pStyle w:val="ListParagraph"/>
              <w:rPr>
                <w:color w:val="auto"/>
              </w:rPr>
            </w:pPr>
            <w:r w:rsidRPr="00D85AB8">
              <w:t>May I use your feedback in client testimonials? Name withheld or not?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-1048839892"/>
            <w:placeholder>
              <w:docPart w:val="9E3570CF33DE4D46A9FF1C633A1FB7C5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EndPr/>
          <w:sdtContent>
            <w:tc>
              <w:tcPr>
                <w:tcW w:w="3758" w:type="dxa"/>
              </w:tcPr>
              <w:p w:rsidR="005F60D7" w:rsidRPr="00325D03" w:rsidRDefault="009A5409">
                <w:pPr>
                  <w:rPr>
                    <w:color w:val="767171" w:themeColor="background2" w:themeShade="80"/>
                  </w:rPr>
                </w:pPr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  <w:tr w:rsidR="008B5F99" w:rsidRPr="00914207" w:rsidTr="003860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4"/>
        </w:trPr>
        <w:tc>
          <w:tcPr>
            <w:tcW w:w="7101" w:type="dxa"/>
          </w:tcPr>
          <w:p w:rsidR="008B5F99" w:rsidRDefault="00386017" w:rsidP="00386017">
            <w:pPr>
              <w:pStyle w:val="ListParagraph"/>
            </w:pPr>
            <w:r>
              <w:t>Overall performance was satisfactory?</w:t>
            </w:r>
          </w:p>
        </w:tc>
        <w:sdt>
          <w:sdtPr>
            <w:rPr>
              <w:color w:val="767171" w:themeColor="background2" w:themeShade="80"/>
            </w:rPr>
            <w:alias w:val="Feedback options"/>
            <w:tag w:val="Feedback options"/>
            <w:id w:val="-524402271"/>
            <w:placeholder>
              <w:docPart w:val="7C97943E657446948F91AEC996EBA1A6"/>
            </w:placeholder>
            <w:showingPlcHdr/>
            <w:comboBox>
              <w:listItem w:value="Choose an item."/>
              <w:listItem w:displayText="Disagree" w:value="Disagree"/>
              <w:listItem w:displayText="Neither agree nor disagree" w:value="Neither agree nor disagree"/>
              <w:listItem w:displayText="Agree" w:value="Agree"/>
            </w:comboBox>
          </w:sdtPr>
          <w:sdtContent>
            <w:tc>
              <w:tcPr>
                <w:tcW w:w="3758" w:type="dxa"/>
              </w:tcPr>
              <w:p w:rsidR="008B5F99" w:rsidRPr="00914207" w:rsidRDefault="00386017">
                <w:r w:rsidRPr="00325D03">
                  <w:rPr>
                    <w:color w:val="767171" w:themeColor="background2" w:themeShade="80"/>
                  </w:rPr>
                  <w:t>[Choose an item.]</w:t>
                </w:r>
              </w:p>
            </w:tc>
          </w:sdtContent>
        </w:sdt>
      </w:tr>
    </w:tbl>
    <w:tbl>
      <w:tblPr>
        <w:tblW w:w="484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upervisor feedback"/>
      </w:tblPr>
      <w:tblGrid>
        <w:gridCol w:w="10454"/>
      </w:tblGrid>
      <w:tr w:rsidR="00914207" w:rsidRPr="00914207" w:rsidTr="008B5F99">
        <w:trPr>
          <w:trHeight w:val="1654"/>
        </w:trPr>
        <w:tc>
          <w:tcPr>
            <w:tcW w:w="10454" w:type="dxa"/>
          </w:tcPr>
          <w:p w:rsidR="00D85AB8" w:rsidRDefault="00D85AB8">
            <w:pPr>
              <w:pStyle w:val="Responsetext"/>
              <w:rPr>
                <w:rFonts w:asciiTheme="majorHAnsi" w:eastAsiaTheme="majorEastAsia" w:hAnsiTheme="majorHAnsi" w:cstheme="majorBidi"/>
                <w:i/>
                <w:iCs/>
                <w:snapToGrid w:val="0"/>
              </w:rPr>
            </w:pPr>
            <w:r w:rsidRPr="00D85AB8">
              <w:rPr>
                <w:rFonts w:asciiTheme="majorHAnsi" w:eastAsiaTheme="majorEastAsia" w:hAnsiTheme="majorHAnsi" w:cstheme="majorBidi"/>
                <w:i/>
                <w:iCs/>
                <w:snapToGrid w:val="0"/>
              </w:rPr>
              <w:t xml:space="preserve">Is there any other feedback that you would like to give? </w:t>
            </w:r>
          </w:p>
          <w:p w:rsidR="005F60D7" w:rsidRDefault="003A3489">
            <w:pPr>
              <w:pStyle w:val="Responsetext"/>
            </w:pPr>
            <w:sdt>
              <w:sdtPr>
                <w:id w:val="1833253927"/>
                <w:placeholder>
                  <w:docPart w:val="DB682F7C0B284997A09F2269E9662784"/>
                </w:placeholder>
                <w:temporary/>
                <w:showingPlcHdr/>
                <w15:appearance w15:val="hidden"/>
              </w:sdtPr>
              <w:sdtEndPr/>
              <w:sdtContent>
                <w:r w:rsidR="009A5409" w:rsidRPr="00914207">
                  <w:t>[Response]</w:t>
                </w:r>
              </w:sdtContent>
            </w:sdt>
          </w:p>
          <w:p w:rsidR="009F7C74" w:rsidRDefault="009F7C74" w:rsidP="009F7C74">
            <w:pPr>
              <w:pStyle w:val="Heading4"/>
              <w:rPr>
                <w:color w:val="auto"/>
              </w:rPr>
            </w:pPr>
          </w:p>
          <w:p w:rsidR="009F7C74" w:rsidRDefault="009F7C74" w:rsidP="009F7C74">
            <w:pPr>
              <w:pStyle w:val="Heading4"/>
              <w:rPr>
                <w:color w:val="auto"/>
              </w:rPr>
            </w:pPr>
          </w:p>
          <w:p w:rsidR="009F7C74" w:rsidRPr="00914207" w:rsidRDefault="009F7C74" w:rsidP="009F7C74">
            <w:pPr>
              <w:pStyle w:val="Heading4"/>
              <w:rPr>
                <w:color w:val="auto"/>
              </w:rPr>
            </w:pPr>
            <w:r w:rsidRPr="00914207">
              <w:rPr>
                <w:color w:val="auto"/>
              </w:rPr>
              <w:t xml:space="preserve">What would make our </w:t>
            </w:r>
            <w:r>
              <w:rPr>
                <w:color w:val="auto"/>
              </w:rPr>
              <w:t>coaching</w:t>
            </w:r>
            <w:r w:rsidRPr="00914207">
              <w:rPr>
                <w:color w:val="auto"/>
              </w:rPr>
              <w:t xml:space="preserve"> more effective?</w:t>
            </w:r>
          </w:p>
          <w:p w:rsidR="009F7C74" w:rsidRPr="00914207" w:rsidRDefault="009F7C74" w:rsidP="009F7C74">
            <w:pPr>
              <w:pStyle w:val="Responsetext"/>
            </w:pPr>
            <w:sdt>
              <w:sdtPr>
                <w:id w:val="701140152"/>
                <w:placeholder>
                  <w:docPart w:val="1C88D09C53694A008F41E7EF571C3A3D"/>
                </w:placeholder>
                <w:temporary/>
                <w:showingPlcHdr/>
                <w15:appearance w15:val="hidden"/>
              </w:sdtPr>
              <w:sdtContent>
                <w:r w:rsidRPr="00914207">
                  <w:t>[Response]</w:t>
                </w:r>
              </w:sdtContent>
            </w:sdt>
          </w:p>
        </w:tc>
      </w:tr>
      <w:tr w:rsidR="00914207" w:rsidRPr="00914207" w:rsidTr="008B5F99">
        <w:trPr>
          <w:trHeight w:val="1654"/>
        </w:trPr>
        <w:tc>
          <w:tcPr>
            <w:tcW w:w="10454" w:type="dxa"/>
          </w:tcPr>
          <w:p w:rsidR="005F60D7" w:rsidRPr="00914207" w:rsidRDefault="005F60D7">
            <w:pPr>
              <w:pStyle w:val="Responsetext"/>
            </w:pPr>
            <w:bookmarkStart w:id="0" w:name="_GoBack"/>
            <w:bookmarkEnd w:id="0"/>
          </w:p>
        </w:tc>
      </w:tr>
    </w:tbl>
    <w:p w:rsidR="005F60D7" w:rsidRPr="00914207" w:rsidRDefault="005F60D7"/>
    <w:sectPr w:rsidR="005F60D7" w:rsidRPr="00914207" w:rsidSect="00D96812">
      <w:footerReference w:type="default" r:id="rId9"/>
      <w:pgSz w:w="12240" w:h="15840"/>
      <w:pgMar w:top="540" w:right="72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489" w:rsidRDefault="003A3489">
      <w:pPr>
        <w:spacing w:before="0" w:after="0"/>
      </w:pPr>
      <w:r>
        <w:separator/>
      </w:r>
    </w:p>
  </w:endnote>
  <w:endnote w:type="continuationSeparator" w:id="0">
    <w:p w:rsidR="003A3489" w:rsidRDefault="003A34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F40" w:rsidRDefault="003F0F4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-180975</wp:posOffset>
              </wp:positionH>
              <wp:positionV relativeFrom="page">
                <wp:posOffset>9629775</wp:posOffset>
              </wp:positionV>
              <wp:extent cx="7200900" cy="740410"/>
              <wp:effectExtent l="0" t="0" r="0" b="8255"/>
              <wp:wrapNone/>
              <wp:docPr id="451" name="Rectangl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0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e"/>
                            <w:id w:val="881755070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3F0F40" w:rsidRDefault="003F0F40" w:rsidP="003F0F40">
                              <w:r>
                                <w:t>[Organization Name]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451" o:spid="_x0000_s1026" style="position:absolute;left:0;text-align:left;margin-left:-14.25pt;margin-top:758.25pt;width:567pt;height:58.3pt;z-index:251659264;visibility:visible;mso-wrap-style:square;mso-width-percent:0;mso-height-percent:81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" filled="f" stroked="f">
              <v:textbox inset=",0">
                <w:txbxContent>
                  <w:sdt>
                    <w:sdtPr>
                      <w:alias w:val="Date"/>
                      <w:id w:val="881755070"/>
                      <w:dataBinding w:prefixMappings="xmlns:ns0='http://schemas.microsoft.com/office/2006/coverPageProps'" w:xpath="/ns0:CoverPageProperties[1]/ns0:PublishDate[1]" w:storeItemID="{55AF091B-3C7A-41E3-B477-F2FDAA23CFDA}"/>
                      <w:date>
                        <w:dateFormat w:val="MMMM d, yy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p w:rsidR="003F0F40" w:rsidRDefault="003F0F40" w:rsidP="003F0F40">
                        <w:r>
                          <w:t>[Organization Name]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3152" cy="699247"/>
              <wp:effectExtent l="0" t="0" r="22225" b="10795"/>
              <wp:wrapNone/>
              <wp:docPr id="223" name="Group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52" cy="699247"/>
                        <a:chOff x="2820" y="4935"/>
                        <a:chExt cx="120" cy="1320"/>
                      </a:xfrm>
                    </wpg:grpSpPr>
                    <wps:wsp>
                      <wps:cNvPr id="448" name="AutoShap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AutoShap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AutoShap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1A8A88B1" id="Group 223" o:spid="_x0000_s1026" style="position:absolute;margin-left:0;margin-top:0;width:5.75pt;height:55.05pt;z-index:251660288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" strokecolor="#a8d08d [1945]" strokeweight="1.25pt"/>
              <v:shape id="AutoShape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" strokecolor="#a8d08d [1945]" strokeweight="1.25pt"/>
              <v:shape id="AutoShape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UQN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" strokecolor="#a8d08d [1945]" strokeweight="1.25pt"/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489" w:rsidRDefault="003A3489">
      <w:pPr>
        <w:spacing w:before="0" w:after="0"/>
      </w:pPr>
      <w:r>
        <w:separator/>
      </w:r>
    </w:p>
  </w:footnote>
  <w:footnote w:type="continuationSeparator" w:id="0">
    <w:p w:rsidR="003A3489" w:rsidRDefault="003A348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207"/>
    <w:rsid w:val="00044E8C"/>
    <w:rsid w:val="00325D03"/>
    <w:rsid w:val="00386017"/>
    <w:rsid w:val="003A3489"/>
    <w:rsid w:val="003F0F40"/>
    <w:rsid w:val="005F60D7"/>
    <w:rsid w:val="0061691D"/>
    <w:rsid w:val="008B5F99"/>
    <w:rsid w:val="00914207"/>
    <w:rsid w:val="009A5409"/>
    <w:rsid w:val="009F7C74"/>
    <w:rsid w:val="00A94A75"/>
    <w:rsid w:val="00BC7F60"/>
    <w:rsid w:val="00D74945"/>
    <w:rsid w:val="00D85AB8"/>
    <w:rsid w:val="00D9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0FEE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9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60" w:after="60" w:line="240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8B5F99"/>
    <w:pPr>
      <w:shd w:val="clear" w:color="auto" w:fill="DEEAF6" w:themeFill="accent1" w:themeFillTint="33"/>
      <w:spacing w:before="480" w:after="240"/>
      <w:outlineLvl w:val="0"/>
    </w:pPr>
    <w:rPr>
      <w:rFonts w:asciiTheme="majorHAnsi" w:eastAsiaTheme="majorEastAsia" w:hAnsiTheme="majorHAnsi" w:cstheme="majorBidi"/>
      <w:caps/>
      <w:color w:val="F2F2F2" w:themeColor="background1" w:themeShade="F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pBdr>
        <w:top w:val="single" w:sz="4" w:space="1" w:color="7F7F7F" w:themeColor="text1" w:themeTint="80"/>
      </w:pBdr>
      <w:spacing w:before="360" w:after="120"/>
      <w:outlineLvl w:val="1"/>
    </w:pPr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120" w:after="120"/>
      <w:outlineLvl w:val="2"/>
    </w:pPr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8B5F99"/>
    <w:rPr>
      <w:rFonts w:asciiTheme="majorHAnsi" w:eastAsiaTheme="majorEastAsia" w:hAnsiTheme="majorHAnsi" w:cstheme="majorBidi"/>
      <w:caps/>
      <w:color w:val="F2F2F2" w:themeColor="background1" w:themeShade="F2"/>
      <w:sz w:val="32"/>
      <w:szCs w:val="32"/>
      <w:shd w:val="clear" w:color="auto" w:fill="DEEAF6" w:themeFill="accent1" w:themeFillTint="33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/>
      <w:jc w:val="righ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aps/>
      <w:color w:val="C45911" w:themeColor="accent2" w:themeShade="BF"/>
      <w:spacing w:val="2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caps/>
      <w:color w:val="C45911" w:themeColor="accent2" w:themeShade="BF"/>
      <w:sz w:val="24"/>
      <w:szCs w:val="24"/>
    </w:rPr>
  </w:style>
  <w:style w:type="paragraph" w:styleId="ListParagraph">
    <w:name w:val="List Paragraph"/>
    <w:basedOn w:val="Normal"/>
    <w:uiPriority w:val="1"/>
    <w:qFormat/>
    <w:pPr>
      <w:numPr>
        <w:numId w:val="1"/>
      </w:numPr>
      <w:spacing w:before="40" w:after="40"/>
      <w:contextualSpacing/>
    </w:pPr>
    <w:rPr>
      <w:sz w:val="21"/>
      <w:szCs w:val="21"/>
    </w:rPr>
  </w:style>
  <w:style w:type="table" w:customStyle="1" w:styleId="TableGrid1">
    <w:name w:val="Table Grid1"/>
    <w:basedOn w:val="TableNormal"/>
    <w:next w:val="TableGrid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ListTable6Colorful-Accent1">
    <w:name w:val="List Table 6 Colorful Accent 1"/>
    <w:basedOn w:val="TableNormal"/>
    <w:uiPriority w:val="5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3">
    <w:name w:val="List Table 6 Colorful Accent 3"/>
    <w:basedOn w:val="TableNormal"/>
    <w:uiPriority w:val="51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1">
    <w:name w:val="List Table 1 Light Accent 1"/>
    <w:basedOn w:val="TableNormal"/>
    <w:uiPriority w:val="46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</w:tblPr>
    <w:tblStylePr w:type="firstRow">
      <w:rPr>
        <w:b/>
        <w:bCs/>
        <w:caps/>
        <w:smallCaps w:val="0"/>
        <w:color w:val="C45911" w:themeColor="accent2" w:themeShade="BF"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after="0"/>
      <w:jc w:val="center"/>
    </w:pPr>
    <w:rPr>
      <w:color w:val="5B9BD5" w:themeColor="accent1"/>
    </w:rPr>
  </w:style>
  <w:style w:type="character" w:customStyle="1" w:styleId="FooterChar">
    <w:name w:val="Footer Char"/>
    <w:basedOn w:val="DefaultParagraphFont"/>
    <w:link w:val="Footer"/>
    <w:uiPriority w:val="2"/>
    <w:rPr>
      <w:color w:val="5B9BD5" w:themeColor="accent1"/>
    </w:rPr>
  </w:style>
  <w:style w:type="table" w:styleId="ListTable1Light-Accent5">
    <w:name w:val="List Table 1 Light Accent 5"/>
    <w:basedOn w:val="TableNormal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1">
    <w:name w:val="List Table 2 Accent 1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rFonts w:asciiTheme="majorHAnsi" w:hAnsiTheme="majorHAnsi"/>
        <w:b/>
        <w:bCs/>
        <w:caps/>
        <w:smallCaps w:val="0"/>
        <w:color w:val="C45911" w:themeColor="accent2" w:themeShade="BF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Responsetext">
    <w:name w:val="Response text"/>
    <w:basedOn w:val="Normal"/>
    <w:qFormat/>
    <w:pPr>
      <w:spacing w:before="120" w:after="200"/>
    </w:pPr>
  </w:style>
  <w:style w:type="paragraph" w:styleId="Header">
    <w:name w:val="header"/>
    <w:basedOn w:val="Normal"/>
    <w:link w:val="HeaderChar"/>
    <w:uiPriority w:val="99"/>
    <w:unhideWhenUsed/>
    <w:rsid w:val="008B5F99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B5F99"/>
  </w:style>
  <w:style w:type="paragraph" w:styleId="BodyText">
    <w:name w:val="Body Text"/>
    <w:basedOn w:val="Normal"/>
    <w:link w:val="BodyTextChar"/>
    <w:rsid w:val="0061691D"/>
    <w:pPr>
      <w:widowControl w:val="0"/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spacing w:before="0" w:after="0"/>
    </w:pPr>
    <w:rPr>
      <w:rFonts w:ascii="Book Antiqua" w:eastAsia="Times New Roman" w:hAnsi="Book Antiqua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1691D"/>
    <w:rPr>
      <w:rFonts w:ascii="Book Antiqua" w:eastAsia="Times New Roman" w:hAnsi="Book Antiqua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anager%20feedback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E3570CF33DE4D46A9FF1C633A1FB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B7D10-B0CB-4AAE-A74B-D49A4F4BC30E}"/>
      </w:docPartPr>
      <w:docPartBody>
        <w:p w:rsidR="009C4D8F" w:rsidRDefault="00A53990">
          <w:pPr>
            <w:pStyle w:val="9E3570CF33DE4D46A9FF1C633A1FB7C5"/>
          </w:pPr>
          <w:r>
            <w:t>[Choose an item.]</w:t>
          </w:r>
        </w:p>
      </w:docPartBody>
    </w:docPart>
    <w:docPart>
      <w:docPartPr>
        <w:name w:val="DB682F7C0B284997A09F2269E9662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C396C4-A042-4D36-BDC8-16D599C0F65E}"/>
      </w:docPartPr>
      <w:docPartBody>
        <w:p w:rsidR="009C4D8F" w:rsidRDefault="00A53990">
          <w:pPr>
            <w:pStyle w:val="DB682F7C0B284997A09F2269E9662784"/>
          </w:pPr>
          <w:r>
            <w:t>[Response]</w:t>
          </w:r>
        </w:p>
      </w:docPartBody>
    </w:docPart>
    <w:docPart>
      <w:docPartPr>
        <w:name w:val="7C97943E657446948F91AEC996EBA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4CA3-6499-44BD-8620-F4BC6E010873}"/>
      </w:docPartPr>
      <w:docPartBody>
        <w:p w:rsidR="00000000" w:rsidRDefault="00413505" w:rsidP="00413505">
          <w:pPr>
            <w:pStyle w:val="7C97943E657446948F91AEC996EBA1A6"/>
          </w:pPr>
          <w:r>
            <w:t>[Choose an item.]</w:t>
          </w:r>
        </w:p>
      </w:docPartBody>
    </w:docPart>
    <w:docPart>
      <w:docPartPr>
        <w:name w:val="1C88D09C53694A008F41E7EF571C3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CD31A-9DD9-4BEA-B7F8-F20F1813E018}"/>
      </w:docPartPr>
      <w:docPartBody>
        <w:p w:rsidR="00000000" w:rsidRDefault="00413505" w:rsidP="00413505">
          <w:pPr>
            <w:pStyle w:val="1C88D09C53694A008F41E7EF571C3A3D"/>
          </w:pPr>
          <w:r>
            <w:t>[Response]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540"/>
    <w:rsid w:val="000203E8"/>
    <w:rsid w:val="003D2041"/>
    <w:rsid w:val="00413505"/>
    <w:rsid w:val="00812540"/>
    <w:rsid w:val="009C4D8F"/>
    <w:rsid w:val="00A5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4FD69F06844F71BF1A33E3375CDC09">
    <w:name w:val="FF4FD69F06844F71BF1A33E3375CDC09"/>
  </w:style>
  <w:style w:type="paragraph" w:customStyle="1" w:styleId="9E3570CF33DE4D46A9FF1C633A1FB7C5">
    <w:name w:val="9E3570CF33DE4D46A9FF1C633A1FB7C5"/>
  </w:style>
  <w:style w:type="paragraph" w:customStyle="1" w:styleId="DB682F7C0B284997A09F2269E9662784">
    <w:name w:val="DB682F7C0B284997A09F2269E9662784"/>
  </w:style>
  <w:style w:type="paragraph" w:customStyle="1" w:styleId="4F394075524B4D8AAAEA72CD6722EDEB">
    <w:name w:val="4F394075524B4D8AAAEA72CD6722EDEB"/>
    <w:rsid w:val="00812540"/>
  </w:style>
  <w:style w:type="paragraph" w:customStyle="1" w:styleId="7C97943E657446948F91AEC996EBA1A6">
    <w:name w:val="7C97943E657446948F91AEC996EBA1A6"/>
    <w:rsid w:val="00413505"/>
  </w:style>
  <w:style w:type="paragraph" w:customStyle="1" w:styleId="3E874E22B4F84BB2ADE3CCF1B04940F1">
    <w:name w:val="3E874E22B4F84BB2ADE3CCF1B04940F1"/>
    <w:rsid w:val="00413505"/>
  </w:style>
  <w:style w:type="paragraph" w:customStyle="1" w:styleId="9786DD951F3A4B04A6E84C4367D7887C">
    <w:name w:val="9786DD951F3A4B04A6E84C4367D7887C"/>
    <w:rsid w:val="00413505"/>
  </w:style>
  <w:style w:type="paragraph" w:customStyle="1" w:styleId="1C88D09C53694A008F41E7EF571C3A3D">
    <w:name w:val="1C88D09C53694A008F41E7EF571C3A3D"/>
    <w:rsid w:val="00413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anager feedback form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-Cambria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[Organization Name]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D4DC87-D2F5-42F6-874C-0D022ABD39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Manager feedback form.dotx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CLIENT NAME</vt:lpstr>
      <vt:lpstr>    NUMBER OF SESSIONS: </vt:lpstr>
      <vt:lpstr>    DATE OF FEEDBACK: 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2017-03-27T13:25:00Z</dcterms:created>
  <dcterms:modified xsi:type="dcterms:W3CDTF">2017-03-27T13:39:00Z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TC039919519991</vt:lpwstr>
  </property>
</Properties>
</file>