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0B" w:rsidRPr="00363928" w:rsidRDefault="00363928">
      <w:pPr>
        <w:pStyle w:val="Heading1"/>
        <w:rPr>
          <w:color w:val="auto"/>
        </w:rPr>
      </w:pPr>
      <w:r w:rsidRPr="00363928">
        <w:rPr>
          <w:color w:val="auto"/>
        </w:rPr>
        <w:t>Event Participation Evaluation Form</w:t>
      </w:r>
    </w:p>
    <w:p w:rsidR="00832E0B" w:rsidRPr="00363928" w:rsidRDefault="00363928">
      <w:pPr>
        <w:pStyle w:val="Heading2"/>
        <w:rPr>
          <w:color w:val="808080" w:themeColor="background1" w:themeShade="80"/>
          <w:sz w:val="28"/>
        </w:rPr>
      </w:pPr>
      <w:r w:rsidRPr="00363928">
        <w:rPr>
          <w:color w:val="808080" w:themeColor="background1" w:themeShade="80"/>
          <w:sz w:val="28"/>
        </w:rPr>
        <w:t>Event Organizer</w:t>
      </w:r>
    </w:p>
    <w:sdt>
      <w:sdtPr>
        <w:rPr>
          <w:color w:val="808080" w:themeColor="background1" w:themeShade="80"/>
        </w:rPr>
        <w:id w:val="-785111143"/>
        <w:placeholder>
          <w:docPart w:val="3F5991F27BAD478D88F8D9BFCB90873E"/>
        </w:placeholder>
        <w:temporary/>
        <w:showingPlcHdr/>
        <w15:appearance w15:val="hidden"/>
      </w:sdtPr>
      <w:sdtEndPr/>
      <w:sdtContent>
        <w:p w:rsidR="00832E0B" w:rsidRPr="00363928" w:rsidRDefault="00C665F9">
          <w:pPr>
            <w:pStyle w:val="Contactinfo"/>
            <w:spacing w:before="0"/>
            <w:rPr>
              <w:color w:val="808080" w:themeColor="background1" w:themeShade="80"/>
            </w:rPr>
          </w:pPr>
          <w:r w:rsidRPr="00363928">
            <w:rPr>
              <w:color w:val="808080" w:themeColor="background1" w:themeShade="80"/>
            </w:rPr>
            <w:t>[Street Address]</w:t>
          </w:r>
        </w:p>
      </w:sdtContent>
    </w:sdt>
    <w:sdt>
      <w:sdtPr>
        <w:rPr>
          <w:color w:val="808080" w:themeColor="background1" w:themeShade="80"/>
        </w:rPr>
        <w:id w:val="463090678"/>
        <w:placeholder>
          <w:docPart w:val="142F1D2E1F494F04BF0E4F1D5D83BB70"/>
        </w:placeholder>
        <w:temporary/>
        <w:showingPlcHdr/>
        <w15:appearance w15:val="hidden"/>
      </w:sdtPr>
      <w:sdtEndPr/>
      <w:sdtContent>
        <w:p w:rsidR="00832E0B" w:rsidRPr="00363928" w:rsidRDefault="00C665F9">
          <w:pPr>
            <w:pStyle w:val="Contactinfo"/>
            <w:rPr>
              <w:color w:val="808080" w:themeColor="background1" w:themeShade="80"/>
            </w:rPr>
          </w:pPr>
          <w:r w:rsidRPr="00363928">
            <w:rPr>
              <w:color w:val="808080" w:themeColor="background1" w:themeShade="80"/>
            </w:rPr>
            <w:t>[City, ST  ZIP Code]</w:t>
          </w:r>
        </w:p>
      </w:sdtContent>
    </w:sdt>
    <w:p w:rsidR="00832E0B" w:rsidRPr="00363928" w:rsidRDefault="00C665F9">
      <w:pPr>
        <w:pStyle w:val="Contactinfo"/>
        <w:rPr>
          <w:color w:val="808080" w:themeColor="background1" w:themeShade="80"/>
        </w:rPr>
      </w:pPr>
      <w:r w:rsidRPr="00363928">
        <w:rPr>
          <w:color w:val="808080" w:themeColor="background1" w:themeShade="80"/>
        </w:rPr>
        <w:t xml:space="preserve">p </w:t>
      </w:r>
      <w:sdt>
        <w:sdtPr>
          <w:rPr>
            <w:color w:val="808080" w:themeColor="background1" w:themeShade="80"/>
          </w:rPr>
          <w:id w:val="-1434277661"/>
          <w:placeholder>
            <w:docPart w:val="4011D0F26E2C4B4780B3BA4F69173F96"/>
          </w:placeholder>
          <w:temporary/>
          <w:showingPlcHdr/>
          <w15:appearance w15:val="hidden"/>
        </w:sdtPr>
        <w:sdtEndPr/>
        <w:sdtContent>
          <w:r w:rsidRPr="00363928">
            <w:rPr>
              <w:color w:val="808080" w:themeColor="background1" w:themeShade="80"/>
            </w:rPr>
            <w:t>[Phone]</w:t>
          </w:r>
        </w:sdtContent>
      </w:sdt>
      <w:r w:rsidRPr="00363928">
        <w:rPr>
          <w:color w:val="808080" w:themeColor="background1" w:themeShade="80"/>
        </w:rPr>
        <w:t xml:space="preserve"> | f </w:t>
      </w:r>
      <w:sdt>
        <w:sdtPr>
          <w:rPr>
            <w:color w:val="808080" w:themeColor="background1" w:themeShade="80"/>
          </w:rPr>
          <w:id w:val="1843578452"/>
          <w:placeholder>
            <w:docPart w:val="2A394AD1476D4AE3B75662E2CF0C1BD5"/>
          </w:placeholder>
          <w:temporary/>
          <w:showingPlcHdr/>
          <w15:appearance w15:val="hidden"/>
        </w:sdtPr>
        <w:sdtEndPr/>
        <w:sdtContent>
          <w:r w:rsidRPr="00363928">
            <w:rPr>
              <w:color w:val="808080" w:themeColor="background1" w:themeShade="80"/>
            </w:rPr>
            <w:t>[Fax]</w:t>
          </w:r>
        </w:sdtContent>
      </w:sdt>
      <w:r w:rsidRPr="00363928">
        <w:rPr>
          <w:color w:val="808080" w:themeColor="background1" w:themeShade="80"/>
        </w:rPr>
        <w:t xml:space="preserve"> | </w:t>
      </w:r>
      <w:sdt>
        <w:sdtPr>
          <w:rPr>
            <w:color w:val="808080" w:themeColor="background1" w:themeShade="80"/>
          </w:rPr>
          <w:id w:val="-338240281"/>
          <w:placeholder>
            <w:docPart w:val="0EE7AC6196AB47278EA187205BCBCAC1"/>
          </w:placeholder>
          <w:temporary/>
          <w:showingPlcHdr/>
          <w15:appearance w15:val="hidden"/>
        </w:sdtPr>
        <w:sdtEndPr/>
        <w:sdtContent>
          <w:r w:rsidRPr="00363928">
            <w:rPr>
              <w:color w:val="808080" w:themeColor="background1" w:themeShade="80"/>
            </w:rPr>
            <w:t>[Website]</w:t>
          </w:r>
        </w:sdtContent>
      </w:sdt>
      <w:r w:rsidRPr="00363928">
        <w:rPr>
          <w:color w:val="808080" w:themeColor="background1" w:themeShade="80"/>
        </w:rPr>
        <w:t xml:space="preserve"> | </w:t>
      </w:r>
      <w:sdt>
        <w:sdtPr>
          <w:rPr>
            <w:color w:val="808080" w:themeColor="background1" w:themeShade="80"/>
          </w:rPr>
          <w:id w:val="-106439846"/>
          <w:placeholder>
            <w:docPart w:val="C7E1151CBC2843819B89FCB30D404E2E"/>
          </w:placeholder>
          <w:temporary/>
          <w:showingPlcHdr/>
          <w15:appearance w15:val="hidden"/>
        </w:sdtPr>
        <w:sdtEndPr/>
        <w:sdtContent>
          <w:r w:rsidRPr="00363928">
            <w:rPr>
              <w:color w:val="808080" w:themeColor="background1" w:themeShade="80"/>
            </w:rPr>
            <w:t>[Email]</w:t>
          </w:r>
        </w:sdtContent>
      </w:sdt>
    </w:p>
    <w:p w:rsidR="00832E0B" w:rsidRDefault="00C665F9">
      <w:r>
        <w:t xml:space="preserve">We hope you enjoyed </w:t>
      </w:r>
      <w:r w:rsidR="00EB6996">
        <w:t>the event</w:t>
      </w:r>
      <w:bookmarkStart w:id="0" w:name="_GoBack"/>
      <w:bookmarkEnd w:id="0"/>
      <w:r>
        <w:t>! To help us better serve you, please complete this survey and return it to us at your convenience. Thank you!</w:t>
      </w:r>
    </w:p>
    <w:tbl>
      <w:tblPr>
        <w:tblStyle w:val="GridTable1Light-Accent1"/>
        <w:tblW w:w="5000" w:type="pct"/>
        <w:jc w:val="center"/>
        <w:tblBorders>
          <w:bottom w:val="single" w:sz="18" w:space="0" w:color="808080" w:themeColor="background1" w:themeShade="80"/>
          <w:insideH w:val="single" w:sz="2" w:space="0" w:color="808080" w:themeColor="background1" w:themeShade="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81"/>
        <w:gridCol w:w="8619"/>
      </w:tblGrid>
      <w:tr w:rsidR="00832E0B" w:rsidTr="00363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32E0B" w:rsidRPr="00363928" w:rsidRDefault="00C665F9">
            <w:pPr>
              <w:pStyle w:val="Heading3"/>
              <w:outlineLvl w:val="2"/>
              <w:rPr>
                <w:color w:val="auto"/>
              </w:rPr>
            </w:pPr>
            <w:r w:rsidRPr="00363928">
              <w:rPr>
                <w:color w:val="auto"/>
              </w:rPr>
              <w:t>Name</w:t>
            </w:r>
          </w:p>
        </w:tc>
        <w:tc>
          <w:tcPr>
            <w:tcW w:w="74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32E0B" w:rsidRDefault="00832E0B"/>
        </w:tc>
      </w:tr>
      <w:tr w:rsidR="00832E0B" w:rsidTr="00363928">
        <w:trPr>
          <w:jc w:val="center"/>
        </w:trPr>
        <w:tc>
          <w:tcPr>
            <w:tcW w:w="1890" w:type="dxa"/>
          </w:tcPr>
          <w:p w:rsidR="00832E0B" w:rsidRPr="00363928" w:rsidRDefault="00C665F9">
            <w:pPr>
              <w:pStyle w:val="Heading3"/>
              <w:outlineLvl w:val="2"/>
              <w:rPr>
                <w:color w:val="auto"/>
              </w:rPr>
            </w:pPr>
            <w:r w:rsidRPr="00363928">
              <w:rPr>
                <w:color w:val="auto"/>
              </w:rPr>
              <w:t>Address</w:t>
            </w:r>
          </w:p>
        </w:tc>
        <w:tc>
          <w:tcPr>
            <w:tcW w:w="7470" w:type="dxa"/>
          </w:tcPr>
          <w:p w:rsidR="00832E0B" w:rsidRDefault="00832E0B"/>
        </w:tc>
      </w:tr>
      <w:tr w:rsidR="00832E0B" w:rsidTr="00363928">
        <w:trPr>
          <w:jc w:val="center"/>
        </w:trPr>
        <w:tc>
          <w:tcPr>
            <w:tcW w:w="1890" w:type="dxa"/>
          </w:tcPr>
          <w:p w:rsidR="00832E0B" w:rsidRPr="00363928" w:rsidRDefault="00C665F9">
            <w:pPr>
              <w:pStyle w:val="Heading3"/>
              <w:outlineLvl w:val="2"/>
              <w:rPr>
                <w:color w:val="auto"/>
              </w:rPr>
            </w:pPr>
            <w:r w:rsidRPr="00363928">
              <w:rPr>
                <w:color w:val="auto"/>
              </w:rPr>
              <w:t>Email</w:t>
            </w:r>
          </w:p>
        </w:tc>
        <w:tc>
          <w:tcPr>
            <w:tcW w:w="7470" w:type="dxa"/>
          </w:tcPr>
          <w:p w:rsidR="00832E0B" w:rsidRDefault="00832E0B"/>
        </w:tc>
      </w:tr>
      <w:tr w:rsidR="00832E0B" w:rsidTr="00363928">
        <w:trPr>
          <w:jc w:val="center"/>
        </w:trPr>
        <w:tc>
          <w:tcPr>
            <w:tcW w:w="1890" w:type="dxa"/>
          </w:tcPr>
          <w:p w:rsidR="00832E0B" w:rsidRPr="00363928" w:rsidRDefault="00C665F9">
            <w:pPr>
              <w:pStyle w:val="Heading3"/>
              <w:outlineLvl w:val="2"/>
              <w:rPr>
                <w:color w:val="auto"/>
              </w:rPr>
            </w:pPr>
            <w:r w:rsidRPr="00363928">
              <w:rPr>
                <w:color w:val="auto"/>
              </w:rPr>
              <w:t>Phone</w:t>
            </w:r>
          </w:p>
        </w:tc>
        <w:tc>
          <w:tcPr>
            <w:tcW w:w="7470" w:type="dxa"/>
          </w:tcPr>
          <w:p w:rsidR="00832E0B" w:rsidRDefault="00832E0B"/>
        </w:tc>
      </w:tr>
      <w:tr w:rsidR="00832E0B" w:rsidTr="00363928">
        <w:trPr>
          <w:jc w:val="center"/>
        </w:trPr>
        <w:tc>
          <w:tcPr>
            <w:tcW w:w="1890" w:type="dxa"/>
          </w:tcPr>
          <w:p w:rsidR="00832E0B" w:rsidRPr="00363928" w:rsidRDefault="00C665F9">
            <w:pPr>
              <w:pStyle w:val="Heading3"/>
              <w:outlineLvl w:val="2"/>
              <w:rPr>
                <w:color w:val="auto"/>
              </w:rPr>
            </w:pPr>
            <w:r w:rsidRPr="00363928">
              <w:rPr>
                <w:color w:val="auto"/>
              </w:rPr>
              <w:t>Fax</w:t>
            </w:r>
          </w:p>
        </w:tc>
        <w:tc>
          <w:tcPr>
            <w:tcW w:w="7470" w:type="dxa"/>
          </w:tcPr>
          <w:p w:rsidR="00832E0B" w:rsidRDefault="00832E0B"/>
        </w:tc>
      </w:tr>
      <w:tr w:rsidR="00832E0B" w:rsidTr="00363928">
        <w:trPr>
          <w:jc w:val="center"/>
        </w:trPr>
        <w:tc>
          <w:tcPr>
            <w:tcW w:w="1890" w:type="dxa"/>
          </w:tcPr>
          <w:p w:rsidR="00832E0B" w:rsidRPr="00363928" w:rsidRDefault="00C665F9">
            <w:pPr>
              <w:pStyle w:val="Heading3"/>
              <w:outlineLvl w:val="2"/>
              <w:rPr>
                <w:color w:val="auto"/>
              </w:rPr>
            </w:pPr>
            <w:r w:rsidRPr="00363928">
              <w:rPr>
                <w:color w:val="auto"/>
              </w:rPr>
              <w:t>Agent Name</w:t>
            </w:r>
          </w:p>
        </w:tc>
        <w:tc>
          <w:tcPr>
            <w:tcW w:w="7470" w:type="dxa"/>
          </w:tcPr>
          <w:p w:rsidR="00832E0B" w:rsidRDefault="00832E0B"/>
        </w:tc>
      </w:tr>
    </w:tbl>
    <w:p w:rsidR="00832E0B" w:rsidRDefault="00832E0B"/>
    <w:tbl>
      <w:tblPr>
        <w:tblStyle w:val="GridTable1Light-Accent1"/>
        <w:tblW w:w="5000" w:type="pct"/>
        <w:tblBorders>
          <w:bottom w:val="single" w:sz="18" w:space="0" w:color="808080" w:themeColor="background1" w:themeShade="80"/>
          <w:insideH w:val="single" w:sz="2" w:space="0" w:color="808080" w:themeColor="background1" w:themeShade="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70"/>
        <w:gridCol w:w="2430"/>
      </w:tblGrid>
      <w:tr w:rsidR="00832E0B" w:rsidTr="00363928">
        <w:tc>
          <w:tcPr>
            <w:tcW w:w="8370" w:type="dxa"/>
          </w:tcPr>
          <w:p w:rsidR="00832E0B" w:rsidRDefault="00363928">
            <w:r>
              <w:t>Overall event satisfaction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8E921A8CA0C5403BABAFB1FA512EA7C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Information provided in this event is related to you?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You are likely to use this information in the future?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Resources provided in this event are related to you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You are likely to use these resources in the future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Presentation were interesting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You will discuss this event with others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475501849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There were opportunities to network with other stakeholders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91020744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The level of difficulty of the event was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598013003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Usefulness of helping material was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580335214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tc>
          <w:tcPr>
            <w:tcW w:w="8370" w:type="dxa"/>
          </w:tcPr>
          <w:p w:rsidR="00832E0B" w:rsidRDefault="00363928">
            <w:r>
              <w:t>Usefulness of event handouts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34433582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832E0B" w:rsidTr="00363928">
        <w:sdt>
          <w:sdtPr>
            <w:id w:val="-382415582"/>
            <w:placeholder>
              <w:docPart w:val="14E4CF42928A404BAEBD8E233EF46FE2"/>
            </w:placeholder>
            <w:temporary/>
            <w:showingPlcHdr/>
            <w15:appearance w15:val="hidden"/>
          </w:sdtPr>
          <w:sdtEndPr/>
          <w:sdtContent>
            <w:tc>
              <w:tcPr>
                <w:tcW w:w="8370" w:type="dxa"/>
              </w:tcPr>
              <w:p w:rsidR="00832E0B" w:rsidRDefault="00C665F9">
                <w:r>
                  <w:t>My overall satisfaction with your service is high. I would recommend you to my friends.</w:t>
                </w:r>
              </w:p>
            </w:tc>
          </w:sdtContent>
        </w:sdt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248740273"/>
              <w:placeholder>
                <w:docPart w:val="AD85F1BD90DA433684722A905527B18F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832E0B" w:rsidRDefault="00C665F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</w:tbl>
    <w:p w:rsidR="00832E0B" w:rsidRPr="00363928" w:rsidRDefault="00C665F9">
      <w:pPr>
        <w:pStyle w:val="Heading3"/>
        <w:rPr>
          <w:color w:val="auto"/>
        </w:rPr>
      </w:pPr>
      <w:r w:rsidRPr="00363928">
        <w:rPr>
          <w:color w:val="auto"/>
        </w:rPr>
        <w:t>Additional comments</w:t>
      </w:r>
    </w:p>
    <w:sdt>
      <w:sdtPr>
        <w:id w:val="-1591920992"/>
        <w:placeholder>
          <w:docPart w:val="BE6565AAD88E4B68B428533F2556F930"/>
        </w:placeholder>
        <w:temporary/>
        <w:showingPlcHdr/>
        <w15:appearance w15:val="hidden"/>
      </w:sdtPr>
      <w:sdtEndPr/>
      <w:sdtContent>
        <w:p w:rsidR="00832E0B" w:rsidRDefault="00C665F9">
          <w:r>
            <w:t>[Response]</w:t>
          </w:r>
        </w:p>
      </w:sdtContent>
    </w:sdt>
    <w:p w:rsidR="00832E0B" w:rsidRDefault="00832E0B"/>
    <w:sectPr w:rsidR="00832E0B" w:rsidSect="00363928">
      <w:footerReference w:type="default" r:id="rId8"/>
      <w:pgSz w:w="12240" w:h="15840"/>
      <w:pgMar w:top="1440" w:right="720" w:bottom="63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0F8" w:rsidRDefault="003D50F8">
      <w:pPr>
        <w:spacing w:after="0"/>
      </w:pPr>
      <w:r>
        <w:separator/>
      </w:r>
    </w:p>
    <w:p w:rsidR="003D50F8" w:rsidRDefault="003D50F8"/>
  </w:endnote>
  <w:endnote w:type="continuationSeparator" w:id="0">
    <w:p w:rsidR="003D50F8" w:rsidRDefault="003D50F8">
      <w:pPr>
        <w:spacing w:after="0"/>
      </w:pPr>
      <w:r>
        <w:continuationSeparator/>
      </w:r>
    </w:p>
    <w:p w:rsidR="003D50F8" w:rsidRDefault="003D5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0B" w:rsidRDefault="00C665F9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0F8" w:rsidRDefault="003D50F8">
      <w:pPr>
        <w:spacing w:after="0"/>
      </w:pPr>
      <w:r>
        <w:separator/>
      </w:r>
    </w:p>
    <w:p w:rsidR="003D50F8" w:rsidRDefault="003D50F8"/>
  </w:footnote>
  <w:footnote w:type="continuationSeparator" w:id="0">
    <w:p w:rsidR="003D50F8" w:rsidRDefault="003D50F8">
      <w:pPr>
        <w:spacing w:after="0"/>
      </w:pPr>
      <w:r>
        <w:continuationSeparator/>
      </w:r>
    </w:p>
    <w:p w:rsidR="003D50F8" w:rsidRDefault="003D50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28"/>
    <w:rsid w:val="00363928"/>
    <w:rsid w:val="003D50F8"/>
    <w:rsid w:val="00832E0B"/>
    <w:rsid w:val="00C665F9"/>
    <w:rsid w:val="00EB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D89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DD8047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before="0" w:after="0"/>
      <w:jc w:val="center"/>
      <w:outlineLvl w:val="1"/>
    </w:pPr>
    <w:rPr>
      <w:b/>
      <w:bCs/>
      <w:color w:val="548AB7" w:themeColor="accent1" w:themeShade="BF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color w:val="DD8047" w:themeColor="accent2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1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pPr>
      <w:spacing w:after="240"/>
      <w:contextualSpacing/>
      <w:jc w:val="center"/>
    </w:pPr>
    <w:rPr>
      <w:color w:val="548AB7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5991F27BAD478D88F8D9BFCB908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FE162-6CF6-429D-AFAD-3C3DBF38AB71}"/>
      </w:docPartPr>
      <w:docPartBody>
        <w:p w:rsidR="00DE6901" w:rsidRDefault="0000666A">
          <w:pPr>
            <w:pStyle w:val="3F5991F27BAD478D88F8D9BFCB90873E"/>
          </w:pPr>
          <w:r>
            <w:t>[Street Address]</w:t>
          </w:r>
        </w:p>
      </w:docPartBody>
    </w:docPart>
    <w:docPart>
      <w:docPartPr>
        <w:name w:val="142F1D2E1F494F04BF0E4F1D5D83B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94BB8-3D21-4942-BDC3-5893175040CC}"/>
      </w:docPartPr>
      <w:docPartBody>
        <w:p w:rsidR="00DE6901" w:rsidRDefault="0000666A">
          <w:pPr>
            <w:pStyle w:val="142F1D2E1F494F04BF0E4F1D5D83BB70"/>
          </w:pPr>
          <w:r>
            <w:t>[City, ST  ZIP Code]</w:t>
          </w:r>
        </w:p>
      </w:docPartBody>
    </w:docPart>
    <w:docPart>
      <w:docPartPr>
        <w:name w:val="4011D0F26E2C4B4780B3BA4F69173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89677-D935-4B09-8D94-D45FBB49BB31}"/>
      </w:docPartPr>
      <w:docPartBody>
        <w:p w:rsidR="00DE6901" w:rsidRDefault="0000666A">
          <w:pPr>
            <w:pStyle w:val="4011D0F26E2C4B4780B3BA4F69173F96"/>
          </w:pPr>
          <w:r>
            <w:t>[Phone]</w:t>
          </w:r>
        </w:p>
      </w:docPartBody>
    </w:docPart>
    <w:docPart>
      <w:docPartPr>
        <w:name w:val="2A394AD1476D4AE3B75662E2CF0C1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9047A-6766-4C3C-8B57-2106ABA570C5}"/>
      </w:docPartPr>
      <w:docPartBody>
        <w:p w:rsidR="00DE6901" w:rsidRDefault="0000666A">
          <w:pPr>
            <w:pStyle w:val="2A394AD1476D4AE3B75662E2CF0C1BD5"/>
          </w:pPr>
          <w:r>
            <w:t>[Fax]</w:t>
          </w:r>
        </w:p>
      </w:docPartBody>
    </w:docPart>
    <w:docPart>
      <w:docPartPr>
        <w:name w:val="0EE7AC6196AB47278EA187205BCBC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5382-25C8-4670-B415-3C3F1834C497}"/>
      </w:docPartPr>
      <w:docPartBody>
        <w:p w:rsidR="00DE6901" w:rsidRDefault="0000666A">
          <w:pPr>
            <w:pStyle w:val="0EE7AC6196AB47278EA187205BCBCAC1"/>
          </w:pPr>
          <w:r>
            <w:t>[Website]</w:t>
          </w:r>
        </w:p>
      </w:docPartBody>
    </w:docPart>
    <w:docPart>
      <w:docPartPr>
        <w:name w:val="C7E1151CBC2843819B89FCB30D404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92DAA-A547-4E69-8A1E-F1060E9A9DB7}"/>
      </w:docPartPr>
      <w:docPartBody>
        <w:p w:rsidR="00DE6901" w:rsidRDefault="0000666A">
          <w:pPr>
            <w:pStyle w:val="C7E1151CBC2843819B89FCB30D404E2E"/>
          </w:pPr>
          <w:r>
            <w:t>[Email]</w:t>
          </w:r>
        </w:p>
      </w:docPartBody>
    </w:docPart>
    <w:docPart>
      <w:docPartPr>
        <w:name w:val="8E921A8CA0C5403BABAFB1FA512EA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FCBA2-705C-42C1-8E72-0628F55F38A8}"/>
      </w:docPartPr>
      <w:docPartBody>
        <w:p w:rsidR="00DE6901" w:rsidRDefault="0000666A">
          <w:pPr>
            <w:pStyle w:val="8E921A8CA0C5403BABAFB1FA512EA7CD"/>
          </w:pPr>
          <w:r>
            <w:t>Choose an item.</w:t>
          </w:r>
        </w:p>
      </w:docPartBody>
    </w:docPart>
    <w:docPart>
      <w:docPartPr>
        <w:name w:val="AD85F1BD90DA433684722A905527B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E9068-751B-413B-9892-6CB0951BC1CE}"/>
      </w:docPartPr>
      <w:docPartBody>
        <w:p w:rsidR="00DE6901" w:rsidRDefault="0000666A">
          <w:pPr>
            <w:pStyle w:val="AD85F1BD90DA433684722A905527B18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4E4CF42928A404BAEBD8E233EF46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A95A-731B-4A94-9929-AF2C8607FE00}"/>
      </w:docPartPr>
      <w:docPartBody>
        <w:p w:rsidR="00DE6901" w:rsidRDefault="0000666A">
          <w:pPr>
            <w:pStyle w:val="14E4CF42928A404BAEBD8E233EF46FE2"/>
          </w:pPr>
          <w:r>
            <w:t>My overall satisfaction with your service is high. I would recommend you to my friends.</w:t>
          </w:r>
        </w:p>
      </w:docPartBody>
    </w:docPart>
    <w:docPart>
      <w:docPartPr>
        <w:name w:val="BE6565AAD88E4B68B428533F2556F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8208C-9999-4224-BE8A-421F1EA57219}"/>
      </w:docPartPr>
      <w:docPartBody>
        <w:p w:rsidR="00DE6901" w:rsidRDefault="0000666A">
          <w:pPr>
            <w:pStyle w:val="BE6565AAD88E4B68B428533F2556F930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6A"/>
    <w:rsid w:val="0000666A"/>
    <w:rsid w:val="00553140"/>
    <w:rsid w:val="00D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83EEC16A14426C81BF259CA08F223B">
    <w:name w:val="2683EEC16A14426C81BF259CA08F223B"/>
  </w:style>
  <w:style w:type="paragraph" w:customStyle="1" w:styleId="EA3BCBE235FF44EBB03CCD8240AA8261">
    <w:name w:val="EA3BCBE235FF44EBB03CCD8240AA8261"/>
  </w:style>
  <w:style w:type="paragraph" w:customStyle="1" w:styleId="3F5991F27BAD478D88F8D9BFCB90873E">
    <w:name w:val="3F5991F27BAD478D88F8D9BFCB90873E"/>
  </w:style>
  <w:style w:type="paragraph" w:customStyle="1" w:styleId="142F1D2E1F494F04BF0E4F1D5D83BB70">
    <w:name w:val="142F1D2E1F494F04BF0E4F1D5D83BB70"/>
  </w:style>
  <w:style w:type="paragraph" w:customStyle="1" w:styleId="4011D0F26E2C4B4780B3BA4F69173F96">
    <w:name w:val="4011D0F26E2C4B4780B3BA4F69173F96"/>
  </w:style>
  <w:style w:type="paragraph" w:customStyle="1" w:styleId="2A394AD1476D4AE3B75662E2CF0C1BD5">
    <w:name w:val="2A394AD1476D4AE3B75662E2CF0C1BD5"/>
  </w:style>
  <w:style w:type="paragraph" w:customStyle="1" w:styleId="0EE7AC6196AB47278EA187205BCBCAC1">
    <w:name w:val="0EE7AC6196AB47278EA187205BCBCAC1"/>
  </w:style>
  <w:style w:type="paragraph" w:customStyle="1" w:styleId="C7E1151CBC2843819B89FCB30D404E2E">
    <w:name w:val="C7E1151CBC2843819B89FCB30D404E2E"/>
  </w:style>
  <w:style w:type="paragraph" w:customStyle="1" w:styleId="58701C8E2EB14501BCBDD49B4FA59B9D">
    <w:name w:val="58701C8E2EB14501BCBDD49B4FA59B9D"/>
  </w:style>
  <w:style w:type="paragraph" w:customStyle="1" w:styleId="8E921A8CA0C5403BABAFB1FA512EA7CD">
    <w:name w:val="8E921A8CA0C5403BABAFB1FA512EA7CD"/>
  </w:style>
  <w:style w:type="paragraph" w:customStyle="1" w:styleId="CB965C49B92E4F43931A1CB3F534DC12">
    <w:name w:val="CB965C49B92E4F43931A1CB3F534DC1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D85F1BD90DA433684722A905527B18F">
    <w:name w:val="AD85F1BD90DA433684722A905527B18F"/>
  </w:style>
  <w:style w:type="paragraph" w:customStyle="1" w:styleId="2288613D74C74F73A97FFC9C035FDB57">
    <w:name w:val="2288613D74C74F73A97FFC9C035FDB57"/>
  </w:style>
  <w:style w:type="paragraph" w:customStyle="1" w:styleId="2C4C82A4B3C34709AD3E8D8AC12CE45D">
    <w:name w:val="2C4C82A4B3C34709AD3E8D8AC12CE45D"/>
  </w:style>
  <w:style w:type="paragraph" w:customStyle="1" w:styleId="4A3B66EE664C4F448841A50BBB451013">
    <w:name w:val="4A3B66EE664C4F448841A50BBB451013"/>
  </w:style>
  <w:style w:type="paragraph" w:customStyle="1" w:styleId="A46C3532E2454B6F891AEDBF3D061FCE">
    <w:name w:val="A46C3532E2454B6F891AEDBF3D061FCE"/>
  </w:style>
  <w:style w:type="paragraph" w:customStyle="1" w:styleId="DE245B69A8504990BEECBB1D64530349">
    <w:name w:val="DE245B69A8504990BEECBB1D64530349"/>
  </w:style>
  <w:style w:type="paragraph" w:customStyle="1" w:styleId="D434B871CF0D4BD49E4A009655BB8187">
    <w:name w:val="D434B871CF0D4BD49E4A009655BB8187"/>
  </w:style>
  <w:style w:type="paragraph" w:customStyle="1" w:styleId="5298D090E389475396BA7CCBB1FC4BAE">
    <w:name w:val="5298D090E389475396BA7CCBB1FC4BAE"/>
  </w:style>
  <w:style w:type="paragraph" w:customStyle="1" w:styleId="3E9B5746BEDA46AA8CC45403682AE73C">
    <w:name w:val="3E9B5746BEDA46AA8CC45403682AE73C"/>
  </w:style>
  <w:style w:type="paragraph" w:customStyle="1" w:styleId="2789B93167584850BF046C650F966FDB">
    <w:name w:val="2789B93167584850BF046C650F966FDB"/>
  </w:style>
  <w:style w:type="paragraph" w:customStyle="1" w:styleId="14E4CF42928A404BAEBD8E233EF46FE2">
    <w:name w:val="14E4CF42928A404BAEBD8E233EF46FE2"/>
  </w:style>
  <w:style w:type="paragraph" w:customStyle="1" w:styleId="BE6565AAD88E4B68B428533F2556F930">
    <w:name w:val="BE6565AAD88E4B68B428533F2556F9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Event Participation Evaluation Form</vt:lpstr>
      <vt:lpstr>    Event Organizer</vt:lpstr>
      <vt:lpstr>        Additional comments</vt:lpstr>
    </vt:vector>
  </TitlesOfParts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2017-02-25T10:26:00Z</dcterms:created>
  <dcterms:modified xsi:type="dcterms:W3CDTF">2017-02-25T10:42:00Z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