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5E" w:rsidRPr="00106144" w:rsidRDefault="00106144" w:rsidP="00585698">
      <w:pPr>
        <w:pStyle w:val="Heading1"/>
        <w:rPr>
          <w:color w:val="595959" w:themeColor="text1" w:themeTint="A6"/>
        </w:rPr>
      </w:pPr>
      <w:r w:rsidRPr="00106144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ge">
                  <wp:posOffset>697865</wp:posOffset>
                </wp:positionV>
                <wp:extent cx="234315" cy="24574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92E" w:rsidRPr="003E6ECE" w:rsidRDefault="007F192E" w:rsidP="003E6ECE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3pt;margin-top:54.95pt;width:18.45pt;height:19.35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" filled="f" stroked="f">
                <v:textbox style="mso-fit-shape-to-text:t">
                  <w:txbxContent>
                    <w:p w:rsidR="007F192E" w:rsidRPr="003E6ECE" w:rsidRDefault="007F192E" w:rsidP="003E6ECE"/>
                  </w:txbxContent>
                </v:textbox>
                <w10:wrap anchorx="page" anchory="page"/>
              </v:shape>
            </w:pict>
          </mc:Fallback>
        </mc:AlternateContent>
      </w:r>
      <w:r w:rsidRPr="00106144">
        <w:rPr>
          <w:color w:val="595959" w:themeColor="text1" w:themeTint="A6"/>
        </w:rPr>
        <w:t>Event Feedback Form</w:t>
      </w:r>
    </w:p>
    <w:p w:rsidR="009C3839" w:rsidRPr="0083414B" w:rsidRDefault="009C3839" w:rsidP="0083414B">
      <w:pPr>
        <w:pStyle w:val="Introduction"/>
      </w:pPr>
      <w:r w:rsidRPr="0083414B">
        <w:t xml:space="preserve">We hope you enjoyed </w:t>
      </w:r>
      <w:r w:rsidR="00106144">
        <w:t>the event</w:t>
      </w:r>
      <w:r w:rsidRPr="0083414B">
        <w:t xml:space="preserve"> with us! To help us better serve you, please complete</w:t>
      </w:r>
      <w:r w:rsidR="00214B30" w:rsidRPr="0083414B">
        <w:t xml:space="preserve"> this survey and return </w:t>
      </w:r>
      <w:r w:rsidR="00922B4D" w:rsidRPr="0083414B">
        <w:t xml:space="preserve">it </w:t>
      </w:r>
      <w:r w:rsidR="00214B30" w:rsidRPr="0083414B">
        <w:t xml:space="preserve">to the </w:t>
      </w:r>
      <w:r w:rsidR="00C21F08" w:rsidRPr="0083414B">
        <w:t>r</w:t>
      </w:r>
      <w:r w:rsidR="00214B30" w:rsidRPr="0083414B">
        <w:t xml:space="preserve">eception </w:t>
      </w:r>
      <w:r w:rsidR="00C21F08" w:rsidRPr="0083414B">
        <w:t>d</w:t>
      </w:r>
      <w:r w:rsidRPr="0083414B">
        <w:t>esk at your convenience. Thank you!</w:t>
      </w:r>
    </w:p>
    <w:tbl>
      <w:tblPr>
        <w:tblStyle w:val="TableGrid"/>
        <w:tblW w:w="5109" w:type="pct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29"/>
        <w:gridCol w:w="1161"/>
        <w:gridCol w:w="1161"/>
        <w:gridCol w:w="1161"/>
        <w:gridCol w:w="1161"/>
        <w:gridCol w:w="1362"/>
      </w:tblGrid>
      <w:tr w:rsidR="00106144" w:rsidRPr="00106144" w:rsidTr="00106144">
        <w:trPr>
          <w:trHeight w:val="55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926F0E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Statement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B95CF7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Strongly Agree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B95CF7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B95CF7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Neutral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B95CF7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Disagree</w:t>
            </w: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6A6A6" w:themeFill="background1" w:themeFillShade="A6"/>
            <w:vAlign w:val="center"/>
          </w:tcPr>
          <w:p w:rsidR="00B95CF7" w:rsidRPr="00106144" w:rsidRDefault="00B95CF7" w:rsidP="002E5A55">
            <w:pPr>
              <w:pStyle w:val="Heading2"/>
              <w:outlineLvl w:val="1"/>
              <w:rPr>
                <w:color w:val="FFFFFF" w:themeColor="background1"/>
              </w:rPr>
            </w:pPr>
            <w:r w:rsidRPr="00106144">
              <w:rPr>
                <w:color w:val="FFFFFF" w:themeColor="background1"/>
              </w:rPr>
              <w:t>Strongly Disagree</w:t>
            </w: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Overall event satisfaction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bookmarkStart w:id="0" w:name="_GoBack"/>
        <w:bookmarkEnd w:id="0"/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Information provided in this event is related to you?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are likely to use this information in the future?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Resources provided in this event are related to you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49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are likely to use these resources in the future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Presentation were interesting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will discuss this event with others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484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There were opportunities to network with other stakeholders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The level of difficulty of the event was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Usefulness of helping material was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249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Usefulness of event handouts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484"/>
        </w:trPr>
        <w:sdt>
          <w:sdtPr>
            <w:id w:val="-382415582"/>
            <w:placeholder>
              <w:docPart w:val="F45AAFD2A5554F6583F2B0553000FA4D"/>
            </w:placeholder>
            <w:temporary/>
            <w:showingPlcHdr/>
            <w15:appearance w15:val="hidden"/>
          </w:sdtPr>
          <w:sdtContent>
            <w:tc>
              <w:tcPr>
                <w:tcW w:w="4529" w:type="dxa"/>
                <w:tcBorders>
                  <w:top w:val="single" w:sz="4" w:space="0" w:color="F2F2F2" w:themeColor="background1" w:themeShade="F2"/>
                  <w:left w:val="nil"/>
                  <w:bottom w:val="single" w:sz="4" w:space="0" w:color="F2F2F2" w:themeColor="background1" w:themeShade="F2"/>
                </w:tcBorders>
              </w:tcPr>
              <w:p w:rsidR="00106144" w:rsidRDefault="00106144" w:rsidP="00106144">
                <w:r>
                  <w:t>My overall satisfaction with your service is high. I would recommend you to my friends.</w:t>
                </w:r>
              </w:p>
            </w:tc>
          </w:sdtContent>
        </w:sdt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Overall event satisfaction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Information provided in this event is related to you?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are likely to use this information in the future?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83414B" w:rsidRDefault="00106144" w:rsidP="00106144">
            <w:pPr>
              <w:jc w:val="center"/>
            </w:pPr>
          </w:p>
        </w:tc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Resources provided in this event are related to you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are likely to use these resources in the future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Presentation were interesting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49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You will discuss this event with others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50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There were opportunities to network with other stakeholders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The level of difficulty of the event was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  <w:shd w:val="clear" w:color="auto" w:fill="auto"/>
          </w:tcPr>
          <w:p w:rsidR="00106144" w:rsidRDefault="00106144" w:rsidP="00106144">
            <w:r>
              <w:t>Usefulness of helping material was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320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106144" w:rsidRDefault="00106144" w:rsidP="00106144">
            <w:r>
              <w:t>Usefulness of event handouts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484"/>
        </w:trPr>
        <w:sdt>
          <w:sdtPr>
            <w:id w:val="1422071926"/>
            <w:placeholder>
              <w:docPart w:val="7018C84219D34A57985A2CA041F0E66B"/>
            </w:placeholder>
            <w:temporary/>
            <w:showingPlcHdr/>
            <w15:appearance w15:val="hidden"/>
          </w:sdtPr>
          <w:sdtContent>
            <w:tc>
              <w:tcPr>
                <w:tcW w:w="4529" w:type="dxa"/>
                <w:tcBorders>
                  <w:top w:val="single" w:sz="4" w:space="0" w:color="F2F2F2" w:themeColor="background1" w:themeShade="F2"/>
                  <w:left w:val="nil"/>
                  <w:bottom w:val="single" w:sz="4" w:space="0" w:color="F2F2F2" w:themeColor="background1" w:themeShade="F2"/>
                </w:tcBorders>
              </w:tcPr>
              <w:p w:rsidR="00106144" w:rsidRDefault="00106144" w:rsidP="00106144">
                <w:r>
                  <w:t>My overall satisfaction with your service is high. I would recommend you to my friends.</w:t>
                </w:r>
              </w:p>
            </w:tc>
          </w:sdtContent>
        </w:sdt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106144" w:rsidTr="00106144">
        <w:trPr>
          <w:trHeight w:val="267"/>
        </w:trPr>
        <w:tc>
          <w:tcPr>
            <w:tcW w:w="4529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</w:tcBorders>
          </w:tcPr>
          <w:p w:rsidR="00106144" w:rsidRDefault="00106144" w:rsidP="00106144">
            <w:r>
              <w:t>Overall event satisfaction</w:t>
            </w: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106144" w:rsidRPr="002E5A55" w:rsidRDefault="00106144" w:rsidP="00106144">
            <w:pPr>
              <w:jc w:val="center"/>
            </w:pPr>
          </w:p>
        </w:tc>
      </w:tr>
      <w:tr w:rsidR="00926F0E" w:rsidTr="00106144">
        <w:trPr>
          <w:trHeight w:val="1604"/>
        </w:trPr>
        <w:tc>
          <w:tcPr>
            <w:tcW w:w="10535" w:type="dxa"/>
            <w:gridSpan w:val="6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83414B" w:rsidRPr="00106144" w:rsidRDefault="00926F0E" w:rsidP="00105F5D">
            <w:pPr>
              <w:pStyle w:val="Heading3"/>
              <w:outlineLvl w:val="2"/>
              <w:rPr>
                <w:color w:val="595959" w:themeColor="text1" w:themeTint="A6"/>
              </w:rPr>
            </w:pPr>
            <w:r w:rsidRPr="00106144">
              <w:rPr>
                <w:color w:val="595959" w:themeColor="text1" w:themeTint="A6"/>
              </w:rPr>
              <w:t>Additional Comments:</w:t>
            </w:r>
          </w:p>
        </w:tc>
      </w:tr>
    </w:tbl>
    <w:p w:rsidR="00B95CF7" w:rsidRPr="002E5A55" w:rsidRDefault="00B95CF7" w:rsidP="002E5A55"/>
    <w:sectPr w:rsidR="00B95CF7" w:rsidRPr="002E5A55" w:rsidSect="00106144">
      <w:pgSz w:w="12240" w:h="15840"/>
      <w:pgMar w:top="1440" w:right="108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5C48E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B16F4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B522D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36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0CA6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8AC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AA2E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D2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EC5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D257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9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144"/>
    <w:rsid w:val="00007EE5"/>
    <w:rsid w:val="000547F7"/>
    <w:rsid w:val="00105C57"/>
    <w:rsid w:val="00105F5D"/>
    <w:rsid w:val="00106144"/>
    <w:rsid w:val="001443E6"/>
    <w:rsid w:val="001A7E54"/>
    <w:rsid w:val="001F273E"/>
    <w:rsid w:val="00214B30"/>
    <w:rsid w:val="00290B2A"/>
    <w:rsid w:val="002D16C1"/>
    <w:rsid w:val="002D3E62"/>
    <w:rsid w:val="002E5A55"/>
    <w:rsid w:val="00335AB7"/>
    <w:rsid w:val="00343F86"/>
    <w:rsid w:val="0036771D"/>
    <w:rsid w:val="003E6ECE"/>
    <w:rsid w:val="00403246"/>
    <w:rsid w:val="004845AF"/>
    <w:rsid w:val="00487F8E"/>
    <w:rsid w:val="00567820"/>
    <w:rsid w:val="00585698"/>
    <w:rsid w:val="0058584F"/>
    <w:rsid w:val="006062ED"/>
    <w:rsid w:val="00697EF6"/>
    <w:rsid w:val="00765340"/>
    <w:rsid w:val="007A66EF"/>
    <w:rsid w:val="007F192E"/>
    <w:rsid w:val="00826E4A"/>
    <w:rsid w:val="0083414B"/>
    <w:rsid w:val="00841925"/>
    <w:rsid w:val="008A18C3"/>
    <w:rsid w:val="008A4352"/>
    <w:rsid w:val="00922B4D"/>
    <w:rsid w:val="00926F0E"/>
    <w:rsid w:val="00944953"/>
    <w:rsid w:val="009C1BB4"/>
    <w:rsid w:val="009C3839"/>
    <w:rsid w:val="009F3EDF"/>
    <w:rsid w:val="00A40B6F"/>
    <w:rsid w:val="00B01DF3"/>
    <w:rsid w:val="00B95CF7"/>
    <w:rsid w:val="00BE73BA"/>
    <w:rsid w:val="00BF2D76"/>
    <w:rsid w:val="00C21F08"/>
    <w:rsid w:val="00D062F2"/>
    <w:rsid w:val="00EA7F5E"/>
    <w:rsid w:val="00F2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94D4B"/>
  <w15:docId w15:val="{EC6EEC75-540F-4F4B-B648-D17E8469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5F5D"/>
    <w:pPr>
      <w:spacing w:before="20" w:after="20"/>
    </w:pPr>
    <w:rPr>
      <w:rFonts w:asciiTheme="minorHAnsi" w:hAnsiTheme="minorHAnsi"/>
      <w:color w:val="000000" w:themeColor="text1"/>
      <w:sz w:val="18"/>
      <w:szCs w:val="24"/>
    </w:rPr>
  </w:style>
  <w:style w:type="paragraph" w:styleId="Heading1">
    <w:name w:val="heading 1"/>
    <w:basedOn w:val="Normal"/>
    <w:next w:val="Normal"/>
    <w:qFormat/>
    <w:rsid w:val="00105F5D"/>
    <w:pPr>
      <w:pBdr>
        <w:bottom w:val="single" w:sz="8" w:space="1" w:color="365F91" w:themeColor="accent1" w:themeShade="BF"/>
      </w:pBdr>
      <w:outlineLvl w:val="0"/>
    </w:pPr>
    <w:rPr>
      <w:rFonts w:ascii="Garamond" w:hAnsi="Garamond" w:cs="Tahoma"/>
      <w:b/>
      <w:smallCap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qFormat/>
    <w:rsid w:val="00105F5D"/>
    <w:pPr>
      <w:outlineLvl w:val="1"/>
    </w:pPr>
    <w:rPr>
      <w:rFonts w:asciiTheme="majorHAnsi" w:hAnsiTheme="majorHAnsi"/>
      <w:b/>
      <w:color w:val="365F91" w:themeColor="accent1" w:themeShade="BF"/>
      <w:sz w:val="20"/>
    </w:rPr>
  </w:style>
  <w:style w:type="paragraph" w:styleId="Heading3">
    <w:name w:val="heading 3"/>
    <w:basedOn w:val="Heading2"/>
    <w:next w:val="Normal"/>
    <w:qFormat/>
    <w:rsid w:val="00105F5D"/>
    <w:pPr>
      <w:spacing w:before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1925"/>
    <w:rPr>
      <w:rFonts w:ascii="Garamond" w:hAnsi="Garam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">
    <w:name w:val="Introduction"/>
    <w:basedOn w:val="Normal"/>
    <w:qFormat/>
    <w:rsid w:val="0083414B"/>
    <w:pPr>
      <w:spacing w:before="200" w:after="20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A5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otel%20accommodation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5AAFD2A5554F6583F2B0553000F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AB88B-F121-459C-8768-8363585593EB}"/>
      </w:docPartPr>
      <w:docPartBody>
        <w:p w:rsidR="00000000" w:rsidRDefault="00C02397" w:rsidP="00C02397">
          <w:pPr>
            <w:pStyle w:val="F45AAFD2A5554F6583F2B0553000FA4D"/>
          </w:pPr>
          <w:r>
            <w:t>My overall satisfaction with your service is high. I would recommend you to my friends.</w:t>
          </w:r>
        </w:p>
      </w:docPartBody>
    </w:docPart>
    <w:docPart>
      <w:docPartPr>
        <w:name w:val="7018C84219D34A57985A2CA041F0E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0AA68-E086-4A96-94D6-B979BAA63351}"/>
      </w:docPartPr>
      <w:docPartBody>
        <w:p w:rsidR="00000000" w:rsidRDefault="00C02397" w:rsidP="00C02397">
          <w:pPr>
            <w:pStyle w:val="7018C84219D34A57985A2CA041F0E66B"/>
          </w:pPr>
          <w:r>
            <w:t>My overall satisfaction with your service is high. I would recommend you to my friends.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97"/>
    <w:rsid w:val="007E00FB"/>
    <w:rsid w:val="00C0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5AAFD2A5554F6583F2B0553000FA4D">
    <w:name w:val="F45AAFD2A5554F6583F2B0553000FA4D"/>
    <w:rsid w:val="00C02397"/>
  </w:style>
  <w:style w:type="paragraph" w:customStyle="1" w:styleId="7018C84219D34A57985A2CA041F0E66B">
    <w:name w:val="7018C84219D34A57985A2CA041F0E66B"/>
    <w:rsid w:val="00C023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urve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0FD268C-7586-4884-9A92-E78A0AFBB2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Hotel accommodation survey.dotx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Hotel accommodation survey</vt:lpstr>
      <vt:lpstr>Event Feedback Form</vt:lpstr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accommodation survey</dc:title>
  <dc:creator>Alex</dc:creator>
  <cp:keywords/>
  <cp:lastModifiedBy>Alex</cp:lastModifiedBy>
  <cp:revision>1</cp:revision>
  <cp:lastPrinted>2003-06-13T22:12:00Z</cp:lastPrinted>
  <dcterms:created xsi:type="dcterms:W3CDTF">2017-02-25T10:36:00Z</dcterms:created>
  <dcterms:modified xsi:type="dcterms:W3CDTF">2017-02-25T10:40:00Z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TC060883581033</vt:lpwstr>
  </property>
</Properties>
</file>