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5DB3" w:rsidRDefault="00E05DB3" w:rsidP="00E05DB3">
      <w:pPr>
        <w:pStyle w:val="Address"/>
        <w:jc w:val="center"/>
        <w:rPr>
          <w:b/>
          <w:sz w:val="28"/>
        </w:rPr>
      </w:pPr>
      <w:r w:rsidRPr="00E05DB3">
        <w:rPr>
          <w:b/>
          <w:sz w:val="28"/>
        </w:rPr>
        <w:t>Complaint Letter Requesting Reimbursement for Travel Booking Error</w:t>
      </w:r>
    </w:p>
    <w:p w:rsidR="00FC784A" w:rsidRPr="00E05DB3" w:rsidRDefault="00FC784A" w:rsidP="00E05DB3">
      <w:pPr>
        <w:pStyle w:val="Address"/>
        <w:jc w:val="center"/>
        <w:rPr>
          <w:b/>
          <w:sz w:val="28"/>
        </w:rPr>
      </w:pPr>
    </w:p>
    <w:p w:rsidR="00E05DB3" w:rsidRDefault="00E05DB3">
      <w:pPr>
        <w:pStyle w:val="Address"/>
      </w:pPr>
      <w:bookmarkStart w:id="0" w:name="_GoBack"/>
      <w:bookmarkEnd w:id="0"/>
    </w:p>
    <w:p w:rsidR="00E05DB3" w:rsidRDefault="00E05DB3">
      <w:pPr>
        <w:pStyle w:val="Address"/>
      </w:pPr>
    </w:p>
    <w:p w:rsidR="00F10047" w:rsidRPr="00FC784A" w:rsidRDefault="00FC784A">
      <w:pPr>
        <w:pStyle w:val="Address"/>
        <w:rPr>
          <w:b/>
          <w:sz w:val="30"/>
        </w:rPr>
      </w:pPr>
      <w:r w:rsidRPr="00FC784A">
        <w:rPr>
          <w:b/>
          <w:sz w:val="30"/>
        </w:rPr>
        <w:t>Mosaic Franek</w:t>
      </w:r>
    </w:p>
    <w:p w:rsidR="00F10047" w:rsidRDefault="00741081">
      <w:pPr>
        <w:pStyle w:val="Address"/>
      </w:pPr>
      <w:sdt>
        <w:sdtPr>
          <w:id w:val="1634143502"/>
          <w:placeholder>
            <w:docPart w:val="5EE34817413641359A1B3E3BFFB2B5DE"/>
          </w:placeholder>
          <w:temporary/>
          <w:showingPlcHdr/>
          <w15:appearance w15:val="hidden"/>
        </w:sdtPr>
        <w:sdtEndPr/>
        <w:sdtContent>
          <w:r>
            <w:t>[Street Address]</w:t>
          </w:r>
        </w:sdtContent>
      </w:sdt>
    </w:p>
    <w:sdt>
      <w:sdtPr>
        <w:id w:val="2091195522"/>
        <w:placeholder>
          <w:docPart w:val="8337516DE8DC44BE901F2982B2D1F43B"/>
        </w:placeholder>
        <w:temporary/>
        <w:showingPlcHdr/>
        <w15:appearance w15:val="hidden"/>
      </w:sdtPr>
      <w:sdtEndPr/>
      <w:sdtContent>
        <w:p w:rsidR="00F10047" w:rsidRDefault="00741081">
          <w:pPr>
            <w:pStyle w:val="Address"/>
          </w:pPr>
          <w:r>
            <w:t>[City, ST ZIP Code]</w:t>
          </w:r>
        </w:p>
      </w:sdtContent>
    </w:sdt>
    <w:p w:rsidR="00FC784A" w:rsidRDefault="00FC784A">
      <w:pPr>
        <w:pStyle w:val="Address"/>
      </w:pPr>
    </w:p>
    <w:sdt>
      <w:sdtPr>
        <w:rPr>
          <w:b/>
        </w:rPr>
        <w:alias w:val="Date"/>
        <w:tag w:val="Date"/>
        <w:id w:val="-1797359151"/>
        <w:placeholder>
          <w:docPart w:val="602DB9F07F344F99ADC24A1BB0E8397D"/>
        </w:placeholder>
        <w:dataBinding w:prefixMappings="xmlns:ns0='http://schemas.microsoft.com/office/2006/coverPageProps' " w:xpath="/ns0:CoverPageProperties[1]/ns0:PublishDate[1]" w:storeItemID="{55AF091B-3C7A-41E3-B477-F2FDAA23CFDA}"/>
        <w:date w:fullDate="2017-05-20T00:00:00Z">
          <w:dateFormat w:val="MMMM d, yyyy"/>
          <w:lid w:val="en-US"/>
          <w:storeMappedDataAs w:val="dateTime"/>
          <w:calendar w:val="gregorian"/>
        </w:date>
      </w:sdtPr>
      <w:sdtEndPr/>
      <w:sdtContent>
        <w:p w:rsidR="00F10047" w:rsidRPr="00FC784A" w:rsidRDefault="00FC784A">
          <w:pPr>
            <w:pStyle w:val="Date"/>
            <w:rPr>
              <w:b/>
            </w:rPr>
          </w:pPr>
          <w:r w:rsidRPr="00FC784A">
            <w:rPr>
              <w:b/>
            </w:rPr>
            <w:t>May 20, 2017</w:t>
          </w:r>
        </w:p>
      </w:sdtContent>
    </w:sdt>
    <w:sdt>
      <w:sdtPr>
        <w:alias w:val="Recipient Name"/>
        <w:tag w:val=""/>
        <w:id w:val="-378937380"/>
        <w:placeholder>
          <w:docPart w:val="7A3E3F4AED8D4BEE8472AA35E474BF70"/>
        </w:placeholder>
        <w:showingPlcHdr/>
        <w:dataBinding w:prefixMappings="xmlns:ns0='http://schemas.microsoft.com/office/2006/coverPageProps' " w:xpath="/ns0:CoverPageProperties[1]/ns0:CompanyFax[1]" w:storeItemID="{55AF091B-3C7A-41E3-B477-F2FDAA23CFDA}"/>
        <w:text/>
      </w:sdtPr>
      <w:sdtEndPr/>
      <w:sdtContent>
        <w:p w:rsidR="00F10047" w:rsidRDefault="00741081">
          <w:pPr>
            <w:pStyle w:val="Address"/>
          </w:pPr>
          <w:r>
            <w:t>[Recipient Name]</w:t>
          </w:r>
        </w:p>
      </w:sdtContent>
    </w:sdt>
    <w:p w:rsidR="00F10047" w:rsidRDefault="00741081">
      <w:pPr>
        <w:pStyle w:val="Address"/>
      </w:pPr>
      <w:sdt>
        <w:sdtPr>
          <w:id w:val="-1978134494"/>
          <w:placeholder>
            <w:docPart w:val="8517C2EB49474F08B4BBCBF7572A4EA5"/>
          </w:placeholder>
          <w:temporary/>
          <w:showingPlcHdr/>
          <w15:appearance w15:val="hidden"/>
        </w:sdtPr>
        <w:sdtEndPr/>
        <w:sdtContent>
          <w:r>
            <w:t>[Title]</w:t>
          </w:r>
        </w:sdtContent>
      </w:sdt>
    </w:p>
    <w:sdt>
      <w:sdtPr>
        <w:id w:val="-531874231"/>
        <w:placeholder>
          <w:docPart w:val="CE7A626244E34ED98AE4A9039FAFACE3"/>
        </w:placeholder>
        <w:temporary/>
        <w:showingPlcHdr/>
        <w15:appearance w15:val="hidden"/>
      </w:sdtPr>
      <w:sdtEndPr/>
      <w:sdtContent>
        <w:p w:rsidR="00F10047" w:rsidRDefault="00741081">
          <w:pPr>
            <w:pStyle w:val="Address"/>
          </w:pPr>
          <w:r>
            <w:t>[Company Name]</w:t>
          </w:r>
        </w:p>
      </w:sdtContent>
    </w:sdt>
    <w:sdt>
      <w:sdtPr>
        <w:id w:val="1410967897"/>
        <w:placeholder>
          <w:docPart w:val="5EE34817413641359A1B3E3BFFB2B5DE"/>
        </w:placeholder>
        <w:temporary/>
        <w:showingPlcHdr/>
        <w15:appearance w15:val="hidden"/>
      </w:sdtPr>
      <w:sdtEndPr/>
      <w:sdtContent>
        <w:p w:rsidR="00F10047" w:rsidRDefault="00741081">
          <w:pPr>
            <w:pStyle w:val="Address"/>
          </w:pPr>
          <w:r>
            <w:t>[Street Address]</w:t>
          </w:r>
        </w:p>
      </w:sdtContent>
    </w:sdt>
    <w:sdt>
      <w:sdtPr>
        <w:id w:val="-445319069"/>
        <w:placeholder>
          <w:docPart w:val="8337516DE8DC44BE901F2982B2D1F43B"/>
        </w:placeholder>
        <w:temporary/>
        <w:showingPlcHdr/>
        <w15:appearance w15:val="hidden"/>
      </w:sdtPr>
      <w:sdtEndPr/>
      <w:sdtContent>
        <w:p w:rsidR="00F10047" w:rsidRDefault="00741081">
          <w:pPr>
            <w:pStyle w:val="Address"/>
          </w:pPr>
          <w:r>
            <w:t>[City, ST ZIP Code]</w:t>
          </w:r>
        </w:p>
      </w:sdtContent>
    </w:sdt>
    <w:p w:rsidR="00F10047" w:rsidRDefault="00741081">
      <w:pPr>
        <w:pStyle w:val="Salutation"/>
      </w:pPr>
      <w:r>
        <w:t xml:space="preserve">Dear </w:t>
      </w:r>
      <w:sdt>
        <w:sdtPr>
          <w:alias w:val="Recipient Name"/>
          <w:tag w:val=""/>
          <w:id w:val="1231501734"/>
          <w:placeholder>
            <w:docPart w:val="7A3E3F4AED8D4BEE8472AA35E474BF70"/>
          </w:placeholder>
          <w:showingPlcHdr/>
          <w:dataBinding w:prefixMappings="xmlns:ns0='http://schemas.microsoft.com/office/2006/coverPageProps' " w:xpath="/ns0:CoverPageProperties[1]/ns0:CompanyFax[1]" w:storeItemID="{55AF091B-3C7A-41E3-B477-F2FDAA23CFDA}"/>
          <w:text/>
        </w:sdtPr>
        <w:sdtEndPr/>
        <w:sdtContent>
          <w:r>
            <w:t>[Recipient Name]</w:t>
          </w:r>
        </w:sdtContent>
      </w:sdt>
      <w:r>
        <w:t>:</w:t>
      </w:r>
    </w:p>
    <w:p w:rsidR="00F10047" w:rsidRDefault="00741081">
      <w:r>
        <w:t xml:space="preserve">I </w:t>
      </w:r>
      <w:r>
        <w:t>recently had a problem with your service and I am writing to obtain compensation.</w:t>
      </w:r>
    </w:p>
    <w:sdt>
      <w:sdtPr>
        <w:id w:val="-337155072"/>
        <w:placeholder>
          <w:docPart w:val="026EC2B6566740079A3D4FFEF38974F1"/>
        </w:placeholder>
        <w:temporary/>
        <w:showingPlcHdr/>
        <w15:appearance w15:val="hidden"/>
      </w:sdtPr>
      <w:sdtEndPr/>
      <w:sdtContent>
        <w:p w:rsidR="00F10047" w:rsidRDefault="00741081">
          <w:r>
            <w:t>On May 1, I used Adventure Works to book a honeymoon trip to London. We were to arrive in London on the morning of May 15, the afternoon of which we planned to participate in</w:t>
          </w:r>
          <w:r>
            <w:t xml:space="preserve"> a tour group.</w:t>
          </w:r>
        </w:p>
        <w:p w:rsidR="00F10047" w:rsidRDefault="00741081">
          <w:r>
            <w:t>Upon arrival at the airport, we learned that our flight was overbooked, and that our reservations were not confirmed. We were unable to get seats, and could not be booked on another flight to London that day. As a result, we missed participa</w:t>
          </w:r>
          <w:r>
            <w:t>ting in our tour group, but the tour company still charged us because we were not able to give sufficient cancellation notice. We were also charged for the London hotel in which we were to stay that night, and charged for the hotel near the airport at whic</w:t>
          </w:r>
          <w:r>
            <w:t>h we had to stay while waiting for our flight the next day.</w:t>
          </w:r>
        </w:p>
        <w:p w:rsidR="00F10047" w:rsidRDefault="00741081">
          <w:r>
            <w:t>The experience was difficult and frustrating, and it cost us $655. We believe your agency is responsible for the following fees:</w:t>
          </w:r>
        </w:p>
        <w:p w:rsidR="00F10047" w:rsidRDefault="00741081">
          <w:pPr>
            <w:pStyle w:val="ListBullet"/>
          </w:pPr>
          <w:r>
            <w:t>Missed tour group fees: $260</w:t>
          </w:r>
        </w:p>
        <w:p w:rsidR="00F10047" w:rsidRDefault="00741081">
          <w:pPr>
            <w:pStyle w:val="ListBullet"/>
          </w:pPr>
          <w:r>
            <w:t>Fee for one night missed at London hot</w:t>
          </w:r>
          <w:r>
            <w:t>el: $215</w:t>
          </w:r>
        </w:p>
        <w:p w:rsidR="00F10047" w:rsidRDefault="00741081">
          <w:pPr>
            <w:pStyle w:val="ListBullet"/>
          </w:pPr>
          <w:r>
            <w:t>Fee for one night’s stay at airport hotel while waiting for next flight to London: $180</w:t>
          </w:r>
        </w:p>
      </w:sdtContent>
    </w:sdt>
    <w:p w:rsidR="00FC784A" w:rsidRDefault="00741081" w:rsidP="00FC784A">
      <w:r>
        <w:t xml:space="preserve">Please find receipts for these expenses enclosed, and call me at </w:t>
      </w:r>
      <w:sdt>
        <w:sdtPr>
          <w:id w:val="1750923343"/>
          <w:placeholder>
            <w:docPart w:val="F5BD46DEE1C94B4F9A241F9AD8FA42D3"/>
          </w:placeholder>
          <w:temporary/>
          <w:showingPlcHdr/>
          <w15:appearance w15:val="hidden"/>
        </w:sdtPr>
        <w:sdtEndPr/>
        <w:sdtContent>
          <w:r>
            <w:rPr>
              <w:rStyle w:val="PlaceholderText"/>
            </w:rPr>
            <w:t>[phone number]</w:t>
          </w:r>
        </w:sdtContent>
      </w:sdt>
      <w:r>
        <w:t xml:space="preserve"> before </w:t>
      </w:r>
      <w:sdt>
        <w:sdtPr>
          <w:id w:val="-1574121926"/>
          <w:placeholder>
            <w:docPart w:val="0E11E369311848C7A26ACC51BAE87318"/>
          </w:placeholder>
          <w:temporary/>
          <w:showingPlcHdr/>
          <w:date>
            <w:dateFormat w:val="MMMM yy"/>
            <w:lid w:val="en-US"/>
            <w:storeMappedDataAs w:val="dateTime"/>
            <w:calendar w:val="gregorian"/>
          </w:date>
        </w:sdtPr>
        <w:sdtEndPr/>
        <w:sdtContent>
          <w:r>
            <w:rPr>
              <w:rStyle w:val="PlaceholderText"/>
            </w:rPr>
            <w:t>[date]</w:t>
          </w:r>
        </w:sdtContent>
      </w:sdt>
      <w:r>
        <w:t> to confirm that you will honor our requests.</w:t>
      </w:r>
    </w:p>
    <w:p w:rsidR="00FC784A" w:rsidRDefault="00741081" w:rsidP="00FC784A">
      <w:r>
        <w:t>Sincerely,</w:t>
      </w:r>
    </w:p>
    <w:p w:rsidR="00FC784A" w:rsidRDefault="00E05DB3">
      <w:pPr>
        <w:rPr>
          <w:b/>
        </w:rPr>
      </w:pPr>
      <w:r w:rsidRPr="00FC784A">
        <w:rPr>
          <w:b/>
        </w:rPr>
        <w:t>[Your Name]</w:t>
      </w:r>
    </w:p>
    <w:p w:rsidR="00F10047" w:rsidRDefault="00741081">
      <w:r>
        <w:t>E</w:t>
      </w:r>
      <w:r>
        <w:t>nclosures</w:t>
      </w:r>
    </w:p>
    <w:sectPr w:rsidR="00F10047" w:rsidSect="00FC784A">
      <w:headerReference w:type="default" r:id="rId9"/>
      <w:pgSz w:w="12240" w:h="15840"/>
      <w:pgMar w:top="1260" w:right="1440" w:bottom="72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1081" w:rsidRDefault="00741081">
      <w:pPr>
        <w:spacing w:after="0" w:line="240" w:lineRule="auto"/>
      </w:pPr>
      <w:r>
        <w:separator/>
      </w:r>
    </w:p>
  </w:endnote>
  <w:endnote w:type="continuationSeparator" w:id="0">
    <w:p w:rsidR="00741081" w:rsidRDefault="007410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1081" w:rsidRDefault="00741081">
      <w:pPr>
        <w:spacing w:after="0" w:line="240" w:lineRule="auto"/>
      </w:pPr>
      <w:r>
        <w:separator/>
      </w:r>
    </w:p>
  </w:footnote>
  <w:footnote w:type="continuationSeparator" w:id="0">
    <w:p w:rsidR="00741081" w:rsidRDefault="007410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Recipient Name"/>
      <w:tag w:val=""/>
      <w:id w:val="-585149519"/>
      <w:placeholder>
        <w:docPart w:val="CE7A626244E34ED98AE4A9039FAFACE3"/>
      </w:placeholder>
      <w:showingPlcHdr/>
      <w:dataBinding w:prefixMappings="xmlns:ns0='http://schemas.microsoft.com/office/2006/coverPageProps' " w:xpath="/ns0:CoverPageProperties[1]/ns0:CompanyFax[1]" w:storeItemID="{55AF091B-3C7A-41E3-B477-F2FDAA23CFDA}"/>
      <w:text/>
    </w:sdtPr>
    <w:sdtEndPr/>
    <w:sdtContent>
      <w:p w:rsidR="00F10047" w:rsidRDefault="00741081">
        <w:pPr>
          <w:pStyle w:val="Header"/>
        </w:pPr>
        <w:r>
          <w:t>[Recipient Name]</w:t>
        </w:r>
      </w:p>
    </w:sdtContent>
  </w:sdt>
  <w:sdt>
    <w:sdtPr>
      <w:alias w:val="Date"/>
      <w:tag w:val="Date"/>
      <w:id w:val="212623527"/>
      <w:placeholder>
        <w:docPart w:val="602DB9F07F344F99ADC24A1BB0E8397D"/>
      </w:placeholder>
      <w:dataBinding w:prefixMappings="xmlns:ns0='http://schemas.microsoft.com/office/2006/coverPageProps' " w:xpath="/ns0:CoverPageProperties[1]/ns0:PublishDate[1]" w:storeItemID="{55AF091B-3C7A-41E3-B477-F2FDAA23CFDA}"/>
      <w:date w:fullDate="2017-05-20T00:00:00Z">
        <w:dateFormat w:val="MMMM d, yyyy"/>
        <w:lid w:val="en-US"/>
        <w:storeMappedDataAs w:val="dateTime"/>
        <w:calendar w:val="gregorian"/>
      </w:date>
    </w:sdtPr>
    <w:sdtEndPr/>
    <w:sdtContent>
      <w:p w:rsidR="00F10047" w:rsidRDefault="00FC784A">
        <w:pPr>
          <w:pStyle w:val="Header"/>
        </w:pPr>
        <w:r>
          <w:t>May 20, 2017</w:t>
        </w:r>
      </w:p>
    </w:sdtContent>
  </w:sdt>
  <w:p w:rsidR="00F10047" w:rsidRDefault="00741081">
    <w:pPr>
      <w:pStyle w:val="Header"/>
    </w:pPr>
    <w:r>
      <w:t xml:space="preserve">Page </w:t>
    </w:r>
    <w:r>
      <w:fldChar w:fldCharType="begin"/>
    </w:r>
    <w:r>
      <w:instrText xml:space="preserve"> PAGE   \* MERGEFORMAT </w:instrText>
    </w:r>
    <w:r>
      <w:fldChar w:fldCharType="separate"/>
    </w:r>
    <w:r w:rsidR="00FC784A">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F344A0A"/>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DB3"/>
    <w:rsid w:val="00741081"/>
    <w:rsid w:val="00E05DB3"/>
    <w:rsid w:val="00F10047"/>
    <w:rsid w:val="00FC78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98865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4">
    <w:lsdException w:name="Normal" w:uiPriority="0" w:qFormat="1"/>
    <w:lsdException w:name="heading 1" w:semiHidden="1" w:uiPriority="9" w:unhideWhenUsed="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1"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pPr>
      <w:spacing w:after="0"/>
    </w:pPr>
  </w:style>
  <w:style w:type="paragraph" w:styleId="Closing">
    <w:name w:val="Closing"/>
    <w:basedOn w:val="Normal"/>
    <w:next w:val="Signature"/>
    <w:qFormat/>
    <w:pPr>
      <w:keepNext/>
      <w:spacing w:after="1000" w:line="240" w:lineRule="auto"/>
    </w:pPr>
  </w:style>
  <w:style w:type="paragraph" w:styleId="Signature">
    <w:name w:val="Signature"/>
    <w:basedOn w:val="Normal"/>
    <w:qFormat/>
    <w:pPr>
      <w:keepNext/>
      <w:contextualSpacing/>
    </w:pPr>
  </w:style>
  <w:style w:type="paragraph" w:styleId="Date">
    <w:name w:val="Date"/>
    <w:basedOn w:val="Normal"/>
    <w:next w:val="Normal"/>
    <w:qFormat/>
    <w:pPr>
      <w:spacing w:after="480" w:line="240" w:lineRule="auto"/>
    </w:pPr>
  </w:style>
  <w:style w:type="paragraph" w:styleId="Header">
    <w:name w:val="header"/>
    <w:basedOn w:val="Normal"/>
    <w:link w:val="HeaderChar"/>
    <w:uiPriority w:val="99"/>
    <w:unhideWhenUsed/>
    <w:pPr>
      <w:tabs>
        <w:tab w:val="center" w:pos="4680"/>
        <w:tab w:val="right" w:pos="9360"/>
      </w:tabs>
      <w:contextualSpacing/>
    </w:pPr>
  </w:style>
  <w:style w:type="character" w:customStyle="1" w:styleId="HeaderChar">
    <w:name w:val="Header Char"/>
    <w:basedOn w:val="DefaultParagraphFont"/>
    <w:link w:val="Header"/>
    <w:uiPriority w:val="99"/>
    <w:rPr>
      <w:spacing w:val="4"/>
      <w:sz w:val="20"/>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qFormat/>
    <w:pPr>
      <w:spacing w:before="400" w:after="200"/>
    </w:pPr>
  </w:style>
  <w:style w:type="paragraph" w:styleId="ListBullet">
    <w:name w:val="List Bullet"/>
    <w:basedOn w:val="Normal"/>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Complaint%20letter%20requesting%20reimbursement%20for%20travel%20booking%20err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EE34817413641359A1B3E3BFFB2B5DE"/>
        <w:category>
          <w:name w:val="General"/>
          <w:gallery w:val="placeholder"/>
        </w:category>
        <w:types>
          <w:type w:val="bbPlcHdr"/>
        </w:types>
        <w:behaviors>
          <w:behavior w:val="content"/>
        </w:behaviors>
        <w:guid w:val="{15621DFD-DA73-4C6A-A1FE-AAFB2E3C2FA1}"/>
      </w:docPartPr>
      <w:docPartBody>
        <w:p w:rsidR="00000000" w:rsidRDefault="00DD0A99">
          <w:pPr>
            <w:pStyle w:val="5EE34817413641359A1B3E3BFFB2B5DE"/>
          </w:pPr>
          <w:r>
            <w:t>[Street Address]</w:t>
          </w:r>
        </w:p>
      </w:docPartBody>
    </w:docPart>
    <w:docPart>
      <w:docPartPr>
        <w:name w:val="8337516DE8DC44BE901F2982B2D1F43B"/>
        <w:category>
          <w:name w:val="General"/>
          <w:gallery w:val="placeholder"/>
        </w:category>
        <w:types>
          <w:type w:val="bbPlcHdr"/>
        </w:types>
        <w:behaviors>
          <w:behavior w:val="content"/>
        </w:behaviors>
        <w:guid w:val="{BE7FE960-2A12-4B8F-A0C2-D7BE7341F8F1}"/>
      </w:docPartPr>
      <w:docPartBody>
        <w:p w:rsidR="00000000" w:rsidRDefault="00DD0A99">
          <w:pPr>
            <w:pStyle w:val="8337516DE8DC44BE901F2982B2D1F43B"/>
          </w:pPr>
          <w:r>
            <w:t>[City, ST ZIP Code]</w:t>
          </w:r>
        </w:p>
      </w:docPartBody>
    </w:docPart>
    <w:docPart>
      <w:docPartPr>
        <w:name w:val="602DB9F07F344F99ADC24A1BB0E8397D"/>
        <w:category>
          <w:name w:val="General"/>
          <w:gallery w:val="placeholder"/>
        </w:category>
        <w:types>
          <w:type w:val="bbPlcHdr"/>
        </w:types>
        <w:behaviors>
          <w:behavior w:val="content"/>
        </w:behaviors>
        <w:guid w:val="{A4837615-AA69-4D13-A11F-DE33ECECCCD8}"/>
      </w:docPartPr>
      <w:docPartBody>
        <w:p w:rsidR="00000000" w:rsidRDefault="00DD0A99">
          <w:pPr>
            <w:pStyle w:val="602DB9F07F344F99ADC24A1BB0E8397D"/>
          </w:pPr>
          <w:r>
            <w:t>[Date]</w:t>
          </w:r>
        </w:p>
      </w:docPartBody>
    </w:docPart>
    <w:docPart>
      <w:docPartPr>
        <w:name w:val="7A3E3F4AED8D4BEE8472AA35E474BF70"/>
        <w:category>
          <w:name w:val="General"/>
          <w:gallery w:val="placeholder"/>
        </w:category>
        <w:types>
          <w:type w:val="bbPlcHdr"/>
        </w:types>
        <w:behaviors>
          <w:behavior w:val="content"/>
        </w:behaviors>
        <w:guid w:val="{B56C75E7-E590-4CD7-BC91-B530BE7F0B9F}"/>
      </w:docPartPr>
      <w:docPartBody>
        <w:p w:rsidR="00000000" w:rsidRDefault="00DD0A99">
          <w:pPr>
            <w:pStyle w:val="7A3E3F4AED8D4BEE8472AA35E474BF70"/>
          </w:pPr>
          <w:r>
            <w:t>[Recipient Name]</w:t>
          </w:r>
        </w:p>
      </w:docPartBody>
    </w:docPart>
    <w:docPart>
      <w:docPartPr>
        <w:name w:val="8517C2EB49474F08B4BBCBF7572A4EA5"/>
        <w:category>
          <w:name w:val="General"/>
          <w:gallery w:val="placeholder"/>
        </w:category>
        <w:types>
          <w:type w:val="bbPlcHdr"/>
        </w:types>
        <w:behaviors>
          <w:behavior w:val="content"/>
        </w:behaviors>
        <w:guid w:val="{86580DFD-A136-453F-91AB-26DE0FC34B93}"/>
      </w:docPartPr>
      <w:docPartBody>
        <w:p w:rsidR="00000000" w:rsidRDefault="00DD0A99">
          <w:pPr>
            <w:pStyle w:val="8517C2EB49474F08B4BBCBF7572A4EA5"/>
          </w:pPr>
          <w:r>
            <w:t>[Title]</w:t>
          </w:r>
        </w:p>
      </w:docPartBody>
    </w:docPart>
    <w:docPart>
      <w:docPartPr>
        <w:name w:val="CE7A626244E34ED98AE4A9039FAFACE3"/>
        <w:category>
          <w:name w:val="General"/>
          <w:gallery w:val="placeholder"/>
        </w:category>
        <w:types>
          <w:type w:val="bbPlcHdr"/>
        </w:types>
        <w:behaviors>
          <w:behavior w:val="content"/>
        </w:behaviors>
        <w:guid w:val="{74756CBF-4769-492B-845A-BAB3C67F25EE}"/>
      </w:docPartPr>
      <w:docPartBody>
        <w:p w:rsidR="00000000" w:rsidRDefault="00DD0A99">
          <w:pPr>
            <w:pStyle w:val="CE7A626244E34ED98AE4A9039FAFACE3"/>
          </w:pPr>
          <w:r>
            <w:t>[Company Name]</w:t>
          </w:r>
        </w:p>
      </w:docPartBody>
    </w:docPart>
    <w:docPart>
      <w:docPartPr>
        <w:name w:val="026EC2B6566740079A3D4FFEF38974F1"/>
        <w:category>
          <w:name w:val="General"/>
          <w:gallery w:val="placeholder"/>
        </w:category>
        <w:types>
          <w:type w:val="bbPlcHdr"/>
        </w:types>
        <w:behaviors>
          <w:behavior w:val="content"/>
        </w:behaviors>
        <w:guid w:val="{A70963FA-2CB2-4975-8D47-43A109438366}"/>
      </w:docPartPr>
      <w:docPartBody>
        <w:p w:rsidR="00B703BF" w:rsidRDefault="00DD0A99">
          <w:r>
            <w:t xml:space="preserve">On May 1, I used Adventure Works to book a honeymoon trip to London. We were to arrive in London on the morning of May 15, the afternoon of which we </w:t>
          </w:r>
          <w:r>
            <w:t>planned to participate in a tour group.</w:t>
          </w:r>
        </w:p>
        <w:p w:rsidR="00B703BF" w:rsidRDefault="00DD0A99">
          <w:r>
            <w:t>Upon arrival at the airport, we learned that our flight was overbooked, and that our reservations were not confirmed. We were unable to get seats, and could not be booked on another flight to London that day. As a re</w:t>
          </w:r>
          <w:r>
            <w:t>sult, we missed participating in our tour group, but the tour company still charged us because we were not able to give sufficient cancellation notice. We were also charged for the London hotel in which we were to stay that night, and charged for the hotel</w:t>
          </w:r>
          <w:r>
            <w:t xml:space="preserve"> near the airport at which we had to stay while waiting for our flight the next day.</w:t>
          </w:r>
        </w:p>
        <w:p w:rsidR="00B703BF" w:rsidRDefault="00DD0A99">
          <w:r>
            <w:t>The experience was difficult and frustrating, and it cost us $655. We believe your agency is responsible for the following fees:</w:t>
          </w:r>
        </w:p>
        <w:p w:rsidR="00B703BF" w:rsidRDefault="00DD0A99">
          <w:pPr>
            <w:pStyle w:val="ListBullet"/>
          </w:pPr>
          <w:r>
            <w:t>Missed tour group fees: $260</w:t>
          </w:r>
        </w:p>
        <w:p w:rsidR="00B703BF" w:rsidRDefault="00DD0A99">
          <w:pPr>
            <w:pStyle w:val="ListBullet"/>
          </w:pPr>
          <w:r>
            <w:t>Fee for one n</w:t>
          </w:r>
          <w:r>
            <w:t>ight missed at London hotel: $215</w:t>
          </w:r>
        </w:p>
        <w:p w:rsidR="00000000" w:rsidRDefault="00DD0A99">
          <w:pPr>
            <w:pStyle w:val="026EC2B6566740079A3D4FFEF38974F1"/>
          </w:pPr>
          <w:r>
            <w:t>Fee for one night’s stay at airport hotel while waiting for next flight to London: $180</w:t>
          </w:r>
        </w:p>
      </w:docPartBody>
    </w:docPart>
    <w:docPart>
      <w:docPartPr>
        <w:name w:val="F5BD46DEE1C94B4F9A241F9AD8FA42D3"/>
        <w:category>
          <w:name w:val="General"/>
          <w:gallery w:val="placeholder"/>
        </w:category>
        <w:types>
          <w:type w:val="bbPlcHdr"/>
        </w:types>
        <w:behaviors>
          <w:behavior w:val="content"/>
        </w:behaviors>
        <w:guid w:val="{970C2E5E-60A4-4B3A-B0CA-C1882CF0F39B}"/>
      </w:docPartPr>
      <w:docPartBody>
        <w:p w:rsidR="00000000" w:rsidRDefault="00DD0A99">
          <w:pPr>
            <w:pStyle w:val="F5BD46DEE1C94B4F9A241F9AD8FA42D3"/>
          </w:pPr>
          <w:r>
            <w:rPr>
              <w:rStyle w:val="PlaceholderText"/>
            </w:rPr>
            <w:t>[phone number]</w:t>
          </w:r>
        </w:p>
      </w:docPartBody>
    </w:docPart>
    <w:docPart>
      <w:docPartPr>
        <w:name w:val="0E11E369311848C7A26ACC51BAE87318"/>
        <w:category>
          <w:name w:val="General"/>
          <w:gallery w:val="placeholder"/>
        </w:category>
        <w:types>
          <w:type w:val="bbPlcHdr"/>
        </w:types>
        <w:behaviors>
          <w:behavior w:val="content"/>
        </w:behaviors>
        <w:guid w:val="{4EF413F1-0108-4E9D-95A6-4F638C284305}"/>
      </w:docPartPr>
      <w:docPartBody>
        <w:p w:rsidR="00000000" w:rsidRDefault="00DD0A99">
          <w:pPr>
            <w:pStyle w:val="0E11E369311848C7A26ACC51BAE87318"/>
          </w:pPr>
          <w:r>
            <w:rPr>
              <w:rStyle w:val="PlaceholderText"/>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F344A0A"/>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A99"/>
    <w:rsid w:val="00DD0A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C16780D5D594D55921C549FE3DC4B13">
    <w:name w:val="CC16780D5D594D55921C549FE3DC4B13"/>
  </w:style>
  <w:style w:type="paragraph" w:customStyle="1" w:styleId="5EE34817413641359A1B3E3BFFB2B5DE">
    <w:name w:val="5EE34817413641359A1B3E3BFFB2B5DE"/>
  </w:style>
  <w:style w:type="paragraph" w:customStyle="1" w:styleId="8337516DE8DC44BE901F2982B2D1F43B">
    <w:name w:val="8337516DE8DC44BE901F2982B2D1F43B"/>
  </w:style>
  <w:style w:type="paragraph" w:customStyle="1" w:styleId="602DB9F07F344F99ADC24A1BB0E8397D">
    <w:name w:val="602DB9F07F344F99ADC24A1BB0E8397D"/>
  </w:style>
  <w:style w:type="paragraph" w:customStyle="1" w:styleId="7A3E3F4AED8D4BEE8472AA35E474BF70">
    <w:name w:val="7A3E3F4AED8D4BEE8472AA35E474BF70"/>
  </w:style>
  <w:style w:type="paragraph" w:customStyle="1" w:styleId="8517C2EB49474F08B4BBCBF7572A4EA5">
    <w:name w:val="8517C2EB49474F08B4BBCBF7572A4EA5"/>
  </w:style>
  <w:style w:type="paragraph" w:customStyle="1" w:styleId="CE7A626244E34ED98AE4A9039FAFACE3">
    <w:name w:val="CE7A626244E34ED98AE4A9039FAFACE3"/>
  </w:style>
  <w:style w:type="paragraph" w:styleId="ListBullet">
    <w:name w:val="List Bullet"/>
    <w:basedOn w:val="Normal"/>
    <w:pPr>
      <w:numPr>
        <w:numId w:val="1"/>
      </w:numPr>
      <w:spacing w:after="240" w:line="276" w:lineRule="auto"/>
      <w:contextualSpacing/>
    </w:pPr>
    <w:rPr>
      <w:spacing w:val="4"/>
      <w:sz w:val="20"/>
      <w:szCs w:val="20"/>
    </w:rPr>
  </w:style>
  <w:style w:type="paragraph" w:customStyle="1" w:styleId="026EC2B6566740079A3D4FFEF38974F1">
    <w:name w:val="026EC2B6566740079A3D4FFEF38974F1"/>
  </w:style>
  <w:style w:type="character" w:styleId="PlaceholderText">
    <w:name w:val="Placeholder Text"/>
    <w:basedOn w:val="DefaultParagraphFont"/>
    <w:uiPriority w:val="99"/>
    <w:semiHidden/>
    <w:rPr>
      <w:color w:val="808080"/>
    </w:rPr>
  </w:style>
  <w:style w:type="paragraph" w:customStyle="1" w:styleId="F5BD46DEE1C94B4F9A241F9AD8FA42D3">
    <w:name w:val="F5BD46DEE1C94B4F9A241F9AD8FA42D3"/>
  </w:style>
  <w:style w:type="paragraph" w:customStyle="1" w:styleId="0E11E369311848C7A26ACC51BAE87318">
    <w:name w:val="0E11E369311848C7A26ACC51BAE8731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CoverPageProperties xmlns="http://schemas.microsoft.com/office/2006/coverPageProps">
  <PublishDate>2017-05-20T00:00:00</PublishDate>
  <Abstract/>
  <CompanyAddress/>
  <CompanyPhone/>
  <CompanyFax/>
  <CompanyEmail/>
</CoverPageProperties>
</file>

<file path=customXml/itemProps1.xml><?xml version="1.0" encoding="utf-8"?>
<ds:datastoreItem xmlns:ds="http://schemas.openxmlformats.org/officeDocument/2006/customXml" ds:itemID="{CE943087-55AB-40F4-9271-0F9E2B326C50}">
  <ds:schemaRefs>
    <ds:schemaRef ds:uri="http://schemas.microsoft.com/sharepoint/v3/contenttype/forms"/>
  </ds:schemaRefs>
</ds:datastoreItem>
</file>

<file path=customXml/itemProps2.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Complaint letter requesting reimbursement for travel booking error.dotx</Template>
  <TotalTime>0</TotalTime>
  <Pages>1</Pages>
  <Words>232</Words>
  <Characters>1323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2017-01-11T13:23:00Z</dcterms:created>
  <dcterms:modified xsi:type="dcterms:W3CDTF">2017-01-11T13:27:00Z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TC034648139991</vt:lpwstr>
  </property>
</Properties>
</file>