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85" w:rsidRDefault="001C4578">
      <w:pPr>
        <w:pStyle w:val="Email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220980</wp:posOffset>
                </wp:positionH>
                <wp:positionV relativeFrom="paragraph">
                  <wp:posOffset>3496945</wp:posOffset>
                </wp:positionV>
                <wp:extent cx="5711825" cy="169545"/>
                <wp:effectExtent l="1905" t="1270" r="1270" b="63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AddressChar"/>
                              </w:rPr>
                              <w:id w:val="4335693"/>
                              <w:placeholder>
                                <w:docPart w:val="C8251D9D134C40A5931E71D77FAA9E83"/>
                              </w:placeholder>
                              <w:showingPlcHdr/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:rsidR="00787D85" w:rsidRDefault="004D4537">
                                <w:pPr>
                                  <w:pStyle w:val="Address"/>
                                  <w:spacing w:after="0"/>
                                </w:pPr>
                                <w:r>
                                  <w:t xml:space="preserve">Address Line 01. Address line 02. Phone: </w:t>
                                </w:r>
                                <w:r w:rsidR="00B94089">
                                  <w:t>42</w:t>
                                </w:r>
                                <w:r>
                                  <w:t>5.555.</w:t>
                                </w:r>
                                <w:r w:rsidR="00B94089">
                                  <w:t>01</w:t>
                                </w:r>
                                <w:r>
                                  <w:t xml:space="preserve">55. Fax: </w:t>
                                </w:r>
                                <w:r w:rsidR="00B94089">
                                  <w:t>42</w:t>
                                </w:r>
                                <w:r>
                                  <w:t>5.555.</w:t>
                                </w:r>
                                <w:r w:rsidR="00B94089">
                                  <w:t>01</w:t>
                                </w:r>
                                <w:r>
                                  <w:t>5</w:t>
                                </w:r>
                                <w:r w:rsidR="00B94089">
                                  <w:t>6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7.4pt;margin-top:275.35pt;width:449.75pt;height: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" filled="f" stroked="f">
                <v:textbox inset="0,0,0,0">
                  <w:txbxContent>
                    <w:sdt>
                      <w:sdtPr>
                        <w:rPr>
                          <w:rStyle w:val="AddressChar"/>
                        </w:rPr>
                        <w:id w:val="4335693"/>
                        <w:placeholder>
                          <w:docPart w:val="C8251D9D134C40A5931E71D77FAA9E83"/>
                        </w:placeholder>
                        <w:showingPlcHdr/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p w:rsidR="00787D85" w:rsidRDefault="004D4537">
                          <w:pPr>
                            <w:pStyle w:val="Address"/>
                            <w:spacing w:after="0"/>
                          </w:pPr>
                          <w:r>
                            <w:t xml:space="preserve">Address Line 01. Address line 02. Phone: </w:t>
                          </w:r>
                          <w:r w:rsidR="00B94089">
                            <w:t>42</w:t>
                          </w:r>
                          <w:r>
                            <w:t>5.555.</w:t>
                          </w:r>
                          <w:r w:rsidR="00B94089">
                            <w:t>01</w:t>
                          </w:r>
                          <w:r>
                            <w:t xml:space="preserve">55. Fax: </w:t>
                          </w:r>
                          <w:r w:rsidR="00B94089">
                            <w:t>42</w:t>
                          </w:r>
                          <w:r>
                            <w:t>5.555.</w:t>
                          </w:r>
                          <w:r w:rsidR="00B94089">
                            <w:t>01</w:t>
                          </w:r>
                          <w:r>
                            <w:t>5</w:t>
                          </w:r>
                          <w:r w:rsidR="00B94089">
                            <w:t>6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8261350</wp:posOffset>
                </wp:positionH>
                <wp:positionV relativeFrom="paragraph">
                  <wp:posOffset>-1270</wp:posOffset>
                </wp:positionV>
                <wp:extent cx="428625" cy="1049655"/>
                <wp:effectExtent l="3175" t="8255" r="6350" b="8890"/>
                <wp:wrapNone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1049655"/>
                        </a:xfrm>
                        <a:custGeom>
                          <a:avLst/>
                          <a:gdLst>
                            <a:gd name="T0" fmla="*/ 0 w 1376"/>
                            <a:gd name="T1" fmla="*/ 0 h 3365"/>
                            <a:gd name="T2" fmla="*/ 1376 w 1376"/>
                            <a:gd name="T3" fmla="*/ 0 h 3365"/>
                            <a:gd name="T4" fmla="*/ 1376 w 1376"/>
                            <a:gd name="T5" fmla="*/ 3365 h 3365"/>
                            <a:gd name="T6" fmla="*/ 1363 w 1376"/>
                            <a:gd name="T7" fmla="*/ 3134 h 3365"/>
                            <a:gd name="T8" fmla="*/ 1351 w 1376"/>
                            <a:gd name="T9" fmla="*/ 2914 h 3365"/>
                            <a:gd name="T10" fmla="*/ 1338 w 1376"/>
                            <a:gd name="T11" fmla="*/ 2706 h 3365"/>
                            <a:gd name="T12" fmla="*/ 1325 w 1376"/>
                            <a:gd name="T13" fmla="*/ 2507 h 3365"/>
                            <a:gd name="T14" fmla="*/ 1310 w 1376"/>
                            <a:gd name="T15" fmla="*/ 2320 h 3365"/>
                            <a:gd name="T16" fmla="*/ 1295 w 1376"/>
                            <a:gd name="T17" fmla="*/ 2141 h 3365"/>
                            <a:gd name="T18" fmla="*/ 1277 w 1376"/>
                            <a:gd name="T19" fmla="*/ 1973 h 3365"/>
                            <a:gd name="T20" fmla="*/ 1260 w 1376"/>
                            <a:gd name="T21" fmla="*/ 1813 h 3365"/>
                            <a:gd name="T22" fmla="*/ 1240 w 1376"/>
                            <a:gd name="T23" fmla="*/ 1663 h 3365"/>
                            <a:gd name="T24" fmla="*/ 1218 w 1376"/>
                            <a:gd name="T25" fmla="*/ 1523 h 3365"/>
                            <a:gd name="T26" fmla="*/ 1195 w 1376"/>
                            <a:gd name="T27" fmla="*/ 1389 h 3365"/>
                            <a:gd name="T28" fmla="*/ 1169 w 1376"/>
                            <a:gd name="T29" fmla="*/ 1265 h 3365"/>
                            <a:gd name="T30" fmla="*/ 1142 w 1376"/>
                            <a:gd name="T31" fmla="*/ 1149 h 3365"/>
                            <a:gd name="T32" fmla="*/ 1112 w 1376"/>
                            <a:gd name="T33" fmla="*/ 1039 h 3365"/>
                            <a:gd name="T34" fmla="*/ 1080 w 1376"/>
                            <a:gd name="T35" fmla="*/ 937 h 3365"/>
                            <a:gd name="T36" fmla="*/ 1046 w 1376"/>
                            <a:gd name="T37" fmla="*/ 842 h 3365"/>
                            <a:gd name="T38" fmla="*/ 1008 w 1376"/>
                            <a:gd name="T39" fmla="*/ 753 h 3365"/>
                            <a:gd name="T40" fmla="*/ 967 w 1376"/>
                            <a:gd name="T41" fmla="*/ 671 h 3365"/>
                            <a:gd name="T42" fmla="*/ 924 w 1376"/>
                            <a:gd name="T43" fmla="*/ 595 h 3365"/>
                            <a:gd name="T44" fmla="*/ 877 w 1376"/>
                            <a:gd name="T45" fmla="*/ 524 h 3365"/>
                            <a:gd name="T46" fmla="*/ 826 w 1376"/>
                            <a:gd name="T47" fmla="*/ 458 h 3365"/>
                            <a:gd name="T48" fmla="*/ 772 w 1376"/>
                            <a:gd name="T49" fmla="*/ 398 h 3365"/>
                            <a:gd name="T50" fmla="*/ 714 w 1376"/>
                            <a:gd name="T51" fmla="*/ 342 h 3365"/>
                            <a:gd name="T52" fmla="*/ 653 w 1376"/>
                            <a:gd name="T53" fmla="*/ 291 h 3365"/>
                            <a:gd name="T54" fmla="*/ 587 w 1376"/>
                            <a:gd name="T55" fmla="*/ 243 h 3365"/>
                            <a:gd name="T56" fmla="*/ 517 w 1376"/>
                            <a:gd name="T57" fmla="*/ 199 h 3365"/>
                            <a:gd name="T58" fmla="*/ 443 w 1376"/>
                            <a:gd name="T59" fmla="*/ 159 h 3365"/>
                            <a:gd name="T60" fmla="*/ 364 w 1376"/>
                            <a:gd name="T61" fmla="*/ 123 h 3365"/>
                            <a:gd name="T62" fmla="*/ 280 w 1376"/>
                            <a:gd name="T63" fmla="*/ 89 h 3365"/>
                            <a:gd name="T64" fmla="*/ 192 w 1376"/>
                            <a:gd name="T65" fmla="*/ 57 h 3365"/>
                            <a:gd name="T66" fmla="*/ 98 w 1376"/>
                            <a:gd name="T67" fmla="*/ 27 h 3365"/>
                            <a:gd name="T68" fmla="*/ 0 w 1376"/>
                            <a:gd name="T69" fmla="*/ 0 h 3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376" h="3365">
                              <a:moveTo>
                                <a:pt x="0" y="0"/>
                              </a:moveTo>
                              <a:lnTo>
                                <a:pt x="1376" y="0"/>
                              </a:lnTo>
                              <a:lnTo>
                                <a:pt x="1376" y="3365"/>
                              </a:lnTo>
                              <a:lnTo>
                                <a:pt x="1363" y="3134"/>
                              </a:lnTo>
                              <a:lnTo>
                                <a:pt x="1351" y="2914"/>
                              </a:lnTo>
                              <a:lnTo>
                                <a:pt x="1338" y="2706"/>
                              </a:lnTo>
                              <a:lnTo>
                                <a:pt x="1325" y="2507"/>
                              </a:lnTo>
                              <a:lnTo>
                                <a:pt x="1310" y="2320"/>
                              </a:lnTo>
                              <a:lnTo>
                                <a:pt x="1295" y="2141"/>
                              </a:lnTo>
                              <a:lnTo>
                                <a:pt x="1277" y="1973"/>
                              </a:lnTo>
                              <a:lnTo>
                                <a:pt x="1260" y="1813"/>
                              </a:lnTo>
                              <a:lnTo>
                                <a:pt x="1240" y="1663"/>
                              </a:lnTo>
                              <a:lnTo>
                                <a:pt x="1218" y="1523"/>
                              </a:lnTo>
                              <a:lnTo>
                                <a:pt x="1195" y="1389"/>
                              </a:lnTo>
                              <a:lnTo>
                                <a:pt x="1169" y="1265"/>
                              </a:lnTo>
                              <a:lnTo>
                                <a:pt x="1142" y="1149"/>
                              </a:lnTo>
                              <a:lnTo>
                                <a:pt x="1112" y="1039"/>
                              </a:lnTo>
                              <a:lnTo>
                                <a:pt x="1080" y="937"/>
                              </a:lnTo>
                              <a:lnTo>
                                <a:pt x="1046" y="842"/>
                              </a:lnTo>
                              <a:lnTo>
                                <a:pt x="1008" y="753"/>
                              </a:lnTo>
                              <a:lnTo>
                                <a:pt x="967" y="671"/>
                              </a:lnTo>
                              <a:lnTo>
                                <a:pt x="924" y="595"/>
                              </a:lnTo>
                              <a:lnTo>
                                <a:pt x="877" y="524"/>
                              </a:lnTo>
                              <a:lnTo>
                                <a:pt x="826" y="458"/>
                              </a:lnTo>
                              <a:lnTo>
                                <a:pt x="772" y="398"/>
                              </a:lnTo>
                              <a:lnTo>
                                <a:pt x="714" y="342"/>
                              </a:lnTo>
                              <a:lnTo>
                                <a:pt x="653" y="291"/>
                              </a:lnTo>
                              <a:lnTo>
                                <a:pt x="587" y="243"/>
                              </a:lnTo>
                              <a:lnTo>
                                <a:pt x="517" y="199"/>
                              </a:lnTo>
                              <a:lnTo>
                                <a:pt x="443" y="159"/>
                              </a:lnTo>
                              <a:lnTo>
                                <a:pt x="364" y="123"/>
                              </a:lnTo>
                              <a:lnTo>
                                <a:pt x="280" y="89"/>
                              </a:lnTo>
                              <a:lnTo>
                                <a:pt x="192" y="57"/>
                              </a:lnTo>
                              <a:lnTo>
                                <a:pt x="98" y="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  <a:alpha val="85001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828B9" id="Freeform 4" o:spid="_x0000_s1026" style="position:absolute;margin-left:650.5pt;margin-top:-.1pt;width:33.75pt;height:8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  <v:fill opacity="55769f"/>
                <v:path arrowok="t" o:connecttype="custom" o:connectlocs="0,0;428625,0;428625,1049655;424575,977598;420837,908973;416788,844091;412738,782016;408066,723685;403393,667849;397786,615444;392491,565535;386261,518745;379408,475074;372243,433275;364144,394595;355734,358411;346389,324099;336421,292281;325830,262648;313993,234886;301221,209307;287827,185600;273186,163453;257300,142865;240479,124149;222412,106681;203410,90773;182851,75800;161046,62075;137995,49597;113386,38368;87220,27762;59808,17780;30527,8422;0,0" o:connectangles="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4131945</wp:posOffset>
                </wp:positionH>
                <wp:positionV relativeFrom="paragraph">
                  <wp:posOffset>1819275</wp:posOffset>
                </wp:positionV>
                <wp:extent cx="4398645" cy="830580"/>
                <wp:effectExtent l="0" t="0" r="381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864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Address02Char"/>
                              </w:rPr>
                              <w:id w:val="4335696"/>
                              <w:placeholder>
                                <w:docPart w:val="8A91C9DFFE3343A199A6AE3D1021C48E"/>
                              </w:placeholder>
                              <w:showingPlcHdr/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:rsidR="00787D85" w:rsidRDefault="004D4537">
                                <w:pPr>
                                  <w:pStyle w:val="Address02"/>
                                  <w:rPr>
                                    <w:rStyle w:val="PlaceholderText"/>
                                    <w:color w:val="auto"/>
                                  </w:rPr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01</w:t>
                                </w:r>
                              </w:p>
                              <w:p w:rsidR="00787D85" w:rsidRDefault="004D4537">
                                <w:pPr>
                                  <w:pStyle w:val="Address02"/>
                                  <w:rPr>
                                    <w:rStyle w:val="PlaceholderText"/>
                                    <w:color w:val="auto"/>
                                  </w:rPr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02</w:t>
                                </w:r>
                              </w:p>
                              <w:p w:rsidR="00787D85" w:rsidRDefault="004D4537">
                                <w:pPr>
                                  <w:pStyle w:val="Address02"/>
                                  <w:rPr>
                                    <w:rStyle w:val="PlaceholderText"/>
                                    <w:color w:val="auto"/>
                                  </w:rPr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03</w:t>
                                </w:r>
                              </w:p>
                              <w:p w:rsidR="00787D85" w:rsidRDefault="004D4537">
                                <w:pPr>
                                  <w:pStyle w:val="Address02"/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04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325.35pt;margin-top:143.25pt;width:346.35pt;height:6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e5IswIAALE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" filled="f" stroked="f">
                <v:textbox inset="0,0,0,0">
                  <w:txbxContent>
                    <w:sdt>
                      <w:sdtPr>
                        <w:rPr>
                          <w:rStyle w:val="Address02Char"/>
                        </w:rPr>
                        <w:id w:val="4335696"/>
                        <w:placeholder>
                          <w:docPart w:val="8A91C9DFFE3343A199A6AE3D1021C48E"/>
                        </w:placeholder>
                        <w:showingPlcHdr/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p w:rsidR="00787D85" w:rsidRDefault="004D4537">
                          <w:pPr>
                            <w:pStyle w:val="Address02"/>
                            <w:rPr>
                              <w:rStyle w:val="PlaceholderText"/>
                              <w:color w:val="auto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01</w:t>
                          </w:r>
                        </w:p>
                        <w:p w:rsidR="00787D85" w:rsidRDefault="004D4537">
                          <w:pPr>
                            <w:pStyle w:val="Address02"/>
                            <w:rPr>
                              <w:rStyle w:val="PlaceholderText"/>
                              <w:color w:val="auto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02</w:t>
                          </w:r>
                        </w:p>
                        <w:p w:rsidR="00787D85" w:rsidRDefault="004D4537">
                          <w:pPr>
                            <w:pStyle w:val="Address02"/>
                            <w:rPr>
                              <w:rStyle w:val="PlaceholderText"/>
                              <w:color w:val="auto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03</w:t>
                          </w:r>
                        </w:p>
                        <w:p w:rsidR="00787D85" w:rsidRDefault="004D4537">
                          <w:pPr>
                            <w:pStyle w:val="Address02"/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04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635635</wp:posOffset>
                </wp:positionV>
                <wp:extent cx="2682875" cy="205105"/>
                <wp:effectExtent l="3175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2875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EmailChar"/>
                              </w:rPr>
                              <w:id w:val="4335694"/>
                              <w:placeholder>
                                <w:docPart w:val="F7B518569D934F5DB9898C82E48E47F1"/>
                              </w:placeholder>
                              <w:showingPlcHdr/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:rsidR="00787D85" w:rsidRDefault="004D4537">
                                <w:pPr>
                                  <w:pStyle w:val="Email"/>
                                </w:pPr>
                                <w:r>
                                  <w:rPr>
                                    <w:rStyle w:val="PlaceholderText"/>
                                    <w:color w:val="0D0D0D" w:themeColor="text1" w:themeTint="F2"/>
                                  </w:rPr>
                                  <w:t>www.companyname.com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16pt;margin-top:50.05pt;width:211.25pt;height:1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yQ3sAIAALE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" filled="f" stroked="f">
                <v:textbox inset="0,0,0,0">
                  <w:txbxContent>
                    <w:sdt>
                      <w:sdtPr>
                        <w:rPr>
                          <w:rStyle w:val="EmailChar"/>
                        </w:rPr>
                        <w:id w:val="4335694"/>
                        <w:placeholder>
                          <w:docPart w:val="F7B518569D934F5DB9898C82E48E47F1"/>
                        </w:placeholder>
                        <w:showingPlcHdr/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p w:rsidR="00787D85" w:rsidRDefault="004D4537">
                          <w:pPr>
                            <w:pStyle w:val="Email"/>
                          </w:pPr>
                          <w:r>
                            <w:rPr>
                              <w:rStyle w:val="PlaceholderText"/>
                              <w:color w:val="0D0D0D" w:themeColor="text1" w:themeTint="F2"/>
                            </w:rPr>
                            <w:t>www.companyname.com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417195</wp:posOffset>
                </wp:positionV>
                <wp:extent cx="2458720" cy="180975"/>
                <wp:effectExtent l="0" t="0" r="3175" b="190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72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CompanyNameChar"/>
                              </w:rPr>
                              <w:id w:val="4335695"/>
                              <w:placeholder>
                                <w:docPart w:val="B879C22963EE488090898165EA4183E2"/>
                              </w:placeholder>
                              <w:showingPlcHdr/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:rsidR="00787D85" w:rsidRDefault="004D4537">
                                <w:pPr>
                                  <w:pStyle w:val="CompanyName"/>
                                </w:pPr>
                                <w:r>
                                  <w:rPr>
                                    <w:rStyle w:val="PlaceholderText"/>
                                    <w:color w:val="0D0D0D" w:themeColor="text1" w:themeTint="F2"/>
                                  </w:rPr>
                                  <w:t>Company Name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15.4pt;margin-top:32.85pt;width:193.6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h4swIAALE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" filled="f" stroked="f">
                <v:textbox inset="0,0,0,0">
                  <w:txbxContent>
                    <w:sdt>
                      <w:sdtPr>
                        <w:rPr>
                          <w:rStyle w:val="CompanyNameChar"/>
                        </w:rPr>
                        <w:id w:val="4335695"/>
                        <w:placeholder>
                          <w:docPart w:val="B879C22963EE488090898165EA4183E2"/>
                        </w:placeholder>
                        <w:showingPlcHdr/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p w:rsidR="00787D85" w:rsidRDefault="004D4537">
                          <w:pPr>
                            <w:pStyle w:val="CompanyName"/>
                          </w:pPr>
                          <w:r>
                            <w:rPr>
                              <w:rStyle w:val="PlaceholderText"/>
                              <w:color w:val="0D0D0D" w:themeColor="text1" w:themeTint="F2"/>
                            </w:rPr>
                            <w:t>Company Name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116205</wp:posOffset>
                </wp:positionV>
                <wp:extent cx="909320" cy="415925"/>
                <wp:effectExtent l="1905" t="1905" r="3175" b="127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id w:val="12705256"/>
                              <w:picture/>
                            </w:sdtPr>
                            <w:sdtEndPr/>
                            <w:sdtContent>
                              <w:p w:rsidR="00787D85" w:rsidRDefault="004D4537">
                                <w:pPr>
                                  <w:spacing w:after="0"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12241" cy="258999"/>
                                      <wp:effectExtent l="19050" t="0" r="2109" b="0"/>
                                      <wp:docPr id="9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12241" cy="25899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5.15pt;margin-top:9.15pt;width:71.6pt;height:3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" filled="f" stroked="f">
                <v:textbox inset="0,0,0,0">
                  <w:txbxContent>
                    <w:sdt>
                      <w:sdtPr>
                        <w:id w:val="12705256"/>
                        <w:picture/>
                      </w:sdtPr>
                      <w:sdtEndPr/>
                      <w:sdtContent>
                        <w:p w:rsidR="00787D85" w:rsidRDefault="004D4537">
                          <w:pPr>
                            <w:spacing w:after="0"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12241" cy="258999"/>
                                <wp:effectExtent l="19050" t="0" r="2109" b="0"/>
                                <wp:docPr id="9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12241" cy="25899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2573655</wp:posOffset>
                </wp:positionV>
                <wp:extent cx="7734935" cy="865505"/>
                <wp:effectExtent l="5080" t="1905" r="3810" b="889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34935" cy="865505"/>
                        </a:xfrm>
                        <a:custGeom>
                          <a:avLst/>
                          <a:gdLst>
                            <a:gd name="T0" fmla="*/ 16590 w 16590"/>
                            <a:gd name="T1" fmla="*/ 174 h 2612"/>
                            <a:gd name="T2" fmla="*/ 16054 w 16590"/>
                            <a:gd name="T3" fmla="*/ 664 h 2612"/>
                            <a:gd name="T4" fmla="*/ 15336 w 16590"/>
                            <a:gd name="T5" fmla="*/ 1100 h 2612"/>
                            <a:gd name="T6" fmla="*/ 14462 w 16590"/>
                            <a:gd name="T7" fmla="*/ 1480 h 2612"/>
                            <a:gd name="T8" fmla="*/ 13457 w 16590"/>
                            <a:gd name="T9" fmla="*/ 1804 h 2612"/>
                            <a:gd name="T10" fmla="*/ 12343 w 16590"/>
                            <a:gd name="T11" fmla="*/ 2074 h 2612"/>
                            <a:gd name="T12" fmla="*/ 11146 w 16590"/>
                            <a:gd name="T13" fmla="*/ 2288 h 2612"/>
                            <a:gd name="T14" fmla="*/ 9892 w 16590"/>
                            <a:gd name="T15" fmla="*/ 2448 h 2612"/>
                            <a:gd name="T16" fmla="*/ 8602 w 16590"/>
                            <a:gd name="T17" fmla="*/ 2554 h 2612"/>
                            <a:gd name="T18" fmla="*/ 7303 w 16590"/>
                            <a:gd name="T19" fmla="*/ 2606 h 2612"/>
                            <a:gd name="T20" fmla="*/ 6019 w 16590"/>
                            <a:gd name="T21" fmla="*/ 2605 h 2612"/>
                            <a:gd name="T22" fmla="*/ 4774 w 16590"/>
                            <a:gd name="T23" fmla="*/ 2550 h 2612"/>
                            <a:gd name="T24" fmla="*/ 3594 w 16590"/>
                            <a:gd name="T25" fmla="*/ 2442 h 2612"/>
                            <a:gd name="T26" fmla="*/ 2501 w 16590"/>
                            <a:gd name="T27" fmla="*/ 2282 h 2612"/>
                            <a:gd name="T28" fmla="*/ 1522 w 16590"/>
                            <a:gd name="T29" fmla="*/ 2069 h 2612"/>
                            <a:gd name="T30" fmla="*/ 680 w 16590"/>
                            <a:gd name="T31" fmla="*/ 1804 h 2612"/>
                            <a:gd name="T32" fmla="*/ 0 w 16590"/>
                            <a:gd name="T33" fmla="*/ 1487 h 2612"/>
                            <a:gd name="T34" fmla="*/ 328 w 16590"/>
                            <a:gd name="T35" fmla="*/ 1576 h 2612"/>
                            <a:gd name="T36" fmla="*/ 1109 w 16590"/>
                            <a:gd name="T37" fmla="*/ 1851 h 2612"/>
                            <a:gd name="T38" fmla="*/ 2038 w 16590"/>
                            <a:gd name="T39" fmla="*/ 2074 h 2612"/>
                            <a:gd name="T40" fmla="*/ 3090 w 16590"/>
                            <a:gd name="T41" fmla="*/ 2246 h 2612"/>
                            <a:gd name="T42" fmla="*/ 4241 w 16590"/>
                            <a:gd name="T43" fmla="*/ 2368 h 2612"/>
                            <a:gd name="T44" fmla="*/ 5464 w 16590"/>
                            <a:gd name="T45" fmla="*/ 2439 h 2612"/>
                            <a:gd name="T46" fmla="*/ 6738 w 16590"/>
                            <a:gd name="T47" fmla="*/ 2458 h 2612"/>
                            <a:gd name="T48" fmla="*/ 8035 w 16590"/>
                            <a:gd name="T49" fmla="*/ 2425 h 2612"/>
                            <a:gd name="T50" fmla="*/ 9333 w 16590"/>
                            <a:gd name="T51" fmla="*/ 2338 h 2612"/>
                            <a:gd name="T52" fmla="*/ 10606 w 16590"/>
                            <a:gd name="T53" fmla="*/ 2201 h 2612"/>
                            <a:gd name="T54" fmla="*/ 11831 w 16590"/>
                            <a:gd name="T55" fmla="*/ 2009 h 2612"/>
                            <a:gd name="T56" fmla="*/ 12982 w 16590"/>
                            <a:gd name="T57" fmla="*/ 1765 h 2612"/>
                            <a:gd name="T58" fmla="*/ 14034 w 16590"/>
                            <a:gd name="T59" fmla="*/ 1467 h 2612"/>
                            <a:gd name="T60" fmla="*/ 14963 w 16590"/>
                            <a:gd name="T61" fmla="*/ 1116 h 2612"/>
                            <a:gd name="T62" fmla="*/ 15746 w 16590"/>
                            <a:gd name="T63" fmla="*/ 710 h 2612"/>
                            <a:gd name="T64" fmla="*/ 16357 w 16590"/>
                            <a:gd name="T65" fmla="*/ 251 h 26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16590" h="2612">
                              <a:moveTo>
                                <a:pt x="16590" y="0"/>
                              </a:moveTo>
                              <a:lnTo>
                                <a:pt x="16590" y="174"/>
                              </a:lnTo>
                              <a:lnTo>
                                <a:pt x="16346" y="426"/>
                              </a:lnTo>
                              <a:lnTo>
                                <a:pt x="16054" y="664"/>
                              </a:lnTo>
                              <a:lnTo>
                                <a:pt x="15716" y="889"/>
                              </a:lnTo>
                              <a:lnTo>
                                <a:pt x="15336" y="1100"/>
                              </a:lnTo>
                              <a:lnTo>
                                <a:pt x="14918" y="1297"/>
                              </a:lnTo>
                              <a:lnTo>
                                <a:pt x="14462" y="1480"/>
                              </a:lnTo>
                              <a:lnTo>
                                <a:pt x="13975" y="1649"/>
                              </a:lnTo>
                              <a:lnTo>
                                <a:pt x="13457" y="1804"/>
                              </a:lnTo>
                              <a:lnTo>
                                <a:pt x="12912" y="1945"/>
                              </a:lnTo>
                              <a:lnTo>
                                <a:pt x="12343" y="2074"/>
                              </a:lnTo>
                              <a:lnTo>
                                <a:pt x="11754" y="2187"/>
                              </a:lnTo>
                              <a:lnTo>
                                <a:pt x="11146" y="2288"/>
                              </a:lnTo>
                              <a:lnTo>
                                <a:pt x="10524" y="2375"/>
                              </a:lnTo>
                              <a:lnTo>
                                <a:pt x="9892" y="2448"/>
                              </a:lnTo>
                              <a:lnTo>
                                <a:pt x="9249" y="2508"/>
                              </a:lnTo>
                              <a:lnTo>
                                <a:pt x="8602" y="2554"/>
                              </a:lnTo>
                              <a:lnTo>
                                <a:pt x="7952" y="2587"/>
                              </a:lnTo>
                              <a:lnTo>
                                <a:pt x="7303" y="2606"/>
                              </a:lnTo>
                              <a:lnTo>
                                <a:pt x="6658" y="2612"/>
                              </a:lnTo>
                              <a:lnTo>
                                <a:pt x="6019" y="2605"/>
                              </a:lnTo>
                              <a:lnTo>
                                <a:pt x="5390" y="2584"/>
                              </a:lnTo>
                              <a:lnTo>
                                <a:pt x="4774" y="2550"/>
                              </a:lnTo>
                              <a:lnTo>
                                <a:pt x="4174" y="2503"/>
                              </a:lnTo>
                              <a:lnTo>
                                <a:pt x="3594" y="2442"/>
                              </a:lnTo>
                              <a:lnTo>
                                <a:pt x="3035" y="2368"/>
                              </a:lnTo>
                              <a:lnTo>
                                <a:pt x="2501" y="2282"/>
                              </a:lnTo>
                              <a:lnTo>
                                <a:pt x="1996" y="2182"/>
                              </a:lnTo>
                              <a:lnTo>
                                <a:pt x="1522" y="2069"/>
                              </a:lnTo>
                              <a:lnTo>
                                <a:pt x="1082" y="1943"/>
                              </a:lnTo>
                              <a:lnTo>
                                <a:pt x="680" y="1804"/>
                              </a:lnTo>
                              <a:lnTo>
                                <a:pt x="318" y="1652"/>
                              </a:lnTo>
                              <a:lnTo>
                                <a:pt x="0" y="1487"/>
                              </a:lnTo>
                              <a:lnTo>
                                <a:pt x="0" y="1420"/>
                              </a:lnTo>
                              <a:lnTo>
                                <a:pt x="328" y="1576"/>
                              </a:lnTo>
                              <a:lnTo>
                                <a:pt x="699" y="1719"/>
                              </a:lnTo>
                              <a:lnTo>
                                <a:pt x="1109" y="1851"/>
                              </a:lnTo>
                              <a:lnTo>
                                <a:pt x="1557" y="1968"/>
                              </a:lnTo>
                              <a:lnTo>
                                <a:pt x="2038" y="2074"/>
                              </a:lnTo>
                              <a:lnTo>
                                <a:pt x="2551" y="2167"/>
                              </a:lnTo>
                              <a:lnTo>
                                <a:pt x="3090" y="2246"/>
                              </a:lnTo>
                              <a:lnTo>
                                <a:pt x="3655" y="2314"/>
                              </a:lnTo>
                              <a:lnTo>
                                <a:pt x="4241" y="2368"/>
                              </a:lnTo>
                              <a:lnTo>
                                <a:pt x="4844" y="2410"/>
                              </a:lnTo>
                              <a:lnTo>
                                <a:pt x="5464" y="2439"/>
                              </a:lnTo>
                              <a:lnTo>
                                <a:pt x="6096" y="2455"/>
                              </a:lnTo>
                              <a:lnTo>
                                <a:pt x="6738" y="2458"/>
                              </a:lnTo>
                              <a:lnTo>
                                <a:pt x="7385" y="2447"/>
                              </a:lnTo>
                              <a:lnTo>
                                <a:pt x="8035" y="2425"/>
                              </a:lnTo>
                              <a:lnTo>
                                <a:pt x="8686" y="2388"/>
                              </a:lnTo>
                              <a:lnTo>
                                <a:pt x="9333" y="2338"/>
                              </a:lnTo>
                              <a:lnTo>
                                <a:pt x="9974" y="2276"/>
                              </a:lnTo>
                              <a:lnTo>
                                <a:pt x="10606" y="2201"/>
                              </a:lnTo>
                              <a:lnTo>
                                <a:pt x="11226" y="2111"/>
                              </a:lnTo>
                              <a:lnTo>
                                <a:pt x="11831" y="2009"/>
                              </a:lnTo>
                              <a:lnTo>
                                <a:pt x="12417" y="1893"/>
                              </a:lnTo>
                              <a:lnTo>
                                <a:pt x="12982" y="1765"/>
                              </a:lnTo>
                              <a:lnTo>
                                <a:pt x="13521" y="1623"/>
                              </a:lnTo>
                              <a:lnTo>
                                <a:pt x="14034" y="1467"/>
                              </a:lnTo>
                              <a:lnTo>
                                <a:pt x="14515" y="1299"/>
                              </a:lnTo>
                              <a:lnTo>
                                <a:pt x="14963" y="1116"/>
                              </a:lnTo>
                              <a:lnTo>
                                <a:pt x="15375" y="919"/>
                              </a:lnTo>
                              <a:lnTo>
                                <a:pt x="15746" y="710"/>
                              </a:lnTo>
                              <a:lnTo>
                                <a:pt x="16075" y="487"/>
                              </a:lnTo>
                              <a:lnTo>
                                <a:pt x="16357" y="251"/>
                              </a:lnTo>
                              <a:lnTo>
                                <a:pt x="16590" y="0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2">
                                <a:lumMod val="100000"/>
                                <a:lumOff val="0"/>
                                <a:gamma/>
                                <a:tint val="11765"/>
                                <a:invGamma/>
                              </a:schemeClr>
                            </a:gs>
                            <a:gs pos="50000">
                              <a:schemeClr val="accent2">
                                <a:lumMod val="100000"/>
                                <a:lumOff val="0"/>
                                <a:alpha val="85001"/>
                              </a:schemeClr>
                            </a:gs>
                            <a:gs pos="100000">
                              <a:schemeClr val="accent2">
                                <a:lumMod val="100000"/>
                                <a:lumOff val="0"/>
                                <a:gamma/>
                                <a:tint val="11765"/>
                                <a:invGamma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909A" id="Freeform 3" o:spid="_x0000_s1026" style="position:absolute;margin-left:66.4pt;margin-top:202.65pt;width:609.05pt;height:6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  <v:fill color2="#9cb084 [3205]" o:opacity2="55706f" rotate="t" angle="90" focus="50%" type="gradient"/>
                <v:path arrowok="t" o:connecttype="custom" o:connectlocs="7734935,57656;7485030,220021;7150269,364493;6742775,490409;6274203,597768;5754810,687235;5196720,758145;4612054,811162;4010603,846286;3404957,863517;2806303,863185;2225834,844961;1675669,809174;1166068,756157;709619,685578;317044,597768;0,492728;152927,522219;517061,613342;950199,687235;1440684,744228;1977327,784654;2547540,808180;3141531,814476;3746245,803541;4351425,774713;4944950,729317;5516095,665697;6052738,584845;6543223,486101;6976361,369795;7341428,235264;7626301,83171" o:connectangles="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686800" cy="377634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6800" cy="3776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5BEBC" id="Rectangle 2" o:spid="_x0000_s1026" style="position:absolute;margin-left:0;margin-top:0;width:684pt;height:297.3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" filled="f" fillcolor="white [3212]" stroked="f">
                <w10:wrap anchorx="margin" anchory="margin"/>
              </v:rect>
            </w:pict>
          </mc:Fallback>
        </mc:AlternateContent>
      </w:r>
    </w:p>
    <w:sectPr w:rsidR="00787D85" w:rsidSect="00B94089">
      <w:pgSz w:w="13680" w:h="5947" w:orient="landscape" w:code="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2081E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30E7C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8039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6780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C526F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0444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58C5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16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BEE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006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78"/>
    <w:rsid w:val="001C4578"/>
    <w:rsid w:val="00406673"/>
    <w:rsid w:val="004D4537"/>
    <w:rsid w:val="00556A31"/>
    <w:rsid w:val="00787D85"/>
    <w:rsid w:val="00B94089"/>
    <w:rsid w:val="00C701DC"/>
    <w:rsid w:val="00D8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C78C53-FE4A-4617-B2FA-826D9611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787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7D85"/>
    <w:rPr>
      <w:color w:val="808080"/>
    </w:rPr>
  </w:style>
  <w:style w:type="paragraph" w:customStyle="1" w:styleId="CompanyName">
    <w:name w:val="Company Name"/>
    <w:basedOn w:val="Normal"/>
    <w:link w:val="CompanyNameChar"/>
    <w:qFormat/>
    <w:rsid w:val="00787D85"/>
    <w:pPr>
      <w:spacing w:after="0" w:line="240" w:lineRule="auto"/>
    </w:pPr>
    <w:rPr>
      <w:rFonts w:asciiTheme="majorHAnsi" w:hAnsiTheme="majorHAnsi"/>
      <w:color w:val="0D0D0D" w:themeColor="text1" w:themeTint="F2"/>
      <w:sz w:val="24"/>
    </w:rPr>
  </w:style>
  <w:style w:type="paragraph" w:customStyle="1" w:styleId="Email">
    <w:name w:val="Email"/>
    <w:basedOn w:val="Normal"/>
    <w:link w:val="EmailChar"/>
    <w:qFormat/>
    <w:rsid w:val="00787D85"/>
    <w:pPr>
      <w:spacing w:after="0" w:line="240" w:lineRule="auto"/>
    </w:pPr>
    <w:rPr>
      <w:color w:val="0D0D0D" w:themeColor="text1" w:themeTint="F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D85"/>
    <w:rPr>
      <w:rFonts w:ascii="Tahoma" w:hAnsi="Tahoma" w:cs="Tahoma"/>
      <w:sz w:val="16"/>
      <w:szCs w:val="16"/>
    </w:rPr>
  </w:style>
  <w:style w:type="character" w:customStyle="1" w:styleId="CompanyNameChar">
    <w:name w:val="Company Name Char"/>
    <w:basedOn w:val="DefaultParagraphFont"/>
    <w:link w:val="CompanyName"/>
    <w:rsid w:val="00787D85"/>
    <w:rPr>
      <w:rFonts w:asciiTheme="majorHAnsi" w:hAnsiTheme="majorHAnsi"/>
      <w:color w:val="0D0D0D" w:themeColor="text1" w:themeTint="F2"/>
      <w:sz w:val="24"/>
    </w:rPr>
  </w:style>
  <w:style w:type="paragraph" w:customStyle="1" w:styleId="Address02">
    <w:name w:val="Address02"/>
    <w:basedOn w:val="BalloonText"/>
    <w:link w:val="Address02Char"/>
    <w:qFormat/>
    <w:rsid w:val="00B94089"/>
    <w:pPr>
      <w:spacing w:before="80" w:after="80"/>
    </w:pPr>
    <w:rPr>
      <w:rFonts w:asciiTheme="minorHAnsi" w:hAnsiTheme="minorHAnsi"/>
      <w:sz w:val="18"/>
    </w:rPr>
  </w:style>
  <w:style w:type="paragraph" w:customStyle="1" w:styleId="Address">
    <w:name w:val="Address"/>
    <w:link w:val="AddressChar"/>
    <w:autoRedefine/>
    <w:qFormat/>
    <w:rsid w:val="00787D85"/>
    <w:rPr>
      <w:sz w:val="16"/>
    </w:rPr>
  </w:style>
  <w:style w:type="character" w:customStyle="1" w:styleId="Address02Char">
    <w:name w:val="Address02 Char"/>
    <w:basedOn w:val="DefaultParagraphFont"/>
    <w:link w:val="Address02"/>
    <w:rsid w:val="00B94089"/>
    <w:rPr>
      <w:rFonts w:cs="Tahoma"/>
      <w:sz w:val="18"/>
      <w:szCs w:val="16"/>
    </w:rPr>
  </w:style>
  <w:style w:type="character" w:customStyle="1" w:styleId="EmailChar">
    <w:name w:val="Email Char"/>
    <w:basedOn w:val="DefaultParagraphFont"/>
    <w:link w:val="Email"/>
    <w:rsid w:val="00787D85"/>
    <w:rPr>
      <w:color w:val="0D0D0D" w:themeColor="text1" w:themeTint="F2"/>
      <w:sz w:val="18"/>
    </w:rPr>
  </w:style>
  <w:style w:type="character" w:customStyle="1" w:styleId="AddressChar">
    <w:name w:val="Address Char"/>
    <w:basedOn w:val="DefaultParagraphFont"/>
    <w:link w:val="Address"/>
    <w:rsid w:val="00787D8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nvelope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251D9D134C40A5931E71D77FAA9E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93CDC-EB54-484D-9DC3-D86BB1D73FED}"/>
      </w:docPartPr>
      <w:docPartBody>
        <w:p w:rsidR="00000000" w:rsidRDefault="00F7573E">
          <w:pPr>
            <w:pStyle w:val="C8251D9D134C40A5931E71D77FAA9E83"/>
          </w:pPr>
          <w:r>
            <w:t>Address Line 01. Address line 02. Phone: 425.555.0155.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3E"/>
    <w:rsid w:val="00F7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251D9D134C40A5931E71D77FAA9E83">
    <w:name w:val="C8251D9D134C40A5931E71D77FAA9E83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ddress02">
    <w:name w:val="Address02"/>
    <w:basedOn w:val="BalloonText"/>
    <w:link w:val="Address02Char"/>
    <w:qFormat/>
    <w:pPr>
      <w:spacing w:before="80" w:after="80"/>
    </w:pPr>
    <w:rPr>
      <w:rFonts w:asciiTheme="minorHAnsi" w:eastAsiaTheme="minorHAnsi" w:hAnsiTheme="minorHAnsi" w:cs="Tahoma"/>
      <w:szCs w:val="16"/>
    </w:rPr>
  </w:style>
  <w:style w:type="character" w:customStyle="1" w:styleId="Address02Char">
    <w:name w:val="Address02 Char"/>
    <w:basedOn w:val="DefaultParagraphFont"/>
    <w:link w:val="Address02"/>
    <w:rPr>
      <w:rFonts w:eastAsiaTheme="minorHAnsi" w:cs="Tahoma"/>
      <w:sz w:val="18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8A91C9DFFE3343A199A6AE3D1021C48E">
    <w:name w:val="8A91C9DFFE3343A199A6AE3D1021C48E"/>
  </w:style>
  <w:style w:type="paragraph" w:customStyle="1" w:styleId="F7B518569D934F5DB9898C82E48E47F1">
    <w:name w:val="F7B518569D934F5DB9898C82E48E47F1"/>
  </w:style>
  <w:style w:type="paragraph" w:customStyle="1" w:styleId="B879C22963EE488090898165EA4183E2">
    <w:name w:val="B879C22963EE488090898165EA4183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67DED2F-699C-4804-8249-E90E9CF5B9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Envelope (Green Wave design).dotx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2017-01-18T13:11:00Z</dcterms:created>
  <dcterms:modified xsi:type="dcterms:W3CDTF">2017-01-18T13:12:00Z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TC103853739990</vt:lpwstr>
  </property>
</Properties>
</file>