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A93" w:rsidRPr="00C91A93" w:rsidRDefault="003F5D0A" w:rsidP="00C91A93">
      <w:pPr>
        <w:pStyle w:val="Heading1"/>
      </w:pPr>
      <w:r>
        <w:t xml:space="preserve">Meeting </w:t>
      </w:r>
      <w:r w:rsidR="00C91A93" w:rsidRPr="00C91A93">
        <w:t>Sign-In Sheet</w:t>
      </w:r>
    </w:p>
    <w:tbl>
      <w:tblPr>
        <w:tblStyle w:val="TableGrid"/>
        <w:tblW w:w="5000" w:type="pct"/>
        <w:tblBorders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1697"/>
        <w:gridCol w:w="3576"/>
        <w:gridCol w:w="1898"/>
        <w:gridCol w:w="3269"/>
      </w:tblGrid>
      <w:tr w:rsidR="00C10745" w:rsidRPr="007A32DD" w:rsidTr="00C10745">
        <w:trPr>
          <w:trHeight w:val="576"/>
          <w:tblHeader/>
        </w:trPr>
        <w:tc>
          <w:tcPr>
            <w:tcW w:w="52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0745" w:rsidRPr="00C10745" w:rsidRDefault="00C10745" w:rsidP="00D700A7">
            <w:pPr>
              <w:rPr>
                <w:rFonts w:ascii="Garamond" w:hAnsi="Garamond" w:cs="Tahoma"/>
                <w:b/>
              </w:rPr>
            </w:pPr>
            <w:r w:rsidRPr="00C10745">
              <w:rPr>
                <w:b/>
              </w:rPr>
              <w:t>Organization  Name: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0745" w:rsidRPr="00C96D5E" w:rsidRDefault="00C10745" w:rsidP="0016028E">
            <w:pPr>
              <w:pStyle w:val="Heading2"/>
              <w:jc w:val="left"/>
            </w:pPr>
            <w:r>
              <w:t>Date: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0745" w:rsidRPr="007A32DD" w:rsidRDefault="00C10745" w:rsidP="00D700A7">
            <w:pPr>
              <w:rPr>
                <w:rFonts w:ascii="Garamond" w:hAnsi="Garamond" w:cs="Tahoma"/>
                <w:b/>
              </w:rPr>
            </w:pPr>
          </w:p>
        </w:tc>
      </w:tr>
      <w:tr w:rsidR="00943486" w:rsidRPr="007A32DD" w:rsidTr="00C10745">
        <w:trPr>
          <w:trHeight w:val="576"/>
          <w:tblHeader/>
        </w:trPr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3486" w:rsidRPr="007A32DD" w:rsidRDefault="007A32DD" w:rsidP="0016028E">
            <w:pPr>
              <w:pStyle w:val="Heading2"/>
              <w:jc w:val="left"/>
            </w:pPr>
            <w:r w:rsidRPr="0016028E">
              <w:t>Supervisor</w:t>
            </w:r>
            <w:r w:rsidR="00943486" w:rsidRPr="007A32DD">
              <w:t>: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3486" w:rsidRPr="007A32DD" w:rsidRDefault="00943486" w:rsidP="00D700A7">
            <w:pPr>
              <w:rPr>
                <w:rFonts w:ascii="Garamond" w:hAnsi="Garamond" w:cs="Tahoma"/>
                <w:b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3486" w:rsidRPr="007A32DD" w:rsidRDefault="00943486" w:rsidP="0016028E">
            <w:pPr>
              <w:pStyle w:val="Heading2"/>
              <w:jc w:val="left"/>
            </w:pPr>
            <w:r w:rsidRPr="00C96D5E">
              <w:t>Room</w:t>
            </w:r>
            <w:r w:rsidR="007A32DD" w:rsidRPr="00C96D5E">
              <w:t xml:space="preserve"> Number</w:t>
            </w:r>
            <w:r w:rsidRPr="007A32DD">
              <w:t>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3486" w:rsidRPr="007A32DD" w:rsidRDefault="00943486" w:rsidP="00D700A7">
            <w:pPr>
              <w:rPr>
                <w:rFonts w:ascii="Garamond" w:hAnsi="Garamond" w:cs="Tahoma"/>
                <w:b/>
              </w:rPr>
            </w:pPr>
          </w:p>
        </w:tc>
      </w:tr>
    </w:tbl>
    <w:p w:rsidR="00C91A93" w:rsidRDefault="00C91A93"/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2912"/>
        <w:gridCol w:w="2927"/>
        <w:gridCol w:w="1132"/>
        <w:gridCol w:w="1132"/>
        <w:gridCol w:w="1142"/>
        <w:gridCol w:w="1195"/>
      </w:tblGrid>
      <w:tr w:rsidR="00C10745" w:rsidTr="003F5D0A">
        <w:trPr>
          <w:trHeight w:val="576"/>
        </w:trPr>
        <w:tc>
          <w:tcPr>
            <w:tcW w:w="2912" w:type="dxa"/>
            <w:tcBorders>
              <w:bottom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:rsidR="00C10745" w:rsidRPr="00C91A93" w:rsidRDefault="00C10745" w:rsidP="00C91A93">
            <w:pPr>
              <w:pStyle w:val="Tableheading"/>
            </w:pPr>
            <w:r>
              <w:t>Visitor</w:t>
            </w:r>
            <w:r w:rsidRPr="00C91A93">
              <w:t xml:space="preserve"> Name</w:t>
            </w:r>
          </w:p>
        </w:tc>
        <w:tc>
          <w:tcPr>
            <w:tcW w:w="2927" w:type="dxa"/>
            <w:tcBorders>
              <w:bottom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:rsidR="00C10745" w:rsidRPr="009F3952" w:rsidRDefault="00C10745" w:rsidP="00C91A93">
            <w:pPr>
              <w:pStyle w:val="Tableheading"/>
            </w:pPr>
            <w:r>
              <w:t>COMMENTS</w:t>
            </w:r>
          </w:p>
        </w:tc>
        <w:tc>
          <w:tcPr>
            <w:tcW w:w="1132" w:type="dxa"/>
            <w:tcBorders>
              <w:bottom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:rsidR="00C10745" w:rsidRPr="009F3952" w:rsidRDefault="00C10745" w:rsidP="00C91A93">
            <w:pPr>
              <w:pStyle w:val="Tableheading"/>
            </w:pPr>
            <w:r w:rsidRPr="009F3952">
              <w:t xml:space="preserve">Time </w:t>
            </w:r>
            <w:r>
              <w:br/>
            </w:r>
            <w:r w:rsidRPr="009F3952">
              <w:t>In</w:t>
            </w:r>
          </w:p>
        </w:tc>
        <w:tc>
          <w:tcPr>
            <w:tcW w:w="1132" w:type="dxa"/>
            <w:tcBorders>
              <w:bottom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:rsidR="00C10745" w:rsidRPr="009F3952" w:rsidRDefault="00C10745" w:rsidP="00C91A93">
            <w:pPr>
              <w:pStyle w:val="Tableheading"/>
            </w:pPr>
            <w:r w:rsidRPr="009F3952">
              <w:t>Time Out</w:t>
            </w:r>
          </w:p>
        </w:tc>
        <w:tc>
          <w:tcPr>
            <w:tcW w:w="1142" w:type="dxa"/>
            <w:tcBorders>
              <w:bottom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:rsidR="00C10745" w:rsidRPr="009F3952" w:rsidRDefault="00C10745" w:rsidP="00C91A93">
            <w:pPr>
              <w:pStyle w:val="Tableheading"/>
            </w:pPr>
            <w:r w:rsidRPr="009F3952">
              <w:t>Time Served</w:t>
            </w:r>
          </w:p>
        </w:tc>
        <w:tc>
          <w:tcPr>
            <w:tcW w:w="1195" w:type="dxa"/>
            <w:tcBorders>
              <w:bottom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:rsidR="00C10745" w:rsidRPr="009F3952" w:rsidRDefault="00C10745" w:rsidP="00C91A93">
            <w:pPr>
              <w:pStyle w:val="Tableheading"/>
            </w:pPr>
            <w:r w:rsidRPr="009F3952">
              <w:t>Supervisor Initials</w:t>
            </w:r>
          </w:p>
        </w:tc>
        <w:bookmarkStart w:id="0" w:name="_GoBack"/>
        <w:bookmarkEnd w:id="0"/>
      </w:tr>
      <w:tr w:rsidR="00C10745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</w:tr>
      <w:tr w:rsidR="00C10745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</w:tr>
      <w:tr w:rsidR="00C10745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</w:tr>
      <w:tr w:rsidR="00C10745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</w:tr>
      <w:tr w:rsidR="00C10745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</w:tr>
      <w:tr w:rsidR="00C10745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</w:tr>
      <w:tr w:rsidR="00C10745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</w:tr>
      <w:tr w:rsidR="00C10745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</w:tr>
      <w:tr w:rsidR="00C10745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</w:tr>
      <w:tr w:rsidR="00C10745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10745" w:rsidRDefault="00C10745" w:rsidP="00614BD7"/>
        </w:tc>
      </w:tr>
      <w:tr w:rsidR="009B6DD1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</w:tr>
      <w:tr w:rsidR="009B6DD1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</w:tr>
      <w:tr w:rsidR="009B6DD1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</w:tr>
      <w:tr w:rsidR="009B6DD1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</w:tr>
      <w:tr w:rsidR="009B6DD1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</w:tr>
      <w:tr w:rsidR="009B6DD1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</w:tr>
      <w:tr w:rsidR="009B6DD1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</w:tr>
      <w:tr w:rsidR="003F5D0A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</w:tr>
      <w:tr w:rsidR="003F5D0A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</w:tr>
      <w:tr w:rsidR="003F5D0A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</w:tr>
      <w:tr w:rsidR="003F5D0A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</w:tr>
      <w:tr w:rsidR="009B6DD1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6DD1" w:rsidRDefault="009B6DD1" w:rsidP="00614BD7"/>
        </w:tc>
      </w:tr>
      <w:tr w:rsidR="003F5D0A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</w:tr>
      <w:tr w:rsidR="003F5D0A" w:rsidTr="003F5D0A">
        <w:trPr>
          <w:trHeight w:val="432"/>
        </w:trPr>
        <w:tc>
          <w:tcPr>
            <w:tcW w:w="29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2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  <w:tc>
          <w:tcPr>
            <w:tcW w:w="119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5D0A" w:rsidRDefault="003F5D0A" w:rsidP="00614BD7"/>
        </w:tc>
      </w:tr>
    </w:tbl>
    <w:p w:rsidR="00AC4EAC" w:rsidRDefault="00AC4EAC" w:rsidP="00A319C4"/>
    <w:sectPr w:rsidR="00AC4EAC" w:rsidSect="009B6DD1">
      <w:footerReference w:type="default" r:id="rId8"/>
      <w:pgSz w:w="12240" w:h="15840" w:code="1"/>
      <w:pgMar w:top="864" w:right="1008" w:bottom="63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F1B" w:rsidRDefault="00202F1B">
      <w:r>
        <w:separator/>
      </w:r>
    </w:p>
  </w:endnote>
  <w:endnote w:type="continuationSeparator" w:id="0">
    <w:p w:rsidR="00202F1B" w:rsidRDefault="0020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DD1" w:rsidRDefault="009B6DD1">
    <w:pPr>
      <w:pStyle w:val="Footer"/>
    </w:pPr>
    <w:r>
      <w:t>NOTE:</w:t>
    </w:r>
  </w:p>
  <w:p w:rsidR="009B6DD1" w:rsidRDefault="009B6D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F1B" w:rsidRDefault="00202F1B">
      <w:r>
        <w:separator/>
      </w:r>
    </w:p>
  </w:footnote>
  <w:footnote w:type="continuationSeparator" w:id="0">
    <w:p w:rsidR="00202F1B" w:rsidRDefault="00202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745"/>
    <w:rsid w:val="000B2936"/>
    <w:rsid w:val="0016028E"/>
    <w:rsid w:val="00202F1B"/>
    <w:rsid w:val="003359D2"/>
    <w:rsid w:val="003F5D0A"/>
    <w:rsid w:val="00614BD7"/>
    <w:rsid w:val="007A32DD"/>
    <w:rsid w:val="00943486"/>
    <w:rsid w:val="00955665"/>
    <w:rsid w:val="009B6DD1"/>
    <w:rsid w:val="009F3952"/>
    <w:rsid w:val="00A319C4"/>
    <w:rsid w:val="00AC4EAC"/>
    <w:rsid w:val="00AF1683"/>
    <w:rsid w:val="00B96D2A"/>
    <w:rsid w:val="00BD7791"/>
    <w:rsid w:val="00C10745"/>
    <w:rsid w:val="00C91A93"/>
    <w:rsid w:val="00C96D5E"/>
    <w:rsid w:val="00D700A7"/>
    <w:rsid w:val="00D73534"/>
    <w:rsid w:val="00EF58A7"/>
    <w:rsid w:val="00FB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91A93"/>
    <w:rPr>
      <w:rFonts w:asciiTheme="minorHAnsi" w:hAnsiTheme="minorHAnsi"/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9B6D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DD1"/>
    <w:rPr>
      <w:rFonts w:asciiTheme="minorHAnsi" w:hAnsiTheme="minorHAnsi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D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DD1"/>
    <w:rPr>
      <w:rFonts w:ascii="Tahoma" w:hAnsi="Tahoma" w:cs="Tahoma"/>
      <w:sz w:val="16"/>
      <w:szCs w:val="1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91A93"/>
    <w:rPr>
      <w:rFonts w:asciiTheme="minorHAnsi" w:hAnsiTheme="minorHAnsi"/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9B6D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DD1"/>
    <w:rPr>
      <w:rFonts w:asciiTheme="minorHAnsi" w:hAnsiTheme="minorHAnsi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D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DD1"/>
    <w:rPr>
      <w:rFonts w:ascii="Tahoma" w:hAnsi="Tahoma" w:cs="Tahoma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ocuments\Websites\Completed%20and%20Published\WordTemplatesBundle%20150\Templates-package.com\Fil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>Sign-In Sheet</vt:lpstr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Naveed Ahmed</dc:creator>
  <cp:lastModifiedBy>Naveed Ahmed</cp:lastModifiedBy>
  <cp:revision>3</cp:revision>
  <cp:lastPrinted>2002-09-28T00:44:00Z</cp:lastPrinted>
  <dcterms:created xsi:type="dcterms:W3CDTF">2016-09-02T09:48:00Z</dcterms:created>
  <dcterms:modified xsi:type="dcterms:W3CDTF">2016-09-02T09:55:00Z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