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1D9" w:rsidRPr="008F6CDE" w:rsidRDefault="00BB796B" w:rsidP="008F6CDE">
      <w:pPr>
        <w:jc w:val="center"/>
        <w:rPr>
          <w:b/>
          <w:sz w:val="32"/>
        </w:rPr>
      </w:pPr>
      <w:r w:rsidRPr="008F6CDE">
        <w:rPr>
          <w:b/>
          <w:sz w:val="32"/>
        </w:rPr>
        <w:t>Notice of Rent Increase</w:t>
      </w:r>
    </w:p>
    <w:sdt>
      <w:sdtPr>
        <w:rPr>
          <w:sz w:val="24"/>
        </w:rPr>
        <w:id w:val="53748965"/>
        <w:placeholder>
          <w:docPart w:val="370F12D315524B84A7BB7BC8BF10EF47"/>
        </w:placeholder>
        <w:temporary/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5231D9" w:rsidRPr="000627F9" w:rsidRDefault="00BB796B">
          <w:pPr>
            <w:pStyle w:val="Date"/>
            <w:rPr>
              <w:sz w:val="24"/>
            </w:rPr>
          </w:pPr>
          <w:r w:rsidRPr="000627F9">
            <w:rPr>
              <w:sz w:val="24"/>
            </w:rPr>
            <w:t>[Date]</w:t>
          </w:r>
        </w:p>
      </w:sdtContent>
    </w:sdt>
    <w:p w:rsidR="005231D9" w:rsidRPr="000627F9" w:rsidRDefault="00BB796B">
      <w:pPr>
        <w:rPr>
          <w:sz w:val="24"/>
        </w:rPr>
      </w:pPr>
      <w:r w:rsidRPr="000627F9">
        <w:rPr>
          <w:sz w:val="24"/>
        </w:rPr>
        <w:t>To:</w:t>
      </w:r>
      <w:r w:rsidRPr="000627F9">
        <w:rPr>
          <w:sz w:val="24"/>
        </w:rPr>
        <w:tab/>
      </w:r>
      <w:sdt>
        <w:sdtPr>
          <w:rPr>
            <w:sz w:val="24"/>
          </w:rPr>
          <w:tag w:val=""/>
          <w:id w:val="695193247"/>
          <w:placeholder>
            <w:docPart w:val="3A822384EFD9466B968301AD454A73BC"/>
          </w:placeholder>
          <w:temporary/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/>
        </w:sdtPr>
        <w:sdtEndPr/>
        <w:sdtContent>
          <w:r w:rsidRPr="000627F9">
            <w:rPr>
              <w:rStyle w:val="PlaceholderText"/>
              <w:sz w:val="24"/>
            </w:rPr>
            <w:t>[Tenant’s Name]</w:t>
          </w:r>
        </w:sdtContent>
      </w:sdt>
    </w:p>
    <w:p w:rsidR="005231D9" w:rsidRPr="000627F9" w:rsidRDefault="00BB796B">
      <w:pPr>
        <w:rPr>
          <w:sz w:val="24"/>
        </w:rPr>
      </w:pPr>
      <w:r w:rsidRPr="000627F9">
        <w:rPr>
          <w:sz w:val="24"/>
        </w:rPr>
        <w:t xml:space="preserve">This is to inform you that effective </w:t>
      </w:r>
      <w:sdt>
        <w:sdtPr>
          <w:rPr>
            <w:sz w:val="24"/>
          </w:rPr>
          <w:id w:val="2029976499"/>
          <w:placeholder>
            <w:docPart w:val="4D0F859B36AE4A84BF361AF10068C8B2"/>
          </w:placeholder>
          <w:temporary/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 w:rsidRPr="000627F9">
            <w:rPr>
              <w:rStyle w:val="PlaceholderText"/>
              <w:sz w:val="24"/>
            </w:rPr>
            <w:t>[date]</w:t>
          </w:r>
        </w:sdtContent>
      </w:sdt>
      <w:r w:rsidRPr="000627F9">
        <w:rPr>
          <w:sz w:val="24"/>
        </w:rPr>
        <w:t xml:space="preserve">, the rent for the unit you now occupy at </w:t>
      </w:r>
      <w:sdt>
        <w:sdtPr>
          <w:rPr>
            <w:sz w:val="24"/>
          </w:rPr>
          <w:id w:val="-242647645"/>
          <w:placeholder>
            <w:docPart w:val="5A5E13A163C247A4AF2EF583046D8747"/>
          </w:placeholder>
          <w:temporary/>
          <w:showingPlcHdr/>
          <w15:appearance w15:val="hidden"/>
        </w:sdtPr>
        <w:sdtEndPr/>
        <w:sdtContent>
          <w:r w:rsidRPr="000627F9">
            <w:rPr>
              <w:rStyle w:val="PlaceholderText"/>
              <w:sz w:val="24"/>
            </w:rPr>
            <w:t>[property address]</w:t>
          </w:r>
        </w:sdtContent>
      </w:sdt>
      <w:r w:rsidRPr="000627F9">
        <w:rPr>
          <w:sz w:val="24"/>
        </w:rPr>
        <w:t xml:space="preserve"> will be increased to $</w:t>
      </w:r>
      <w:sdt>
        <w:sdtPr>
          <w:rPr>
            <w:sz w:val="24"/>
          </w:rPr>
          <w:id w:val="-1739396137"/>
          <w:placeholder>
            <w:docPart w:val="0E646E52070D4E739071C5A677D6AA11"/>
          </w:placeholder>
          <w:temporary/>
          <w:showingPlcHdr/>
          <w15:appearance w15:val="hidden"/>
        </w:sdtPr>
        <w:sdtEndPr/>
        <w:sdtContent>
          <w:r w:rsidRPr="000627F9">
            <w:rPr>
              <w:rStyle w:val="PlaceholderText"/>
              <w:sz w:val="24"/>
            </w:rPr>
            <w:t>[amount]</w:t>
          </w:r>
        </w:sdtContent>
      </w:sdt>
      <w:r w:rsidRPr="000627F9">
        <w:rPr>
          <w:sz w:val="24"/>
        </w:rPr>
        <w:t xml:space="preserve">, payable on the </w:t>
      </w:r>
      <w:sdt>
        <w:sdtPr>
          <w:rPr>
            <w:sz w:val="24"/>
          </w:rPr>
          <w:id w:val="1274678014"/>
          <w:placeholder>
            <w:docPart w:val="CAD99F1CFB684CA9AF2A00B1C95BCC98"/>
          </w:placeholder>
          <w:temporary/>
          <w:showingPlcHdr/>
          <w15:appearance w15:val="hidden"/>
        </w:sdtPr>
        <w:sdtEndPr/>
        <w:sdtContent>
          <w:r w:rsidRPr="000627F9">
            <w:rPr>
              <w:rStyle w:val="PlaceholderText"/>
              <w:sz w:val="24"/>
            </w:rPr>
            <w:t>[day]</w:t>
          </w:r>
        </w:sdtContent>
      </w:sdt>
      <w:r w:rsidRPr="000627F9">
        <w:rPr>
          <w:sz w:val="24"/>
        </w:rPr>
        <w:t xml:space="preserve"> day of each month.</w:t>
      </w:r>
    </w:p>
    <w:p w:rsidR="005231D9" w:rsidRPr="000627F9" w:rsidRDefault="00BB796B">
      <w:pPr>
        <w:rPr>
          <w:sz w:val="24"/>
        </w:rPr>
      </w:pPr>
      <w:r w:rsidRPr="000627F9">
        <w:rPr>
          <w:sz w:val="24"/>
        </w:rPr>
        <w:t>All other terms of our rental agreement continue to remain in effect.</w:t>
      </w:r>
    </w:p>
    <w:p w:rsidR="005231D9" w:rsidRPr="000627F9" w:rsidRDefault="00BB796B">
      <w:pPr>
        <w:rPr>
          <w:sz w:val="24"/>
        </w:rPr>
      </w:pPr>
      <w:r w:rsidRPr="000627F9">
        <w:rPr>
          <w:sz w:val="24"/>
        </w:rPr>
        <w:t xml:space="preserve">Thank you for choosing to live at </w:t>
      </w:r>
      <w:sdt>
        <w:sdtPr>
          <w:rPr>
            <w:sz w:val="24"/>
          </w:rPr>
          <w:id w:val="-545223911"/>
          <w:placeholder>
            <w:docPart w:val="6179108278B74C0A893CDD02AB8AE6A0"/>
          </w:placeholder>
          <w:temporary/>
          <w:showingPlcHdr/>
          <w15:appearance w15:val="hidden"/>
        </w:sdtPr>
        <w:sdtEndPr/>
        <w:sdtContent>
          <w:r w:rsidRPr="000627F9">
            <w:rPr>
              <w:rStyle w:val="PlaceholderText"/>
              <w:sz w:val="24"/>
            </w:rPr>
            <w:t>[rental property name]</w:t>
          </w:r>
        </w:sdtContent>
      </w:sdt>
      <w:r w:rsidRPr="000627F9">
        <w:rPr>
          <w:sz w:val="24"/>
        </w:rPr>
        <w:t>. We appreciate your tenancy.</w:t>
      </w:r>
    </w:p>
    <w:p w:rsidR="005231D9" w:rsidRPr="000627F9" w:rsidRDefault="00BB796B">
      <w:pPr>
        <w:pStyle w:val="Closing"/>
        <w:rPr>
          <w:sz w:val="24"/>
        </w:rPr>
      </w:pPr>
      <w:r w:rsidRPr="000627F9">
        <w:rPr>
          <w:sz w:val="24"/>
        </w:rPr>
        <w:t>Sincerely,</w:t>
      </w:r>
    </w:p>
    <w:p w:rsidR="005231D9" w:rsidRPr="000627F9" w:rsidRDefault="00BB796B">
      <w:pPr>
        <w:pStyle w:val="Signature"/>
        <w:rPr>
          <w:rFonts w:cs="Times New Roman"/>
          <w:b/>
          <w:bCs/>
          <w:sz w:val="28"/>
          <w:szCs w:val="24"/>
        </w:rPr>
      </w:pPr>
      <w:sdt>
        <w:sdtPr>
          <w:rPr>
            <w:sz w:val="24"/>
          </w:rPr>
          <w:alias w:val="Your Name"/>
          <w:tag w:val="Your Name"/>
          <w:id w:val="1198508808"/>
          <w:placeholder>
            <w:docPart w:val="F44B6601BCC54C2A9F9C4A17C9EFEE04"/>
          </w:placeholder>
          <w:showingPlcHdr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A8367E">
            <w:rPr>
              <w:rStyle w:val="PlaceholderText"/>
            </w:rPr>
            <w:t>[Landlord’s Name]</w:t>
          </w:r>
        </w:sdtContent>
      </w:sdt>
      <w:r w:rsidRPr="000627F9">
        <w:rPr>
          <w:sz w:val="24"/>
        </w:rPr>
        <w:t>, Landlord</w:t>
      </w:r>
      <w:bookmarkStart w:id="0" w:name="_GoBack"/>
      <w:bookmarkEnd w:id="0"/>
    </w:p>
    <w:p w:rsidR="005231D9" w:rsidRPr="000627F9" w:rsidRDefault="00BB796B">
      <w:pPr>
        <w:pStyle w:val="Address"/>
        <w:rPr>
          <w:sz w:val="24"/>
        </w:rPr>
      </w:pPr>
      <w:sdt>
        <w:sdtPr>
          <w:rPr>
            <w:sz w:val="24"/>
          </w:rPr>
          <w:id w:val="1634143502"/>
          <w:placeholder>
            <w:docPart w:val="EFE8EB23442C47909A0C42C54CED9142"/>
          </w:placeholder>
          <w:temporary/>
          <w:showingPlcHdr/>
          <w15:appearance w15:val="hidden"/>
        </w:sdtPr>
        <w:sdtEndPr/>
        <w:sdtContent>
          <w:r w:rsidRPr="000627F9">
            <w:rPr>
              <w:sz w:val="24"/>
            </w:rPr>
            <w:t>[St</w:t>
          </w:r>
          <w:r w:rsidRPr="000627F9">
            <w:rPr>
              <w:sz w:val="24"/>
            </w:rPr>
            <w:t>reet Address]</w:t>
          </w:r>
        </w:sdtContent>
      </w:sdt>
    </w:p>
    <w:sdt>
      <w:sdtPr>
        <w:rPr>
          <w:sz w:val="24"/>
        </w:rPr>
        <w:id w:val="2091195522"/>
        <w:placeholder>
          <w:docPart w:val="CDAF090F41534B4FB2306E784DAE1C00"/>
        </w:placeholder>
        <w:temporary/>
        <w:showingPlcHdr/>
        <w15:appearance w15:val="hidden"/>
      </w:sdtPr>
      <w:sdtEndPr/>
      <w:sdtContent>
        <w:p w:rsidR="005231D9" w:rsidRPr="000627F9" w:rsidRDefault="00BB796B">
          <w:pPr>
            <w:pStyle w:val="Address"/>
            <w:rPr>
              <w:sz w:val="24"/>
            </w:rPr>
          </w:pPr>
          <w:r w:rsidRPr="000627F9">
            <w:rPr>
              <w:sz w:val="24"/>
            </w:rPr>
            <w:t>[City, ST ZIP Code]</w:t>
          </w:r>
        </w:p>
      </w:sdtContent>
    </w:sdt>
    <w:p w:rsidR="005231D9" w:rsidRPr="000627F9" w:rsidRDefault="00BB796B">
      <w:pPr>
        <w:pStyle w:val="Address"/>
        <w:rPr>
          <w:sz w:val="24"/>
        </w:rPr>
      </w:pPr>
      <w:sdt>
        <w:sdtPr>
          <w:rPr>
            <w:sz w:val="24"/>
          </w:rPr>
          <w:id w:val="1589033386"/>
          <w:placeholder>
            <w:docPart w:val="4176223E31954AB7970231F028A7A461"/>
          </w:placeholder>
          <w:temporary/>
          <w:showingPlcHdr/>
          <w15:appearance w15:val="hidden"/>
        </w:sdtPr>
        <w:sdtEndPr/>
        <w:sdtContent>
          <w:r w:rsidRPr="000627F9">
            <w:rPr>
              <w:sz w:val="24"/>
            </w:rPr>
            <w:t>[phone]</w:t>
          </w:r>
        </w:sdtContent>
      </w:sdt>
    </w:p>
    <w:p w:rsidR="005231D9" w:rsidRPr="000627F9" w:rsidRDefault="00BB796B">
      <w:pPr>
        <w:pStyle w:val="Address"/>
        <w:rPr>
          <w:sz w:val="24"/>
        </w:rPr>
      </w:pPr>
      <w:sdt>
        <w:sdtPr>
          <w:rPr>
            <w:sz w:val="24"/>
          </w:rPr>
          <w:id w:val="972090785"/>
          <w:placeholder>
            <w:docPart w:val="A07573FBDDAC4E69BD5053F85790AD55"/>
          </w:placeholder>
          <w:temporary/>
          <w:showingPlcHdr/>
          <w15:appearance w15:val="hidden"/>
        </w:sdtPr>
        <w:sdtEndPr/>
        <w:sdtContent>
          <w:r w:rsidRPr="000627F9">
            <w:rPr>
              <w:sz w:val="24"/>
            </w:rPr>
            <w:t>[cell phone]</w:t>
          </w:r>
        </w:sdtContent>
      </w:sdt>
    </w:p>
    <w:p w:rsidR="005231D9" w:rsidRPr="000627F9" w:rsidRDefault="00BB796B">
      <w:pPr>
        <w:pStyle w:val="Address"/>
        <w:rPr>
          <w:sz w:val="24"/>
        </w:rPr>
      </w:pPr>
      <w:sdt>
        <w:sdtPr>
          <w:rPr>
            <w:sz w:val="24"/>
          </w:rPr>
          <w:id w:val="-1277173739"/>
          <w:placeholder>
            <w:docPart w:val="F89B6FB007704D1FB15AC7801F54962F"/>
          </w:placeholder>
          <w:temporary/>
          <w:showingPlcHdr/>
          <w15:appearance w15:val="hidden"/>
        </w:sdtPr>
        <w:sdtEndPr/>
        <w:sdtContent>
          <w:r w:rsidRPr="000627F9">
            <w:rPr>
              <w:sz w:val="24"/>
            </w:rPr>
            <w:t>[email]</w:t>
          </w:r>
        </w:sdtContent>
      </w:sdt>
    </w:p>
    <w:sectPr w:rsidR="005231D9" w:rsidRPr="000627F9">
      <w:headerReference w:type="defaul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796B" w:rsidRDefault="00BB796B">
      <w:pPr>
        <w:spacing w:after="0" w:line="240" w:lineRule="auto"/>
      </w:pPr>
      <w:r>
        <w:separator/>
      </w:r>
    </w:p>
    <w:p w:rsidR="00BB796B" w:rsidRDefault="00BB796B"/>
  </w:endnote>
  <w:endnote w:type="continuationSeparator" w:id="0">
    <w:p w:rsidR="00BB796B" w:rsidRDefault="00BB796B">
      <w:pPr>
        <w:spacing w:after="0" w:line="240" w:lineRule="auto"/>
      </w:pPr>
      <w:r>
        <w:continuationSeparator/>
      </w:r>
    </w:p>
    <w:p w:rsidR="00BB796B" w:rsidRDefault="00BB79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796B" w:rsidRDefault="00BB796B">
      <w:pPr>
        <w:spacing w:after="0" w:line="240" w:lineRule="auto"/>
      </w:pPr>
      <w:r>
        <w:separator/>
      </w:r>
    </w:p>
    <w:p w:rsidR="00BB796B" w:rsidRDefault="00BB796B"/>
  </w:footnote>
  <w:footnote w:type="continuationSeparator" w:id="0">
    <w:p w:rsidR="00BB796B" w:rsidRDefault="00BB796B">
      <w:pPr>
        <w:spacing w:after="0" w:line="240" w:lineRule="auto"/>
      </w:pPr>
      <w:r>
        <w:continuationSeparator/>
      </w:r>
    </w:p>
    <w:p w:rsidR="00BB796B" w:rsidRDefault="00BB79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31D9" w:rsidRDefault="00BB796B">
    <w:sdt>
      <w:sdtPr>
        <w:alias w:val="Tenant's Name"/>
        <w:tag w:val=""/>
        <w:id w:val="-1539498566"/>
        <w:placeholder>
          <w:docPart w:val="3A822384EFD9466B968301AD454A73BC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r>
          <w:rPr>
            <w:rStyle w:val="PlaceholderText"/>
          </w:rPr>
          <w:t>[Tenant’s Name]</w:t>
        </w:r>
      </w:sdtContent>
    </w:sdt>
  </w:p>
  <w:sdt>
    <w:sdtPr>
      <w:alias w:val="Date"/>
      <w:tag w:val="Date"/>
      <w:id w:val="-447781685"/>
      <w:placeholder>
        <w:docPart w:val="370F12D315524B84A7BB7BC8BF10EF47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5231D9" w:rsidRDefault="00BB796B">
        <w:r>
          <w:t>[Date]</w:t>
        </w:r>
      </w:p>
    </w:sdtContent>
  </w:sdt>
  <w:p w:rsidR="005231D9" w:rsidRDefault="00BB796B"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33D"/>
    <w:rsid w:val="000627F9"/>
    <w:rsid w:val="000B533D"/>
    <w:rsid w:val="005231D9"/>
    <w:rsid w:val="008F6CDE"/>
    <w:rsid w:val="00A8367E"/>
    <w:rsid w:val="00BB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uiPriority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2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uiPriority w:val="1"/>
    <w:qFormat/>
    <w:pPr>
      <w:spacing w:after="0"/>
    </w:pPr>
  </w:style>
  <w:style w:type="paragraph" w:styleId="Signature">
    <w:name w:val="Signature"/>
    <w:basedOn w:val="Normal"/>
    <w:next w:val="Normal"/>
    <w:link w:val="SignatureChar"/>
    <w:uiPriority w:val="1"/>
    <w:qFormat/>
    <w:pPr>
      <w:keepNext/>
      <w:spacing w:after="300"/>
      <w:contextualSpacing/>
    </w:pPr>
  </w:style>
  <w:style w:type="character" w:customStyle="1" w:styleId="SignatureChar">
    <w:name w:val="Signature Char"/>
    <w:basedOn w:val="DefaultParagraphFont"/>
    <w:link w:val="Signature"/>
    <w:uiPriority w:val="1"/>
    <w:rPr>
      <w:spacing w:val="4"/>
      <w:sz w:val="20"/>
      <w:szCs w:val="20"/>
    </w:rPr>
  </w:style>
  <w:style w:type="paragraph" w:styleId="Date">
    <w:name w:val="Date"/>
    <w:basedOn w:val="Normal"/>
    <w:next w:val="Normal"/>
    <w:link w:val="DateChar"/>
    <w:uiPriority w:val="1"/>
    <w:qFormat/>
    <w:pPr>
      <w:spacing w:before="360" w:after="360" w:line="240" w:lineRule="auto"/>
    </w:pPr>
  </w:style>
  <w:style w:type="character" w:customStyle="1" w:styleId="DateChar">
    <w:name w:val="Date Char"/>
    <w:basedOn w:val="DefaultParagraphFont"/>
    <w:link w:val="Date"/>
    <w:uiPriority w:val="1"/>
    <w:rPr>
      <w:spacing w:val="4"/>
      <w:sz w:val="20"/>
      <w:szCs w:val="20"/>
    </w:rPr>
  </w:style>
  <w:style w:type="character" w:styleId="PlaceholderText">
    <w:name w:val="Placeholder Text"/>
    <w:basedOn w:val="DefaultParagraphFont"/>
    <w:uiPriority w:val="2"/>
    <w:rPr>
      <w:color w:val="808080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color w:val="365F91" w:themeColor="accent1" w:themeShade="BF"/>
      <w:spacing w:val="4"/>
      <w:sz w:val="32"/>
      <w:szCs w:val="32"/>
    </w:rPr>
  </w:style>
  <w:style w:type="paragraph" w:styleId="Closing">
    <w:name w:val="Closing"/>
    <w:basedOn w:val="Normal"/>
    <w:link w:val="ClosingChar"/>
    <w:uiPriority w:val="1"/>
    <w:qFormat/>
    <w:pPr>
      <w:spacing w:after="600" w:line="240" w:lineRule="auto"/>
    </w:pPr>
  </w:style>
  <w:style w:type="character" w:customStyle="1" w:styleId="ClosingChar">
    <w:name w:val="Closing Char"/>
    <w:basedOn w:val="DefaultParagraphFont"/>
    <w:link w:val="Closing"/>
    <w:uiPriority w:val="1"/>
    <w:rPr>
      <w:spacing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Notice%20of%20rent%20increase%20(form%20letter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70F12D315524B84A7BB7BC8BF10EF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CC05CA-F5ED-43FC-A415-C8BEA4A742DD}"/>
      </w:docPartPr>
      <w:docPartBody>
        <w:p w:rsidR="00000000" w:rsidRDefault="007E6107">
          <w:pPr>
            <w:pStyle w:val="370F12D315524B84A7BB7BC8BF10EF47"/>
          </w:pPr>
          <w:r>
            <w:t>[Date]</w:t>
          </w:r>
        </w:p>
      </w:docPartBody>
    </w:docPart>
    <w:docPart>
      <w:docPartPr>
        <w:name w:val="3A822384EFD9466B968301AD454A73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18570-DB69-49A2-9ACD-317FF1C12D10}"/>
      </w:docPartPr>
      <w:docPartBody>
        <w:p w:rsidR="00000000" w:rsidRDefault="007E6107">
          <w:pPr>
            <w:pStyle w:val="3A822384EFD9466B968301AD454A73BC"/>
          </w:pPr>
          <w:r>
            <w:rPr>
              <w:rStyle w:val="PlaceholderText"/>
            </w:rPr>
            <w:t>[Tenant’s Name]</w:t>
          </w:r>
        </w:p>
      </w:docPartBody>
    </w:docPart>
    <w:docPart>
      <w:docPartPr>
        <w:name w:val="4D0F859B36AE4A84BF361AF10068C8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978F7-C0BD-4DDE-B046-36141E45443D}"/>
      </w:docPartPr>
      <w:docPartBody>
        <w:p w:rsidR="00000000" w:rsidRDefault="007E6107">
          <w:pPr>
            <w:pStyle w:val="4D0F859B36AE4A84BF361AF10068C8B2"/>
          </w:pPr>
          <w:r>
            <w:rPr>
              <w:rStyle w:val="PlaceholderText"/>
            </w:rPr>
            <w:t>[date]</w:t>
          </w:r>
        </w:p>
      </w:docPartBody>
    </w:docPart>
    <w:docPart>
      <w:docPartPr>
        <w:name w:val="5A5E13A163C247A4AF2EF583046D87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D9301-67C6-4FAE-B049-BED35178694F}"/>
      </w:docPartPr>
      <w:docPartBody>
        <w:p w:rsidR="00000000" w:rsidRDefault="007E6107">
          <w:pPr>
            <w:pStyle w:val="5A5E13A163C247A4AF2EF583046D8747"/>
          </w:pPr>
          <w:r>
            <w:rPr>
              <w:rStyle w:val="PlaceholderText"/>
            </w:rPr>
            <w:t>[property address]</w:t>
          </w:r>
        </w:p>
      </w:docPartBody>
    </w:docPart>
    <w:docPart>
      <w:docPartPr>
        <w:name w:val="0E646E52070D4E739071C5A677D6A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E6D841-747B-4104-A209-70D61A95616D}"/>
      </w:docPartPr>
      <w:docPartBody>
        <w:p w:rsidR="00000000" w:rsidRDefault="007E6107">
          <w:pPr>
            <w:pStyle w:val="0E646E52070D4E739071C5A677D6AA11"/>
          </w:pPr>
          <w:r>
            <w:rPr>
              <w:rStyle w:val="PlaceholderText"/>
            </w:rPr>
            <w:t>[amount]</w:t>
          </w:r>
        </w:p>
      </w:docPartBody>
    </w:docPart>
    <w:docPart>
      <w:docPartPr>
        <w:name w:val="CAD99F1CFB684CA9AF2A00B1C95BCC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D591D-60A0-4AAC-9708-FC0998D174AD}"/>
      </w:docPartPr>
      <w:docPartBody>
        <w:p w:rsidR="00000000" w:rsidRDefault="007E6107">
          <w:pPr>
            <w:pStyle w:val="CAD99F1CFB684CA9AF2A00B1C95BCC98"/>
          </w:pPr>
          <w:r>
            <w:rPr>
              <w:rStyle w:val="PlaceholderText"/>
            </w:rPr>
            <w:t>[day]</w:t>
          </w:r>
        </w:p>
      </w:docPartBody>
    </w:docPart>
    <w:docPart>
      <w:docPartPr>
        <w:name w:val="6179108278B74C0A893CDD02AB8AE6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3113F9-2647-4548-8195-10C92A7979E1}"/>
      </w:docPartPr>
      <w:docPartBody>
        <w:p w:rsidR="00000000" w:rsidRDefault="007E6107">
          <w:pPr>
            <w:pStyle w:val="6179108278B74C0A893CDD02AB8AE6A0"/>
          </w:pPr>
          <w:r>
            <w:rPr>
              <w:rStyle w:val="PlaceholderText"/>
            </w:rPr>
            <w:t>[rental property name]</w:t>
          </w:r>
        </w:p>
      </w:docPartBody>
    </w:docPart>
    <w:docPart>
      <w:docPartPr>
        <w:name w:val="F44B6601BCC54C2A9F9C4A17C9EFEE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45F9AF-8C9D-49B2-9C0C-1387DFCDABC9}"/>
      </w:docPartPr>
      <w:docPartBody>
        <w:p w:rsidR="00000000" w:rsidRDefault="007E6107">
          <w:pPr>
            <w:pStyle w:val="F44B6601BCC54C2A9F9C4A17C9EFEE04"/>
          </w:pPr>
          <w:r>
            <w:rPr>
              <w:rStyle w:val="PlaceholderText"/>
            </w:rPr>
            <w:t>[Landlord’s Name]</w:t>
          </w:r>
        </w:p>
      </w:docPartBody>
    </w:docPart>
    <w:docPart>
      <w:docPartPr>
        <w:name w:val="EFE8EB23442C47909A0C42C54CED91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FE8507-9576-4F13-B067-39E37D89DC6F}"/>
      </w:docPartPr>
      <w:docPartBody>
        <w:p w:rsidR="00000000" w:rsidRDefault="007E6107">
          <w:pPr>
            <w:pStyle w:val="EFE8EB23442C47909A0C42C54CED9142"/>
          </w:pPr>
          <w:r>
            <w:t>[Street Address]</w:t>
          </w:r>
        </w:p>
      </w:docPartBody>
    </w:docPart>
    <w:docPart>
      <w:docPartPr>
        <w:name w:val="CDAF090F41534B4FB2306E784DAE1C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B69792-E1EC-470A-8D70-6ADB2000955B}"/>
      </w:docPartPr>
      <w:docPartBody>
        <w:p w:rsidR="00000000" w:rsidRDefault="007E6107">
          <w:pPr>
            <w:pStyle w:val="CDAF090F41534B4FB2306E784DAE1C00"/>
          </w:pPr>
          <w:r>
            <w:t>[City, ST ZIP Code]</w:t>
          </w:r>
        </w:p>
      </w:docPartBody>
    </w:docPart>
    <w:docPart>
      <w:docPartPr>
        <w:name w:val="4176223E31954AB7970231F028A7A4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A8D9AC-E076-4593-85E8-51A83748B4E1}"/>
      </w:docPartPr>
      <w:docPartBody>
        <w:p w:rsidR="00000000" w:rsidRDefault="007E6107">
          <w:pPr>
            <w:pStyle w:val="4176223E31954AB7970231F028A7A461"/>
          </w:pPr>
          <w:r>
            <w:t>[phone]</w:t>
          </w:r>
        </w:p>
      </w:docPartBody>
    </w:docPart>
    <w:docPart>
      <w:docPartPr>
        <w:name w:val="A07573FBDDAC4E69BD5053F85790AD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555A27-2709-48FB-A55D-E928D939FECD}"/>
      </w:docPartPr>
      <w:docPartBody>
        <w:p w:rsidR="00000000" w:rsidRDefault="007E6107">
          <w:pPr>
            <w:pStyle w:val="A07573FBDDAC4E69BD5053F85790AD55"/>
          </w:pPr>
          <w:r>
            <w:t>[cell phone]</w:t>
          </w:r>
        </w:p>
      </w:docPartBody>
    </w:docPart>
    <w:docPart>
      <w:docPartPr>
        <w:name w:val="F89B6FB007704D1FB15AC7801F5496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B649FA-28E4-4D00-A691-5A7C78F6498A}"/>
      </w:docPartPr>
      <w:docPartBody>
        <w:p w:rsidR="00000000" w:rsidRDefault="007E6107">
          <w:pPr>
            <w:pStyle w:val="F89B6FB007704D1FB15AC7801F54962F"/>
          </w:pPr>
          <w:r>
            <w:t>[email]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107"/>
    <w:rsid w:val="007E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2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70F12D315524B84A7BB7BC8BF10EF47">
    <w:name w:val="370F12D315524B84A7BB7BC8BF10EF47"/>
  </w:style>
  <w:style w:type="character" w:styleId="PlaceholderText">
    <w:name w:val="Placeholder Text"/>
    <w:basedOn w:val="DefaultParagraphFont"/>
    <w:uiPriority w:val="2"/>
    <w:rPr>
      <w:color w:val="808080"/>
    </w:rPr>
  </w:style>
  <w:style w:type="paragraph" w:customStyle="1" w:styleId="3A822384EFD9466B968301AD454A73BC">
    <w:name w:val="3A822384EFD9466B968301AD454A73BC"/>
  </w:style>
  <w:style w:type="paragraph" w:customStyle="1" w:styleId="4D0F859B36AE4A84BF361AF10068C8B2">
    <w:name w:val="4D0F859B36AE4A84BF361AF10068C8B2"/>
  </w:style>
  <w:style w:type="paragraph" w:customStyle="1" w:styleId="5A5E13A163C247A4AF2EF583046D8747">
    <w:name w:val="5A5E13A163C247A4AF2EF583046D8747"/>
  </w:style>
  <w:style w:type="paragraph" w:customStyle="1" w:styleId="0E646E52070D4E739071C5A677D6AA11">
    <w:name w:val="0E646E52070D4E739071C5A677D6AA11"/>
  </w:style>
  <w:style w:type="paragraph" w:customStyle="1" w:styleId="CAD99F1CFB684CA9AF2A00B1C95BCC98">
    <w:name w:val="CAD99F1CFB684CA9AF2A00B1C95BCC98"/>
  </w:style>
  <w:style w:type="paragraph" w:customStyle="1" w:styleId="6179108278B74C0A893CDD02AB8AE6A0">
    <w:name w:val="6179108278B74C0A893CDD02AB8AE6A0"/>
  </w:style>
  <w:style w:type="paragraph" w:customStyle="1" w:styleId="F44B6601BCC54C2A9F9C4A17C9EFEE04">
    <w:name w:val="F44B6601BCC54C2A9F9C4A17C9EFEE04"/>
  </w:style>
  <w:style w:type="paragraph" w:customStyle="1" w:styleId="EFE8EB23442C47909A0C42C54CED9142">
    <w:name w:val="EFE8EB23442C47909A0C42C54CED9142"/>
  </w:style>
  <w:style w:type="paragraph" w:customStyle="1" w:styleId="CDAF090F41534B4FB2306E784DAE1C00">
    <w:name w:val="CDAF090F41534B4FB2306E784DAE1C00"/>
  </w:style>
  <w:style w:type="paragraph" w:customStyle="1" w:styleId="4176223E31954AB7970231F028A7A461">
    <w:name w:val="4176223E31954AB7970231F028A7A461"/>
  </w:style>
  <w:style w:type="paragraph" w:customStyle="1" w:styleId="A07573FBDDAC4E69BD5053F85790AD55">
    <w:name w:val="A07573FBDDAC4E69BD5053F85790AD55"/>
  </w:style>
  <w:style w:type="paragraph" w:customStyle="1" w:styleId="F89B6FB007704D1FB15AC7801F54962F">
    <w:name w:val="F89B6FB007704D1FB15AC7801F5496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B118AB8-9C9B-40AB-BB57-246E4338D6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Notice of rent increase (form letter).dotx</Template>
  <TotalTime>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2017-12-16T10:02:00Z</dcterms:created>
  <dcterms:modified xsi:type="dcterms:W3CDTF">2017-12-16T11:03:00Z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TC040218849991</vt:lpwstr>
  </property>
</Properties>
</file>